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7999e5f0db5648c2"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 Id="R21e4274684fb4d51"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2A9CB" w14:textId="77777777" w:rsidR="0031525E" w:rsidRDefault="0031525E" w:rsidP="0031525E">
      <w:pPr>
        <w:pStyle w:val="Heading6"/>
        <w:spacing w:before="2000"/>
        <w:rPr>
          <w:rFonts w:ascii="Arial" w:hAnsi="Arial" w:cs="Arial"/>
          <w:b/>
        </w:rPr>
      </w:pPr>
      <w:bookmarkStart w:id="0" w:name="ReportTitle"/>
      <w:r w:rsidRPr="00B1300C">
        <w:rPr>
          <w:noProof/>
          <w:lang w:eastAsia="en-NZ"/>
        </w:rPr>
        <w:drawing>
          <wp:inline distT="0" distB="0" distL="0" distR="0" wp14:anchorId="00209602" wp14:editId="4446F3B4">
            <wp:extent cx="5731510" cy="4632960"/>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3-tertiary-education-inquiry-illustration-orang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4632960"/>
                    </a:xfrm>
                    <a:prstGeom prst="rect">
                      <a:avLst/>
                    </a:prstGeom>
                  </pic:spPr>
                </pic:pic>
              </a:graphicData>
            </a:graphic>
          </wp:inline>
        </w:drawing>
      </w:r>
    </w:p>
    <w:p w14:paraId="5FCEB1B2" w14:textId="09888EF1" w:rsidR="00F15A5F" w:rsidRPr="00985C3C" w:rsidRDefault="002232FA" w:rsidP="0031525E">
      <w:pPr>
        <w:pStyle w:val="Heading6"/>
        <w:pageBreakBefore w:val="0"/>
        <w:spacing w:before="1000"/>
        <w:rPr>
          <w:rFonts w:ascii="Arial" w:hAnsi="Arial" w:cs="Arial"/>
          <w:b/>
        </w:rPr>
      </w:pPr>
      <w:r w:rsidRPr="00985C3C">
        <w:rPr>
          <w:rFonts w:ascii="Arial" w:hAnsi="Arial" w:cs="Arial"/>
          <w:b/>
        </w:rPr>
        <w:t>New models of tertiary education</w:t>
      </w:r>
      <w:bookmarkEnd w:id="0"/>
    </w:p>
    <w:p w14:paraId="58572DEA" w14:textId="77777777" w:rsidR="0031525E" w:rsidRDefault="00CD730E" w:rsidP="00CD730E">
      <w:pPr>
        <w:pStyle w:val="Heading2"/>
        <w:rPr>
          <w:color w:val="808080" w:themeColor="background1" w:themeShade="80"/>
        </w:rPr>
      </w:pPr>
      <w:r w:rsidRPr="0031525E">
        <w:rPr>
          <w:color w:val="808080" w:themeColor="background1" w:themeShade="80"/>
        </w:rPr>
        <w:t>Questions from the i</w:t>
      </w:r>
      <w:r w:rsidR="002667AB" w:rsidRPr="0031525E">
        <w:rPr>
          <w:color w:val="808080" w:themeColor="background1" w:themeShade="80"/>
        </w:rPr>
        <w:t xml:space="preserve">ssues paper </w:t>
      </w:r>
    </w:p>
    <w:p w14:paraId="5FCEB1B3" w14:textId="23894F2A" w:rsidR="009E0CAC" w:rsidRPr="0031525E" w:rsidRDefault="002232FA" w:rsidP="00CD730E">
      <w:pPr>
        <w:pStyle w:val="Heading2"/>
        <w:rPr>
          <w:color w:val="808080" w:themeColor="background1" w:themeShade="80"/>
        </w:rPr>
      </w:pPr>
      <w:r w:rsidRPr="0031525E">
        <w:rPr>
          <w:color w:val="808080" w:themeColor="background1" w:themeShade="80"/>
        </w:rPr>
        <w:t>February 2016</w:t>
      </w:r>
    </w:p>
    <w:p w14:paraId="5FCEB1B7" w14:textId="50B1F786" w:rsidR="0031525E" w:rsidRDefault="0031525E">
      <w:pPr>
        <w:rPr>
          <w:rFonts w:ascii="Arial" w:hAnsi="Arial" w:cs="Arial"/>
        </w:rPr>
      </w:pPr>
      <w:r>
        <w:rPr>
          <w:rFonts w:ascii="Arial" w:hAnsi="Arial" w:cs="Arial"/>
        </w:rPr>
        <w:br w:type="page"/>
      </w:r>
    </w:p>
    <w:p w14:paraId="41F24521" w14:textId="77777777" w:rsidR="0031525E" w:rsidRDefault="0031525E" w:rsidP="0031525E">
      <w:pPr>
        <w:spacing w:before="6000"/>
        <w:ind w:left="2552" w:hanging="2552"/>
        <w:rPr>
          <w:rFonts w:ascii="Arial" w:hAnsi="Arial" w:cs="Arial"/>
          <w:b/>
        </w:rPr>
      </w:pPr>
    </w:p>
    <w:p w14:paraId="467468AF" w14:textId="467B85E5" w:rsidR="004D0B64" w:rsidRPr="00CD730E" w:rsidRDefault="00CF3E25" w:rsidP="0031525E">
      <w:pPr>
        <w:spacing w:before="6000"/>
        <w:ind w:left="2552" w:hanging="2552"/>
        <w:rPr>
          <w:rFonts w:ascii="Arial" w:hAnsi="Arial" w:cs="Arial"/>
          <w:b/>
        </w:rPr>
      </w:pPr>
      <w:r w:rsidRPr="00CD730E">
        <w:rPr>
          <w:rFonts w:ascii="Arial" w:hAnsi="Arial" w:cs="Arial"/>
          <w:b/>
        </w:rPr>
        <w:t>New Zealand</w:t>
      </w:r>
      <w:r w:rsidR="00D87D2C" w:rsidRPr="00CD730E">
        <w:rPr>
          <w:rFonts w:ascii="Arial" w:hAnsi="Arial" w:cs="Arial"/>
          <w:b/>
        </w:rPr>
        <w:t xml:space="preserve"> Productivity Commission</w:t>
      </w:r>
    </w:p>
    <w:p w14:paraId="5FCEB1B8" w14:textId="77777777" w:rsidR="000B7138" w:rsidRPr="00985C3C" w:rsidRDefault="004D0B64" w:rsidP="004D0B64">
      <w:pPr>
        <w:pStyle w:val="BodyText"/>
        <w:rPr>
          <w:rFonts w:ascii="Arial" w:hAnsi="Arial" w:cs="Arial"/>
        </w:rPr>
      </w:pPr>
      <w:r w:rsidRPr="00985C3C">
        <w:rPr>
          <w:rFonts w:ascii="Arial" w:hAnsi="Arial" w:cs="Arial"/>
        </w:rPr>
        <w:t>Te K</w:t>
      </w:r>
      <w:r w:rsidR="004D3F5A" w:rsidRPr="00985C3C">
        <w:rPr>
          <w:rFonts w:ascii="Arial" w:hAnsi="Arial" w:cs="Arial"/>
        </w:rPr>
        <w:t>ō</w:t>
      </w:r>
      <w:r w:rsidRPr="00985C3C">
        <w:rPr>
          <w:rFonts w:ascii="Arial" w:hAnsi="Arial" w:cs="Arial"/>
        </w:rPr>
        <w:t>mihana Whai Hua o Aotearoa</w:t>
      </w:r>
      <w:r w:rsidRPr="00985C3C">
        <w:rPr>
          <w:rStyle w:val="FootnoteReference"/>
          <w:rFonts w:ascii="Arial" w:hAnsi="Arial" w:cs="Arial"/>
        </w:rPr>
        <w:footnoteReference w:id="2"/>
      </w:r>
    </w:p>
    <w:p w14:paraId="4FBB3EA2" w14:textId="66E0C069" w:rsidR="00535DC4" w:rsidRPr="00985C3C" w:rsidRDefault="004D0B64" w:rsidP="00535DC4">
      <w:pPr>
        <w:pStyle w:val="BodyText"/>
        <w:rPr>
          <w:rFonts w:ascii="Arial" w:hAnsi="Arial" w:cs="Arial"/>
        </w:rPr>
      </w:pPr>
      <w:r w:rsidRPr="00985C3C">
        <w:rPr>
          <w:rFonts w:ascii="Arial" w:hAnsi="Arial" w:cs="Arial"/>
        </w:rPr>
        <w:t>The Commission – an independent Crown entity – completes in-depth inquiry reports on topics selected by the Government, carries out productivity-related research, and promotes understanding of productivity issues. The Commission aims to provide insightful, well</w:t>
      </w:r>
      <w:r w:rsidRPr="00985C3C">
        <w:rPr>
          <w:rFonts w:ascii="Arial" w:hAnsi="Arial" w:cs="Arial"/>
        </w:rPr>
        <w:noBreakHyphen/>
        <w:t xml:space="preserve">informed and accessible advice that leads to the best possible improvement in the wellbeing of </w:t>
      </w:r>
      <w:r w:rsidR="00CF3E25" w:rsidRPr="00985C3C">
        <w:rPr>
          <w:rFonts w:ascii="Arial" w:hAnsi="Arial" w:cs="Arial"/>
        </w:rPr>
        <w:t>New Zealand</w:t>
      </w:r>
      <w:r w:rsidRPr="00985C3C">
        <w:rPr>
          <w:rFonts w:ascii="Arial" w:hAnsi="Arial" w:cs="Arial"/>
        </w:rPr>
        <w:t xml:space="preserve">ers. </w:t>
      </w:r>
      <w:r w:rsidR="004D3F5A" w:rsidRPr="00985C3C">
        <w:rPr>
          <w:rFonts w:ascii="Arial" w:hAnsi="Arial" w:cs="Arial"/>
        </w:rPr>
        <w:t xml:space="preserve">The </w:t>
      </w:r>
      <w:r w:rsidR="00CF3E25" w:rsidRPr="00985C3C">
        <w:rPr>
          <w:rFonts w:ascii="Arial" w:hAnsi="Arial" w:cs="Arial"/>
        </w:rPr>
        <w:t>New Zealand</w:t>
      </w:r>
      <w:r w:rsidR="00904DB7" w:rsidRPr="00985C3C">
        <w:rPr>
          <w:rFonts w:ascii="Arial" w:hAnsi="Arial" w:cs="Arial"/>
        </w:rPr>
        <w:t xml:space="preserve"> Productivity Commission Act 2010 guides and binds t</w:t>
      </w:r>
      <w:r w:rsidRPr="00985C3C">
        <w:rPr>
          <w:rFonts w:ascii="Arial" w:hAnsi="Arial" w:cs="Arial"/>
        </w:rPr>
        <w:t>he Commission</w:t>
      </w:r>
      <w:r w:rsidRPr="00985C3C">
        <w:rPr>
          <w:rFonts w:ascii="Arial" w:hAnsi="Arial" w:cs="Arial"/>
          <w:i/>
        </w:rPr>
        <w:t>.</w:t>
      </w:r>
    </w:p>
    <w:tbl>
      <w:tblPr>
        <w:tblpPr w:leftFromText="181" w:rightFromText="181" w:bottomFromText="160" w:vertAnchor="text" w:tblpY="1"/>
        <w:tblOverlap w:val="never"/>
        <w:tblW w:w="0" w:type="auto"/>
        <w:shd w:val="clear" w:color="auto" w:fill="FBF3EA"/>
        <w:tblCellMar>
          <w:top w:w="227" w:type="dxa"/>
          <w:left w:w="227" w:type="dxa"/>
          <w:bottom w:w="227" w:type="dxa"/>
          <w:right w:w="227" w:type="dxa"/>
        </w:tblCellMar>
        <w:tblLook w:val="04A0" w:firstRow="1" w:lastRow="0" w:firstColumn="1" w:lastColumn="0" w:noHBand="0" w:noVBand="1"/>
      </w:tblPr>
      <w:tblGrid>
        <w:gridCol w:w="9026"/>
      </w:tblGrid>
      <w:tr w:rsidR="00535DC4" w:rsidRPr="00985C3C" w14:paraId="06D64CEC" w14:textId="77777777" w:rsidTr="00372805">
        <w:tc>
          <w:tcPr>
            <w:tcW w:w="9627" w:type="dxa"/>
            <w:shd w:val="clear" w:color="auto" w:fill="FBF3EA"/>
          </w:tcPr>
          <w:p w14:paraId="5D5E9BAD" w14:textId="77777777" w:rsidR="00535DC4" w:rsidRPr="00985C3C" w:rsidRDefault="00535DC4" w:rsidP="00372805">
            <w:pPr>
              <w:pStyle w:val="Heading4"/>
              <w:autoSpaceDE w:val="0"/>
              <w:rPr>
                <w:rFonts w:ascii="Arial" w:hAnsi="Arial" w:cs="Arial"/>
                <w:b/>
              </w:rPr>
            </w:pPr>
            <w:r w:rsidRPr="00985C3C">
              <w:rPr>
                <w:rFonts w:ascii="Arial" w:hAnsi="Arial" w:cs="Arial"/>
                <w:sz w:val="2"/>
                <w:szCs w:val="2"/>
              </w:rPr>
              <w:t>3B</w:t>
            </w:r>
            <w:r w:rsidRPr="00985C3C">
              <w:rPr>
                <w:rFonts w:ascii="Arial" w:hAnsi="Arial" w:cs="Arial"/>
                <w:b/>
              </w:rPr>
              <w:t>Disclaimer</w:t>
            </w:r>
          </w:p>
          <w:p w14:paraId="118718FD" w14:textId="6AFC29E9" w:rsidR="00535DC4" w:rsidRPr="00985C3C" w:rsidRDefault="00535DC4" w:rsidP="00372805">
            <w:pPr>
              <w:pStyle w:val="BodyText"/>
              <w:rPr>
                <w:rFonts w:ascii="Arial" w:hAnsi="Arial" w:cs="Arial"/>
              </w:rPr>
            </w:pPr>
            <w:r w:rsidRPr="00985C3C">
              <w:rPr>
                <w:rFonts w:ascii="Arial" w:hAnsi="Arial" w:cs="Arial"/>
              </w:rPr>
              <w:t>The contents of this report must not be construed as legal advice. The Commission does not accept any responsibility or liability for an action taken as a result of reading, or reliance placed because of having read any part, or all, of the information in this report. The Commission does not accept any responsibility or liability for any error, inadequacy, deficiency, flaw in or omission from this report.</w:t>
            </w:r>
          </w:p>
        </w:tc>
      </w:tr>
    </w:tbl>
    <w:p w14:paraId="16E6A3BB" w14:textId="77777777" w:rsidR="00535DC4" w:rsidRPr="00985C3C" w:rsidRDefault="00535DC4" w:rsidP="00233CD1">
      <w:pPr>
        <w:pStyle w:val="BodyText"/>
        <w:rPr>
          <w:rFonts w:ascii="Arial" w:hAnsi="Arial" w:cs="Arial"/>
          <w:lang w:eastAsia="en-NZ"/>
        </w:rPr>
      </w:pPr>
      <w:r w:rsidRPr="00985C3C">
        <w:rPr>
          <w:rFonts w:ascii="Arial" w:hAnsi="Arial" w:cs="Arial"/>
        </w:rPr>
        <w:t xml:space="preserve">To find out more about the Commission, visit </w:t>
      </w:r>
      <w:hyperlink r:id="rId13" w:history="1">
        <w:r w:rsidRPr="00985C3C">
          <w:rPr>
            <w:rFonts w:ascii="Arial" w:hAnsi="Arial" w:cs="Arial"/>
            <w:u w:val="single"/>
          </w:rPr>
          <w:t>www.productivity.govt.nz</w:t>
        </w:r>
      </w:hyperlink>
      <w:r w:rsidRPr="00985C3C">
        <w:rPr>
          <w:rFonts w:ascii="Arial" w:hAnsi="Arial" w:cs="Arial"/>
        </w:rPr>
        <w:t>, or call +64 4 903 5150.</w:t>
      </w:r>
    </w:p>
    <w:p w14:paraId="5FCEB1FD" w14:textId="21A6F89F" w:rsidR="002C369C" w:rsidRPr="00CD730E" w:rsidRDefault="000B40BA" w:rsidP="00E31612">
      <w:pPr>
        <w:pStyle w:val="Heading6"/>
        <w:rPr>
          <w:rFonts w:ascii="Arial" w:hAnsi="Arial" w:cs="Arial"/>
          <w:b/>
        </w:rPr>
      </w:pPr>
      <w:bookmarkStart w:id="1" w:name="_Toc441226837"/>
      <w:bookmarkStart w:id="2" w:name="_Toc441586894"/>
      <w:bookmarkStart w:id="3" w:name="_Toc441588892"/>
      <w:bookmarkStart w:id="4" w:name="_Toc441589283"/>
      <w:bookmarkStart w:id="5" w:name="_Toc441590138"/>
      <w:bookmarkStart w:id="6" w:name="_Toc441674177"/>
      <w:bookmarkStart w:id="7" w:name="_Toc441674211"/>
      <w:bookmarkStart w:id="8" w:name="_Toc441674257"/>
      <w:bookmarkStart w:id="9" w:name="_Toc441674295"/>
      <w:bookmarkStart w:id="10" w:name="_Toc441742594"/>
      <w:bookmarkStart w:id="11" w:name="_Toc441743389"/>
      <w:bookmarkStart w:id="12" w:name="_Toc441749963"/>
      <w:bookmarkStart w:id="13" w:name="_Toc441763927"/>
      <w:bookmarkStart w:id="14" w:name="_Toc441766294"/>
      <w:bookmarkStart w:id="15" w:name="_Toc441766510"/>
      <w:bookmarkStart w:id="16" w:name="_Toc441841726"/>
      <w:bookmarkStart w:id="17" w:name="_Toc441841926"/>
      <w:bookmarkStart w:id="18" w:name="_Toc441842574"/>
      <w:bookmarkStart w:id="19" w:name="_Toc441937935"/>
      <w:bookmarkStart w:id="20" w:name="_Toc442101389"/>
      <w:bookmarkStart w:id="21" w:name="_Toc442101741"/>
      <w:bookmarkStart w:id="22" w:name="_Toc442103966"/>
      <w:bookmarkStart w:id="23" w:name="_Toc442104301"/>
      <w:bookmarkStart w:id="24" w:name="_Toc442108069"/>
      <w:bookmarkStart w:id="25" w:name="_Toc442121592"/>
      <w:bookmarkStart w:id="26" w:name="_Toc442176397"/>
      <w:bookmarkStart w:id="27" w:name="_Toc442176941"/>
      <w:bookmarkStart w:id="28" w:name="_Toc442179538"/>
      <w:bookmarkStart w:id="29" w:name="_Toc442179588"/>
      <w:bookmarkStart w:id="30" w:name="_Toc442367619"/>
      <w:bookmarkStart w:id="31" w:name="_Toc442453271"/>
      <w:bookmarkStart w:id="32" w:name="_Toc442777330"/>
      <w:bookmarkStart w:id="33" w:name="_Toc442795726"/>
      <w:bookmarkStart w:id="34" w:name="_Toc442799979"/>
      <w:bookmarkStart w:id="35" w:name="_Toc442800655"/>
      <w:bookmarkStart w:id="36" w:name="_Toc442878071"/>
      <w:bookmarkStart w:id="37" w:name="_Toc442878258"/>
      <w:bookmarkStart w:id="38" w:name="_Toc442878481"/>
      <w:bookmarkStart w:id="39" w:name="_Toc442879224"/>
      <w:bookmarkStart w:id="40" w:name="_Toc442879278"/>
      <w:bookmarkStart w:id="41" w:name="_Toc442879490"/>
      <w:bookmarkStart w:id="42" w:name="_Toc442879577"/>
      <w:bookmarkStart w:id="43" w:name="_Toc442879616"/>
      <w:bookmarkStart w:id="44" w:name="_Toc442882650"/>
      <w:bookmarkStart w:id="45" w:name="_Toc442882973"/>
      <w:bookmarkStart w:id="46" w:name="_Toc442883188"/>
      <w:bookmarkStart w:id="47" w:name="_Toc442887794"/>
      <w:bookmarkStart w:id="48" w:name="_Toc442888065"/>
      <w:bookmarkStart w:id="49" w:name="_Toc442888980"/>
      <w:bookmarkStart w:id="50" w:name="_Toc442949788"/>
      <w:bookmarkStart w:id="51" w:name="_Toc442949835"/>
      <w:bookmarkStart w:id="52" w:name="_Toc442965026"/>
      <w:bookmarkStart w:id="53" w:name="_Toc442966221"/>
      <w:bookmarkStart w:id="54" w:name="_Toc442966268"/>
      <w:bookmarkStart w:id="55" w:name="_Toc442969284"/>
      <w:bookmarkStart w:id="56" w:name="_Toc442970677"/>
      <w:bookmarkStart w:id="57" w:name="_Toc442972376"/>
      <w:bookmarkStart w:id="58" w:name="_Toc442974329"/>
      <w:bookmarkStart w:id="59" w:name="_Toc443030675"/>
      <w:bookmarkStart w:id="60" w:name="_Toc443032441"/>
      <w:bookmarkStart w:id="61" w:name="_Toc443037132"/>
      <w:bookmarkStart w:id="62" w:name="_Toc443037298"/>
      <w:bookmarkStart w:id="63" w:name="_Toc443402338"/>
      <w:bookmarkStart w:id="64" w:name="_Toc443402519"/>
      <w:bookmarkStart w:id="65" w:name="_Toc443402575"/>
      <w:bookmarkStart w:id="66" w:name="_Toc443402934"/>
      <w:bookmarkStart w:id="67" w:name="_Toc443404511"/>
      <w:bookmarkStart w:id="68" w:name="_Toc443405817"/>
      <w:bookmarkStart w:id="69" w:name="_Toc443406056"/>
      <w:bookmarkStart w:id="70" w:name="_Toc443488055"/>
      <w:bookmarkStart w:id="71" w:name="_Toc443489607"/>
      <w:bookmarkStart w:id="72" w:name="_Toc443490445"/>
      <w:bookmarkStart w:id="73" w:name="_Toc443491329"/>
      <w:bookmarkStart w:id="74" w:name="_Toc443494082"/>
      <w:bookmarkStart w:id="75" w:name="_Toc443494909"/>
      <w:bookmarkStart w:id="76" w:name="_Toc443899583"/>
      <w:bookmarkStart w:id="77" w:name="_Toc443916816"/>
      <w:bookmarkStart w:id="78" w:name="_Toc443918097"/>
      <w:bookmarkStart w:id="79" w:name="_Toc273625353"/>
      <w:r w:rsidRPr="00CD730E">
        <w:rPr>
          <w:rFonts w:ascii="Arial" w:hAnsi="Arial" w:cs="Arial"/>
          <w:b/>
        </w:rPr>
        <w:lastRenderedPageBreak/>
        <w:t xml:space="preserve">About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E31612" w:rsidRPr="00CD730E">
        <w:rPr>
          <w:rFonts w:ascii="Arial" w:hAnsi="Arial" w:cs="Arial"/>
          <w:b/>
        </w:rPr>
        <w:t>this document</w:t>
      </w:r>
    </w:p>
    <w:p w14:paraId="284ACDE3" w14:textId="57BF001E" w:rsidR="000B40BA" w:rsidRPr="00985C3C" w:rsidRDefault="000B40BA" w:rsidP="00985C3C">
      <w:pPr>
        <w:pStyle w:val="Heading2"/>
      </w:pPr>
      <w:bookmarkStart w:id="80" w:name="_Toc441226845"/>
      <w:bookmarkStart w:id="81" w:name="_Toc441586902"/>
      <w:bookmarkStart w:id="82" w:name="_Toc441588900"/>
      <w:bookmarkStart w:id="83" w:name="_Toc441589291"/>
      <w:bookmarkStart w:id="84" w:name="_Toc441590146"/>
      <w:bookmarkStart w:id="85" w:name="_Toc441674185"/>
      <w:bookmarkStart w:id="86" w:name="_Toc441674219"/>
      <w:bookmarkStart w:id="87" w:name="_Toc441674303"/>
      <w:bookmarkStart w:id="88" w:name="_Toc441742602"/>
      <w:bookmarkStart w:id="89" w:name="_Toc441743397"/>
      <w:bookmarkStart w:id="90" w:name="_Toc441749971"/>
      <w:bookmarkStart w:id="91" w:name="_Toc441763935"/>
      <w:bookmarkStart w:id="92" w:name="_Toc441766302"/>
      <w:bookmarkStart w:id="93" w:name="_Toc441766518"/>
      <w:bookmarkStart w:id="94" w:name="_Toc441841734"/>
      <w:bookmarkStart w:id="95" w:name="_Toc441841934"/>
      <w:bookmarkStart w:id="96" w:name="_Toc441842549"/>
      <w:bookmarkStart w:id="97" w:name="_Toc441842582"/>
      <w:bookmarkStart w:id="98" w:name="_Toc441937943"/>
      <w:bookmarkStart w:id="99" w:name="_Toc442101397"/>
      <w:bookmarkStart w:id="100" w:name="_Toc442101749"/>
      <w:bookmarkStart w:id="101" w:name="_Toc442103974"/>
      <w:bookmarkStart w:id="102" w:name="_Toc442104309"/>
      <w:bookmarkStart w:id="103" w:name="_Toc442108077"/>
      <w:bookmarkStart w:id="104" w:name="_Toc442121600"/>
      <w:bookmarkStart w:id="105" w:name="_Toc442176405"/>
      <w:bookmarkStart w:id="106" w:name="_Toc442176949"/>
      <w:bookmarkStart w:id="107" w:name="_Toc442179546"/>
      <w:bookmarkStart w:id="108" w:name="_Toc442179596"/>
      <w:bookmarkStart w:id="109" w:name="_Toc442367627"/>
      <w:bookmarkStart w:id="110" w:name="_Toc442453279"/>
      <w:bookmarkStart w:id="111" w:name="_Toc442777338"/>
      <w:bookmarkStart w:id="112" w:name="_Toc442795734"/>
      <w:bookmarkStart w:id="113" w:name="_Toc442799987"/>
      <w:bookmarkStart w:id="114" w:name="_Toc442800663"/>
      <w:bookmarkStart w:id="115" w:name="_Toc442878079"/>
      <w:bookmarkStart w:id="116" w:name="_Toc442878266"/>
      <w:bookmarkStart w:id="117" w:name="_Toc442878489"/>
      <w:bookmarkStart w:id="118" w:name="_Toc442879232"/>
      <w:bookmarkStart w:id="119" w:name="_Toc442879286"/>
      <w:bookmarkStart w:id="120" w:name="_Toc442879498"/>
      <w:bookmarkStart w:id="121" w:name="_Toc442879585"/>
      <w:bookmarkStart w:id="122" w:name="_Toc442879624"/>
      <w:bookmarkStart w:id="123" w:name="_Toc442882658"/>
      <w:bookmarkStart w:id="124" w:name="_Toc442882981"/>
      <w:bookmarkStart w:id="125" w:name="_Toc442883196"/>
      <w:bookmarkStart w:id="126" w:name="_Toc442887802"/>
      <w:bookmarkStart w:id="127" w:name="_Toc442888073"/>
      <w:bookmarkStart w:id="128" w:name="_Toc442888988"/>
      <w:bookmarkStart w:id="129" w:name="_Toc442949796"/>
      <w:bookmarkStart w:id="130" w:name="_Toc442949843"/>
      <w:bookmarkStart w:id="131" w:name="_Toc442965034"/>
      <w:bookmarkStart w:id="132" w:name="_Toc442966229"/>
      <w:bookmarkStart w:id="133" w:name="_Toc442966276"/>
      <w:bookmarkStart w:id="134" w:name="_Toc442969292"/>
      <w:bookmarkStart w:id="135" w:name="_Toc442970685"/>
      <w:bookmarkStart w:id="136" w:name="_Toc442972384"/>
      <w:bookmarkStart w:id="137" w:name="_Toc442974337"/>
      <w:bookmarkStart w:id="138" w:name="_Toc443030683"/>
      <w:bookmarkStart w:id="139" w:name="_Toc443032449"/>
      <w:bookmarkStart w:id="140" w:name="_Toc443037141"/>
      <w:bookmarkStart w:id="141" w:name="_Toc443037307"/>
      <w:bookmarkStart w:id="142" w:name="_Toc443402347"/>
      <w:bookmarkStart w:id="143" w:name="_Toc443402528"/>
      <w:bookmarkStart w:id="144" w:name="_Toc443402584"/>
      <w:bookmarkStart w:id="145" w:name="_Toc443402943"/>
      <w:bookmarkStart w:id="146" w:name="_Toc443404520"/>
      <w:bookmarkStart w:id="147" w:name="_Toc443405826"/>
      <w:bookmarkStart w:id="148" w:name="_Toc443406065"/>
      <w:bookmarkStart w:id="149" w:name="_Toc443488064"/>
      <w:bookmarkStart w:id="150" w:name="_Toc443489616"/>
      <w:bookmarkStart w:id="151" w:name="_Toc443490454"/>
      <w:bookmarkStart w:id="152" w:name="_Toc443491338"/>
      <w:bookmarkStart w:id="153" w:name="_Toc443494091"/>
      <w:bookmarkStart w:id="154" w:name="_Toc443494918"/>
      <w:bookmarkStart w:id="155" w:name="_Toc443899592"/>
      <w:bookmarkStart w:id="156" w:name="_Toc443916825"/>
      <w:bookmarkStart w:id="157" w:name="_Toc443918106"/>
      <w:bookmarkStart w:id="158" w:name="_Toc398822166"/>
      <w:bookmarkStart w:id="159" w:name="_Toc398822302"/>
      <w:bookmarkStart w:id="160" w:name="_Toc398903263"/>
      <w:bookmarkStart w:id="161" w:name="_Toc398905989"/>
      <w:bookmarkStart w:id="162" w:name="_Toc399168626"/>
      <w:bookmarkStart w:id="163" w:name="_Toc399168719"/>
      <w:bookmarkStart w:id="164" w:name="_Toc399758090"/>
      <w:bookmarkStart w:id="165" w:name="_Toc399758310"/>
      <w:bookmarkStart w:id="166" w:name="_Toc399772647"/>
      <w:bookmarkStart w:id="167" w:name="_Toc399854993"/>
      <w:bookmarkStart w:id="168" w:name="_Toc400116688"/>
      <w:bookmarkStart w:id="169" w:name="_Toc400117002"/>
      <w:bookmarkStart w:id="170" w:name="_Toc400117853"/>
      <w:bookmarkStart w:id="171" w:name="_Toc400463948"/>
      <w:bookmarkStart w:id="172" w:name="_Toc400465492"/>
      <w:bookmarkStart w:id="173" w:name="_Toc400531253"/>
      <w:bookmarkStart w:id="174" w:name="_Toc400532013"/>
      <w:bookmarkStart w:id="175" w:name="_Toc400551162"/>
      <w:bookmarkStart w:id="176" w:name="_Toc400551242"/>
      <w:bookmarkStart w:id="177" w:name="_Toc400634553"/>
      <w:bookmarkStart w:id="178" w:name="_Toc400634627"/>
      <w:bookmarkStart w:id="179" w:name="_Toc400636272"/>
      <w:bookmarkStart w:id="180" w:name="_Toc400636853"/>
      <w:bookmarkStart w:id="181" w:name="_Toc400718619"/>
      <w:bookmarkStart w:id="182" w:name="_Toc400721691"/>
      <w:bookmarkStart w:id="183" w:name="_Toc400973085"/>
      <w:bookmarkStart w:id="184" w:name="_Toc400976319"/>
      <w:bookmarkStart w:id="185" w:name="_Toc400978701"/>
      <w:bookmarkStart w:id="186" w:name="_Toc401826492"/>
      <w:bookmarkStart w:id="187" w:name="_Toc401827559"/>
      <w:bookmarkStart w:id="188" w:name="_Toc401827590"/>
      <w:bookmarkStart w:id="189" w:name="_Toc401827625"/>
      <w:bookmarkStart w:id="190" w:name="_Toc435105347"/>
      <w:bookmarkStart w:id="191" w:name="_Toc435193932"/>
      <w:bookmarkStart w:id="192" w:name="_Toc435447731"/>
      <w:bookmarkStart w:id="193" w:name="_Toc435541490"/>
      <w:bookmarkStart w:id="194" w:name="_Toc435543009"/>
      <w:bookmarkStart w:id="195" w:name="_Toc435548878"/>
      <w:bookmarkStart w:id="196" w:name="_Toc435615506"/>
      <w:bookmarkStart w:id="197" w:name="_Toc435624176"/>
      <w:bookmarkStart w:id="198" w:name="_Toc435628065"/>
      <w:bookmarkStart w:id="199" w:name="_Toc435628117"/>
      <w:bookmarkStart w:id="200" w:name="_Toc435628972"/>
      <w:bookmarkStart w:id="201" w:name="_Toc436399458"/>
      <w:bookmarkStart w:id="202" w:name="_Toc436399518"/>
      <w:bookmarkStart w:id="203" w:name="_Toc436399698"/>
      <w:bookmarkStart w:id="204" w:name="_Toc436733789"/>
      <w:bookmarkStart w:id="205" w:name="_Toc436738716"/>
      <w:bookmarkStart w:id="206" w:name="_Toc436739380"/>
      <w:bookmarkStart w:id="207" w:name="_Toc436750150"/>
      <w:bookmarkStart w:id="208" w:name="_Toc436750363"/>
      <w:bookmarkStart w:id="209" w:name="_Toc436750598"/>
      <w:bookmarkStart w:id="210" w:name="_Toc437254128"/>
      <w:bookmarkStart w:id="211" w:name="_Toc437341443"/>
      <w:bookmarkStart w:id="212" w:name="_Toc441226838"/>
      <w:bookmarkStart w:id="213" w:name="_Toc441586895"/>
      <w:bookmarkStart w:id="214" w:name="_Toc441588893"/>
      <w:bookmarkStart w:id="215" w:name="_Toc441589284"/>
      <w:bookmarkStart w:id="216" w:name="_Toc441590139"/>
      <w:bookmarkStart w:id="217" w:name="_Toc441674178"/>
      <w:bookmarkStart w:id="218" w:name="_Toc441674212"/>
      <w:bookmarkStart w:id="219" w:name="_Toc441674258"/>
      <w:bookmarkStart w:id="220" w:name="_Toc441674296"/>
      <w:bookmarkStart w:id="221" w:name="_Toc441742595"/>
      <w:bookmarkStart w:id="222" w:name="_Toc441743390"/>
      <w:bookmarkStart w:id="223" w:name="_Toc441749964"/>
      <w:bookmarkStart w:id="224" w:name="_Toc441763928"/>
      <w:bookmarkStart w:id="225" w:name="_Toc441766295"/>
      <w:bookmarkStart w:id="226" w:name="_Toc441766511"/>
      <w:bookmarkStart w:id="227" w:name="_Toc441841727"/>
      <w:bookmarkStart w:id="228" w:name="_Toc441841927"/>
      <w:bookmarkStart w:id="229" w:name="_Toc441842575"/>
      <w:bookmarkStart w:id="230" w:name="_Toc441937936"/>
      <w:bookmarkStart w:id="231" w:name="_Toc442101390"/>
      <w:bookmarkStart w:id="232" w:name="_Toc442101742"/>
      <w:bookmarkStart w:id="233" w:name="_Toc442103967"/>
      <w:bookmarkStart w:id="234" w:name="_Toc442104302"/>
      <w:bookmarkStart w:id="235" w:name="_Toc442108070"/>
      <w:bookmarkStart w:id="236" w:name="_Toc442121593"/>
      <w:bookmarkStart w:id="237" w:name="_Toc442176398"/>
      <w:bookmarkStart w:id="238" w:name="_Toc442176942"/>
      <w:bookmarkStart w:id="239" w:name="_Toc442179539"/>
      <w:bookmarkStart w:id="240" w:name="_Toc442179589"/>
      <w:bookmarkStart w:id="241" w:name="_Toc442367620"/>
      <w:bookmarkStart w:id="242" w:name="_Toc442453272"/>
      <w:bookmarkStart w:id="243" w:name="_Toc442777331"/>
      <w:bookmarkStart w:id="244" w:name="_Toc442795727"/>
      <w:bookmarkStart w:id="245" w:name="_Toc442799980"/>
      <w:bookmarkStart w:id="246" w:name="_Toc442800656"/>
      <w:bookmarkStart w:id="247" w:name="_Toc442878072"/>
      <w:bookmarkStart w:id="248" w:name="_Toc442878259"/>
      <w:bookmarkStart w:id="249" w:name="_Toc442878482"/>
      <w:bookmarkStart w:id="250" w:name="_Toc442879225"/>
      <w:bookmarkStart w:id="251" w:name="_Toc442879279"/>
      <w:bookmarkStart w:id="252" w:name="_Toc442879491"/>
      <w:bookmarkStart w:id="253" w:name="_Toc442879578"/>
      <w:bookmarkStart w:id="254" w:name="_Toc442879617"/>
      <w:bookmarkStart w:id="255" w:name="_Toc442882651"/>
      <w:bookmarkStart w:id="256" w:name="_Toc442882974"/>
      <w:bookmarkStart w:id="257" w:name="_Toc442883189"/>
      <w:bookmarkStart w:id="258" w:name="_Toc442887795"/>
      <w:bookmarkStart w:id="259" w:name="_Toc442888066"/>
      <w:bookmarkStart w:id="260" w:name="_Toc442888981"/>
      <w:bookmarkStart w:id="261" w:name="_Toc442949789"/>
      <w:bookmarkStart w:id="262" w:name="_Toc442949836"/>
      <w:bookmarkStart w:id="263" w:name="_Toc442965027"/>
      <w:bookmarkStart w:id="264" w:name="_Toc442966222"/>
      <w:bookmarkStart w:id="265" w:name="_Toc442966269"/>
      <w:bookmarkStart w:id="266" w:name="_Toc442969285"/>
      <w:bookmarkStart w:id="267" w:name="_Toc442970678"/>
      <w:bookmarkStart w:id="268" w:name="_Toc442972377"/>
      <w:bookmarkStart w:id="269" w:name="_Toc442974330"/>
      <w:bookmarkStart w:id="270" w:name="_Toc443030676"/>
      <w:bookmarkStart w:id="271" w:name="_Toc443032442"/>
      <w:bookmarkStart w:id="272" w:name="_Toc443037133"/>
      <w:bookmarkStart w:id="273" w:name="_Toc443037299"/>
      <w:bookmarkStart w:id="274" w:name="_Toc443402339"/>
      <w:bookmarkStart w:id="275" w:name="_Toc443402520"/>
      <w:bookmarkStart w:id="276" w:name="_Toc443402576"/>
      <w:bookmarkStart w:id="277" w:name="_Toc443402935"/>
      <w:bookmarkStart w:id="278" w:name="_Toc443404512"/>
      <w:bookmarkStart w:id="279" w:name="_Toc443405818"/>
      <w:bookmarkStart w:id="280" w:name="_Toc443406057"/>
      <w:bookmarkStart w:id="281" w:name="_Toc443488056"/>
      <w:bookmarkStart w:id="282" w:name="_Toc443489608"/>
      <w:bookmarkStart w:id="283" w:name="_Toc443490446"/>
      <w:bookmarkStart w:id="284" w:name="_Toc443491330"/>
      <w:bookmarkStart w:id="285" w:name="_Toc443494083"/>
      <w:bookmarkStart w:id="286" w:name="_Toc443494910"/>
      <w:bookmarkStart w:id="287" w:name="_Toc443899584"/>
      <w:bookmarkStart w:id="288" w:name="_Toc443916817"/>
      <w:bookmarkStart w:id="289" w:name="_Toc443918098"/>
      <w:r w:rsidRPr="00985C3C">
        <w:t xml:space="preserve">The Government has asked the Productivity Commission to </w:t>
      </w:r>
      <w:bookmarkEnd w:id="80"/>
      <w:r w:rsidRPr="00985C3C">
        <w:t>carry out an inquiry into “new models of tertiary education”</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FA0B20F" w14:textId="7AEBDD4A" w:rsidR="002870A8" w:rsidRPr="00985C3C" w:rsidRDefault="000B40BA" w:rsidP="00E31612">
      <w:pPr>
        <w:pStyle w:val="BodyText"/>
        <w:rPr>
          <w:rFonts w:ascii="Arial" w:hAnsi="Arial" w:cs="Arial"/>
        </w:rPr>
      </w:pPr>
      <w:r w:rsidRPr="00985C3C">
        <w:rPr>
          <w:rFonts w:ascii="Arial" w:hAnsi="Arial" w:cs="Arial"/>
        </w:rPr>
        <w:t xml:space="preserve">The Commission has published an </w:t>
      </w:r>
      <w:r w:rsidRPr="00985C3C">
        <w:rPr>
          <w:rFonts w:ascii="Arial" w:hAnsi="Arial" w:cs="Arial"/>
          <w:b/>
        </w:rPr>
        <w:t>issues paper</w:t>
      </w:r>
      <w:r w:rsidRPr="00985C3C">
        <w:rPr>
          <w:rFonts w:ascii="Arial" w:hAnsi="Arial" w:cs="Arial"/>
        </w:rPr>
        <w:t xml:space="preserve"> </w:t>
      </w:r>
      <w:r w:rsidR="00E31612" w:rsidRPr="00985C3C">
        <w:rPr>
          <w:rFonts w:ascii="Arial" w:hAnsi="Arial" w:cs="Arial"/>
        </w:rPr>
        <w:t xml:space="preserve">on its website </w:t>
      </w:r>
      <w:r w:rsidRPr="00985C3C">
        <w:rPr>
          <w:rFonts w:ascii="Arial" w:hAnsi="Arial" w:cs="Arial"/>
        </w:rPr>
        <w:t xml:space="preserve">to assist individuals and organisations to participate in the inquiry. The issues paper outlines the background to the inquiry, the Commission’s intended approach, and the matters about which the Commission is seeking comment and information. </w:t>
      </w:r>
      <w:r w:rsidR="002870A8" w:rsidRPr="00985C3C">
        <w:rPr>
          <w:rFonts w:ascii="Arial" w:hAnsi="Arial" w:cs="Arial"/>
        </w:rPr>
        <w:t xml:space="preserve">It </w:t>
      </w:r>
      <w:r w:rsidRPr="00985C3C">
        <w:rPr>
          <w:rFonts w:ascii="Arial" w:hAnsi="Arial" w:cs="Arial"/>
        </w:rPr>
        <w:t>also contains</w:t>
      </w:r>
      <w:r w:rsidR="00EA6BB1" w:rsidRPr="00985C3C">
        <w:rPr>
          <w:rFonts w:ascii="Arial" w:hAnsi="Arial" w:cs="Arial"/>
        </w:rPr>
        <w:t xml:space="preserve"> 78</w:t>
      </w:r>
      <w:r w:rsidRPr="00985C3C">
        <w:rPr>
          <w:rFonts w:ascii="Arial" w:hAnsi="Arial" w:cs="Arial"/>
        </w:rPr>
        <w:t xml:space="preserve"> specific questions to which responses are invited. </w:t>
      </w:r>
    </w:p>
    <w:p w14:paraId="53E1637A" w14:textId="58A505A9" w:rsidR="002870A8" w:rsidRPr="00985C3C" w:rsidRDefault="00EA6BB1" w:rsidP="002870A8">
      <w:pPr>
        <w:pStyle w:val="BodyText"/>
        <w:rPr>
          <w:rFonts w:ascii="Arial" w:hAnsi="Arial" w:cs="Arial"/>
        </w:rPr>
      </w:pPr>
      <w:r w:rsidRPr="00985C3C">
        <w:rPr>
          <w:rFonts w:ascii="Arial" w:hAnsi="Arial" w:cs="Arial"/>
        </w:rPr>
        <w:t>This document</w:t>
      </w:r>
      <w:r w:rsidR="002870A8" w:rsidRPr="00985C3C">
        <w:rPr>
          <w:rFonts w:ascii="Arial" w:hAnsi="Arial" w:cs="Arial"/>
        </w:rPr>
        <w:t xml:space="preserve"> sets out </w:t>
      </w:r>
      <w:r w:rsidR="002870A8" w:rsidRPr="00985C3C">
        <w:rPr>
          <w:rFonts w:ascii="Arial" w:hAnsi="Arial" w:cs="Arial"/>
          <w:b/>
        </w:rPr>
        <w:t xml:space="preserve">just the </w:t>
      </w:r>
      <w:r w:rsidRPr="00985C3C">
        <w:rPr>
          <w:rFonts w:ascii="Arial" w:hAnsi="Arial" w:cs="Arial"/>
          <w:b/>
        </w:rPr>
        <w:t xml:space="preserve">78 </w:t>
      </w:r>
      <w:r w:rsidR="002870A8" w:rsidRPr="00985C3C">
        <w:rPr>
          <w:rFonts w:ascii="Arial" w:hAnsi="Arial" w:cs="Arial"/>
          <w:b/>
        </w:rPr>
        <w:t xml:space="preserve">questions from the issues paper. </w:t>
      </w:r>
      <w:r w:rsidR="002870A8" w:rsidRPr="00985C3C">
        <w:rPr>
          <w:rFonts w:ascii="Arial" w:hAnsi="Arial" w:cs="Arial"/>
        </w:rPr>
        <w:t xml:space="preserve">Submitters are welcome to use </w:t>
      </w:r>
      <w:r w:rsidR="00E31612" w:rsidRPr="00985C3C">
        <w:rPr>
          <w:rFonts w:ascii="Arial" w:hAnsi="Arial" w:cs="Arial"/>
        </w:rPr>
        <w:t xml:space="preserve">this document </w:t>
      </w:r>
      <w:r w:rsidR="002870A8" w:rsidRPr="00985C3C">
        <w:rPr>
          <w:rFonts w:ascii="Arial" w:hAnsi="Arial" w:cs="Arial"/>
        </w:rPr>
        <w:t xml:space="preserve">as the basis of their submissions. </w:t>
      </w:r>
      <w:r w:rsidR="00E31612" w:rsidRPr="00985C3C">
        <w:rPr>
          <w:rFonts w:ascii="Arial" w:hAnsi="Arial" w:cs="Arial"/>
        </w:rPr>
        <w:t>Submissions are also welcome in many other forms</w:t>
      </w:r>
      <w:r w:rsidRPr="00985C3C">
        <w:rPr>
          <w:rFonts w:ascii="Arial" w:hAnsi="Arial" w:cs="Arial"/>
        </w:rPr>
        <w:t>, as outlined in</w:t>
      </w:r>
      <w:r w:rsidR="00E31612" w:rsidRPr="00985C3C">
        <w:rPr>
          <w:rFonts w:ascii="Arial" w:hAnsi="Arial" w:cs="Arial"/>
        </w:rPr>
        <w:t xml:space="preserve"> the issues paper.</w:t>
      </w:r>
    </w:p>
    <w:p w14:paraId="34C32014" w14:textId="2A99E306" w:rsidR="002870A8" w:rsidRPr="00985C3C" w:rsidRDefault="00E31612" w:rsidP="00985C3C">
      <w:pPr>
        <w:pStyle w:val="Heading2"/>
      </w:pPr>
      <w:bookmarkStart w:id="290" w:name="_Toc442367653"/>
      <w:bookmarkStart w:id="291" w:name="_Toc442453306"/>
      <w:bookmarkStart w:id="292" w:name="_Toc442777366"/>
      <w:bookmarkStart w:id="293" w:name="_Toc442795764"/>
      <w:bookmarkStart w:id="294" w:name="_Toc442800017"/>
      <w:bookmarkStart w:id="295" w:name="_Toc442800693"/>
      <w:bookmarkStart w:id="296" w:name="_Toc442878108"/>
      <w:bookmarkStart w:id="297" w:name="_Toc442878295"/>
      <w:bookmarkStart w:id="298" w:name="_Toc442878518"/>
      <w:bookmarkStart w:id="299" w:name="_Toc442879261"/>
      <w:bookmarkStart w:id="300" w:name="_Toc442879315"/>
      <w:bookmarkStart w:id="301" w:name="_Toc442879527"/>
      <w:bookmarkStart w:id="302" w:name="_Toc442879614"/>
      <w:bookmarkStart w:id="303" w:name="_Toc442882687"/>
      <w:bookmarkStart w:id="304" w:name="_Toc442883225"/>
      <w:bookmarkStart w:id="305" w:name="_Toc442887831"/>
      <w:bookmarkStart w:id="306" w:name="_Toc442888102"/>
      <w:bookmarkStart w:id="307" w:name="_Toc442889022"/>
      <w:bookmarkStart w:id="308" w:name="_Toc442949833"/>
      <w:bookmarkStart w:id="309" w:name="_Toc442949880"/>
      <w:bookmarkStart w:id="310" w:name="_Toc442950285"/>
      <w:bookmarkStart w:id="311" w:name="_Toc442965071"/>
      <w:bookmarkStart w:id="312" w:name="_Toc442966266"/>
      <w:bookmarkStart w:id="313" w:name="_Toc442966313"/>
      <w:bookmarkStart w:id="314" w:name="_Toc442969329"/>
      <w:bookmarkStart w:id="315" w:name="_Toc442970722"/>
      <w:bookmarkStart w:id="316" w:name="_Toc442972421"/>
      <w:bookmarkStart w:id="317" w:name="_Toc442974374"/>
      <w:bookmarkEnd w:id="7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985C3C">
        <w:t>Making a submission</w:t>
      </w:r>
      <w:r w:rsidR="00EA6BB1" w:rsidRPr="00985C3C">
        <w:t xml:space="preserve"> via this document</w:t>
      </w:r>
    </w:p>
    <w:p w14:paraId="17ADB736" w14:textId="6EEC5ABA" w:rsidR="00E31612" w:rsidRPr="00985C3C" w:rsidRDefault="00EA6BB1" w:rsidP="00E31612">
      <w:pPr>
        <w:pStyle w:val="BodyText"/>
        <w:rPr>
          <w:rFonts w:ascii="Arial" w:hAnsi="Arial" w:cs="Arial"/>
        </w:rPr>
      </w:pPr>
      <w:r w:rsidRPr="00985C3C">
        <w:rPr>
          <w:rFonts w:ascii="Arial" w:hAnsi="Arial" w:cs="Arial"/>
        </w:rPr>
        <w:t>All s</w:t>
      </w:r>
      <w:r w:rsidR="00E31612" w:rsidRPr="00985C3C">
        <w:rPr>
          <w:rFonts w:ascii="Arial" w:hAnsi="Arial" w:cs="Arial"/>
        </w:rPr>
        <w:t xml:space="preserve">ubmissions should include the submitter’s name and contact details, and the details of any organisation represented. </w:t>
      </w:r>
      <w:r w:rsidR="00D83B5F" w:rsidRPr="00985C3C">
        <w:rPr>
          <w:rFonts w:ascii="Arial" w:hAnsi="Arial" w:cs="Arial"/>
        </w:rPr>
        <w:t xml:space="preserve">This information can be entered below. </w:t>
      </w:r>
    </w:p>
    <w:tbl>
      <w:tblPr>
        <w:tblStyle w:val="ADXTextTable"/>
        <w:tblW w:w="9026" w:type="dxa"/>
        <w:tblLook w:val="04A0" w:firstRow="1" w:lastRow="0" w:firstColumn="1" w:lastColumn="0" w:noHBand="0" w:noVBand="1"/>
      </w:tblPr>
      <w:tblGrid>
        <w:gridCol w:w="2694"/>
        <w:gridCol w:w="6332"/>
      </w:tblGrid>
      <w:tr w:rsidR="002870A8" w:rsidRPr="00985C3C" w14:paraId="6AB40202" w14:textId="77777777" w:rsidTr="00E31612">
        <w:trPr>
          <w:cnfStyle w:val="100000000000" w:firstRow="1" w:lastRow="0" w:firstColumn="0" w:lastColumn="0" w:oddVBand="0" w:evenVBand="0" w:oddHBand="0" w:evenHBand="0" w:firstRowFirstColumn="0" w:firstRowLastColumn="0" w:lastRowFirstColumn="0" w:lastRowLastColumn="0"/>
        </w:trPr>
        <w:tc>
          <w:tcPr>
            <w:tcW w:w="2694" w:type="dxa"/>
          </w:tcPr>
          <w:p w14:paraId="74C5505A" w14:textId="57319445" w:rsidR="002870A8" w:rsidRPr="00985C3C" w:rsidRDefault="00E31612" w:rsidP="00E31612">
            <w:pPr>
              <w:pStyle w:val="Tablerowheader"/>
              <w:ind w:right="10"/>
              <w:rPr>
                <w:rFonts w:ascii="Arial" w:hAnsi="Arial" w:cs="Arial"/>
              </w:rPr>
            </w:pPr>
            <w:r w:rsidRPr="00985C3C">
              <w:rPr>
                <w:rFonts w:ascii="Arial" w:hAnsi="Arial" w:cs="Arial"/>
              </w:rPr>
              <w:t>Submitter information</w:t>
            </w:r>
          </w:p>
        </w:tc>
        <w:tc>
          <w:tcPr>
            <w:tcW w:w="6332" w:type="dxa"/>
          </w:tcPr>
          <w:p w14:paraId="50A87C43" w14:textId="376E4118" w:rsidR="002870A8" w:rsidRPr="00985C3C" w:rsidRDefault="002870A8" w:rsidP="002870A8">
            <w:pPr>
              <w:pStyle w:val="Tablerowheader"/>
              <w:rPr>
                <w:rFonts w:ascii="Arial" w:hAnsi="Arial" w:cs="Arial"/>
              </w:rPr>
            </w:pPr>
          </w:p>
        </w:tc>
      </w:tr>
      <w:tr w:rsidR="002870A8" w:rsidRPr="00985C3C" w14:paraId="2E316CC2" w14:textId="77777777" w:rsidTr="00E31612">
        <w:trPr>
          <w:cnfStyle w:val="000000100000" w:firstRow="0" w:lastRow="0" w:firstColumn="0" w:lastColumn="0" w:oddVBand="0" w:evenVBand="0" w:oddHBand="1" w:evenHBand="0" w:firstRowFirstColumn="0" w:firstRowLastColumn="0" w:lastRowFirstColumn="0" w:lastRowLastColumn="0"/>
        </w:trPr>
        <w:tc>
          <w:tcPr>
            <w:tcW w:w="2694" w:type="dxa"/>
          </w:tcPr>
          <w:p w14:paraId="16BE079B" w14:textId="6D0AAF73" w:rsidR="002870A8" w:rsidRPr="00985C3C" w:rsidRDefault="00E31612" w:rsidP="00E31612">
            <w:pPr>
              <w:pStyle w:val="TableBody"/>
              <w:rPr>
                <w:rFonts w:ascii="Arial" w:hAnsi="Arial" w:cs="Arial"/>
              </w:rPr>
            </w:pPr>
            <w:r w:rsidRPr="00985C3C">
              <w:rPr>
                <w:rFonts w:ascii="Arial" w:hAnsi="Arial" w:cs="Arial"/>
              </w:rPr>
              <w:t>Name</w:t>
            </w:r>
          </w:p>
        </w:tc>
        <w:tc>
          <w:tcPr>
            <w:tcW w:w="6332" w:type="dxa"/>
          </w:tcPr>
          <w:p w14:paraId="133688F9" w14:textId="743660C8" w:rsidR="002870A8" w:rsidRPr="00985C3C" w:rsidRDefault="00E31612" w:rsidP="00EA6BB1">
            <w:pPr>
              <w:pStyle w:val="TableBody"/>
              <w:rPr>
                <w:rFonts w:ascii="Arial" w:hAnsi="Arial" w:cs="Arial"/>
              </w:rPr>
            </w:pPr>
            <w:r w:rsidRPr="00985C3C">
              <w:rPr>
                <w:rFonts w:ascii="Arial" w:hAnsi="Arial" w:cs="Arial"/>
              </w:rPr>
              <w:t>&lt;Enter information here&gt;</w:t>
            </w:r>
          </w:p>
        </w:tc>
      </w:tr>
      <w:tr w:rsidR="002870A8" w:rsidRPr="00985C3C" w14:paraId="27BB8180" w14:textId="77777777" w:rsidTr="00E31612">
        <w:trPr>
          <w:cnfStyle w:val="000000010000" w:firstRow="0" w:lastRow="0" w:firstColumn="0" w:lastColumn="0" w:oddVBand="0" w:evenVBand="0" w:oddHBand="0" w:evenHBand="1" w:firstRowFirstColumn="0" w:firstRowLastColumn="0" w:lastRowFirstColumn="0" w:lastRowLastColumn="0"/>
        </w:trPr>
        <w:tc>
          <w:tcPr>
            <w:tcW w:w="2694" w:type="dxa"/>
          </w:tcPr>
          <w:p w14:paraId="39262013" w14:textId="3A78E96A" w:rsidR="002870A8" w:rsidRPr="00985C3C" w:rsidRDefault="002870A8" w:rsidP="00EA6BB1">
            <w:pPr>
              <w:pStyle w:val="TableBody"/>
              <w:rPr>
                <w:rFonts w:ascii="Arial" w:hAnsi="Arial" w:cs="Arial"/>
              </w:rPr>
            </w:pPr>
            <w:r w:rsidRPr="00985C3C">
              <w:rPr>
                <w:rFonts w:ascii="Arial" w:hAnsi="Arial" w:cs="Arial"/>
              </w:rPr>
              <w:t xml:space="preserve">Organisation represented (if </w:t>
            </w:r>
            <w:r w:rsidR="00EA6BB1" w:rsidRPr="00985C3C">
              <w:rPr>
                <w:rFonts w:ascii="Arial" w:hAnsi="Arial" w:cs="Arial"/>
              </w:rPr>
              <w:t>any</w:t>
            </w:r>
            <w:r w:rsidRPr="00985C3C">
              <w:rPr>
                <w:rFonts w:ascii="Arial" w:hAnsi="Arial" w:cs="Arial"/>
              </w:rPr>
              <w:t>)</w:t>
            </w:r>
          </w:p>
        </w:tc>
        <w:tc>
          <w:tcPr>
            <w:tcW w:w="6332" w:type="dxa"/>
          </w:tcPr>
          <w:p w14:paraId="06A94B54" w14:textId="77777777" w:rsidR="002870A8" w:rsidRPr="00985C3C" w:rsidRDefault="002870A8" w:rsidP="002870A8">
            <w:pPr>
              <w:pStyle w:val="TableBody"/>
              <w:rPr>
                <w:rFonts w:ascii="Arial" w:hAnsi="Arial" w:cs="Arial"/>
              </w:rPr>
            </w:pPr>
          </w:p>
        </w:tc>
      </w:tr>
      <w:tr w:rsidR="002870A8" w:rsidRPr="00985C3C" w14:paraId="27680449" w14:textId="77777777" w:rsidTr="00E31612">
        <w:trPr>
          <w:cnfStyle w:val="000000100000" w:firstRow="0" w:lastRow="0" w:firstColumn="0" w:lastColumn="0" w:oddVBand="0" w:evenVBand="0" w:oddHBand="1" w:evenHBand="0" w:firstRowFirstColumn="0" w:firstRowLastColumn="0" w:lastRowFirstColumn="0" w:lastRowLastColumn="0"/>
        </w:trPr>
        <w:tc>
          <w:tcPr>
            <w:tcW w:w="2694" w:type="dxa"/>
          </w:tcPr>
          <w:p w14:paraId="5F63D6E0" w14:textId="49396FFD" w:rsidR="002870A8" w:rsidRPr="00985C3C" w:rsidRDefault="00E31612" w:rsidP="002870A8">
            <w:pPr>
              <w:pStyle w:val="TableBody"/>
              <w:rPr>
                <w:rFonts w:ascii="Arial" w:hAnsi="Arial" w:cs="Arial"/>
              </w:rPr>
            </w:pPr>
            <w:r w:rsidRPr="00985C3C">
              <w:rPr>
                <w:rFonts w:ascii="Arial" w:hAnsi="Arial" w:cs="Arial"/>
              </w:rPr>
              <w:t>Postal address</w:t>
            </w:r>
          </w:p>
        </w:tc>
        <w:tc>
          <w:tcPr>
            <w:tcW w:w="6332" w:type="dxa"/>
          </w:tcPr>
          <w:p w14:paraId="4BE62F00" w14:textId="77777777" w:rsidR="002870A8" w:rsidRPr="00985C3C" w:rsidRDefault="002870A8" w:rsidP="002870A8">
            <w:pPr>
              <w:pStyle w:val="TableBody"/>
              <w:rPr>
                <w:rFonts w:ascii="Arial" w:hAnsi="Arial" w:cs="Arial"/>
              </w:rPr>
            </w:pPr>
          </w:p>
          <w:p w14:paraId="58A5EC17" w14:textId="77777777" w:rsidR="00E31612" w:rsidRPr="00985C3C" w:rsidRDefault="00E31612" w:rsidP="002870A8">
            <w:pPr>
              <w:pStyle w:val="TableBody"/>
              <w:rPr>
                <w:rFonts w:ascii="Arial" w:hAnsi="Arial" w:cs="Arial"/>
              </w:rPr>
            </w:pPr>
          </w:p>
          <w:p w14:paraId="1437453D" w14:textId="77777777" w:rsidR="00E31612" w:rsidRPr="00985C3C" w:rsidRDefault="00E31612" w:rsidP="002870A8">
            <w:pPr>
              <w:pStyle w:val="TableBody"/>
              <w:rPr>
                <w:rFonts w:ascii="Arial" w:hAnsi="Arial" w:cs="Arial"/>
              </w:rPr>
            </w:pPr>
          </w:p>
        </w:tc>
      </w:tr>
      <w:tr w:rsidR="002870A8" w:rsidRPr="00985C3C" w14:paraId="6C4CB99A" w14:textId="77777777" w:rsidTr="00E31612">
        <w:trPr>
          <w:cnfStyle w:val="000000010000" w:firstRow="0" w:lastRow="0" w:firstColumn="0" w:lastColumn="0" w:oddVBand="0" w:evenVBand="0" w:oddHBand="0" w:evenHBand="1" w:firstRowFirstColumn="0" w:firstRowLastColumn="0" w:lastRowFirstColumn="0" w:lastRowLastColumn="0"/>
        </w:trPr>
        <w:tc>
          <w:tcPr>
            <w:tcW w:w="2694" w:type="dxa"/>
          </w:tcPr>
          <w:p w14:paraId="5C79372A" w14:textId="1ACD666A" w:rsidR="002870A8" w:rsidRPr="00985C3C" w:rsidRDefault="00E31612" w:rsidP="00E31612">
            <w:pPr>
              <w:pStyle w:val="TableBody"/>
              <w:rPr>
                <w:rFonts w:ascii="Arial" w:hAnsi="Arial" w:cs="Arial"/>
              </w:rPr>
            </w:pPr>
            <w:r w:rsidRPr="00985C3C">
              <w:rPr>
                <w:rFonts w:ascii="Arial" w:hAnsi="Arial" w:cs="Arial"/>
              </w:rPr>
              <w:t>Email</w:t>
            </w:r>
          </w:p>
        </w:tc>
        <w:tc>
          <w:tcPr>
            <w:tcW w:w="6332" w:type="dxa"/>
          </w:tcPr>
          <w:p w14:paraId="31462D83" w14:textId="77777777" w:rsidR="002870A8" w:rsidRPr="00985C3C" w:rsidRDefault="002870A8" w:rsidP="002870A8">
            <w:pPr>
              <w:pStyle w:val="TableBody"/>
              <w:rPr>
                <w:rFonts w:ascii="Arial" w:hAnsi="Arial" w:cs="Arial"/>
              </w:rPr>
            </w:pPr>
          </w:p>
        </w:tc>
      </w:tr>
      <w:tr w:rsidR="002870A8" w:rsidRPr="00985C3C" w14:paraId="1B952929" w14:textId="77777777" w:rsidTr="00E31612">
        <w:trPr>
          <w:cnfStyle w:val="000000100000" w:firstRow="0" w:lastRow="0" w:firstColumn="0" w:lastColumn="0" w:oddVBand="0" w:evenVBand="0" w:oddHBand="1" w:evenHBand="0" w:firstRowFirstColumn="0" w:firstRowLastColumn="0" w:lastRowFirstColumn="0" w:lastRowLastColumn="0"/>
        </w:trPr>
        <w:tc>
          <w:tcPr>
            <w:tcW w:w="2694" w:type="dxa"/>
          </w:tcPr>
          <w:p w14:paraId="56793FEE" w14:textId="54DEA64E" w:rsidR="002870A8" w:rsidRPr="00985C3C" w:rsidRDefault="00E31612" w:rsidP="002870A8">
            <w:pPr>
              <w:pStyle w:val="TableBody"/>
              <w:rPr>
                <w:rFonts w:ascii="Arial" w:hAnsi="Arial" w:cs="Arial"/>
              </w:rPr>
            </w:pPr>
            <w:r w:rsidRPr="00985C3C">
              <w:rPr>
                <w:rFonts w:ascii="Arial" w:hAnsi="Arial" w:cs="Arial"/>
              </w:rPr>
              <w:t>Phone</w:t>
            </w:r>
          </w:p>
        </w:tc>
        <w:tc>
          <w:tcPr>
            <w:tcW w:w="6332" w:type="dxa"/>
          </w:tcPr>
          <w:p w14:paraId="04967863" w14:textId="77777777" w:rsidR="002870A8" w:rsidRPr="00985C3C" w:rsidRDefault="002870A8" w:rsidP="002870A8">
            <w:pPr>
              <w:pStyle w:val="TableBody"/>
              <w:rPr>
                <w:rFonts w:ascii="Arial" w:hAnsi="Arial" w:cs="Arial"/>
              </w:rPr>
            </w:pPr>
          </w:p>
        </w:tc>
      </w:tr>
    </w:tbl>
    <w:p w14:paraId="041D6D09" w14:textId="77777777" w:rsidR="00E31612" w:rsidRPr="00985C3C" w:rsidRDefault="00E31612" w:rsidP="00E31612">
      <w:pPr>
        <w:rPr>
          <w:rFonts w:ascii="Arial" w:hAnsi="Arial" w:cs="Arial"/>
        </w:rPr>
      </w:pPr>
    </w:p>
    <w:p w14:paraId="7FE3D725" w14:textId="77777777" w:rsidR="00EA6BB1" w:rsidRPr="00985C3C" w:rsidRDefault="00EA6BB1" w:rsidP="00E31612">
      <w:pPr>
        <w:pStyle w:val="BodyText"/>
        <w:rPr>
          <w:rFonts w:ascii="Arial" w:hAnsi="Arial" w:cs="Arial"/>
        </w:rPr>
      </w:pPr>
      <w:r w:rsidRPr="00985C3C">
        <w:rPr>
          <w:rFonts w:ascii="Arial" w:hAnsi="Arial" w:cs="Arial"/>
        </w:rPr>
        <w:t xml:space="preserve">Submissions may be lodged at www.productivity.govt.nz or emailed </w:t>
      </w:r>
      <w:r w:rsidRPr="0031525E">
        <w:rPr>
          <w:rFonts w:ascii="Arial" w:hAnsi="Arial" w:cs="Arial"/>
        </w:rPr>
        <w:t xml:space="preserve">to </w:t>
      </w:r>
      <w:hyperlink r:id="rId14" w:history="1">
        <w:r w:rsidRPr="0031525E">
          <w:rPr>
            <w:rStyle w:val="Hyperlink"/>
            <w:rFonts w:ascii="Arial" w:hAnsi="Arial" w:cs="Arial"/>
            <w:color w:val="auto"/>
          </w:rPr>
          <w:t>info@productivity.govt.nz</w:t>
        </w:r>
      </w:hyperlink>
      <w:r w:rsidRPr="0031525E">
        <w:rPr>
          <w:rFonts w:ascii="Arial" w:hAnsi="Arial" w:cs="Arial"/>
        </w:rPr>
        <w:t xml:space="preserve">. </w:t>
      </w:r>
      <w:r w:rsidRPr="00985C3C">
        <w:rPr>
          <w:rFonts w:ascii="Arial" w:hAnsi="Arial" w:cs="Arial"/>
        </w:rPr>
        <w:t xml:space="preserve">Word or searchable PDF format is preferred. Submissions may also be posted. Please email an electronic copy as well, if possible. </w:t>
      </w:r>
    </w:p>
    <w:p w14:paraId="4313FB80" w14:textId="62C19C74" w:rsidR="00E31612" w:rsidRPr="00985C3C" w:rsidRDefault="00E31612" w:rsidP="00E31612">
      <w:pPr>
        <w:pStyle w:val="BodyText"/>
        <w:rPr>
          <w:rFonts w:ascii="Arial" w:hAnsi="Arial" w:cs="Arial"/>
        </w:rPr>
      </w:pPr>
      <w:r w:rsidRPr="00985C3C">
        <w:rPr>
          <w:rFonts w:ascii="Arial" w:hAnsi="Arial" w:cs="Arial"/>
        </w:rPr>
        <w:t>The Commission will not accept submissions that, in its opinion, contain inappropriate or defamatory content</w:t>
      </w:r>
      <w:r w:rsidR="00EA6BB1" w:rsidRPr="00985C3C">
        <w:rPr>
          <w:rFonts w:ascii="Arial" w:hAnsi="Arial" w:cs="Arial"/>
        </w:rPr>
        <w:t>.</w:t>
      </w:r>
    </w:p>
    <w:p w14:paraId="70A428F3" w14:textId="77777777" w:rsidR="00E31612" w:rsidRPr="00985C3C" w:rsidRDefault="00E31612" w:rsidP="00985C3C">
      <w:pPr>
        <w:pStyle w:val="Heading2"/>
      </w:pPr>
      <w:bookmarkStart w:id="318" w:name="_Toc398822171"/>
      <w:bookmarkStart w:id="319" w:name="_Toc398822307"/>
      <w:bookmarkStart w:id="320" w:name="_Toc398903267"/>
      <w:bookmarkStart w:id="321" w:name="_Toc398905993"/>
      <w:bookmarkStart w:id="322" w:name="_Toc399168630"/>
      <w:bookmarkStart w:id="323" w:name="_Toc399168723"/>
      <w:bookmarkStart w:id="324" w:name="_Toc399758094"/>
      <w:bookmarkStart w:id="325" w:name="_Toc399758314"/>
      <w:bookmarkStart w:id="326" w:name="_Toc399772651"/>
      <w:bookmarkStart w:id="327" w:name="_Toc399854997"/>
      <w:bookmarkStart w:id="328" w:name="_Toc400116692"/>
      <w:bookmarkStart w:id="329" w:name="_Toc400117006"/>
      <w:bookmarkStart w:id="330" w:name="_Toc400117857"/>
      <w:bookmarkStart w:id="331" w:name="_Toc400463952"/>
      <w:bookmarkStart w:id="332" w:name="_Toc400465496"/>
      <w:bookmarkStart w:id="333" w:name="_Toc400531257"/>
      <w:bookmarkStart w:id="334" w:name="_Toc400532017"/>
      <w:bookmarkStart w:id="335" w:name="_Toc400551166"/>
      <w:bookmarkStart w:id="336" w:name="_Toc400551246"/>
      <w:bookmarkStart w:id="337" w:name="_Toc400634557"/>
      <w:bookmarkStart w:id="338" w:name="_Toc400634631"/>
      <w:bookmarkStart w:id="339" w:name="_Toc400636276"/>
      <w:bookmarkStart w:id="340" w:name="_Toc400636857"/>
      <w:bookmarkStart w:id="341" w:name="_Toc400718623"/>
      <w:bookmarkStart w:id="342" w:name="_Toc400721695"/>
      <w:bookmarkStart w:id="343" w:name="_Toc400973089"/>
      <w:bookmarkStart w:id="344" w:name="_Toc400976323"/>
      <w:bookmarkStart w:id="345" w:name="_Toc400978705"/>
      <w:bookmarkStart w:id="346" w:name="_Toc401826496"/>
      <w:bookmarkStart w:id="347" w:name="_Toc401827563"/>
      <w:bookmarkStart w:id="348" w:name="_Toc401827594"/>
      <w:bookmarkStart w:id="349" w:name="_Toc401827629"/>
      <w:bookmarkStart w:id="350" w:name="_Toc435105351"/>
      <w:bookmarkStart w:id="351" w:name="_Toc435193936"/>
      <w:bookmarkStart w:id="352" w:name="_Toc435447735"/>
      <w:bookmarkStart w:id="353" w:name="_Toc435541494"/>
      <w:bookmarkStart w:id="354" w:name="_Toc435543013"/>
      <w:bookmarkStart w:id="355" w:name="_Toc435548882"/>
      <w:bookmarkStart w:id="356" w:name="_Toc435615510"/>
      <w:bookmarkStart w:id="357" w:name="_Toc435624180"/>
      <w:bookmarkStart w:id="358" w:name="_Toc435628069"/>
      <w:bookmarkStart w:id="359" w:name="_Toc435628121"/>
      <w:bookmarkStart w:id="360" w:name="_Toc435628976"/>
      <w:bookmarkStart w:id="361" w:name="_Toc436399462"/>
      <w:bookmarkStart w:id="362" w:name="_Toc436399522"/>
      <w:bookmarkStart w:id="363" w:name="_Toc436399702"/>
      <w:bookmarkStart w:id="364" w:name="_Toc436733793"/>
      <w:bookmarkStart w:id="365" w:name="_Toc436738720"/>
      <w:bookmarkStart w:id="366" w:name="_Toc436739384"/>
      <w:bookmarkStart w:id="367" w:name="_Toc436750154"/>
      <w:bookmarkStart w:id="368" w:name="_Toc436750367"/>
      <w:bookmarkStart w:id="369" w:name="_Toc436750602"/>
      <w:bookmarkStart w:id="370" w:name="_Toc437254132"/>
      <w:bookmarkStart w:id="371" w:name="_Toc437341447"/>
      <w:bookmarkStart w:id="372" w:name="_Toc441226842"/>
      <w:bookmarkStart w:id="373" w:name="_Toc441586899"/>
      <w:bookmarkStart w:id="374" w:name="_Toc441588897"/>
      <w:bookmarkStart w:id="375" w:name="_Toc441589288"/>
      <w:bookmarkStart w:id="376" w:name="_Toc441590143"/>
      <w:bookmarkStart w:id="377" w:name="_Toc441674182"/>
      <w:bookmarkStart w:id="378" w:name="_Toc441674216"/>
      <w:bookmarkStart w:id="379" w:name="_Toc441674300"/>
      <w:bookmarkStart w:id="380" w:name="_Toc441742599"/>
      <w:bookmarkStart w:id="381" w:name="_Toc441743394"/>
      <w:bookmarkStart w:id="382" w:name="_Toc441749968"/>
      <w:bookmarkStart w:id="383" w:name="_Toc441763932"/>
      <w:bookmarkStart w:id="384" w:name="_Toc441766299"/>
      <w:bookmarkStart w:id="385" w:name="_Toc441766515"/>
      <w:bookmarkStart w:id="386" w:name="_Toc441841731"/>
      <w:bookmarkStart w:id="387" w:name="_Toc441841931"/>
      <w:bookmarkStart w:id="388" w:name="_Toc441842579"/>
      <w:bookmarkStart w:id="389" w:name="_Toc441937940"/>
      <w:bookmarkStart w:id="390" w:name="_Toc442101394"/>
      <w:bookmarkStart w:id="391" w:name="_Toc442101746"/>
      <w:bookmarkStart w:id="392" w:name="_Toc442103971"/>
      <w:bookmarkStart w:id="393" w:name="_Toc442104306"/>
      <w:bookmarkStart w:id="394" w:name="_Toc442108074"/>
      <w:bookmarkStart w:id="395" w:name="_Toc442121597"/>
      <w:bookmarkStart w:id="396" w:name="_Toc442176402"/>
      <w:bookmarkStart w:id="397" w:name="_Toc442176946"/>
      <w:bookmarkStart w:id="398" w:name="_Toc442179543"/>
      <w:bookmarkStart w:id="399" w:name="_Toc442179593"/>
      <w:bookmarkStart w:id="400" w:name="_Toc442367624"/>
      <w:bookmarkStart w:id="401" w:name="_Toc442453276"/>
      <w:bookmarkStart w:id="402" w:name="_Toc442777335"/>
      <w:bookmarkStart w:id="403" w:name="_Toc442795731"/>
      <w:bookmarkStart w:id="404" w:name="_Toc442799984"/>
      <w:bookmarkStart w:id="405" w:name="_Toc442800660"/>
      <w:bookmarkStart w:id="406" w:name="_Toc442878076"/>
      <w:bookmarkStart w:id="407" w:name="_Toc442878263"/>
      <w:bookmarkStart w:id="408" w:name="_Toc442878486"/>
      <w:bookmarkStart w:id="409" w:name="_Toc442879229"/>
      <w:bookmarkStart w:id="410" w:name="_Toc442879283"/>
      <w:bookmarkStart w:id="411" w:name="_Toc442879495"/>
      <w:bookmarkStart w:id="412" w:name="_Toc442879582"/>
      <w:bookmarkStart w:id="413" w:name="_Toc442879621"/>
      <w:bookmarkStart w:id="414" w:name="_Toc442882655"/>
      <w:bookmarkStart w:id="415" w:name="_Toc442882978"/>
      <w:bookmarkStart w:id="416" w:name="_Toc442883193"/>
      <w:bookmarkStart w:id="417" w:name="_Toc442887799"/>
      <w:bookmarkStart w:id="418" w:name="_Toc442888070"/>
      <w:bookmarkStart w:id="419" w:name="_Toc442888985"/>
      <w:bookmarkStart w:id="420" w:name="_Toc442949793"/>
      <w:bookmarkStart w:id="421" w:name="_Toc442949840"/>
      <w:bookmarkStart w:id="422" w:name="_Toc442965031"/>
      <w:bookmarkStart w:id="423" w:name="_Toc442966226"/>
      <w:bookmarkStart w:id="424" w:name="_Toc442966273"/>
      <w:bookmarkStart w:id="425" w:name="_Toc442969289"/>
      <w:bookmarkStart w:id="426" w:name="_Toc442970682"/>
      <w:bookmarkStart w:id="427" w:name="_Toc442972381"/>
      <w:bookmarkStart w:id="428" w:name="_Toc442974334"/>
      <w:bookmarkStart w:id="429" w:name="_Toc443030680"/>
      <w:bookmarkStart w:id="430" w:name="_Toc443032446"/>
      <w:bookmarkStart w:id="431" w:name="_Toc443037137"/>
      <w:bookmarkStart w:id="432" w:name="_Toc443037303"/>
      <w:bookmarkStart w:id="433" w:name="_Toc443402343"/>
      <w:bookmarkStart w:id="434" w:name="_Toc443402524"/>
      <w:bookmarkStart w:id="435" w:name="_Toc443402580"/>
      <w:bookmarkStart w:id="436" w:name="_Toc443402939"/>
      <w:bookmarkStart w:id="437" w:name="_Toc443404516"/>
      <w:bookmarkStart w:id="438" w:name="_Toc443405822"/>
      <w:bookmarkStart w:id="439" w:name="_Toc443406061"/>
      <w:bookmarkStart w:id="440" w:name="_Toc443488060"/>
      <w:bookmarkStart w:id="441" w:name="_Toc443489612"/>
      <w:bookmarkStart w:id="442" w:name="_Toc443490450"/>
      <w:bookmarkStart w:id="443" w:name="_Toc443491334"/>
      <w:bookmarkStart w:id="444" w:name="_Toc443494087"/>
      <w:bookmarkStart w:id="445" w:name="_Toc443494914"/>
      <w:bookmarkStart w:id="446" w:name="_Toc443899588"/>
      <w:bookmarkStart w:id="447" w:name="_Toc443916821"/>
      <w:bookmarkStart w:id="448" w:name="_Toc443918102"/>
      <w:r w:rsidRPr="00985C3C">
        <w:t>What the Commission will do with submissions</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64C3EF1B" w14:textId="77777777" w:rsidR="00E31612" w:rsidRPr="00985C3C" w:rsidRDefault="00E31612" w:rsidP="00E31612">
      <w:pPr>
        <w:pStyle w:val="BodyText"/>
        <w:rPr>
          <w:rFonts w:ascii="Arial" w:hAnsi="Arial" w:cs="Arial"/>
        </w:rPr>
      </w:pPr>
      <w:r w:rsidRPr="00985C3C">
        <w:rPr>
          <w:rFonts w:ascii="Arial" w:hAnsi="Arial" w:cs="Arial"/>
        </w:rPr>
        <w:t xml:space="preserve">The Commission seeks to have as much information as possible on the public record. Submissions will become publicly available documents on the Commission’s website shortly after receipt unless accompanied by a request to delay release for a short period. </w:t>
      </w:r>
    </w:p>
    <w:p w14:paraId="4BB8D053" w14:textId="18AEF725" w:rsidR="00E31612" w:rsidRPr="00985C3C" w:rsidRDefault="00E31612" w:rsidP="00E31612">
      <w:pPr>
        <w:pStyle w:val="BodyText"/>
        <w:rPr>
          <w:rFonts w:ascii="Arial" w:hAnsi="Arial" w:cs="Arial"/>
        </w:rPr>
      </w:pPr>
      <w:r w:rsidRPr="00985C3C">
        <w:rPr>
          <w:rFonts w:ascii="Arial" w:hAnsi="Arial" w:cs="Arial"/>
        </w:rPr>
        <w:lastRenderedPageBreak/>
        <w:t>The Commission is subject to the Official Information Act 1982, and can accept material in confidence only under special circumstances. Please contact the Commission before submitting such material.</w:t>
      </w:r>
      <w:bookmarkStart w:id="449" w:name="_Toc398822168"/>
      <w:bookmarkStart w:id="450" w:name="_Toc398822304"/>
      <w:bookmarkStart w:id="451" w:name="_Toc398903265"/>
      <w:bookmarkStart w:id="452" w:name="_Toc398905991"/>
      <w:bookmarkStart w:id="453" w:name="_Toc399168628"/>
      <w:bookmarkStart w:id="454" w:name="_Toc399168721"/>
      <w:bookmarkStart w:id="455" w:name="_Toc399758092"/>
      <w:bookmarkStart w:id="456" w:name="_Toc399758312"/>
      <w:bookmarkStart w:id="457" w:name="_Toc399772649"/>
      <w:bookmarkStart w:id="458" w:name="_Toc399854995"/>
      <w:bookmarkStart w:id="459" w:name="_Toc400116690"/>
      <w:bookmarkStart w:id="460" w:name="_Toc400117004"/>
      <w:bookmarkStart w:id="461" w:name="_Toc400117855"/>
      <w:bookmarkStart w:id="462" w:name="_Toc400463950"/>
      <w:bookmarkStart w:id="463" w:name="_Toc400465494"/>
      <w:bookmarkStart w:id="464" w:name="_Toc400531255"/>
      <w:bookmarkStart w:id="465" w:name="_Toc400532015"/>
      <w:bookmarkStart w:id="466" w:name="_Toc400551164"/>
      <w:bookmarkStart w:id="467" w:name="_Toc400551244"/>
      <w:bookmarkStart w:id="468" w:name="_Toc400634555"/>
      <w:bookmarkStart w:id="469" w:name="_Toc400634629"/>
      <w:bookmarkStart w:id="470" w:name="_Toc400636274"/>
      <w:bookmarkStart w:id="471" w:name="_Toc400636855"/>
      <w:bookmarkStart w:id="472" w:name="_Toc400718621"/>
      <w:bookmarkStart w:id="473" w:name="_Toc400721693"/>
      <w:bookmarkStart w:id="474" w:name="_Toc400973087"/>
      <w:bookmarkStart w:id="475" w:name="_Toc400976321"/>
      <w:bookmarkStart w:id="476" w:name="_Toc400978703"/>
      <w:bookmarkStart w:id="477" w:name="_Toc401826494"/>
      <w:bookmarkStart w:id="478" w:name="_Toc401827561"/>
      <w:bookmarkStart w:id="479" w:name="_Toc401827592"/>
      <w:bookmarkStart w:id="480" w:name="_Toc401827627"/>
      <w:bookmarkStart w:id="481" w:name="_Toc435105349"/>
      <w:bookmarkStart w:id="482" w:name="_Toc435193934"/>
      <w:bookmarkStart w:id="483" w:name="_Toc435447733"/>
      <w:bookmarkStart w:id="484" w:name="_Toc435541492"/>
      <w:bookmarkStart w:id="485" w:name="_Toc435543011"/>
      <w:bookmarkStart w:id="486" w:name="_Toc435548880"/>
      <w:bookmarkStart w:id="487" w:name="_Toc435615508"/>
      <w:bookmarkStart w:id="488" w:name="_Toc435624178"/>
      <w:bookmarkStart w:id="489" w:name="_Toc435628067"/>
      <w:bookmarkStart w:id="490" w:name="_Toc435628119"/>
      <w:bookmarkStart w:id="491" w:name="_Toc435628974"/>
      <w:bookmarkStart w:id="492" w:name="_Toc436399460"/>
      <w:bookmarkStart w:id="493" w:name="_Toc436399520"/>
      <w:bookmarkStart w:id="494" w:name="_Toc436399700"/>
      <w:bookmarkStart w:id="495" w:name="_Toc436733791"/>
      <w:bookmarkStart w:id="496" w:name="_Toc436738718"/>
      <w:bookmarkStart w:id="497" w:name="_Toc436739382"/>
      <w:bookmarkStart w:id="498" w:name="_Toc436750152"/>
      <w:bookmarkStart w:id="499" w:name="_Toc436750365"/>
      <w:bookmarkStart w:id="500" w:name="_Toc436750600"/>
      <w:bookmarkStart w:id="501" w:name="_Toc437254130"/>
      <w:bookmarkStart w:id="502" w:name="_Toc437341445"/>
      <w:bookmarkStart w:id="503" w:name="_Toc441226840"/>
      <w:r w:rsidRPr="00985C3C">
        <w:rPr>
          <w:rFonts w:ascii="Arial" w:hAnsi="Arial" w:cs="Arial"/>
        </w:rPr>
        <w:t xml:space="preserve"> </w:t>
      </w:r>
    </w:p>
    <w:p w14:paraId="43222F60" w14:textId="77777777" w:rsidR="00EA6BB1" w:rsidRPr="00985C3C" w:rsidRDefault="00EA6BB1" w:rsidP="00985C3C">
      <w:pPr>
        <w:pStyle w:val="Heading2"/>
      </w:pPr>
      <w:r w:rsidRPr="00985C3C">
        <w:t>Key inquiry dates</w:t>
      </w:r>
    </w:p>
    <w:p w14:paraId="1180478D" w14:textId="77777777" w:rsidR="00EA6BB1" w:rsidRPr="00985C3C" w:rsidRDefault="00EA6BB1" w:rsidP="00EA6BB1">
      <w:pPr>
        <w:pStyle w:val="BodyText"/>
        <w:rPr>
          <w:rFonts w:ascii="Arial" w:hAnsi="Arial" w:cs="Arial"/>
        </w:rPr>
      </w:pPr>
      <w:r w:rsidRPr="00985C3C">
        <w:rPr>
          <w:rFonts w:ascii="Arial" w:hAnsi="Arial" w:cs="Arial"/>
        </w:rPr>
        <w:t>Receipt of terms of reference:</w:t>
      </w:r>
      <w:r w:rsidRPr="00985C3C">
        <w:rPr>
          <w:rFonts w:ascii="Arial" w:hAnsi="Arial" w:cs="Arial"/>
        </w:rPr>
        <w:tab/>
      </w:r>
      <w:r w:rsidRPr="00985C3C">
        <w:rPr>
          <w:rFonts w:ascii="Arial" w:hAnsi="Arial" w:cs="Arial"/>
        </w:rPr>
        <w:tab/>
        <w:t>3 November 2015</w:t>
      </w:r>
    </w:p>
    <w:p w14:paraId="01459F41" w14:textId="77777777" w:rsidR="00EA6BB1" w:rsidRPr="00985C3C" w:rsidRDefault="00EA6BB1" w:rsidP="00EA6BB1">
      <w:pPr>
        <w:pStyle w:val="BodyText"/>
        <w:rPr>
          <w:rFonts w:ascii="Arial" w:hAnsi="Arial" w:cs="Arial"/>
        </w:rPr>
      </w:pPr>
      <w:r w:rsidRPr="00985C3C">
        <w:rPr>
          <w:rFonts w:ascii="Arial" w:hAnsi="Arial" w:cs="Arial"/>
        </w:rPr>
        <w:t>Due date for initial submissions:</w:t>
      </w:r>
      <w:r w:rsidRPr="00985C3C">
        <w:rPr>
          <w:rFonts w:ascii="Arial" w:hAnsi="Arial" w:cs="Arial"/>
        </w:rPr>
        <w:tab/>
        <w:t>4 May 2016</w:t>
      </w:r>
    </w:p>
    <w:p w14:paraId="66FB2879" w14:textId="77777777" w:rsidR="00EA6BB1" w:rsidRPr="00985C3C" w:rsidRDefault="00EA6BB1" w:rsidP="00EA6BB1">
      <w:pPr>
        <w:pStyle w:val="BodyText"/>
        <w:rPr>
          <w:rFonts w:ascii="Arial" w:hAnsi="Arial" w:cs="Arial"/>
        </w:rPr>
      </w:pPr>
      <w:r w:rsidRPr="00985C3C">
        <w:rPr>
          <w:rFonts w:ascii="Arial" w:hAnsi="Arial" w:cs="Arial"/>
        </w:rPr>
        <w:t>Release of draft report:</w:t>
      </w:r>
      <w:r w:rsidRPr="00985C3C">
        <w:rPr>
          <w:rFonts w:ascii="Arial" w:hAnsi="Arial" w:cs="Arial"/>
        </w:rPr>
        <w:tab/>
      </w:r>
      <w:r w:rsidRPr="00985C3C">
        <w:rPr>
          <w:rFonts w:ascii="Arial" w:hAnsi="Arial" w:cs="Arial"/>
        </w:rPr>
        <w:tab/>
      </w:r>
      <w:r w:rsidRPr="00985C3C">
        <w:rPr>
          <w:rFonts w:ascii="Arial" w:hAnsi="Arial" w:cs="Arial"/>
        </w:rPr>
        <w:tab/>
        <w:t>September 2016</w:t>
      </w:r>
    </w:p>
    <w:p w14:paraId="4C4C9C13" w14:textId="77777777" w:rsidR="00EA6BB1" w:rsidRPr="00985C3C" w:rsidRDefault="00EA6BB1" w:rsidP="00EA6BB1">
      <w:pPr>
        <w:pStyle w:val="BodyText"/>
        <w:rPr>
          <w:rFonts w:ascii="Arial" w:hAnsi="Arial" w:cs="Arial"/>
        </w:rPr>
      </w:pPr>
      <w:r w:rsidRPr="00985C3C">
        <w:rPr>
          <w:rFonts w:ascii="Arial" w:hAnsi="Arial" w:cs="Arial"/>
        </w:rPr>
        <w:t>Draft report submissions due:</w:t>
      </w:r>
      <w:r w:rsidRPr="00985C3C">
        <w:rPr>
          <w:rFonts w:ascii="Arial" w:hAnsi="Arial" w:cs="Arial"/>
        </w:rPr>
        <w:tab/>
      </w:r>
      <w:r w:rsidRPr="00985C3C">
        <w:rPr>
          <w:rFonts w:ascii="Arial" w:hAnsi="Arial" w:cs="Arial"/>
        </w:rPr>
        <w:tab/>
        <w:t>November 2016</w:t>
      </w:r>
    </w:p>
    <w:p w14:paraId="320C5C58" w14:textId="77777777" w:rsidR="00EA6BB1" w:rsidRPr="00985C3C" w:rsidRDefault="00EA6BB1" w:rsidP="00EA6BB1">
      <w:pPr>
        <w:pStyle w:val="BodyText"/>
        <w:rPr>
          <w:rFonts w:ascii="Arial" w:hAnsi="Arial" w:cs="Arial"/>
        </w:rPr>
      </w:pPr>
      <w:r w:rsidRPr="00985C3C">
        <w:rPr>
          <w:rFonts w:ascii="Arial" w:hAnsi="Arial" w:cs="Arial"/>
        </w:rPr>
        <w:t>Final report to Government:</w:t>
      </w:r>
      <w:r w:rsidRPr="00985C3C">
        <w:rPr>
          <w:rFonts w:ascii="Arial" w:hAnsi="Arial" w:cs="Arial"/>
        </w:rPr>
        <w:tab/>
      </w:r>
      <w:r w:rsidRPr="00985C3C">
        <w:rPr>
          <w:rFonts w:ascii="Arial" w:hAnsi="Arial" w:cs="Arial"/>
        </w:rPr>
        <w:tab/>
        <w:t>28 February 2017</w:t>
      </w:r>
    </w:p>
    <w:p w14:paraId="1F3F74D6" w14:textId="77777777" w:rsidR="00EA6BB1" w:rsidRPr="00985C3C" w:rsidRDefault="00EA6BB1" w:rsidP="00EA6BB1">
      <w:pPr>
        <w:pStyle w:val="OverviewHeading2"/>
        <w:rPr>
          <w:rFonts w:ascii="Arial" w:hAnsi="Arial" w:cs="Arial"/>
          <w:b/>
        </w:rPr>
      </w:pPr>
      <w:bookmarkStart w:id="504" w:name="_Toc398822167"/>
      <w:bookmarkStart w:id="505" w:name="_Toc398822303"/>
      <w:bookmarkStart w:id="506" w:name="_Toc398903264"/>
      <w:bookmarkStart w:id="507" w:name="_Toc398905990"/>
      <w:bookmarkStart w:id="508" w:name="_Toc399168627"/>
      <w:bookmarkStart w:id="509" w:name="_Toc399168720"/>
      <w:bookmarkStart w:id="510" w:name="_Toc399758091"/>
      <w:bookmarkStart w:id="511" w:name="_Toc399758311"/>
      <w:bookmarkStart w:id="512" w:name="_Toc399772648"/>
      <w:bookmarkStart w:id="513" w:name="_Toc399854994"/>
      <w:bookmarkStart w:id="514" w:name="_Toc400116689"/>
      <w:bookmarkStart w:id="515" w:name="_Toc400117003"/>
      <w:bookmarkStart w:id="516" w:name="_Toc400117854"/>
      <w:bookmarkStart w:id="517" w:name="_Toc400463949"/>
      <w:bookmarkStart w:id="518" w:name="_Toc400465493"/>
      <w:bookmarkStart w:id="519" w:name="_Toc400531254"/>
      <w:bookmarkStart w:id="520" w:name="_Toc400532014"/>
      <w:bookmarkStart w:id="521" w:name="_Toc400551163"/>
      <w:bookmarkStart w:id="522" w:name="_Toc400551243"/>
      <w:bookmarkStart w:id="523" w:name="_Toc400634554"/>
      <w:bookmarkStart w:id="524" w:name="_Toc400634628"/>
      <w:bookmarkStart w:id="525" w:name="_Toc400636273"/>
      <w:bookmarkStart w:id="526" w:name="_Toc400636854"/>
      <w:bookmarkStart w:id="527" w:name="_Toc400718620"/>
      <w:bookmarkStart w:id="528" w:name="_Toc400721692"/>
      <w:bookmarkStart w:id="529" w:name="_Toc400973086"/>
      <w:bookmarkStart w:id="530" w:name="_Toc400976320"/>
      <w:bookmarkStart w:id="531" w:name="_Toc400978702"/>
      <w:bookmarkStart w:id="532" w:name="_Toc401826493"/>
      <w:bookmarkStart w:id="533" w:name="_Toc401827560"/>
      <w:bookmarkStart w:id="534" w:name="_Toc401827591"/>
      <w:bookmarkStart w:id="535" w:name="_Toc401827626"/>
      <w:bookmarkStart w:id="536" w:name="_Toc435105348"/>
      <w:bookmarkStart w:id="537" w:name="_Toc435193933"/>
      <w:bookmarkStart w:id="538" w:name="_Toc435447732"/>
      <w:bookmarkStart w:id="539" w:name="_Toc435541491"/>
      <w:bookmarkStart w:id="540" w:name="_Toc435543010"/>
      <w:bookmarkStart w:id="541" w:name="_Toc435548879"/>
      <w:bookmarkStart w:id="542" w:name="_Toc435615507"/>
      <w:bookmarkStart w:id="543" w:name="_Toc435624177"/>
      <w:bookmarkStart w:id="544" w:name="_Toc435628066"/>
      <w:bookmarkStart w:id="545" w:name="_Toc435628118"/>
      <w:bookmarkStart w:id="546" w:name="_Toc435628973"/>
      <w:bookmarkStart w:id="547" w:name="_Toc436399459"/>
      <w:bookmarkStart w:id="548" w:name="_Toc436399519"/>
      <w:bookmarkStart w:id="549" w:name="_Toc436399699"/>
      <w:bookmarkStart w:id="550" w:name="_Toc436733790"/>
      <w:bookmarkStart w:id="551" w:name="_Toc436738717"/>
      <w:bookmarkStart w:id="552" w:name="_Toc436739381"/>
      <w:bookmarkStart w:id="553" w:name="_Toc436750151"/>
      <w:bookmarkStart w:id="554" w:name="_Toc436750364"/>
      <w:bookmarkStart w:id="555" w:name="_Toc436750599"/>
      <w:bookmarkStart w:id="556" w:name="_Toc437254129"/>
      <w:bookmarkStart w:id="557" w:name="_Toc437341444"/>
      <w:bookmarkStart w:id="558" w:name="_Toc441226839"/>
      <w:bookmarkStart w:id="559" w:name="_Toc441586896"/>
      <w:bookmarkStart w:id="560" w:name="_Toc441588894"/>
      <w:bookmarkStart w:id="561" w:name="_Toc441589285"/>
      <w:bookmarkStart w:id="562" w:name="_Toc441590140"/>
      <w:bookmarkStart w:id="563" w:name="_Toc441674179"/>
      <w:bookmarkStart w:id="564" w:name="_Toc441674213"/>
      <w:bookmarkStart w:id="565" w:name="_Toc441674259"/>
      <w:bookmarkStart w:id="566" w:name="_Toc441674297"/>
      <w:bookmarkStart w:id="567" w:name="_Toc441742596"/>
      <w:bookmarkStart w:id="568" w:name="_Toc441743391"/>
      <w:bookmarkStart w:id="569" w:name="_Toc441749965"/>
      <w:bookmarkStart w:id="570" w:name="_Toc441763929"/>
      <w:bookmarkStart w:id="571" w:name="_Toc441766296"/>
      <w:bookmarkStart w:id="572" w:name="_Toc441766512"/>
      <w:bookmarkStart w:id="573" w:name="_Toc441841728"/>
      <w:bookmarkStart w:id="574" w:name="_Toc441841928"/>
      <w:bookmarkStart w:id="575" w:name="_Toc441842576"/>
      <w:bookmarkStart w:id="576" w:name="_Toc441937937"/>
      <w:bookmarkStart w:id="577" w:name="_Toc442101391"/>
      <w:bookmarkStart w:id="578" w:name="_Toc442101743"/>
      <w:bookmarkStart w:id="579" w:name="_Toc442103968"/>
      <w:bookmarkStart w:id="580" w:name="_Toc442104303"/>
      <w:bookmarkStart w:id="581" w:name="_Toc442108071"/>
      <w:bookmarkStart w:id="582" w:name="_Toc442121594"/>
      <w:bookmarkStart w:id="583" w:name="_Toc442176399"/>
      <w:bookmarkStart w:id="584" w:name="_Toc442176943"/>
      <w:bookmarkStart w:id="585" w:name="_Toc442179540"/>
      <w:bookmarkStart w:id="586" w:name="_Toc442179590"/>
      <w:bookmarkStart w:id="587" w:name="_Toc442367621"/>
      <w:bookmarkStart w:id="588" w:name="_Toc442453273"/>
      <w:bookmarkStart w:id="589" w:name="_Toc442777332"/>
      <w:bookmarkStart w:id="590" w:name="_Toc442795728"/>
      <w:bookmarkStart w:id="591" w:name="_Toc442799981"/>
      <w:bookmarkStart w:id="592" w:name="_Toc442800657"/>
      <w:bookmarkStart w:id="593" w:name="_Toc442878073"/>
      <w:bookmarkStart w:id="594" w:name="_Toc442878260"/>
      <w:bookmarkStart w:id="595" w:name="_Toc442878483"/>
      <w:bookmarkStart w:id="596" w:name="_Toc442879226"/>
      <w:bookmarkStart w:id="597" w:name="_Toc442879280"/>
      <w:bookmarkStart w:id="598" w:name="_Toc442879492"/>
      <w:bookmarkStart w:id="599" w:name="_Toc442879579"/>
      <w:bookmarkStart w:id="600" w:name="_Toc442879618"/>
      <w:bookmarkStart w:id="601" w:name="_Toc442882652"/>
      <w:bookmarkStart w:id="602" w:name="_Toc442882975"/>
      <w:bookmarkStart w:id="603" w:name="_Toc442883190"/>
      <w:bookmarkStart w:id="604" w:name="_Toc442887796"/>
      <w:bookmarkStart w:id="605" w:name="_Toc442888067"/>
      <w:bookmarkStart w:id="606" w:name="_Toc442888982"/>
      <w:bookmarkStart w:id="607" w:name="_Toc442949790"/>
      <w:bookmarkStart w:id="608" w:name="_Toc442949837"/>
      <w:bookmarkStart w:id="609" w:name="_Toc442965028"/>
      <w:bookmarkStart w:id="610" w:name="_Toc442966223"/>
      <w:bookmarkStart w:id="611" w:name="_Toc442966270"/>
      <w:bookmarkStart w:id="612" w:name="_Toc442969286"/>
      <w:bookmarkStart w:id="613" w:name="_Toc442970679"/>
      <w:bookmarkStart w:id="614" w:name="_Toc442972378"/>
      <w:bookmarkStart w:id="615" w:name="_Toc442974331"/>
      <w:bookmarkStart w:id="616" w:name="_Toc443030677"/>
      <w:bookmarkStart w:id="617" w:name="_Toc443032443"/>
      <w:bookmarkStart w:id="618" w:name="_Toc443037134"/>
      <w:bookmarkStart w:id="619" w:name="_Toc443037300"/>
      <w:bookmarkStart w:id="620" w:name="_Toc443402340"/>
      <w:bookmarkStart w:id="621" w:name="_Toc443402521"/>
      <w:bookmarkStart w:id="622" w:name="_Toc443402577"/>
      <w:bookmarkStart w:id="623" w:name="_Toc443402936"/>
      <w:bookmarkStart w:id="624" w:name="_Toc443404513"/>
      <w:bookmarkStart w:id="625" w:name="_Toc443405819"/>
      <w:bookmarkStart w:id="626" w:name="_Toc443406058"/>
      <w:bookmarkStart w:id="627" w:name="_Toc443488057"/>
      <w:bookmarkStart w:id="628" w:name="_Toc443489609"/>
      <w:bookmarkStart w:id="629" w:name="_Toc443490447"/>
      <w:bookmarkStart w:id="630" w:name="_Toc443491331"/>
      <w:bookmarkStart w:id="631" w:name="_Toc443494084"/>
      <w:bookmarkStart w:id="632" w:name="_Toc443494911"/>
      <w:bookmarkStart w:id="633" w:name="_Toc443899585"/>
      <w:bookmarkStart w:id="634" w:name="_Toc443916818"/>
      <w:bookmarkStart w:id="635" w:name="_Toc443918099"/>
      <w:r w:rsidRPr="00985C3C">
        <w:rPr>
          <w:rFonts w:ascii="Arial" w:hAnsi="Arial" w:cs="Arial"/>
          <w:b/>
        </w:rPr>
        <w:t>Contacts</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6071F98D" w14:textId="77777777" w:rsidR="00EA6BB1" w:rsidRPr="00985C3C" w:rsidRDefault="00EA6BB1" w:rsidP="00EA6BB1">
      <w:pPr>
        <w:pStyle w:val="BodyText"/>
        <w:rPr>
          <w:rFonts w:ascii="Arial" w:hAnsi="Arial" w:cs="Arial"/>
        </w:rPr>
      </w:pPr>
      <w:r w:rsidRPr="00985C3C">
        <w:rPr>
          <w:rFonts w:ascii="Arial" w:hAnsi="Arial" w:cs="Arial"/>
        </w:rPr>
        <w:t>For further information about the inquiry, please contact:</w:t>
      </w:r>
    </w:p>
    <w:p w14:paraId="0F7F7ED3" w14:textId="77777777" w:rsidR="00EA6BB1" w:rsidRPr="00985C3C" w:rsidRDefault="00EA6BB1" w:rsidP="00EA6BB1">
      <w:pPr>
        <w:pStyle w:val="BodyText"/>
        <w:keepNext/>
        <w:tabs>
          <w:tab w:val="left" w:pos="3686"/>
        </w:tabs>
        <w:spacing w:after="0"/>
        <w:rPr>
          <w:rFonts w:ascii="Arial" w:hAnsi="Arial" w:cs="Arial"/>
        </w:rPr>
      </w:pPr>
      <w:r w:rsidRPr="00985C3C">
        <w:rPr>
          <w:rFonts w:ascii="Arial" w:hAnsi="Arial" w:cs="Arial"/>
          <w:b/>
          <w:szCs w:val="21"/>
        </w:rPr>
        <w:t>Administrative</w:t>
      </w:r>
      <w:r w:rsidRPr="00985C3C">
        <w:rPr>
          <w:rFonts w:ascii="Arial" w:hAnsi="Arial" w:cs="Arial"/>
          <w:b/>
        </w:rPr>
        <w:t xml:space="preserve"> matters:</w:t>
      </w:r>
      <w:r w:rsidRPr="00985C3C">
        <w:rPr>
          <w:rFonts w:ascii="Arial" w:hAnsi="Arial" w:cs="Arial"/>
          <w:b/>
        </w:rPr>
        <w:tab/>
      </w:r>
      <w:r w:rsidRPr="00985C3C">
        <w:rPr>
          <w:rFonts w:ascii="Arial" w:hAnsi="Arial" w:cs="Arial"/>
        </w:rPr>
        <w:t>T: +64 4 903 5167</w:t>
      </w:r>
    </w:p>
    <w:p w14:paraId="29312E02"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 xml:space="preserve">E: </w:t>
      </w:r>
      <w:hyperlink r:id="rId15" w:history="1">
        <w:r w:rsidRPr="00985C3C">
          <w:rPr>
            <w:rStyle w:val="Hyperlink"/>
            <w:rFonts w:ascii="Arial" w:hAnsi="Arial" w:cs="Arial"/>
            <w:color w:val="auto"/>
          </w:rPr>
          <w:t>info@productivity.govt.nz</w:t>
        </w:r>
      </w:hyperlink>
      <w:r w:rsidRPr="00985C3C">
        <w:rPr>
          <w:rFonts w:ascii="Arial" w:hAnsi="Arial" w:cs="Arial"/>
        </w:rPr>
        <w:t xml:space="preserve"> </w:t>
      </w:r>
    </w:p>
    <w:p w14:paraId="5EBED5E5" w14:textId="77777777" w:rsidR="00EA6BB1" w:rsidRPr="00985C3C" w:rsidRDefault="00EA6BB1" w:rsidP="00EA6BB1">
      <w:pPr>
        <w:tabs>
          <w:tab w:val="left" w:pos="3686"/>
        </w:tabs>
        <w:rPr>
          <w:rFonts w:ascii="Arial" w:hAnsi="Arial" w:cs="Arial"/>
        </w:rPr>
      </w:pPr>
    </w:p>
    <w:p w14:paraId="5A20A3DB" w14:textId="77777777" w:rsidR="00EA6BB1" w:rsidRPr="00985C3C" w:rsidRDefault="00EA6BB1" w:rsidP="00EA6BB1">
      <w:pPr>
        <w:pStyle w:val="BodyText"/>
        <w:keepNext/>
        <w:tabs>
          <w:tab w:val="left" w:pos="3686"/>
        </w:tabs>
        <w:spacing w:after="0"/>
        <w:rPr>
          <w:rFonts w:ascii="Arial" w:hAnsi="Arial" w:cs="Arial"/>
        </w:rPr>
      </w:pPr>
      <w:r w:rsidRPr="00985C3C">
        <w:rPr>
          <w:rFonts w:ascii="Arial" w:hAnsi="Arial" w:cs="Arial"/>
          <w:b/>
        </w:rPr>
        <w:t>Other matters:</w:t>
      </w:r>
      <w:r w:rsidRPr="00985C3C">
        <w:rPr>
          <w:rFonts w:ascii="Arial" w:hAnsi="Arial" w:cs="Arial"/>
        </w:rPr>
        <w:tab/>
        <w:t>Judy Kavanagh</w:t>
      </w:r>
    </w:p>
    <w:p w14:paraId="313AF774"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Inquiry Director</w:t>
      </w:r>
    </w:p>
    <w:p w14:paraId="3E33F063"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T: +64 4 903 5165</w:t>
      </w:r>
    </w:p>
    <w:p w14:paraId="6999D83C" w14:textId="77777777" w:rsidR="00EA6BB1" w:rsidRPr="00985C3C" w:rsidRDefault="00EA6BB1" w:rsidP="00EA6BB1">
      <w:pPr>
        <w:pStyle w:val="BodyText"/>
        <w:tabs>
          <w:tab w:val="left" w:pos="3686"/>
        </w:tabs>
        <w:spacing w:after="0"/>
        <w:ind w:left="2835" w:firstLine="567"/>
        <w:rPr>
          <w:rFonts w:ascii="Arial" w:hAnsi="Arial" w:cs="Arial"/>
        </w:rPr>
      </w:pPr>
      <w:r w:rsidRPr="00985C3C">
        <w:rPr>
          <w:rFonts w:ascii="Arial" w:hAnsi="Arial" w:cs="Arial"/>
        </w:rPr>
        <w:tab/>
        <w:t xml:space="preserve">E: </w:t>
      </w:r>
      <w:hyperlink r:id="rId16" w:history="1">
        <w:r w:rsidRPr="00985C3C">
          <w:rPr>
            <w:rStyle w:val="Hyperlink"/>
            <w:rFonts w:ascii="Arial" w:hAnsi="Arial" w:cs="Arial"/>
            <w:color w:val="000000" w:themeColor="text1"/>
          </w:rPr>
          <w:t>judy.kavanagh@productivity.govt.nz</w:t>
        </w:r>
      </w:hyperlink>
      <w:r w:rsidRPr="00985C3C">
        <w:rPr>
          <w:rFonts w:ascii="Arial" w:hAnsi="Arial" w:cs="Arial"/>
        </w:rPr>
        <w:t xml:space="preserve"> </w:t>
      </w:r>
    </w:p>
    <w:p w14:paraId="4E096092" w14:textId="77777777" w:rsidR="00EA6BB1" w:rsidRPr="00985C3C" w:rsidRDefault="00EA6BB1" w:rsidP="00EA6BB1">
      <w:pPr>
        <w:pStyle w:val="BodyText"/>
        <w:tabs>
          <w:tab w:val="left" w:pos="3686"/>
        </w:tabs>
        <w:spacing w:after="0"/>
        <w:rPr>
          <w:rFonts w:ascii="Arial" w:hAnsi="Arial" w:cs="Arial"/>
        </w:rPr>
      </w:pPr>
    </w:p>
    <w:p w14:paraId="58CA94A8" w14:textId="77777777" w:rsidR="00EA6BB1" w:rsidRPr="00985C3C" w:rsidRDefault="00EA6BB1" w:rsidP="00EA6BB1">
      <w:pPr>
        <w:pStyle w:val="BodyText"/>
        <w:keepNext/>
        <w:tabs>
          <w:tab w:val="left" w:pos="3686"/>
        </w:tabs>
        <w:spacing w:after="0"/>
        <w:rPr>
          <w:rFonts w:ascii="Arial" w:hAnsi="Arial" w:cs="Arial"/>
        </w:rPr>
      </w:pPr>
      <w:r w:rsidRPr="00985C3C">
        <w:rPr>
          <w:rFonts w:ascii="Arial" w:hAnsi="Arial" w:cs="Arial"/>
          <w:b/>
        </w:rPr>
        <w:t>Postal address for submissions:</w:t>
      </w:r>
      <w:r w:rsidRPr="00985C3C">
        <w:rPr>
          <w:rFonts w:ascii="Arial" w:hAnsi="Arial" w:cs="Arial"/>
          <w:b/>
        </w:rPr>
        <w:tab/>
      </w:r>
      <w:r w:rsidRPr="00985C3C">
        <w:rPr>
          <w:rFonts w:ascii="Arial" w:hAnsi="Arial" w:cs="Arial"/>
        </w:rPr>
        <w:t>New models of tertiary education inquiry</w:t>
      </w:r>
    </w:p>
    <w:p w14:paraId="6EB5E624"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New Zealand Productivity Commission</w:t>
      </w:r>
    </w:p>
    <w:p w14:paraId="534AEF9C"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PO Box 8036</w:t>
      </w:r>
    </w:p>
    <w:p w14:paraId="7CD70950"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The Terrace</w:t>
      </w:r>
    </w:p>
    <w:p w14:paraId="608D3381" w14:textId="77777777" w:rsidR="00EA6BB1" w:rsidRPr="00985C3C" w:rsidRDefault="00EA6BB1" w:rsidP="00EA6BB1">
      <w:pPr>
        <w:pStyle w:val="BodyText"/>
        <w:tabs>
          <w:tab w:val="left" w:pos="3686"/>
        </w:tabs>
        <w:spacing w:after="0"/>
        <w:rPr>
          <w:rFonts w:ascii="Arial" w:hAnsi="Arial" w:cs="Arial"/>
        </w:rPr>
      </w:pPr>
      <w:r w:rsidRPr="00985C3C">
        <w:rPr>
          <w:rFonts w:ascii="Arial" w:hAnsi="Arial" w:cs="Arial"/>
        </w:rPr>
        <w:tab/>
        <w:t>WELLINGTON 6143</w:t>
      </w:r>
    </w:p>
    <w:p w14:paraId="23FDB601" w14:textId="77777777" w:rsidR="00EA6BB1" w:rsidRPr="00985C3C" w:rsidRDefault="00EA6BB1" w:rsidP="00EA6BB1">
      <w:pPr>
        <w:pStyle w:val="BodyText"/>
        <w:tabs>
          <w:tab w:val="left" w:pos="3686"/>
        </w:tabs>
        <w:spacing w:after="0"/>
        <w:rPr>
          <w:rFonts w:ascii="Arial" w:hAnsi="Arial" w:cs="Arial"/>
        </w:rPr>
      </w:pPr>
    </w:p>
    <w:p w14:paraId="573C0B8B" w14:textId="77777777" w:rsidR="00EA6BB1" w:rsidRPr="00985C3C" w:rsidRDefault="00EA6BB1" w:rsidP="00EA6BB1">
      <w:pPr>
        <w:pStyle w:val="BodyText"/>
        <w:tabs>
          <w:tab w:val="left" w:pos="3686"/>
        </w:tabs>
        <w:rPr>
          <w:rStyle w:val="Hyperlink"/>
          <w:rFonts w:ascii="Arial" w:hAnsi="Arial" w:cs="Arial"/>
        </w:rPr>
      </w:pPr>
      <w:r w:rsidRPr="00985C3C">
        <w:rPr>
          <w:rFonts w:ascii="Arial" w:hAnsi="Arial" w:cs="Arial"/>
          <w:b/>
        </w:rPr>
        <w:t>Website:</w:t>
      </w:r>
      <w:r w:rsidRPr="00985C3C">
        <w:rPr>
          <w:rFonts w:ascii="Arial" w:hAnsi="Arial" w:cs="Arial"/>
        </w:rPr>
        <w:tab/>
      </w:r>
      <w:r w:rsidRPr="00985C3C">
        <w:rPr>
          <w:rFonts w:ascii="Arial" w:hAnsi="Arial" w:cs="Arial"/>
        </w:rPr>
        <w:fldChar w:fldCharType="begin"/>
      </w:r>
      <w:r w:rsidRPr="00985C3C">
        <w:rPr>
          <w:rFonts w:ascii="Arial" w:hAnsi="Arial" w:cs="Arial"/>
        </w:rPr>
        <w:instrText xml:space="preserve"> HYPERLINK "http://www.productivity.govt.nz/" \o "Productivity Commission website" </w:instrText>
      </w:r>
      <w:r w:rsidRPr="00985C3C">
        <w:rPr>
          <w:rFonts w:ascii="Arial" w:hAnsi="Arial" w:cs="Arial"/>
        </w:rPr>
        <w:fldChar w:fldCharType="separate"/>
      </w:r>
      <w:r w:rsidRPr="00985C3C">
        <w:rPr>
          <w:rStyle w:val="Hyperlink"/>
          <w:rFonts w:ascii="Arial" w:hAnsi="Arial" w:cs="Arial"/>
          <w:color w:val="auto"/>
        </w:rPr>
        <w:t>www.productivity.govt.nz</w:t>
      </w:r>
    </w:p>
    <w:p w14:paraId="0FE4A6E3" w14:textId="23D89A29" w:rsidR="0031525E" w:rsidRDefault="00EA6BB1" w:rsidP="002870A8">
      <w:pPr>
        <w:pStyle w:val="BodyText"/>
        <w:rPr>
          <w:rFonts w:ascii="Arial" w:hAnsi="Arial" w:cs="Arial"/>
        </w:rPr>
        <w:sectPr w:rsidR="0031525E" w:rsidSect="0031525E">
          <w:headerReference w:type="even" r:id="rId17"/>
          <w:headerReference w:type="default" r:id="rId18"/>
          <w:headerReference w:type="first" r:id="rId19"/>
          <w:pgSz w:w="11906" w:h="16838" w:code="9"/>
          <w:pgMar w:top="1440" w:right="1440" w:bottom="1440" w:left="1440" w:header="425" w:footer="425" w:gutter="0"/>
          <w:cols w:space="708"/>
          <w:titlePg/>
          <w:docGrid w:linePitch="360"/>
        </w:sectPr>
      </w:pPr>
      <w:r w:rsidRPr="00985C3C">
        <w:rPr>
          <w:rFonts w:ascii="Arial" w:hAnsi="Arial" w:cs="Arial"/>
        </w:rPr>
        <w:fldChar w:fldCharType="end"/>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388B775D" w14:textId="3A6BE104" w:rsidR="000B40BA" w:rsidRPr="00985C3C" w:rsidRDefault="00985C3C" w:rsidP="00E31612">
      <w:pPr>
        <w:pStyle w:val="Heading6"/>
        <w:rPr>
          <w:rFonts w:ascii="Arial" w:hAnsi="Arial" w:cs="Arial"/>
          <w:b/>
        </w:rPr>
      </w:pPr>
      <w:r>
        <w:rPr>
          <w:rFonts w:ascii="Arial" w:hAnsi="Arial" w:cs="Arial"/>
          <w:b/>
        </w:rPr>
        <w:lastRenderedPageBreak/>
        <w:t>Q</w:t>
      </w:r>
      <w:r w:rsidR="00EA6BB1" w:rsidRPr="00985C3C">
        <w:rPr>
          <w:rFonts w:ascii="Arial" w:hAnsi="Arial" w:cs="Arial"/>
          <w:b/>
        </w:rPr>
        <w:t xml:space="preserve">uestions </w:t>
      </w:r>
    </w:p>
    <w:p w14:paraId="43C144C8" w14:textId="259A4A58" w:rsidR="00E31612" w:rsidRPr="00985C3C" w:rsidRDefault="00EA6BB1" w:rsidP="00145E9A">
      <w:pPr>
        <w:pStyle w:val="BodyText"/>
        <w:ind w:right="-330"/>
        <w:rPr>
          <w:rFonts w:ascii="Arial" w:hAnsi="Arial" w:cs="Arial"/>
        </w:rPr>
      </w:pPr>
      <w:r w:rsidRPr="00985C3C">
        <w:rPr>
          <w:rFonts w:ascii="Arial" w:hAnsi="Arial" w:cs="Arial"/>
        </w:rPr>
        <w:t xml:space="preserve">Below are the 78 questions contained in the issues paper. These questions are not intended to limit comment. </w:t>
      </w:r>
      <w:r w:rsidR="00E31612" w:rsidRPr="00985C3C">
        <w:rPr>
          <w:rFonts w:ascii="Arial" w:hAnsi="Arial" w:cs="Arial"/>
        </w:rPr>
        <w:t>The Commission welcomes information and comment on all issues that participants consider relevant to the inquiry’s terms of reference.</w:t>
      </w:r>
    </w:p>
    <w:p w14:paraId="00B4E177" w14:textId="735AEAC0" w:rsidR="00EA6BB1" w:rsidRPr="00985C3C" w:rsidRDefault="00EA6BB1" w:rsidP="00145E9A">
      <w:pPr>
        <w:pStyle w:val="BodyText"/>
        <w:ind w:right="-330"/>
        <w:rPr>
          <w:rFonts w:ascii="Arial" w:hAnsi="Arial" w:cs="Arial"/>
        </w:rPr>
      </w:pPr>
      <w:r w:rsidRPr="00985C3C">
        <w:rPr>
          <w:rFonts w:ascii="Arial" w:hAnsi="Arial" w:cs="Arial"/>
        </w:rPr>
        <w:t xml:space="preserve">Submitters should choose which (if any) questions are relevant to them, and leave or delete those they do not wish to answer. Many questions will not make sense without the accompanying discussion provided in the issues paper; submitters should refer to the issues paper to clarify the meaning of the question. </w:t>
      </w: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145E9A" w:rsidRPr="00985C3C" w14:paraId="69581FA6" w14:textId="77777777" w:rsidTr="00145E9A">
        <w:trPr>
          <w:trHeight w:hRule="exact" w:val="904"/>
        </w:trPr>
        <w:tc>
          <w:tcPr>
            <w:tcW w:w="1401" w:type="dxa"/>
            <w:gridSpan w:val="3"/>
            <w:shd w:val="clear" w:color="auto" w:fill="F1F7FA"/>
          </w:tcPr>
          <w:p w14:paraId="40D9AA20" w14:textId="47512BE8" w:rsidR="00145E9A" w:rsidRPr="00145E9A" w:rsidRDefault="00145E9A" w:rsidP="00145E9A">
            <w:pPr>
              <w:pStyle w:val="Questiontext"/>
              <w:keepNext/>
              <w:framePr w:hSpace="0" w:wrap="auto" w:vAnchor="margin" w:yAlign="inline"/>
              <w:suppressOverlap w:val="0"/>
              <w:rPr>
                <w:rFonts w:ascii="Arial" w:hAnsi="Arial" w:cs="Arial"/>
                <w:sz w:val="16"/>
                <w:szCs w:val="16"/>
              </w:rPr>
            </w:pPr>
            <w:r w:rsidRPr="00145E9A">
              <w:rPr>
                <w:rFonts w:ascii="Arial" w:hAnsi="Arial" w:cs="Arial"/>
                <w:b/>
                <w:sz w:val="16"/>
                <w:szCs w:val="16"/>
              </w:rPr>
              <w:t>Question number</w:t>
            </w:r>
          </w:p>
        </w:tc>
        <w:tc>
          <w:tcPr>
            <w:tcW w:w="6821" w:type="dxa"/>
            <w:shd w:val="clear" w:color="auto" w:fill="F1F7FA"/>
          </w:tcPr>
          <w:p w14:paraId="796067E9" w14:textId="5D744122" w:rsidR="00145E9A" w:rsidRPr="00145E9A" w:rsidRDefault="00145E9A" w:rsidP="00145E9A">
            <w:pPr>
              <w:pStyle w:val="Questiontext"/>
              <w:keepNext/>
              <w:framePr w:hSpace="0" w:wrap="auto" w:vAnchor="margin" w:yAlign="inline"/>
              <w:suppressOverlap w:val="0"/>
              <w:rPr>
                <w:rFonts w:ascii="Arial" w:hAnsi="Arial" w:cs="Arial"/>
                <w:b/>
                <w:sz w:val="16"/>
                <w:szCs w:val="16"/>
              </w:rPr>
            </w:pPr>
            <w:r w:rsidRPr="00145E9A">
              <w:rPr>
                <w:rFonts w:ascii="Arial" w:hAnsi="Arial" w:cs="Arial"/>
                <w:b/>
                <w:sz w:val="16"/>
                <w:szCs w:val="16"/>
              </w:rPr>
              <w:t>Question</w:t>
            </w:r>
            <w:r>
              <w:rPr>
                <w:rFonts w:ascii="Arial" w:hAnsi="Arial" w:cs="Arial"/>
                <w:b/>
                <w:sz w:val="16"/>
                <w:szCs w:val="16"/>
              </w:rPr>
              <w:t xml:space="preserve"> text</w:t>
            </w:r>
          </w:p>
        </w:tc>
        <w:tc>
          <w:tcPr>
            <w:tcW w:w="1134" w:type="dxa"/>
            <w:shd w:val="clear" w:color="auto" w:fill="F1F7FA"/>
          </w:tcPr>
          <w:p w14:paraId="027F5121" w14:textId="6E2B9386" w:rsidR="00145E9A" w:rsidRPr="00145E9A" w:rsidRDefault="00145E9A" w:rsidP="00145E9A">
            <w:pPr>
              <w:pStyle w:val="Questiontext"/>
              <w:keepNext/>
              <w:framePr w:hSpace="0" w:wrap="auto" w:vAnchor="margin" w:yAlign="inline"/>
              <w:suppressOverlap w:val="0"/>
              <w:rPr>
                <w:rFonts w:ascii="Arial" w:hAnsi="Arial" w:cs="Arial"/>
                <w:b/>
                <w:sz w:val="16"/>
                <w:szCs w:val="16"/>
              </w:rPr>
            </w:pPr>
            <w:r>
              <w:rPr>
                <w:rFonts w:ascii="Arial" w:hAnsi="Arial" w:cs="Arial"/>
                <w:b/>
                <w:sz w:val="16"/>
                <w:szCs w:val="16"/>
              </w:rPr>
              <w:t>W</w:t>
            </w:r>
            <w:r w:rsidRPr="00145E9A">
              <w:rPr>
                <w:rFonts w:ascii="Arial" w:hAnsi="Arial" w:cs="Arial"/>
                <w:b/>
                <w:sz w:val="16"/>
                <w:szCs w:val="16"/>
              </w:rPr>
              <w:t>here the question</w:t>
            </w:r>
            <w:r>
              <w:rPr>
                <w:rFonts w:ascii="Arial" w:hAnsi="Arial" w:cs="Arial"/>
                <w:b/>
                <w:sz w:val="16"/>
                <w:szCs w:val="16"/>
              </w:rPr>
              <w:t xml:space="preserve"> </w:t>
            </w:r>
            <w:r w:rsidRPr="00145E9A">
              <w:rPr>
                <w:rFonts w:ascii="Arial" w:hAnsi="Arial" w:cs="Arial"/>
                <w:b/>
                <w:sz w:val="16"/>
                <w:szCs w:val="16"/>
              </w:rPr>
              <w:t xml:space="preserve">appears </w:t>
            </w:r>
          </w:p>
        </w:tc>
      </w:tr>
      <w:tr w:rsidR="00DB46A8" w:rsidRPr="00985C3C" w14:paraId="26024AA7" w14:textId="6C358753" w:rsidTr="00145E9A">
        <w:trPr>
          <w:trHeight w:hRule="exact" w:val="170"/>
        </w:trPr>
        <w:tc>
          <w:tcPr>
            <w:tcW w:w="1401" w:type="dxa"/>
            <w:gridSpan w:val="3"/>
            <w:shd w:val="clear" w:color="auto" w:fill="F1F7FA"/>
          </w:tcPr>
          <w:p w14:paraId="1464708A" w14:textId="77777777" w:rsidR="00DB46A8" w:rsidRPr="00985C3C" w:rsidRDefault="00DB46A8" w:rsidP="002870A8">
            <w:pPr>
              <w:keepNext/>
              <w:rPr>
                <w:rFonts w:ascii="Arial" w:hAnsi="Arial" w:cs="Arial"/>
                <w:sz w:val="4"/>
                <w:szCs w:val="4"/>
              </w:rPr>
            </w:pPr>
          </w:p>
        </w:tc>
        <w:tc>
          <w:tcPr>
            <w:tcW w:w="6821" w:type="dxa"/>
            <w:shd w:val="clear" w:color="auto" w:fill="F1F7FA"/>
            <w:vAlign w:val="center"/>
          </w:tcPr>
          <w:p w14:paraId="6C3E1D98" w14:textId="77777777" w:rsidR="00DB46A8" w:rsidRPr="00985C3C" w:rsidRDefault="00DB46A8" w:rsidP="002870A8">
            <w:pPr>
              <w:keepNext/>
              <w:rPr>
                <w:rFonts w:ascii="Arial" w:hAnsi="Arial" w:cs="Arial"/>
                <w:sz w:val="4"/>
                <w:szCs w:val="4"/>
              </w:rPr>
            </w:pPr>
          </w:p>
        </w:tc>
        <w:tc>
          <w:tcPr>
            <w:tcW w:w="1134" w:type="dxa"/>
            <w:shd w:val="clear" w:color="auto" w:fill="F1F7FA"/>
          </w:tcPr>
          <w:p w14:paraId="5C956387" w14:textId="77777777" w:rsidR="00DB46A8" w:rsidRPr="00985C3C" w:rsidRDefault="00DB46A8" w:rsidP="002870A8">
            <w:pPr>
              <w:keepNext/>
              <w:rPr>
                <w:rFonts w:ascii="Arial" w:hAnsi="Arial" w:cs="Arial"/>
                <w:sz w:val="4"/>
                <w:szCs w:val="4"/>
              </w:rPr>
            </w:pPr>
          </w:p>
        </w:tc>
      </w:tr>
      <w:tr w:rsidR="00DB46A8" w:rsidRPr="00985C3C" w14:paraId="1C7747EF" w14:textId="32F385CA" w:rsidTr="00145E9A">
        <w:trPr>
          <w:trHeight w:val="392"/>
        </w:trPr>
        <w:tc>
          <w:tcPr>
            <w:tcW w:w="345" w:type="dxa"/>
            <w:shd w:val="clear" w:color="auto" w:fill="F1F7FA"/>
          </w:tcPr>
          <w:p w14:paraId="40F6BB04"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47153D4" w14:textId="77777777" w:rsidR="00DB46A8" w:rsidRPr="00985C3C" w:rsidRDefault="00DB46A8" w:rsidP="002870A8">
            <w:pPr>
              <w:pStyle w:val="Question"/>
              <w:keepNext/>
              <w:rPr>
                <w:rFonts w:ascii="Arial" w:hAnsi="Arial" w:cs="Arial"/>
                <w:b/>
              </w:rPr>
            </w:pPr>
            <w:r w:rsidRPr="00985C3C">
              <w:rPr>
                <w:rFonts w:ascii="Arial" w:hAnsi="Arial" w:cs="Arial"/>
                <w:b/>
              </w:rPr>
              <w:t>Q1</w:t>
            </w:r>
          </w:p>
        </w:tc>
        <w:tc>
          <w:tcPr>
            <w:tcW w:w="281" w:type="dxa"/>
            <w:shd w:val="clear" w:color="auto" w:fill="F1F7FA"/>
          </w:tcPr>
          <w:p w14:paraId="1AA9E1E1" w14:textId="77777777" w:rsidR="00DB46A8" w:rsidRPr="00985C3C" w:rsidRDefault="00DB46A8" w:rsidP="002870A8">
            <w:pPr>
              <w:keepNext/>
              <w:rPr>
                <w:rFonts w:ascii="Arial" w:hAnsi="Arial" w:cs="Arial"/>
              </w:rPr>
            </w:pPr>
          </w:p>
        </w:tc>
        <w:tc>
          <w:tcPr>
            <w:tcW w:w="6821" w:type="dxa"/>
            <w:vMerge w:val="restart"/>
            <w:shd w:val="clear" w:color="auto" w:fill="F1F7FA"/>
          </w:tcPr>
          <w:p w14:paraId="024B43DE"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advantages and disadvantages of administering multiple types of post-compulsory education as a single system?</w:t>
            </w:r>
          </w:p>
        </w:tc>
        <w:tc>
          <w:tcPr>
            <w:tcW w:w="1134" w:type="dxa"/>
            <w:shd w:val="clear" w:color="auto" w:fill="F1F7FA"/>
          </w:tcPr>
          <w:p w14:paraId="436069DA" w14:textId="20235974"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3</w:t>
            </w:r>
          </w:p>
        </w:tc>
      </w:tr>
      <w:tr w:rsidR="00DB46A8" w:rsidRPr="00985C3C" w14:paraId="18872C0F" w14:textId="1160537B" w:rsidTr="00145E9A">
        <w:trPr>
          <w:trHeight w:val="120"/>
        </w:trPr>
        <w:tc>
          <w:tcPr>
            <w:tcW w:w="1401" w:type="dxa"/>
            <w:gridSpan w:val="3"/>
            <w:shd w:val="clear" w:color="auto" w:fill="F1F7FA"/>
          </w:tcPr>
          <w:p w14:paraId="270F5CB7" w14:textId="77777777" w:rsidR="00DB46A8" w:rsidRPr="00985C3C" w:rsidRDefault="00DB46A8" w:rsidP="002870A8">
            <w:pPr>
              <w:rPr>
                <w:rFonts w:ascii="Arial" w:hAnsi="Arial" w:cs="Arial"/>
                <w:sz w:val="4"/>
                <w:szCs w:val="4"/>
              </w:rPr>
            </w:pPr>
          </w:p>
        </w:tc>
        <w:tc>
          <w:tcPr>
            <w:tcW w:w="6821" w:type="dxa"/>
            <w:vMerge/>
            <w:shd w:val="clear" w:color="auto" w:fill="F1F7FA"/>
          </w:tcPr>
          <w:p w14:paraId="1364AE80" w14:textId="77777777" w:rsidR="00DB46A8" w:rsidRPr="00985C3C" w:rsidRDefault="00DB46A8" w:rsidP="002870A8">
            <w:pPr>
              <w:pStyle w:val="BodyText"/>
              <w:rPr>
                <w:rFonts w:ascii="Arial" w:hAnsi="Arial" w:cs="Arial"/>
              </w:rPr>
            </w:pPr>
          </w:p>
        </w:tc>
        <w:tc>
          <w:tcPr>
            <w:tcW w:w="1134" w:type="dxa"/>
            <w:shd w:val="clear" w:color="auto" w:fill="F1F7FA"/>
          </w:tcPr>
          <w:p w14:paraId="376F59DF" w14:textId="77777777" w:rsidR="00DB46A8" w:rsidRPr="00985C3C" w:rsidRDefault="00DB46A8" w:rsidP="002870A8">
            <w:pPr>
              <w:pStyle w:val="BodyText"/>
              <w:rPr>
                <w:rFonts w:ascii="Arial" w:hAnsi="Arial" w:cs="Arial"/>
              </w:rPr>
            </w:pPr>
          </w:p>
        </w:tc>
      </w:tr>
    </w:tbl>
    <w:p w14:paraId="4EA5503B" w14:textId="77777777" w:rsidR="00985C3C" w:rsidRPr="00985C3C" w:rsidRDefault="00985C3C" w:rsidP="00985C3C">
      <w:pPr>
        <w:rPr>
          <w:rFonts w:ascii="Arial" w:hAnsi="Arial" w:cs="Arial"/>
        </w:rPr>
      </w:pPr>
    </w:p>
    <w:p w14:paraId="14B200D6" w14:textId="1B2A79EA" w:rsidR="00985C3C" w:rsidRPr="00985C3C" w:rsidRDefault="00985C3C" w:rsidP="00985C3C">
      <w:pPr>
        <w:rPr>
          <w:rFonts w:ascii="Arial" w:hAnsi="Arial" w:cs="Arial"/>
        </w:rPr>
      </w:pPr>
    </w:p>
    <w:p w14:paraId="3724FB3F" w14:textId="77777777" w:rsidR="00985C3C" w:rsidRPr="00985C3C" w:rsidRDefault="00985C3C" w:rsidP="00985C3C">
      <w:pPr>
        <w:rPr>
          <w:rFonts w:ascii="Arial" w:hAnsi="Arial" w:cs="Arial"/>
        </w:rPr>
      </w:pPr>
    </w:p>
    <w:p w14:paraId="547F77F2" w14:textId="77777777" w:rsidR="00985C3C" w:rsidRPr="00985C3C" w:rsidRDefault="00985C3C" w:rsidP="00985C3C">
      <w:pPr>
        <w:rPr>
          <w:rFonts w:ascii="Arial" w:hAnsi="Arial" w:cs="Arial"/>
        </w:rPr>
      </w:pPr>
    </w:p>
    <w:p w14:paraId="12BEB795" w14:textId="77777777" w:rsidR="00985C3C" w:rsidRPr="00985C3C" w:rsidRDefault="00985C3C" w:rsidP="00985C3C">
      <w:pPr>
        <w:rPr>
          <w:rFonts w:ascii="Arial" w:hAnsi="Arial" w:cs="Arial"/>
        </w:rPr>
      </w:pPr>
    </w:p>
    <w:p w14:paraId="39957A5D" w14:textId="77777777" w:rsidR="00985C3C" w:rsidRPr="00985C3C" w:rsidRDefault="00985C3C" w:rsidP="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A7DF9D3" w14:textId="74C68E9D" w:rsidTr="00145E9A">
        <w:trPr>
          <w:trHeight w:hRule="exact" w:val="170"/>
        </w:trPr>
        <w:tc>
          <w:tcPr>
            <w:tcW w:w="1401" w:type="dxa"/>
            <w:gridSpan w:val="3"/>
            <w:shd w:val="clear" w:color="auto" w:fill="F1F7FA"/>
          </w:tcPr>
          <w:p w14:paraId="36841435" w14:textId="77777777" w:rsidR="00DB46A8" w:rsidRPr="00985C3C" w:rsidRDefault="00DB46A8" w:rsidP="002870A8">
            <w:pPr>
              <w:keepNext/>
              <w:rPr>
                <w:rFonts w:ascii="Arial" w:hAnsi="Arial" w:cs="Arial"/>
                <w:sz w:val="4"/>
                <w:szCs w:val="4"/>
              </w:rPr>
            </w:pPr>
          </w:p>
        </w:tc>
        <w:tc>
          <w:tcPr>
            <w:tcW w:w="6821" w:type="dxa"/>
            <w:shd w:val="clear" w:color="auto" w:fill="F1F7FA"/>
            <w:vAlign w:val="center"/>
          </w:tcPr>
          <w:p w14:paraId="0BD6CCDD" w14:textId="77777777" w:rsidR="00DB46A8" w:rsidRPr="00985C3C" w:rsidRDefault="00DB46A8" w:rsidP="002870A8">
            <w:pPr>
              <w:keepNext/>
              <w:rPr>
                <w:rFonts w:ascii="Arial" w:hAnsi="Arial" w:cs="Arial"/>
                <w:sz w:val="4"/>
                <w:szCs w:val="4"/>
              </w:rPr>
            </w:pPr>
          </w:p>
        </w:tc>
        <w:tc>
          <w:tcPr>
            <w:tcW w:w="1134" w:type="dxa"/>
            <w:shd w:val="clear" w:color="auto" w:fill="F1F7FA"/>
          </w:tcPr>
          <w:p w14:paraId="005A2389" w14:textId="77777777" w:rsidR="00DB46A8" w:rsidRPr="00985C3C" w:rsidRDefault="00DB46A8" w:rsidP="002870A8">
            <w:pPr>
              <w:keepNext/>
              <w:rPr>
                <w:rFonts w:ascii="Arial" w:hAnsi="Arial" w:cs="Arial"/>
                <w:sz w:val="4"/>
                <w:szCs w:val="4"/>
              </w:rPr>
            </w:pPr>
          </w:p>
        </w:tc>
      </w:tr>
      <w:tr w:rsidR="00DB46A8" w:rsidRPr="00985C3C" w14:paraId="74665A77" w14:textId="375F3F1A" w:rsidTr="00145E9A">
        <w:trPr>
          <w:trHeight w:val="392"/>
        </w:trPr>
        <w:tc>
          <w:tcPr>
            <w:tcW w:w="345" w:type="dxa"/>
            <w:shd w:val="clear" w:color="auto" w:fill="F1F7FA"/>
          </w:tcPr>
          <w:p w14:paraId="5DE5EEB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902CA60" w14:textId="77777777" w:rsidR="00DB46A8" w:rsidRPr="00985C3C" w:rsidRDefault="00DB46A8" w:rsidP="002870A8">
            <w:pPr>
              <w:pStyle w:val="Question"/>
              <w:keepNext/>
              <w:rPr>
                <w:rFonts w:ascii="Arial" w:hAnsi="Arial" w:cs="Arial"/>
                <w:b/>
              </w:rPr>
            </w:pPr>
            <w:r w:rsidRPr="00985C3C">
              <w:rPr>
                <w:rFonts w:ascii="Arial" w:hAnsi="Arial" w:cs="Arial"/>
                <w:b/>
              </w:rPr>
              <w:t>Q2</w:t>
            </w:r>
          </w:p>
        </w:tc>
        <w:tc>
          <w:tcPr>
            <w:tcW w:w="281" w:type="dxa"/>
            <w:shd w:val="clear" w:color="auto" w:fill="F1F7FA"/>
          </w:tcPr>
          <w:p w14:paraId="5B1AA90E" w14:textId="77777777" w:rsidR="00DB46A8" w:rsidRPr="00985C3C" w:rsidRDefault="00DB46A8" w:rsidP="002870A8">
            <w:pPr>
              <w:keepNext/>
              <w:rPr>
                <w:rFonts w:ascii="Arial" w:hAnsi="Arial" w:cs="Arial"/>
              </w:rPr>
            </w:pPr>
          </w:p>
        </w:tc>
        <w:tc>
          <w:tcPr>
            <w:tcW w:w="6821" w:type="dxa"/>
            <w:vMerge w:val="restart"/>
            <w:shd w:val="clear" w:color="auto" w:fill="F1F7FA"/>
          </w:tcPr>
          <w:p w14:paraId="28D4524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Do prospective students have good enough information to enable them to make informed choices about providers and courses? What additional information should be provided? Who should provide it?</w:t>
            </w:r>
          </w:p>
        </w:tc>
        <w:tc>
          <w:tcPr>
            <w:tcW w:w="1134" w:type="dxa"/>
            <w:shd w:val="clear" w:color="auto" w:fill="F1F7FA"/>
          </w:tcPr>
          <w:p w14:paraId="5C049ADD" w14:textId="61A391A9"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8</w:t>
            </w:r>
          </w:p>
        </w:tc>
      </w:tr>
      <w:tr w:rsidR="00DB46A8" w:rsidRPr="00985C3C" w14:paraId="20171941" w14:textId="28B56AF4" w:rsidTr="00145E9A">
        <w:trPr>
          <w:trHeight w:val="120"/>
        </w:trPr>
        <w:tc>
          <w:tcPr>
            <w:tcW w:w="1401" w:type="dxa"/>
            <w:gridSpan w:val="3"/>
            <w:shd w:val="clear" w:color="auto" w:fill="F1F7FA"/>
          </w:tcPr>
          <w:p w14:paraId="15A98929" w14:textId="77777777" w:rsidR="00DB46A8" w:rsidRPr="00985C3C" w:rsidRDefault="00DB46A8" w:rsidP="002870A8">
            <w:pPr>
              <w:rPr>
                <w:rFonts w:ascii="Arial" w:hAnsi="Arial" w:cs="Arial"/>
                <w:sz w:val="4"/>
                <w:szCs w:val="4"/>
              </w:rPr>
            </w:pPr>
          </w:p>
        </w:tc>
        <w:tc>
          <w:tcPr>
            <w:tcW w:w="6821" w:type="dxa"/>
            <w:vMerge/>
            <w:shd w:val="clear" w:color="auto" w:fill="F1F7FA"/>
          </w:tcPr>
          <w:p w14:paraId="23FF9C2C" w14:textId="77777777" w:rsidR="00DB46A8" w:rsidRPr="00985C3C" w:rsidRDefault="00DB46A8" w:rsidP="002870A8">
            <w:pPr>
              <w:pStyle w:val="BodyText"/>
              <w:rPr>
                <w:rFonts w:ascii="Arial" w:hAnsi="Arial" w:cs="Arial"/>
              </w:rPr>
            </w:pPr>
          </w:p>
        </w:tc>
        <w:tc>
          <w:tcPr>
            <w:tcW w:w="1134" w:type="dxa"/>
            <w:shd w:val="clear" w:color="auto" w:fill="F1F7FA"/>
          </w:tcPr>
          <w:p w14:paraId="52D4E1C4" w14:textId="77777777" w:rsidR="00DB46A8" w:rsidRPr="00985C3C" w:rsidRDefault="00DB46A8" w:rsidP="002870A8">
            <w:pPr>
              <w:pStyle w:val="BodyText"/>
              <w:rPr>
                <w:rFonts w:ascii="Arial" w:hAnsi="Arial" w:cs="Arial"/>
              </w:rPr>
            </w:pPr>
          </w:p>
        </w:tc>
      </w:tr>
    </w:tbl>
    <w:p w14:paraId="7BF96FAD" w14:textId="77777777" w:rsidR="00985C3C" w:rsidRPr="00985C3C" w:rsidRDefault="00985C3C" w:rsidP="00985C3C">
      <w:pPr>
        <w:rPr>
          <w:rFonts w:ascii="Arial" w:hAnsi="Arial" w:cs="Arial"/>
        </w:rPr>
      </w:pPr>
    </w:p>
    <w:p w14:paraId="2B3E3629" w14:textId="77777777" w:rsidR="00985C3C" w:rsidRPr="00985C3C" w:rsidRDefault="00985C3C" w:rsidP="00985C3C">
      <w:pPr>
        <w:rPr>
          <w:rFonts w:ascii="Arial" w:hAnsi="Arial" w:cs="Arial"/>
        </w:rPr>
      </w:pPr>
    </w:p>
    <w:p w14:paraId="0408079B" w14:textId="77777777" w:rsidR="00985C3C" w:rsidRPr="00985C3C" w:rsidRDefault="00985C3C" w:rsidP="00985C3C">
      <w:pPr>
        <w:rPr>
          <w:rFonts w:ascii="Arial" w:hAnsi="Arial" w:cs="Arial"/>
        </w:rPr>
      </w:pPr>
    </w:p>
    <w:p w14:paraId="43186A53" w14:textId="77777777" w:rsidR="00985C3C" w:rsidRPr="00985C3C" w:rsidRDefault="00985C3C" w:rsidP="00985C3C">
      <w:pPr>
        <w:rPr>
          <w:rFonts w:ascii="Arial" w:hAnsi="Arial" w:cs="Arial"/>
        </w:rPr>
      </w:pPr>
    </w:p>
    <w:p w14:paraId="5A0143FA" w14:textId="77777777" w:rsidR="00985C3C" w:rsidRPr="00985C3C" w:rsidRDefault="00985C3C" w:rsidP="00985C3C">
      <w:pPr>
        <w:rPr>
          <w:rFonts w:ascii="Arial" w:hAnsi="Arial" w:cs="Arial"/>
        </w:rPr>
      </w:pPr>
    </w:p>
    <w:p w14:paraId="1AB3C1A7" w14:textId="77777777" w:rsidR="00985C3C" w:rsidRPr="00985C3C" w:rsidRDefault="00985C3C" w:rsidP="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5A78C5A" w14:textId="22D62502" w:rsidTr="00145E9A">
        <w:trPr>
          <w:trHeight w:hRule="exact" w:val="170"/>
        </w:trPr>
        <w:tc>
          <w:tcPr>
            <w:tcW w:w="1401" w:type="dxa"/>
            <w:gridSpan w:val="3"/>
            <w:shd w:val="clear" w:color="auto" w:fill="F1F7FA"/>
          </w:tcPr>
          <w:p w14:paraId="3130A137" w14:textId="191741BF" w:rsidR="00DB46A8" w:rsidRPr="00985C3C" w:rsidRDefault="00DB46A8" w:rsidP="002870A8">
            <w:pPr>
              <w:keepNext/>
              <w:rPr>
                <w:rFonts w:ascii="Arial" w:hAnsi="Arial" w:cs="Arial"/>
                <w:sz w:val="4"/>
                <w:szCs w:val="4"/>
              </w:rPr>
            </w:pPr>
          </w:p>
        </w:tc>
        <w:tc>
          <w:tcPr>
            <w:tcW w:w="6821" w:type="dxa"/>
            <w:shd w:val="clear" w:color="auto" w:fill="F1F7FA"/>
            <w:vAlign w:val="center"/>
          </w:tcPr>
          <w:p w14:paraId="31A58336" w14:textId="77777777" w:rsidR="00DB46A8" w:rsidRPr="00985C3C" w:rsidRDefault="00DB46A8" w:rsidP="002870A8">
            <w:pPr>
              <w:keepNext/>
              <w:rPr>
                <w:rFonts w:ascii="Arial" w:hAnsi="Arial" w:cs="Arial"/>
                <w:sz w:val="4"/>
                <w:szCs w:val="4"/>
              </w:rPr>
            </w:pPr>
          </w:p>
        </w:tc>
        <w:tc>
          <w:tcPr>
            <w:tcW w:w="1134" w:type="dxa"/>
            <w:shd w:val="clear" w:color="auto" w:fill="F1F7FA"/>
          </w:tcPr>
          <w:p w14:paraId="0C568E5A" w14:textId="77777777" w:rsidR="00DB46A8" w:rsidRPr="00985C3C" w:rsidRDefault="00DB46A8" w:rsidP="002870A8">
            <w:pPr>
              <w:keepNext/>
              <w:rPr>
                <w:rFonts w:ascii="Arial" w:hAnsi="Arial" w:cs="Arial"/>
                <w:sz w:val="4"/>
                <w:szCs w:val="4"/>
              </w:rPr>
            </w:pPr>
          </w:p>
        </w:tc>
      </w:tr>
      <w:tr w:rsidR="00DB46A8" w:rsidRPr="00985C3C" w14:paraId="293D3659" w14:textId="5D1FF0A4" w:rsidTr="00145E9A">
        <w:trPr>
          <w:trHeight w:val="392"/>
        </w:trPr>
        <w:tc>
          <w:tcPr>
            <w:tcW w:w="345" w:type="dxa"/>
            <w:shd w:val="clear" w:color="auto" w:fill="F1F7FA"/>
          </w:tcPr>
          <w:p w14:paraId="77C03B7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4B5940E" w14:textId="77777777" w:rsidR="00DB46A8" w:rsidRPr="00985C3C" w:rsidRDefault="00DB46A8" w:rsidP="002870A8">
            <w:pPr>
              <w:pStyle w:val="Question"/>
              <w:keepNext/>
              <w:rPr>
                <w:rFonts w:ascii="Arial" w:hAnsi="Arial" w:cs="Arial"/>
                <w:b/>
              </w:rPr>
            </w:pPr>
            <w:r w:rsidRPr="00985C3C">
              <w:rPr>
                <w:rFonts w:ascii="Arial" w:hAnsi="Arial" w:cs="Arial"/>
                <w:b/>
              </w:rPr>
              <w:t>Q3</w:t>
            </w:r>
          </w:p>
        </w:tc>
        <w:tc>
          <w:tcPr>
            <w:tcW w:w="281" w:type="dxa"/>
            <w:shd w:val="clear" w:color="auto" w:fill="F1F7FA"/>
          </w:tcPr>
          <w:p w14:paraId="64FD9881" w14:textId="77777777" w:rsidR="00DB46A8" w:rsidRPr="00985C3C" w:rsidRDefault="00DB46A8" w:rsidP="002870A8">
            <w:pPr>
              <w:keepNext/>
              <w:rPr>
                <w:rFonts w:ascii="Arial" w:hAnsi="Arial" w:cs="Arial"/>
              </w:rPr>
            </w:pPr>
          </w:p>
        </w:tc>
        <w:tc>
          <w:tcPr>
            <w:tcW w:w="6821" w:type="dxa"/>
            <w:vMerge w:val="restart"/>
            <w:shd w:val="clear" w:color="auto" w:fill="F1F7FA"/>
          </w:tcPr>
          <w:p w14:paraId="6FD06846" w14:textId="77777777" w:rsidR="00DB46A8" w:rsidRPr="00985C3C" w:rsidRDefault="00DB46A8" w:rsidP="002870A8">
            <w:pPr>
              <w:pStyle w:val="BodyText"/>
              <w:rPr>
                <w:rFonts w:ascii="Arial" w:hAnsi="Arial" w:cs="Arial"/>
              </w:rPr>
            </w:pPr>
            <w:r w:rsidRPr="00985C3C">
              <w:rPr>
                <w:rFonts w:ascii="Arial" w:hAnsi="Arial" w:cs="Arial"/>
                <w:b/>
              </w:rPr>
              <w:t>Is the business model of universities published by Universities New Zealand a good characterisation? Are there aspects of the business model of universities that it does not explain?</w:t>
            </w:r>
            <w:r w:rsidRPr="00985C3C">
              <w:rPr>
                <w:rFonts w:ascii="Arial" w:hAnsi="Arial" w:cs="Arial"/>
              </w:rPr>
              <w:t xml:space="preserve"> </w:t>
            </w:r>
          </w:p>
        </w:tc>
        <w:tc>
          <w:tcPr>
            <w:tcW w:w="1134" w:type="dxa"/>
            <w:shd w:val="clear" w:color="auto" w:fill="F1F7FA"/>
          </w:tcPr>
          <w:p w14:paraId="2D5FA86F" w14:textId="6641289D" w:rsidR="00DB46A8" w:rsidRPr="00985C3C" w:rsidRDefault="00DB46A8" w:rsidP="002870A8">
            <w:pPr>
              <w:pStyle w:val="BodyText"/>
              <w:rPr>
                <w:rFonts w:ascii="Arial" w:hAnsi="Arial" w:cs="Arial"/>
                <w:b/>
              </w:rPr>
            </w:pPr>
            <w:r w:rsidRPr="00985C3C">
              <w:rPr>
                <w:rFonts w:ascii="Arial" w:hAnsi="Arial" w:cs="Arial"/>
                <w:b/>
              </w:rPr>
              <w:t>Page 11</w:t>
            </w:r>
          </w:p>
        </w:tc>
      </w:tr>
      <w:tr w:rsidR="00DB46A8" w:rsidRPr="00985C3C" w14:paraId="4CC2A84A" w14:textId="1409F480" w:rsidTr="00145E9A">
        <w:trPr>
          <w:trHeight w:val="120"/>
        </w:trPr>
        <w:tc>
          <w:tcPr>
            <w:tcW w:w="1401" w:type="dxa"/>
            <w:gridSpan w:val="3"/>
            <w:shd w:val="clear" w:color="auto" w:fill="F1F7FA"/>
          </w:tcPr>
          <w:p w14:paraId="2C5AC3FB" w14:textId="77777777" w:rsidR="00DB46A8" w:rsidRPr="00985C3C" w:rsidRDefault="00DB46A8" w:rsidP="002870A8">
            <w:pPr>
              <w:rPr>
                <w:rFonts w:ascii="Arial" w:hAnsi="Arial" w:cs="Arial"/>
                <w:sz w:val="4"/>
                <w:szCs w:val="4"/>
              </w:rPr>
            </w:pPr>
          </w:p>
        </w:tc>
        <w:tc>
          <w:tcPr>
            <w:tcW w:w="6821" w:type="dxa"/>
            <w:vMerge/>
            <w:shd w:val="clear" w:color="auto" w:fill="F1F7FA"/>
          </w:tcPr>
          <w:p w14:paraId="311D513F" w14:textId="77777777" w:rsidR="00DB46A8" w:rsidRPr="00985C3C" w:rsidRDefault="00DB46A8" w:rsidP="002870A8">
            <w:pPr>
              <w:pStyle w:val="BodyText"/>
              <w:rPr>
                <w:rFonts w:ascii="Arial" w:hAnsi="Arial" w:cs="Arial"/>
              </w:rPr>
            </w:pPr>
          </w:p>
        </w:tc>
        <w:tc>
          <w:tcPr>
            <w:tcW w:w="1134" w:type="dxa"/>
            <w:shd w:val="clear" w:color="auto" w:fill="F1F7FA"/>
          </w:tcPr>
          <w:p w14:paraId="5CF58B4B" w14:textId="77777777" w:rsidR="00DB46A8" w:rsidRPr="00985C3C" w:rsidRDefault="00DB46A8" w:rsidP="002870A8">
            <w:pPr>
              <w:pStyle w:val="BodyText"/>
              <w:rPr>
                <w:rFonts w:ascii="Arial" w:hAnsi="Arial" w:cs="Arial"/>
              </w:rPr>
            </w:pPr>
          </w:p>
        </w:tc>
      </w:tr>
    </w:tbl>
    <w:p w14:paraId="596137D1" w14:textId="77777777" w:rsidR="00985C3C" w:rsidRPr="00985C3C" w:rsidRDefault="00985C3C">
      <w:pPr>
        <w:rPr>
          <w:rFonts w:ascii="Arial" w:hAnsi="Arial" w:cs="Arial"/>
        </w:rPr>
      </w:pPr>
    </w:p>
    <w:p w14:paraId="593D41D7" w14:textId="01A7275E" w:rsidR="00985C3C" w:rsidRPr="00985C3C" w:rsidRDefault="00985C3C">
      <w:pPr>
        <w:rPr>
          <w:rFonts w:ascii="Arial" w:hAnsi="Arial" w:cs="Arial"/>
        </w:rPr>
      </w:pPr>
    </w:p>
    <w:p w14:paraId="7D18F2CA" w14:textId="77777777" w:rsidR="00985C3C" w:rsidRDefault="00985C3C">
      <w:pPr>
        <w:rPr>
          <w:rFonts w:ascii="Arial" w:hAnsi="Arial" w:cs="Arial"/>
        </w:rPr>
      </w:pPr>
    </w:p>
    <w:p w14:paraId="4BE70148" w14:textId="77777777" w:rsidR="00985C3C" w:rsidRPr="00985C3C" w:rsidRDefault="00985C3C">
      <w:pPr>
        <w:rPr>
          <w:rFonts w:ascii="Arial" w:hAnsi="Arial" w:cs="Arial"/>
        </w:rPr>
      </w:pPr>
    </w:p>
    <w:p w14:paraId="41272864" w14:textId="77777777" w:rsidR="00985C3C" w:rsidRPr="00985C3C" w:rsidRDefault="00985C3C">
      <w:pPr>
        <w:rPr>
          <w:rFonts w:ascii="Arial" w:hAnsi="Arial" w:cs="Arial"/>
        </w:rPr>
      </w:pPr>
    </w:p>
    <w:p w14:paraId="16456BA8" w14:textId="77777777" w:rsidR="00985C3C" w:rsidRDefault="00985C3C">
      <w:pPr>
        <w:rPr>
          <w:rFonts w:ascii="Arial" w:hAnsi="Arial" w:cs="Arial"/>
        </w:rPr>
      </w:pPr>
    </w:p>
    <w:p w14:paraId="77B5FE4B" w14:textId="28DA14F6" w:rsidR="00CD730E" w:rsidRDefault="00CD730E">
      <w:pPr>
        <w:rPr>
          <w:rFonts w:ascii="Arial" w:hAnsi="Arial" w:cs="Arial"/>
        </w:rPr>
      </w:pPr>
    </w:p>
    <w:p w14:paraId="2F5D4984" w14:textId="77777777" w:rsidR="00CD730E" w:rsidRDefault="00CD730E">
      <w:pPr>
        <w:rPr>
          <w:rFonts w:ascii="Arial" w:hAnsi="Arial" w:cs="Arial"/>
        </w:rPr>
      </w:pPr>
    </w:p>
    <w:p w14:paraId="5D616D9B" w14:textId="77777777" w:rsidR="00CD730E" w:rsidRPr="00985C3C" w:rsidRDefault="00CD730E">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4699876" w14:textId="06DC67E2" w:rsidTr="00145E9A">
        <w:trPr>
          <w:trHeight w:hRule="exact" w:val="170"/>
        </w:trPr>
        <w:tc>
          <w:tcPr>
            <w:tcW w:w="1401" w:type="dxa"/>
            <w:gridSpan w:val="3"/>
            <w:shd w:val="clear" w:color="auto" w:fill="F1F7FA"/>
          </w:tcPr>
          <w:p w14:paraId="62BF06E2" w14:textId="6FB04B14" w:rsidR="00DB46A8" w:rsidRPr="00985C3C" w:rsidRDefault="00DB46A8" w:rsidP="002870A8">
            <w:pPr>
              <w:keepNext/>
              <w:rPr>
                <w:rFonts w:ascii="Arial" w:hAnsi="Arial" w:cs="Arial"/>
                <w:sz w:val="4"/>
                <w:szCs w:val="4"/>
              </w:rPr>
            </w:pPr>
          </w:p>
        </w:tc>
        <w:tc>
          <w:tcPr>
            <w:tcW w:w="6821" w:type="dxa"/>
            <w:shd w:val="clear" w:color="auto" w:fill="F1F7FA"/>
            <w:vAlign w:val="center"/>
          </w:tcPr>
          <w:p w14:paraId="5577EA6F" w14:textId="77777777" w:rsidR="00DB46A8" w:rsidRPr="00985C3C" w:rsidRDefault="00DB46A8" w:rsidP="002870A8">
            <w:pPr>
              <w:keepNext/>
              <w:rPr>
                <w:rFonts w:ascii="Arial" w:hAnsi="Arial" w:cs="Arial"/>
                <w:sz w:val="4"/>
                <w:szCs w:val="4"/>
              </w:rPr>
            </w:pPr>
          </w:p>
        </w:tc>
        <w:tc>
          <w:tcPr>
            <w:tcW w:w="1134" w:type="dxa"/>
            <w:shd w:val="clear" w:color="auto" w:fill="F1F7FA"/>
          </w:tcPr>
          <w:p w14:paraId="508A00FF" w14:textId="77777777" w:rsidR="00DB46A8" w:rsidRPr="00985C3C" w:rsidRDefault="00DB46A8" w:rsidP="002870A8">
            <w:pPr>
              <w:keepNext/>
              <w:rPr>
                <w:rFonts w:ascii="Arial" w:hAnsi="Arial" w:cs="Arial"/>
                <w:sz w:val="4"/>
                <w:szCs w:val="4"/>
              </w:rPr>
            </w:pPr>
          </w:p>
        </w:tc>
      </w:tr>
      <w:tr w:rsidR="00DB46A8" w:rsidRPr="00985C3C" w14:paraId="4DBAA640" w14:textId="16C54675" w:rsidTr="00145E9A">
        <w:trPr>
          <w:trHeight w:val="392"/>
        </w:trPr>
        <w:tc>
          <w:tcPr>
            <w:tcW w:w="345" w:type="dxa"/>
            <w:shd w:val="clear" w:color="auto" w:fill="F1F7FA"/>
          </w:tcPr>
          <w:p w14:paraId="120AD58A"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4AECD8C" w14:textId="77777777" w:rsidR="00DB46A8" w:rsidRPr="00985C3C" w:rsidRDefault="00DB46A8" w:rsidP="002870A8">
            <w:pPr>
              <w:pStyle w:val="Question"/>
              <w:keepNext/>
              <w:rPr>
                <w:rFonts w:ascii="Arial" w:hAnsi="Arial" w:cs="Arial"/>
                <w:b/>
              </w:rPr>
            </w:pPr>
            <w:r w:rsidRPr="00985C3C">
              <w:rPr>
                <w:rFonts w:ascii="Arial" w:hAnsi="Arial" w:cs="Arial"/>
                <w:b/>
              </w:rPr>
              <w:t>Q4</w:t>
            </w:r>
          </w:p>
        </w:tc>
        <w:tc>
          <w:tcPr>
            <w:tcW w:w="281" w:type="dxa"/>
            <w:shd w:val="clear" w:color="auto" w:fill="F1F7FA"/>
          </w:tcPr>
          <w:p w14:paraId="01105977" w14:textId="77777777" w:rsidR="00DB46A8" w:rsidRPr="00985C3C" w:rsidRDefault="00DB46A8" w:rsidP="002870A8">
            <w:pPr>
              <w:keepNext/>
              <w:rPr>
                <w:rFonts w:ascii="Arial" w:hAnsi="Arial" w:cs="Arial"/>
              </w:rPr>
            </w:pPr>
          </w:p>
        </w:tc>
        <w:tc>
          <w:tcPr>
            <w:tcW w:w="6821" w:type="dxa"/>
            <w:vMerge w:val="restart"/>
            <w:shd w:val="clear" w:color="auto" w:fill="F1F7FA"/>
          </w:tcPr>
          <w:p w14:paraId="6B44E96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is the business model of ITPs? Do the business models of ITPs vary significantly? In what ways?</w:t>
            </w:r>
          </w:p>
        </w:tc>
        <w:tc>
          <w:tcPr>
            <w:tcW w:w="1134" w:type="dxa"/>
            <w:shd w:val="clear" w:color="auto" w:fill="F1F7FA"/>
          </w:tcPr>
          <w:p w14:paraId="292CB24C" w14:textId="2BEB9166"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12</w:t>
            </w:r>
          </w:p>
        </w:tc>
      </w:tr>
      <w:tr w:rsidR="00DB46A8" w:rsidRPr="00985C3C" w14:paraId="52401331" w14:textId="54D06C02" w:rsidTr="00145E9A">
        <w:trPr>
          <w:trHeight w:val="120"/>
        </w:trPr>
        <w:tc>
          <w:tcPr>
            <w:tcW w:w="1401" w:type="dxa"/>
            <w:gridSpan w:val="3"/>
            <w:shd w:val="clear" w:color="auto" w:fill="F1F7FA"/>
          </w:tcPr>
          <w:p w14:paraId="0C88D379" w14:textId="77777777" w:rsidR="00DB46A8" w:rsidRPr="00985C3C" w:rsidRDefault="00DB46A8" w:rsidP="002870A8">
            <w:pPr>
              <w:rPr>
                <w:rFonts w:ascii="Arial" w:hAnsi="Arial" w:cs="Arial"/>
                <w:sz w:val="4"/>
                <w:szCs w:val="4"/>
              </w:rPr>
            </w:pPr>
          </w:p>
        </w:tc>
        <w:tc>
          <w:tcPr>
            <w:tcW w:w="6821" w:type="dxa"/>
            <w:vMerge/>
            <w:shd w:val="clear" w:color="auto" w:fill="F1F7FA"/>
          </w:tcPr>
          <w:p w14:paraId="782583D9" w14:textId="77777777" w:rsidR="00DB46A8" w:rsidRPr="00985C3C" w:rsidRDefault="00DB46A8" w:rsidP="002870A8">
            <w:pPr>
              <w:pStyle w:val="BodyText"/>
              <w:rPr>
                <w:rFonts w:ascii="Arial" w:hAnsi="Arial" w:cs="Arial"/>
              </w:rPr>
            </w:pPr>
          </w:p>
        </w:tc>
        <w:tc>
          <w:tcPr>
            <w:tcW w:w="1134" w:type="dxa"/>
            <w:shd w:val="clear" w:color="auto" w:fill="F1F7FA"/>
          </w:tcPr>
          <w:p w14:paraId="5ACC7393" w14:textId="77777777" w:rsidR="00DB46A8" w:rsidRPr="00985C3C" w:rsidRDefault="00DB46A8" w:rsidP="002870A8">
            <w:pPr>
              <w:pStyle w:val="BodyText"/>
              <w:rPr>
                <w:rFonts w:ascii="Arial" w:hAnsi="Arial" w:cs="Arial"/>
              </w:rPr>
            </w:pPr>
          </w:p>
        </w:tc>
      </w:tr>
    </w:tbl>
    <w:p w14:paraId="3C1FFFE4" w14:textId="77777777" w:rsidR="00985C3C" w:rsidRPr="00985C3C" w:rsidRDefault="00985C3C">
      <w:pPr>
        <w:rPr>
          <w:rFonts w:ascii="Arial" w:hAnsi="Arial" w:cs="Arial"/>
        </w:rPr>
      </w:pPr>
    </w:p>
    <w:p w14:paraId="4AD3D2CE" w14:textId="32A8AA8C" w:rsidR="00985C3C" w:rsidRPr="00985C3C" w:rsidRDefault="00985C3C">
      <w:pPr>
        <w:rPr>
          <w:rFonts w:ascii="Arial" w:hAnsi="Arial" w:cs="Arial"/>
        </w:rPr>
      </w:pPr>
    </w:p>
    <w:p w14:paraId="003FD205" w14:textId="77777777" w:rsidR="00985C3C" w:rsidRPr="00985C3C" w:rsidRDefault="00985C3C">
      <w:pPr>
        <w:rPr>
          <w:rFonts w:ascii="Arial" w:hAnsi="Arial" w:cs="Arial"/>
        </w:rPr>
      </w:pPr>
    </w:p>
    <w:p w14:paraId="2B68AFF5" w14:textId="77777777" w:rsidR="00985C3C" w:rsidRPr="00985C3C" w:rsidRDefault="00985C3C">
      <w:pPr>
        <w:rPr>
          <w:rFonts w:ascii="Arial" w:hAnsi="Arial" w:cs="Arial"/>
        </w:rPr>
      </w:pPr>
    </w:p>
    <w:p w14:paraId="6A330EF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7D941BD" w14:textId="3F5A8E76" w:rsidTr="00145E9A">
        <w:trPr>
          <w:trHeight w:hRule="exact" w:val="170"/>
        </w:trPr>
        <w:tc>
          <w:tcPr>
            <w:tcW w:w="1401" w:type="dxa"/>
            <w:gridSpan w:val="3"/>
            <w:shd w:val="clear" w:color="auto" w:fill="F1F7FA"/>
          </w:tcPr>
          <w:p w14:paraId="7F2D2646" w14:textId="1C7B8CC3" w:rsidR="00DB46A8" w:rsidRPr="00985C3C" w:rsidRDefault="00DB46A8" w:rsidP="002870A8">
            <w:pPr>
              <w:keepNext/>
              <w:rPr>
                <w:rFonts w:ascii="Arial" w:hAnsi="Arial" w:cs="Arial"/>
                <w:sz w:val="4"/>
                <w:szCs w:val="4"/>
              </w:rPr>
            </w:pPr>
          </w:p>
        </w:tc>
        <w:tc>
          <w:tcPr>
            <w:tcW w:w="6821" w:type="dxa"/>
            <w:shd w:val="clear" w:color="auto" w:fill="F1F7FA"/>
            <w:vAlign w:val="center"/>
          </w:tcPr>
          <w:p w14:paraId="022245B7" w14:textId="77777777" w:rsidR="00DB46A8" w:rsidRPr="00985C3C" w:rsidRDefault="00DB46A8" w:rsidP="002870A8">
            <w:pPr>
              <w:keepNext/>
              <w:rPr>
                <w:rFonts w:ascii="Arial" w:hAnsi="Arial" w:cs="Arial"/>
                <w:sz w:val="4"/>
                <w:szCs w:val="4"/>
              </w:rPr>
            </w:pPr>
          </w:p>
        </w:tc>
        <w:tc>
          <w:tcPr>
            <w:tcW w:w="1134" w:type="dxa"/>
            <w:shd w:val="clear" w:color="auto" w:fill="F1F7FA"/>
          </w:tcPr>
          <w:p w14:paraId="101816D8" w14:textId="77777777" w:rsidR="00DB46A8" w:rsidRPr="00985C3C" w:rsidRDefault="00DB46A8" w:rsidP="002870A8">
            <w:pPr>
              <w:keepNext/>
              <w:rPr>
                <w:rFonts w:ascii="Arial" w:hAnsi="Arial" w:cs="Arial"/>
                <w:sz w:val="4"/>
                <w:szCs w:val="4"/>
              </w:rPr>
            </w:pPr>
          </w:p>
        </w:tc>
      </w:tr>
      <w:tr w:rsidR="00DB46A8" w:rsidRPr="00985C3C" w14:paraId="1E333D51" w14:textId="6F8557D8" w:rsidTr="00145E9A">
        <w:trPr>
          <w:trHeight w:val="392"/>
        </w:trPr>
        <w:tc>
          <w:tcPr>
            <w:tcW w:w="345" w:type="dxa"/>
            <w:shd w:val="clear" w:color="auto" w:fill="F1F7FA"/>
          </w:tcPr>
          <w:p w14:paraId="64BBDBB5"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5E89CD4" w14:textId="77777777" w:rsidR="00DB46A8" w:rsidRPr="00985C3C" w:rsidRDefault="00DB46A8" w:rsidP="002870A8">
            <w:pPr>
              <w:pStyle w:val="Question"/>
              <w:keepNext/>
              <w:rPr>
                <w:rFonts w:ascii="Arial" w:hAnsi="Arial" w:cs="Arial"/>
                <w:b/>
              </w:rPr>
            </w:pPr>
            <w:r w:rsidRPr="00985C3C">
              <w:rPr>
                <w:rFonts w:ascii="Arial" w:hAnsi="Arial" w:cs="Arial"/>
                <w:b/>
              </w:rPr>
              <w:t>Q5</w:t>
            </w:r>
          </w:p>
        </w:tc>
        <w:tc>
          <w:tcPr>
            <w:tcW w:w="281" w:type="dxa"/>
            <w:shd w:val="clear" w:color="auto" w:fill="F1F7FA"/>
          </w:tcPr>
          <w:p w14:paraId="17D51DFA" w14:textId="77777777" w:rsidR="00DB46A8" w:rsidRPr="00985C3C" w:rsidRDefault="00DB46A8" w:rsidP="002870A8">
            <w:pPr>
              <w:keepNext/>
              <w:rPr>
                <w:rFonts w:ascii="Arial" w:hAnsi="Arial" w:cs="Arial"/>
              </w:rPr>
            </w:pPr>
          </w:p>
        </w:tc>
        <w:tc>
          <w:tcPr>
            <w:tcW w:w="6821" w:type="dxa"/>
            <w:vMerge w:val="restart"/>
            <w:shd w:val="clear" w:color="auto" w:fill="F1F7FA"/>
          </w:tcPr>
          <w:p w14:paraId="65EBB2B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business models of the three wānanga?</w:t>
            </w:r>
          </w:p>
        </w:tc>
        <w:tc>
          <w:tcPr>
            <w:tcW w:w="1134" w:type="dxa"/>
            <w:shd w:val="clear" w:color="auto" w:fill="F1F7FA"/>
          </w:tcPr>
          <w:p w14:paraId="6987DDCC" w14:textId="3B0998B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12</w:t>
            </w:r>
          </w:p>
        </w:tc>
      </w:tr>
      <w:tr w:rsidR="00DB46A8" w:rsidRPr="00985C3C" w14:paraId="255E88CB" w14:textId="1D095A6C" w:rsidTr="00145E9A">
        <w:trPr>
          <w:trHeight w:val="120"/>
        </w:trPr>
        <w:tc>
          <w:tcPr>
            <w:tcW w:w="1401" w:type="dxa"/>
            <w:gridSpan w:val="3"/>
            <w:shd w:val="clear" w:color="auto" w:fill="F1F7FA"/>
          </w:tcPr>
          <w:p w14:paraId="2EC4206C" w14:textId="77777777" w:rsidR="00DB46A8" w:rsidRPr="00985C3C" w:rsidRDefault="00DB46A8" w:rsidP="002870A8">
            <w:pPr>
              <w:rPr>
                <w:rFonts w:ascii="Arial" w:hAnsi="Arial" w:cs="Arial"/>
                <w:sz w:val="4"/>
                <w:szCs w:val="4"/>
              </w:rPr>
            </w:pPr>
          </w:p>
        </w:tc>
        <w:tc>
          <w:tcPr>
            <w:tcW w:w="6821" w:type="dxa"/>
            <w:vMerge/>
            <w:shd w:val="clear" w:color="auto" w:fill="F1F7FA"/>
          </w:tcPr>
          <w:p w14:paraId="351C9A77" w14:textId="77777777" w:rsidR="00DB46A8" w:rsidRPr="00985C3C" w:rsidRDefault="00DB46A8" w:rsidP="002870A8">
            <w:pPr>
              <w:pStyle w:val="BodyText"/>
              <w:rPr>
                <w:rFonts w:ascii="Arial" w:hAnsi="Arial" w:cs="Arial"/>
              </w:rPr>
            </w:pPr>
          </w:p>
        </w:tc>
        <w:tc>
          <w:tcPr>
            <w:tcW w:w="1134" w:type="dxa"/>
            <w:shd w:val="clear" w:color="auto" w:fill="F1F7FA"/>
          </w:tcPr>
          <w:p w14:paraId="0ADEB322" w14:textId="77777777" w:rsidR="00DB46A8" w:rsidRPr="00985C3C" w:rsidRDefault="00DB46A8" w:rsidP="002870A8">
            <w:pPr>
              <w:pStyle w:val="BodyText"/>
              <w:rPr>
                <w:rFonts w:ascii="Arial" w:hAnsi="Arial" w:cs="Arial"/>
              </w:rPr>
            </w:pPr>
          </w:p>
        </w:tc>
      </w:tr>
    </w:tbl>
    <w:p w14:paraId="1E51DD45" w14:textId="77777777" w:rsidR="00985C3C" w:rsidRPr="00985C3C" w:rsidRDefault="00985C3C">
      <w:pPr>
        <w:rPr>
          <w:rFonts w:ascii="Arial" w:hAnsi="Arial" w:cs="Arial"/>
        </w:rPr>
      </w:pPr>
    </w:p>
    <w:p w14:paraId="7AB45DA6" w14:textId="45A265D3" w:rsidR="00985C3C" w:rsidRPr="00985C3C" w:rsidRDefault="00985C3C">
      <w:pPr>
        <w:rPr>
          <w:rFonts w:ascii="Arial" w:hAnsi="Arial" w:cs="Arial"/>
        </w:rPr>
      </w:pPr>
    </w:p>
    <w:p w14:paraId="43D0F99C" w14:textId="77777777" w:rsidR="00985C3C" w:rsidRPr="00985C3C" w:rsidRDefault="00985C3C">
      <w:pPr>
        <w:rPr>
          <w:rFonts w:ascii="Arial" w:hAnsi="Arial" w:cs="Arial"/>
        </w:rPr>
      </w:pPr>
    </w:p>
    <w:p w14:paraId="4304A924" w14:textId="77777777" w:rsidR="00985C3C" w:rsidRPr="00985C3C" w:rsidRDefault="00985C3C">
      <w:pPr>
        <w:rPr>
          <w:rFonts w:ascii="Arial" w:hAnsi="Arial" w:cs="Arial"/>
        </w:rPr>
      </w:pPr>
    </w:p>
    <w:p w14:paraId="24D9B142"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C1CEF41" w14:textId="45BD857A" w:rsidTr="00145E9A">
        <w:trPr>
          <w:trHeight w:hRule="exact" w:val="170"/>
        </w:trPr>
        <w:tc>
          <w:tcPr>
            <w:tcW w:w="1401" w:type="dxa"/>
            <w:gridSpan w:val="3"/>
            <w:shd w:val="clear" w:color="auto" w:fill="F1F7FA"/>
          </w:tcPr>
          <w:p w14:paraId="36B2AB1D" w14:textId="7A827AF7" w:rsidR="00DB46A8" w:rsidRPr="00985C3C" w:rsidRDefault="00DB46A8" w:rsidP="002870A8">
            <w:pPr>
              <w:keepNext/>
              <w:rPr>
                <w:rFonts w:ascii="Arial" w:hAnsi="Arial" w:cs="Arial"/>
                <w:sz w:val="4"/>
                <w:szCs w:val="4"/>
              </w:rPr>
            </w:pPr>
          </w:p>
        </w:tc>
        <w:tc>
          <w:tcPr>
            <w:tcW w:w="6821" w:type="dxa"/>
            <w:shd w:val="clear" w:color="auto" w:fill="F1F7FA"/>
            <w:vAlign w:val="center"/>
          </w:tcPr>
          <w:p w14:paraId="7F5B496E" w14:textId="77777777" w:rsidR="00DB46A8" w:rsidRPr="00985C3C" w:rsidRDefault="00DB46A8" w:rsidP="002870A8">
            <w:pPr>
              <w:keepNext/>
              <w:rPr>
                <w:rFonts w:ascii="Arial" w:hAnsi="Arial" w:cs="Arial"/>
                <w:sz w:val="4"/>
                <w:szCs w:val="4"/>
              </w:rPr>
            </w:pPr>
          </w:p>
        </w:tc>
        <w:tc>
          <w:tcPr>
            <w:tcW w:w="1134" w:type="dxa"/>
            <w:shd w:val="clear" w:color="auto" w:fill="F1F7FA"/>
          </w:tcPr>
          <w:p w14:paraId="12B68119" w14:textId="77777777" w:rsidR="00DB46A8" w:rsidRPr="00985C3C" w:rsidRDefault="00DB46A8" w:rsidP="002870A8">
            <w:pPr>
              <w:keepNext/>
              <w:rPr>
                <w:rFonts w:ascii="Arial" w:hAnsi="Arial" w:cs="Arial"/>
                <w:sz w:val="4"/>
                <w:szCs w:val="4"/>
              </w:rPr>
            </w:pPr>
          </w:p>
        </w:tc>
      </w:tr>
      <w:tr w:rsidR="00DB46A8" w:rsidRPr="00985C3C" w14:paraId="2170BA87" w14:textId="79F2C930" w:rsidTr="00145E9A">
        <w:trPr>
          <w:trHeight w:val="392"/>
        </w:trPr>
        <w:tc>
          <w:tcPr>
            <w:tcW w:w="345" w:type="dxa"/>
            <w:shd w:val="clear" w:color="auto" w:fill="F1F7FA"/>
          </w:tcPr>
          <w:p w14:paraId="2D1378D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F0F9D0E" w14:textId="77777777" w:rsidR="00DB46A8" w:rsidRPr="00985C3C" w:rsidRDefault="00DB46A8" w:rsidP="002870A8">
            <w:pPr>
              <w:pStyle w:val="Question"/>
              <w:keepNext/>
              <w:rPr>
                <w:rFonts w:ascii="Arial" w:hAnsi="Arial" w:cs="Arial"/>
                <w:b/>
              </w:rPr>
            </w:pPr>
            <w:r w:rsidRPr="00985C3C">
              <w:rPr>
                <w:rFonts w:ascii="Arial" w:hAnsi="Arial" w:cs="Arial"/>
                <w:b/>
              </w:rPr>
              <w:t>Q6</w:t>
            </w:r>
          </w:p>
        </w:tc>
        <w:tc>
          <w:tcPr>
            <w:tcW w:w="281" w:type="dxa"/>
            <w:shd w:val="clear" w:color="auto" w:fill="F1F7FA"/>
          </w:tcPr>
          <w:p w14:paraId="750910D4" w14:textId="77777777" w:rsidR="00DB46A8" w:rsidRPr="00985C3C" w:rsidRDefault="00DB46A8" w:rsidP="002870A8">
            <w:pPr>
              <w:keepNext/>
              <w:rPr>
                <w:rFonts w:ascii="Arial" w:hAnsi="Arial" w:cs="Arial"/>
              </w:rPr>
            </w:pPr>
          </w:p>
        </w:tc>
        <w:tc>
          <w:tcPr>
            <w:tcW w:w="6821" w:type="dxa"/>
            <w:vMerge w:val="restart"/>
            <w:shd w:val="clear" w:color="auto" w:fill="F1F7FA"/>
          </w:tcPr>
          <w:p w14:paraId="77D780A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Do the business models of PTEs have common characteristics?</w:t>
            </w:r>
          </w:p>
        </w:tc>
        <w:tc>
          <w:tcPr>
            <w:tcW w:w="1134" w:type="dxa"/>
            <w:shd w:val="clear" w:color="auto" w:fill="F1F7FA"/>
          </w:tcPr>
          <w:p w14:paraId="721D2CAC" w14:textId="7A34819D"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12</w:t>
            </w:r>
          </w:p>
        </w:tc>
      </w:tr>
      <w:tr w:rsidR="00DB46A8" w:rsidRPr="00985C3C" w14:paraId="10CAE069" w14:textId="4285757D" w:rsidTr="00145E9A">
        <w:trPr>
          <w:trHeight w:val="120"/>
        </w:trPr>
        <w:tc>
          <w:tcPr>
            <w:tcW w:w="1401" w:type="dxa"/>
            <w:gridSpan w:val="3"/>
            <w:shd w:val="clear" w:color="auto" w:fill="F1F7FA"/>
          </w:tcPr>
          <w:p w14:paraId="7CB097BE" w14:textId="77777777" w:rsidR="00DB46A8" w:rsidRPr="00985C3C" w:rsidRDefault="00DB46A8" w:rsidP="002870A8">
            <w:pPr>
              <w:rPr>
                <w:rFonts w:ascii="Arial" w:hAnsi="Arial" w:cs="Arial"/>
                <w:sz w:val="4"/>
                <w:szCs w:val="4"/>
              </w:rPr>
            </w:pPr>
          </w:p>
        </w:tc>
        <w:tc>
          <w:tcPr>
            <w:tcW w:w="6821" w:type="dxa"/>
            <w:vMerge/>
            <w:shd w:val="clear" w:color="auto" w:fill="F1F7FA"/>
          </w:tcPr>
          <w:p w14:paraId="1DBA57E6" w14:textId="77777777" w:rsidR="00DB46A8" w:rsidRPr="00985C3C" w:rsidRDefault="00DB46A8" w:rsidP="002870A8">
            <w:pPr>
              <w:pStyle w:val="BodyText"/>
              <w:rPr>
                <w:rFonts w:ascii="Arial" w:hAnsi="Arial" w:cs="Arial"/>
              </w:rPr>
            </w:pPr>
          </w:p>
        </w:tc>
        <w:tc>
          <w:tcPr>
            <w:tcW w:w="1134" w:type="dxa"/>
            <w:shd w:val="clear" w:color="auto" w:fill="F1F7FA"/>
          </w:tcPr>
          <w:p w14:paraId="14F90CD0" w14:textId="77777777" w:rsidR="00DB46A8" w:rsidRPr="00985C3C" w:rsidRDefault="00DB46A8" w:rsidP="002870A8">
            <w:pPr>
              <w:pStyle w:val="BodyText"/>
              <w:rPr>
                <w:rFonts w:ascii="Arial" w:hAnsi="Arial" w:cs="Arial"/>
              </w:rPr>
            </w:pPr>
          </w:p>
        </w:tc>
      </w:tr>
    </w:tbl>
    <w:p w14:paraId="00C7B156" w14:textId="77777777" w:rsidR="00985C3C" w:rsidRPr="00985C3C" w:rsidRDefault="00985C3C">
      <w:pPr>
        <w:rPr>
          <w:rFonts w:ascii="Arial" w:hAnsi="Arial" w:cs="Arial"/>
        </w:rPr>
      </w:pPr>
    </w:p>
    <w:p w14:paraId="54C603C5" w14:textId="07EAE6CC" w:rsidR="00985C3C" w:rsidRPr="00985C3C" w:rsidRDefault="00985C3C">
      <w:pPr>
        <w:rPr>
          <w:rFonts w:ascii="Arial" w:hAnsi="Arial" w:cs="Arial"/>
        </w:rPr>
      </w:pPr>
    </w:p>
    <w:p w14:paraId="4E71E906" w14:textId="77777777" w:rsidR="00985C3C" w:rsidRPr="00985C3C" w:rsidRDefault="00985C3C">
      <w:pPr>
        <w:rPr>
          <w:rFonts w:ascii="Arial" w:hAnsi="Arial" w:cs="Arial"/>
        </w:rPr>
      </w:pPr>
    </w:p>
    <w:p w14:paraId="03055FED" w14:textId="77777777" w:rsidR="00985C3C" w:rsidRPr="00985C3C" w:rsidRDefault="00985C3C">
      <w:pPr>
        <w:rPr>
          <w:rFonts w:ascii="Arial" w:hAnsi="Arial" w:cs="Arial"/>
        </w:rPr>
      </w:pPr>
    </w:p>
    <w:p w14:paraId="003DCB4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65FA122" w14:textId="0F9D314E" w:rsidTr="00145E9A">
        <w:trPr>
          <w:trHeight w:hRule="exact" w:val="170"/>
        </w:trPr>
        <w:tc>
          <w:tcPr>
            <w:tcW w:w="1401" w:type="dxa"/>
            <w:gridSpan w:val="3"/>
            <w:shd w:val="clear" w:color="auto" w:fill="F1F7FA"/>
          </w:tcPr>
          <w:p w14:paraId="520FC50E" w14:textId="1CD93B56" w:rsidR="00DB46A8" w:rsidRPr="00985C3C" w:rsidRDefault="00DB46A8" w:rsidP="002870A8">
            <w:pPr>
              <w:keepNext/>
              <w:rPr>
                <w:rFonts w:ascii="Arial" w:hAnsi="Arial" w:cs="Arial"/>
                <w:sz w:val="4"/>
                <w:szCs w:val="4"/>
              </w:rPr>
            </w:pPr>
          </w:p>
        </w:tc>
        <w:tc>
          <w:tcPr>
            <w:tcW w:w="6821" w:type="dxa"/>
            <w:shd w:val="clear" w:color="auto" w:fill="F1F7FA"/>
            <w:vAlign w:val="center"/>
          </w:tcPr>
          <w:p w14:paraId="42078AAB" w14:textId="77777777" w:rsidR="00DB46A8" w:rsidRPr="00985C3C" w:rsidRDefault="00DB46A8" w:rsidP="002870A8">
            <w:pPr>
              <w:keepNext/>
              <w:rPr>
                <w:rFonts w:ascii="Arial" w:hAnsi="Arial" w:cs="Arial"/>
                <w:sz w:val="4"/>
                <w:szCs w:val="4"/>
              </w:rPr>
            </w:pPr>
          </w:p>
        </w:tc>
        <w:tc>
          <w:tcPr>
            <w:tcW w:w="1134" w:type="dxa"/>
            <w:shd w:val="clear" w:color="auto" w:fill="F1F7FA"/>
          </w:tcPr>
          <w:p w14:paraId="1C793875" w14:textId="77777777" w:rsidR="00DB46A8" w:rsidRPr="00985C3C" w:rsidRDefault="00DB46A8" w:rsidP="002870A8">
            <w:pPr>
              <w:keepNext/>
              <w:rPr>
                <w:rFonts w:ascii="Arial" w:hAnsi="Arial" w:cs="Arial"/>
                <w:sz w:val="4"/>
                <w:szCs w:val="4"/>
              </w:rPr>
            </w:pPr>
          </w:p>
        </w:tc>
      </w:tr>
      <w:tr w:rsidR="00DB46A8" w:rsidRPr="00985C3C" w14:paraId="652C13CA" w14:textId="5E85A46B" w:rsidTr="00145E9A">
        <w:trPr>
          <w:trHeight w:val="392"/>
        </w:trPr>
        <w:tc>
          <w:tcPr>
            <w:tcW w:w="345" w:type="dxa"/>
            <w:shd w:val="clear" w:color="auto" w:fill="F1F7FA"/>
          </w:tcPr>
          <w:p w14:paraId="0DB5551E"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08F297B" w14:textId="77777777" w:rsidR="00DB46A8" w:rsidRPr="00985C3C" w:rsidRDefault="00DB46A8" w:rsidP="002870A8">
            <w:pPr>
              <w:pStyle w:val="Question"/>
              <w:keepNext/>
              <w:rPr>
                <w:rFonts w:ascii="Arial" w:hAnsi="Arial" w:cs="Arial"/>
                <w:b/>
              </w:rPr>
            </w:pPr>
            <w:r w:rsidRPr="00985C3C">
              <w:rPr>
                <w:rFonts w:ascii="Arial" w:hAnsi="Arial" w:cs="Arial"/>
                <w:b/>
              </w:rPr>
              <w:t>Q7</w:t>
            </w:r>
          </w:p>
        </w:tc>
        <w:tc>
          <w:tcPr>
            <w:tcW w:w="281" w:type="dxa"/>
            <w:shd w:val="clear" w:color="auto" w:fill="F1F7FA"/>
          </w:tcPr>
          <w:p w14:paraId="0F371566" w14:textId="77777777" w:rsidR="00DB46A8" w:rsidRPr="00985C3C" w:rsidRDefault="00DB46A8" w:rsidP="002870A8">
            <w:pPr>
              <w:keepNext/>
              <w:rPr>
                <w:rFonts w:ascii="Arial" w:hAnsi="Arial" w:cs="Arial"/>
              </w:rPr>
            </w:pPr>
          </w:p>
        </w:tc>
        <w:tc>
          <w:tcPr>
            <w:tcW w:w="6821" w:type="dxa"/>
            <w:vMerge w:val="restart"/>
            <w:shd w:val="clear" w:color="auto" w:fill="F1F7FA"/>
          </w:tcPr>
          <w:p w14:paraId="4F3CA8F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implications of economies of scale in teaching (and the government funding of student numbers) for the delivery of tertiary education in different types of providers and for different types of courses and subjects?</w:t>
            </w:r>
          </w:p>
        </w:tc>
        <w:tc>
          <w:tcPr>
            <w:tcW w:w="1134" w:type="dxa"/>
            <w:shd w:val="clear" w:color="auto" w:fill="F1F7FA"/>
          </w:tcPr>
          <w:p w14:paraId="48018805" w14:textId="4B5D5BC5"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12</w:t>
            </w:r>
          </w:p>
        </w:tc>
      </w:tr>
      <w:tr w:rsidR="00DB46A8" w:rsidRPr="00985C3C" w14:paraId="50B8A641" w14:textId="3CD11BFF" w:rsidTr="00145E9A">
        <w:trPr>
          <w:trHeight w:val="120"/>
        </w:trPr>
        <w:tc>
          <w:tcPr>
            <w:tcW w:w="1401" w:type="dxa"/>
            <w:gridSpan w:val="3"/>
            <w:shd w:val="clear" w:color="auto" w:fill="F1F7FA"/>
          </w:tcPr>
          <w:p w14:paraId="67002A1C" w14:textId="77777777" w:rsidR="00DB46A8" w:rsidRPr="00985C3C" w:rsidRDefault="00DB46A8" w:rsidP="002870A8">
            <w:pPr>
              <w:rPr>
                <w:rFonts w:ascii="Arial" w:hAnsi="Arial" w:cs="Arial"/>
                <w:sz w:val="4"/>
                <w:szCs w:val="4"/>
              </w:rPr>
            </w:pPr>
          </w:p>
        </w:tc>
        <w:tc>
          <w:tcPr>
            <w:tcW w:w="6821" w:type="dxa"/>
            <w:vMerge/>
            <w:shd w:val="clear" w:color="auto" w:fill="F1F7FA"/>
          </w:tcPr>
          <w:p w14:paraId="0C5C6C6F" w14:textId="77777777" w:rsidR="00DB46A8" w:rsidRPr="00985C3C" w:rsidRDefault="00DB46A8" w:rsidP="002870A8">
            <w:pPr>
              <w:pStyle w:val="BodyText"/>
              <w:rPr>
                <w:rFonts w:ascii="Arial" w:hAnsi="Arial" w:cs="Arial"/>
              </w:rPr>
            </w:pPr>
          </w:p>
        </w:tc>
        <w:tc>
          <w:tcPr>
            <w:tcW w:w="1134" w:type="dxa"/>
            <w:shd w:val="clear" w:color="auto" w:fill="F1F7FA"/>
          </w:tcPr>
          <w:p w14:paraId="3D2BC986" w14:textId="77777777" w:rsidR="00DB46A8" w:rsidRPr="00985C3C" w:rsidRDefault="00DB46A8" w:rsidP="002870A8">
            <w:pPr>
              <w:pStyle w:val="BodyText"/>
              <w:rPr>
                <w:rFonts w:ascii="Arial" w:hAnsi="Arial" w:cs="Arial"/>
              </w:rPr>
            </w:pPr>
          </w:p>
        </w:tc>
      </w:tr>
    </w:tbl>
    <w:p w14:paraId="226164AC" w14:textId="77777777" w:rsidR="00985C3C" w:rsidRPr="00985C3C" w:rsidRDefault="00985C3C">
      <w:pPr>
        <w:rPr>
          <w:rFonts w:ascii="Arial" w:hAnsi="Arial" w:cs="Arial"/>
        </w:rPr>
      </w:pPr>
    </w:p>
    <w:p w14:paraId="704B9332" w14:textId="0D5FCE30" w:rsidR="00985C3C" w:rsidRPr="00985C3C" w:rsidRDefault="00985C3C">
      <w:pPr>
        <w:rPr>
          <w:rFonts w:ascii="Arial" w:hAnsi="Arial" w:cs="Arial"/>
        </w:rPr>
      </w:pPr>
    </w:p>
    <w:p w14:paraId="5DAC6E3C" w14:textId="77777777" w:rsidR="00985C3C" w:rsidRPr="00985C3C" w:rsidRDefault="00985C3C">
      <w:pPr>
        <w:rPr>
          <w:rFonts w:ascii="Arial" w:hAnsi="Arial" w:cs="Arial"/>
        </w:rPr>
      </w:pPr>
    </w:p>
    <w:p w14:paraId="3B0DE5E8" w14:textId="77777777" w:rsidR="00985C3C" w:rsidRPr="00985C3C" w:rsidRDefault="00985C3C">
      <w:pPr>
        <w:rPr>
          <w:rFonts w:ascii="Arial" w:hAnsi="Arial" w:cs="Arial"/>
        </w:rPr>
      </w:pPr>
    </w:p>
    <w:p w14:paraId="1F39D75D"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808C3F5" w14:textId="71D61D92" w:rsidTr="00145E9A">
        <w:trPr>
          <w:trHeight w:hRule="exact" w:val="170"/>
        </w:trPr>
        <w:tc>
          <w:tcPr>
            <w:tcW w:w="1401" w:type="dxa"/>
            <w:gridSpan w:val="3"/>
            <w:shd w:val="clear" w:color="auto" w:fill="F1F7FA"/>
          </w:tcPr>
          <w:p w14:paraId="56CEF3D6" w14:textId="058F94C9" w:rsidR="00DB46A8" w:rsidRPr="00985C3C" w:rsidRDefault="00DB46A8" w:rsidP="002870A8">
            <w:pPr>
              <w:keepNext/>
              <w:rPr>
                <w:rFonts w:ascii="Arial" w:hAnsi="Arial" w:cs="Arial"/>
                <w:sz w:val="4"/>
                <w:szCs w:val="4"/>
              </w:rPr>
            </w:pPr>
          </w:p>
        </w:tc>
        <w:tc>
          <w:tcPr>
            <w:tcW w:w="6821" w:type="dxa"/>
            <w:shd w:val="clear" w:color="auto" w:fill="F1F7FA"/>
            <w:vAlign w:val="center"/>
          </w:tcPr>
          <w:p w14:paraId="5C6D4BFB" w14:textId="77777777" w:rsidR="00DB46A8" w:rsidRPr="00985C3C" w:rsidRDefault="00DB46A8" w:rsidP="002870A8">
            <w:pPr>
              <w:keepNext/>
              <w:rPr>
                <w:rFonts w:ascii="Arial" w:hAnsi="Arial" w:cs="Arial"/>
                <w:sz w:val="4"/>
                <w:szCs w:val="4"/>
              </w:rPr>
            </w:pPr>
          </w:p>
        </w:tc>
        <w:tc>
          <w:tcPr>
            <w:tcW w:w="1134" w:type="dxa"/>
            <w:shd w:val="clear" w:color="auto" w:fill="F1F7FA"/>
          </w:tcPr>
          <w:p w14:paraId="3E39582F" w14:textId="77777777" w:rsidR="00DB46A8" w:rsidRPr="00985C3C" w:rsidRDefault="00DB46A8" w:rsidP="002870A8">
            <w:pPr>
              <w:keepNext/>
              <w:rPr>
                <w:rFonts w:ascii="Arial" w:hAnsi="Arial" w:cs="Arial"/>
                <w:sz w:val="4"/>
                <w:szCs w:val="4"/>
              </w:rPr>
            </w:pPr>
          </w:p>
        </w:tc>
      </w:tr>
      <w:tr w:rsidR="00DB46A8" w:rsidRPr="00985C3C" w14:paraId="6B7F3CE5" w14:textId="231C11BA" w:rsidTr="00145E9A">
        <w:trPr>
          <w:trHeight w:val="392"/>
        </w:trPr>
        <w:tc>
          <w:tcPr>
            <w:tcW w:w="345" w:type="dxa"/>
            <w:shd w:val="clear" w:color="auto" w:fill="F1F7FA"/>
          </w:tcPr>
          <w:p w14:paraId="33527DCC"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7EB0D53F" w14:textId="77777777" w:rsidR="00DB46A8" w:rsidRPr="00985C3C" w:rsidRDefault="00DB46A8" w:rsidP="002870A8">
            <w:pPr>
              <w:pStyle w:val="Question"/>
              <w:keepNext/>
              <w:rPr>
                <w:rFonts w:ascii="Arial" w:hAnsi="Arial" w:cs="Arial"/>
                <w:b/>
              </w:rPr>
            </w:pPr>
            <w:r w:rsidRPr="00985C3C">
              <w:rPr>
                <w:rFonts w:ascii="Arial" w:hAnsi="Arial" w:cs="Arial"/>
                <w:b/>
              </w:rPr>
              <w:t>Q8</w:t>
            </w:r>
          </w:p>
        </w:tc>
        <w:tc>
          <w:tcPr>
            <w:tcW w:w="281" w:type="dxa"/>
            <w:shd w:val="clear" w:color="auto" w:fill="F1F7FA"/>
          </w:tcPr>
          <w:p w14:paraId="60F1BF6E" w14:textId="77777777" w:rsidR="00DB46A8" w:rsidRPr="00985C3C" w:rsidRDefault="00DB46A8" w:rsidP="002870A8">
            <w:pPr>
              <w:keepNext/>
              <w:rPr>
                <w:rFonts w:ascii="Arial" w:hAnsi="Arial" w:cs="Arial"/>
              </w:rPr>
            </w:pPr>
          </w:p>
        </w:tc>
        <w:tc>
          <w:tcPr>
            <w:tcW w:w="6821" w:type="dxa"/>
            <w:vMerge w:val="restart"/>
            <w:shd w:val="clear" w:color="auto" w:fill="F1F7FA"/>
          </w:tcPr>
          <w:p w14:paraId="3549CE6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does competition for student enrolments influence provider behaviour? Over what attributes do providers compete? Do New Zealand providers compete with one another more or less than in other countries?</w:t>
            </w:r>
          </w:p>
        </w:tc>
        <w:tc>
          <w:tcPr>
            <w:tcW w:w="1134" w:type="dxa"/>
            <w:shd w:val="clear" w:color="auto" w:fill="F1F7FA"/>
          </w:tcPr>
          <w:p w14:paraId="06E0DDCC" w14:textId="429D4BDD"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12</w:t>
            </w:r>
          </w:p>
        </w:tc>
      </w:tr>
      <w:tr w:rsidR="00DB46A8" w:rsidRPr="00985C3C" w14:paraId="77F3D333" w14:textId="05D6BC7D" w:rsidTr="00145E9A">
        <w:trPr>
          <w:trHeight w:val="120"/>
        </w:trPr>
        <w:tc>
          <w:tcPr>
            <w:tcW w:w="1401" w:type="dxa"/>
            <w:gridSpan w:val="3"/>
            <w:shd w:val="clear" w:color="auto" w:fill="F1F7FA"/>
          </w:tcPr>
          <w:p w14:paraId="0B501F58" w14:textId="77777777" w:rsidR="00DB46A8" w:rsidRPr="00985C3C" w:rsidRDefault="00DB46A8" w:rsidP="002870A8">
            <w:pPr>
              <w:rPr>
                <w:rFonts w:ascii="Arial" w:hAnsi="Arial" w:cs="Arial"/>
                <w:sz w:val="4"/>
                <w:szCs w:val="4"/>
              </w:rPr>
            </w:pPr>
          </w:p>
        </w:tc>
        <w:tc>
          <w:tcPr>
            <w:tcW w:w="6821" w:type="dxa"/>
            <w:vMerge/>
            <w:shd w:val="clear" w:color="auto" w:fill="F1F7FA"/>
          </w:tcPr>
          <w:p w14:paraId="1BCF3A14" w14:textId="77777777" w:rsidR="00DB46A8" w:rsidRPr="00985C3C" w:rsidRDefault="00DB46A8" w:rsidP="002870A8">
            <w:pPr>
              <w:pStyle w:val="BodyText"/>
              <w:rPr>
                <w:rFonts w:ascii="Arial" w:hAnsi="Arial" w:cs="Arial"/>
              </w:rPr>
            </w:pPr>
          </w:p>
        </w:tc>
        <w:tc>
          <w:tcPr>
            <w:tcW w:w="1134" w:type="dxa"/>
            <w:shd w:val="clear" w:color="auto" w:fill="F1F7FA"/>
          </w:tcPr>
          <w:p w14:paraId="1A09A9BB" w14:textId="77777777" w:rsidR="00DB46A8" w:rsidRPr="00985C3C" w:rsidRDefault="00DB46A8" w:rsidP="002870A8">
            <w:pPr>
              <w:pStyle w:val="BodyText"/>
              <w:rPr>
                <w:rFonts w:ascii="Arial" w:hAnsi="Arial" w:cs="Arial"/>
              </w:rPr>
            </w:pPr>
          </w:p>
        </w:tc>
      </w:tr>
    </w:tbl>
    <w:p w14:paraId="54791EB1" w14:textId="77777777" w:rsidR="00985C3C" w:rsidRPr="00985C3C" w:rsidRDefault="00985C3C">
      <w:pPr>
        <w:rPr>
          <w:rFonts w:ascii="Arial" w:hAnsi="Arial" w:cs="Arial"/>
        </w:rPr>
      </w:pPr>
    </w:p>
    <w:p w14:paraId="5727A997" w14:textId="459B6203" w:rsidR="00985C3C" w:rsidRPr="00985C3C" w:rsidRDefault="00985C3C">
      <w:pPr>
        <w:rPr>
          <w:rFonts w:ascii="Arial" w:hAnsi="Arial" w:cs="Arial"/>
        </w:rPr>
      </w:pPr>
    </w:p>
    <w:p w14:paraId="0907DBB6" w14:textId="77777777" w:rsidR="00985C3C" w:rsidRPr="00985C3C" w:rsidRDefault="00985C3C">
      <w:pPr>
        <w:rPr>
          <w:rFonts w:ascii="Arial" w:hAnsi="Arial" w:cs="Arial"/>
        </w:rPr>
      </w:pPr>
    </w:p>
    <w:p w14:paraId="0D848F31" w14:textId="77777777" w:rsidR="00985C3C" w:rsidRPr="00985C3C" w:rsidRDefault="00985C3C">
      <w:pPr>
        <w:rPr>
          <w:rFonts w:ascii="Arial" w:hAnsi="Arial" w:cs="Arial"/>
        </w:rPr>
      </w:pPr>
    </w:p>
    <w:p w14:paraId="3175F583" w14:textId="77777777" w:rsidR="00985C3C" w:rsidRDefault="00985C3C">
      <w:pPr>
        <w:rPr>
          <w:rFonts w:ascii="Arial" w:hAnsi="Arial" w:cs="Arial"/>
        </w:rPr>
      </w:pPr>
    </w:p>
    <w:p w14:paraId="082AAD0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CC9DA51" w14:textId="2C347B9A" w:rsidTr="00145E9A">
        <w:trPr>
          <w:trHeight w:hRule="exact" w:val="170"/>
        </w:trPr>
        <w:tc>
          <w:tcPr>
            <w:tcW w:w="1401" w:type="dxa"/>
            <w:gridSpan w:val="3"/>
            <w:shd w:val="clear" w:color="auto" w:fill="F1F7FA"/>
          </w:tcPr>
          <w:p w14:paraId="5FFA45BC" w14:textId="7432AD1A" w:rsidR="00DB46A8" w:rsidRPr="00985C3C" w:rsidRDefault="00DB46A8" w:rsidP="002870A8">
            <w:pPr>
              <w:keepNext/>
              <w:rPr>
                <w:rFonts w:ascii="Arial" w:hAnsi="Arial" w:cs="Arial"/>
                <w:sz w:val="4"/>
                <w:szCs w:val="4"/>
              </w:rPr>
            </w:pPr>
          </w:p>
        </w:tc>
        <w:tc>
          <w:tcPr>
            <w:tcW w:w="6821" w:type="dxa"/>
            <w:shd w:val="clear" w:color="auto" w:fill="F1F7FA"/>
            <w:vAlign w:val="center"/>
          </w:tcPr>
          <w:p w14:paraId="1F522107" w14:textId="77777777" w:rsidR="00DB46A8" w:rsidRPr="00985C3C" w:rsidRDefault="00DB46A8" w:rsidP="002870A8">
            <w:pPr>
              <w:keepNext/>
              <w:rPr>
                <w:rFonts w:ascii="Arial" w:hAnsi="Arial" w:cs="Arial"/>
                <w:sz w:val="4"/>
                <w:szCs w:val="4"/>
              </w:rPr>
            </w:pPr>
          </w:p>
        </w:tc>
        <w:tc>
          <w:tcPr>
            <w:tcW w:w="1134" w:type="dxa"/>
            <w:shd w:val="clear" w:color="auto" w:fill="F1F7FA"/>
          </w:tcPr>
          <w:p w14:paraId="74768F85" w14:textId="77777777" w:rsidR="00DB46A8" w:rsidRPr="00985C3C" w:rsidRDefault="00DB46A8" w:rsidP="002870A8">
            <w:pPr>
              <w:keepNext/>
              <w:rPr>
                <w:rFonts w:ascii="Arial" w:hAnsi="Arial" w:cs="Arial"/>
                <w:sz w:val="4"/>
                <w:szCs w:val="4"/>
              </w:rPr>
            </w:pPr>
          </w:p>
        </w:tc>
      </w:tr>
      <w:tr w:rsidR="00DB46A8" w:rsidRPr="00985C3C" w14:paraId="4D88AEEC" w14:textId="24E5BF82" w:rsidTr="00145E9A">
        <w:trPr>
          <w:trHeight w:val="392"/>
        </w:trPr>
        <w:tc>
          <w:tcPr>
            <w:tcW w:w="345" w:type="dxa"/>
            <w:shd w:val="clear" w:color="auto" w:fill="F1F7FA"/>
          </w:tcPr>
          <w:p w14:paraId="56C927EC"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7E0D620C" w14:textId="77777777" w:rsidR="00DB46A8" w:rsidRPr="00985C3C" w:rsidRDefault="00DB46A8" w:rsidP="002870A8">
            <w:pPr>
              <w:pStyle w:val="Question"/>
              <w:keepNext/>
              <w:rPr>
                <w:rFonts w:ascii="Arial" w:hAnsi="Arial" w:cs="Arial"/>
                <w:b/>
              </w:rPr>
            </w:pPr>
            <w:r w:rsidRPr="00985C3C">
              <w:rPr>
                <w:rFonts w:ascii="Arial" w:hAnsi="Arial" w:cs="Arial"/>
                <w:b/>
              </w:rPr>
              <w:t>Q9</w:t>
            </w:r>
          </w:p>
        </w:tc>
        <w:tc>
          <w:tcPr>
            <w:tcW w:w="281" w:type="dxa"/>
            <w:shd w:val="clear" w:color="auto" w:fill="F1F7FA"/>
          </w:tcPr>
          <w:p w14:paraId="627753FA" w14:textId="77777777" w:rsidR="00DB46A8" w:rsidRPr="00985C3C" w:rsidRDefault="00DB46A8" w:rsidP="002870A8">
            <w:pPr>
              <w:keepNext/>
              <w:rPr>
                <w:rFonts w:ascii="Arial" w:hAnsi="Arial" w:cs="Arial"/>
              </w:rPr>
            </w:pPr>
          </w:p>
        </w:tc>
        <w:tc>
          <w:tcPr>
            <w:tcW w:w="6821" w:type="dxa"/>
            <w:vMerge w:val="restart"/>
            <w:shd w:val="clear" w:color="auto" w:fill="F1F7FA"/>
          </w:tcPr>
          <w:p w14:paraId="16DD9423"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implications of fixed capital costs for the business of tertiary education? Do differences in the capital structure of different tertiary institutions have important implications for the delivery of tertiary education?</w:t>
            </w:r>
          </w:p>
        </w:tc>
        <w:tc>
          <w:tcPr>
            <w:tcW w:w="1134" w:type="dxa"/>
            <w:shd w:val="clear" w:color="auto" w:fill="F1F7FA"/>
          </w:tcPr>
          <w:p w14:paraId="1CF0AF61" w14:textId="12466590"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13</w:t>
            </w:r>
          </w:p>
        </w:tc>
      </w:tr>
      <w:tr w:rsidR="00DB46A8" w:rsidRPr="00985C3C" w14:paraId="5EA7AEE3" w14:textId="195542AB" w:rsidTr="00145E9A">
        <w:trPr>
          <w:trHeight w:val="120"/>
        </w:trPr>
        <w:tc>
          <w:tcPr>
            <w:tcW w:w="1401" w:type="dxa"/>
            <w:gridSpan w:val="3"/>
            <w:shd w:val="clear" w:color="auto" w:fill="F1F7FA"/>
          </w:tcPr>
          <w:p w14:paraId="0FAB7405" w14:textId="77777777" w:rsidR="00DB46A8" w:rsidRPr="00985C3C" w:rsidRDefault="00DB46A8" w:rsidP="002870A8">
            <w:pPr>
              <w:rPr>
                <w:rFonts w:ascii="Arial" w:hAnsi="Arial" w:cs="Arial"/>
                <w:sz w:val="4"/>
                <w:szCs w:val="4"/>
              </w:rPr>
            </w:pPr>
          </w:p>
        </w:tc>
        <w:tc>
          <w:tcPr>
            <w:tcW w:w="6821" w:type="dxa"/>
            <w:vMerge/>
            <w:shd w:val="clear" w:color="auto" w:fill="F1F7FA"/>
          </w:tcPr>
          <w:p w14:paraId="3F8EA6F4" w14:textId="77777777" w:rsidR="00DB46A8" w:rsidRPr="00985C3C" w:rsidRDefault="00DB46A8" w:rsidP="002870A8">
            <w:pPr>
              <w:pStyle w:val="BodyText"/>
              <w:rPr>
                <w:rFonts w:ascii="Arial" w:hAnsi="Arial" w:cs="Arial"/>
              </w:rPr>
            </w:pPr>
          </w:p>
        </w:tc>
        <w:tc>
          <w:tcPr>
            <w:tcW w:w="1134" w:type="dxa"/>
            <w:shd w:val="clear" w:color="auto" w:fill="F1F7FA"/>
          </w:tcPr>
          <w:p w14:paraId="76EB5BFB" w14:textId="77777777" w:rsidR="00DB46A8" w:rsidRPr="00985C3C" w:rsidRDefault="00DB46A8" w:rsidP="002870A8">
            <w:pPr>
              <w:pStyle w:val="BodyText"/>
              <w:rPr>
                <w:rFonts w:ascii="Arial" w:hAnsi="Arial" w:cs="Arial"/>
              </w:rPr>
            </w:pPr>
          </w:p>
        </w:tc>
      </w:tr>
    </w:tbl>
    <w:p w14:paraId="44DF20DE" w14:textId="79A2AB5B" w:rsidR="00985C3C" w:rsidRPr="00985C3C" w:rsidRDefault="00985C3C">
      <w:pPr>
        <w:rPr>
          <w:rFonts w:ascii="Arial" w:hAnsi="Arial" w:cs="Arial"/>
        </w:rPr>
      </w:pPr>
    </w:p>
    <w:p w14:paraId="48F5F76B" w14:textId="77777777" w:rsidR="00985C3C" w:rsidRPr="00985C3C" w:rsidRDefault="00985C3C">
      <w:pPr>
        <w:rPr>
          <w:rFonts w:ascii="Arial" w:hAnsi="Arial" w:cs="Arial"/>
        </w:rPr>
      </w:pPr>
    </w:p>
    <w:p w14:paraId="0CD55DA0" w14:textId="163532C8" w:rsidR="00985C3C" w:rsidRPr="00985C3C" w:rsidRDefault="00985C3C">
      <w:pPr>
        <w:rPr>
          <w:rFonts w:ascii="Arial" w:hAnsi="Arial" w:cs="Arial"/>
        </w:rPr>
      </w:pPr>
    </w:p>
    <w:p w14:paraId="15586A99" w14:textId="77777777" w:rsidR="00985C3C" w:rsidRPr="00985C3C" w:rsidRDefault="00985C3C">
      <w:pPr>
        <w:rPr>
          <w:rFonts w:ascii="Arial" w:hAnsi="Arial" w:cs="Arial"/>
        </w:rPr>
      </w:pPr>
    </w:p>
    <w:p w14:paraId="11E9E1D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2CCD40C" w14:textId="17C22E44" w:rsidTr="00145E9A">
        <w:trPr>
          <w:trHeight w:hRule="exact" w:val="170"/>
        </w:trPr>
        <w:tc>
          <w:tcPr>
            <w:tcW w:w="1401" w:type="dxa"/>
            <w:gridSpan w:val="3"/>
            <w:shd w:val="clear" w:color="auto" w:fill="F1F7FA"/>
          </w:tcPr>
          <w:p w14:paraId="61ED28E8" w14:textId="485C0269" w:rsidR="00DB46A8" w:rsidRPr="00985C3C" w:rsidRDefault="00DB46A8" w:rsidP="002870A8">
            <w:pPr>
              <w:keepNext/>
              <w:rPr>
                <w:rFonts w:ascii="Arial" w:hAnsi="Arial" w:cs="Arial"/>
                <w:sz w:val="4"/>
                <w:szCs w:val="4"/>
              </w:rPr>
            </w:pPr>
          </w:p>
        </w:tc>
        <w:tc>
          <w:tcPr>
            <w:tcW w:w="6821" w:type="dxa"/>
            <w:shd w:val="clear" w:color="auto" w:fill="F1F7FA"/>
            <w:vAlign w:val="center"/>
          </w:tcPr>
          <w:p w14:paraId="62474271" w14:textId="77777777" w:rsidR="00DB46A8" w:rsidRPr="00985C3C" w:rsidRDefault="00DB46A8" w:rsidP="002870A8">
            <w:pPr>
              <w:keepNext/>
              <w:rPr>
                <w:rFonts w:ascii="Arial" w:hAnsi="Arial" w:cs="Arial"/>
                <w:sz w:val="4"/>
                <w:szCs w:val="4"/>
              </w:rPr>
            </w:pPr>
          </w:p>
        </w:tc>
        <w:tc>
          <w:tcPr>
            <w:tcW w:w="1134" w:type="dxa"/>
            <w:shd w:val="clear" w:color="auto" w:fill="F1F7FA"/>
          </w:tcPr>
          <w:p w14:paraId="0F75923D" w14:textId="77777777" w:rsidR="00DB46A8" w:rsidRPr="00985C3C" w:rsidRDefault="00DB46A8" w:rsidP="002870A8">
            <w:pPr>
              <w:keepNext/>
              <w:rPr>
                <w:rFonts w:ascii="Arial" w:hAnsi="Arial" w:cs="Arial"/>
                <w:sz w:val="4"/>
                <w:szCs w:val="4"/>
              </w:rPr>
            </w:pPr>
          </w:p>
        </w:tc>
      </w:tr>
      <w:tr w:rsidR="00DB46A8" w:rsidRPr="00985C3C" w14:paraId="527DABA8" w14:textId="623DF901" w:rsidTr="00145E9A">
        <w:trPr>
          <w:trHeight w:val="392"/>
        </w:trPr>
        <w:tc>
          <w:tcPr>
            <w:tcW w:w="345" w:type="dxa"/>
            <w:shd w:val="clear" w:color="auto" w:fill="F1F7FA"/>
          </w:tcPr>
          <w:p w14:paraId="66EFB8E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5949EDB" w14:textId="77777777" w:rsidR="00DB46A8" w:rsidRPr="00985C3C" w:rsidRDefault="00DB46A8" w:rsidP="002870A8">
            <w:pPr>
              <w:pStyle w:val="Question"/>
              <w:keepNext/>
              <w:rPr>
                <w:rFonts w:ascii="Arial" w:hAnsi="Arial" w:cs="Arial"/>
                <w:b/>
              </w:rPr>
            </w:pPr>
            <w:r w:rsidRPr="00985C3C">
              <w:rPr>
                <w:rFonts w:ascii="Arial" w:hAnsi="Arial" w:cs="Arial"/>
                <w:b/>
              </w:rPr>
              <w:t>Q10</w:t>
            </w:r>
          </w:p>
        </w:tc>
        <w:tc>
          <w:tcPr>
            <w:tcW w:w="281" w:type="dxa"/>
            <w:shd w:val="clear" w:color="auto" w:fill="F1F7FA"/>
          </w:tcPr>
          <w:p w14:paraId="019EE87E" w14:textId="77777777" w:rsidR="00DB46A8" w:rsidRPr="00985C3C" w:rsidRDefault="00DB46A8" w:rsidP="002870A8">
            <w:pPr>
              <w:keepNext/>
              <w:rPr>
                <w:rFonts w:ascii="Arial" w:hAnsi="Arial" w:cs="Arial"/>
              </w:rPr>
            </w:pPr>
          </w:p>
        </w:tc>
        <w:tc>
          <w:tcPr>
            <w:tcW w:w="6821" w:type="dxa"/>
            <w:vMerge w:val="restart"/>
            <w:shd w:val="clear" w:color="auto" w:fill="F1F7FA"/>
          </w:tcPr>
          <w:p w14:paraId="4849CE57"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implications of the multiple activities of tertiary education for its delivery? What outputs are best produced together? What outputs are best produced separately?</w:t>
            </w:r>
          </w:p>
        </w:tc>
        <w:tc>
          <w:tcPr>
            <w:tcW w:w="1134" w:type="dxa"/>
            <w:shd w:val="clear" w:color="auto" w:fill="F1F7FA"/>
          </w:tcPr>
          <w:p w14:paraId="7E868323" w14:textId="5A6C4311"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13</w:t>
            </w:r>
          </w:p>
        </w:tc>
      </w:tr>
      <w:tr w:rsidR="00DB46A8" w:rsidRPr="00985C3C" w14:paraId="65B48ECA" w14:textId="49AC6B54" w:rsidTr="00145E9A">
        <w:trPr>
          <w:trHeight w:val="120"/>
        </w:trPr>
        <w:tc>
          <w:tcPr>
            <w:tcW w:w="1401" w:type="dxa"/>
            <w:gridSpan w:val="3"/>
            <w:shd w:val="clear" w:color="auto" w:fill="F1F7FA"/>
          </w:tcPr>
          <w:p w14:paraId="3A2F3F59" w14:textId="77777777" w:rsidR="00DB46A8" w:rsidRPr="00985C3C" w:rsidRDefault="00DB46A8" w:rsidP="002870A8">
            <w:pPr>
              <w:rPr>
                <w:rFonts w:ascii="Arial" w:hAnsi="Arial" w:cs="Arial"/>
                <w:sz w:val="4"/>
                <w:szCs w:val="4"/>
              </w:rPr>
            </w:pPr>
          </w:p>
        </w:tc>
        <w:tc>
          <w:tcPr>
            <w:tcW w:w="6821" w:type="dxa"/>
            <w:vMerge/>
            <w:shd w:val="clear" w:color="auto" w:fill="F1F7FA"/>
          </w:tcPr>
          <w:p w14:paraId="419E01B7" w14:textId="77777777" w:rsidR="00DB46A8" w:rsidRPr="00985C3C" w:rsidRDefault="00DB46A8" w:rsidP="002870A8">
            <w:pPr>
              <w:pStyle w:val="BodyText"/>
              <w:rPr>
                <w:rFonts w:ascii="Arial" w:hAnsi="Arial" w:cs="Arial"/>
              </w:rPr>
            </w:pPr>
          </w:p>
        </w:tc>
        <w:tc>
          <w:tcPr>
            <w:tcW w:w="1134" w:type="dxa"/>
            <w:shd w:val="clear" w:color="auto" w:fill="F1F7FA"/>
          </w:tcPr>
          <w:p w14:paraId="769E64C8" w14:textId="77777777" w:rsidR="00DB46A8" w:rsidRPr="00985C3C" w:rsidRDefault="00DB46A8" w:rsidP="002870A8">
            <w:pPr>
              <w:pStyle w:val="BodyText"/>
              <w:rPr>
                <w:rFonts w:ascii="Arial" w:hAnsi="Arial" w:cs="Arial"/>
              </w:rPr>
            </w:pPr>
          </w:p>
        </w:tc>
      </w:tr>
    </w:tbl>
    <w:p w14:paraId="4184FC76" w14:textId="77777777" w:rsidR="00985C3C" w:rsidRPr="00985C3C" w:rsidRDefault="00985C3C">
      <w:pPr>
        <w:rPr>
          <w:rFonts w:ascii="Arial" w:hAnsi="Arial" w:cs="Arial"/>
        </w:rPr>
      </w:pPr>
    </w:p>
    <w:p w14:paraId="3C24794D" w14:textId="25D60C2B" w:rsidR="00985C3C" w:rsidRPr="00985C3C" w:rsidRDefault="00985C3C">
      <w:pPr>
        <w:rPr>
          <w:rFonts w:ascii="Arial" w:hAnsi="Arial" w:cs="Arial"/>
        </w:rPr>
      </w:pPr>
    </w:p>
    <w:p w14:paraId="7BFE3869" w14:textId="77777777" w:rsidR="00985C3C" w:rsidRPr="00985C3C" w:rsidRDefault="00985C3C">
      <w:pPr>
        <w:rPr>
          <w:rFonts w:ascii="Arial" w:hAnsi="Arial" w:cs="Arial"/>
        </w:rPr>
      </w:pPr>
    </w:p>
    <w:p w14:paraId="62C70343" w14:textId="77777777" w:rsidR="00985C3C" w:rsidRPr="00985C3C" w:rsidRDefault="00985C3C">
      <w:pPr>
        <w:rPr>
          <w:rFonts w:ascii="Arial" w:hAnsi="Arial" w:cs="Arial"/>
        </w:rPr>
      </w:pPr>
    </w:p>
    <w:p w14:paraId="07D50992"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F34A4A4" w14:textId="30867A5F" w:rsidTr="00145E9A">
        <w:trPr>
          <w:trHeight w:hRule="exact" w:val="170"/>
        </w:trPr>
        <w:tc>
          <w:tcPr>
            <w:tcW w:w="1401" w:type="dxa"/>
            <w:gridSpan w:val="3"/>
            <w:shd w:val="clear" w:color="auto" w:fill="F1F7FA"/>
          </w:tcPr>
          <w:p w14:paraId="5AD6B5E5" w14:textId="735FC564" w:rsidR="00DB46A8" w:rsidRPr="00985C3C" w:rsidRDefault="00DB46A8" w:rsidP="002870A8">
            <w:pPr>
              <w:keepNext/>
              <w:rPr>
                <w:rFonts w:ascii="Arial" w:hAnsi="Arial" w:cs="Arial"/>
                <w:sz w:val="4"/>
                <w:szCs w:val="4"/>
              </w:rPr>
            </w:pPr>
          </w:p>
        </w:tc>
        <w:tc>
          <w:tcPr>
            <w:tcW w:w="6821" w:type="dxa"/>
            <w:shd w:val="clear" w:color="auto" w:fill="F1F7FA"/>
            <w:vAlign w:val="center"/>
          </w:tcPr>
          <w:p w14:paraId="7A0CFC36" w14:textId="77777777" w:rsidR="00DB46A8" w:rsidRPr="00985C3C" w:rsidRDefault="00DB46A8" w:rsidP="002870A8">
            <w:pPr>
              <w:keepNext/>
              <w:rPr>
                <w:rFonts w:ascii="Arial" w:hAnsi="Arial" w:cs="Arial"/>
                <w:sz w:val="4"/>
                <w:szCs w:val="4"/>
              </w:rPr>
            </w:pPr>
          </w:p>
        </w:tc>
        <w:tc>
          <w:tcPr>
            <w:tcW w:w="1134" w:type="dxa"/>
            <w:shd w:val="clear" w:color="auto" w:fill="F1F7FA"/>
          </w:tcPr>
          <w:p w14:paraId="32115086" w14:textId="77777777" w:rsidR="00DB46A8" w:rsidRPr="00985C3C" w:rsidRDefault="00DB46A8" w:rsidP="002870A8">
            <w:pPr>
              <w:keepNext/>
              <w:rPr>
                <w:rFonts w:ascii="Arial" w:hAnsi="Arial" w:cs="Arial"/>
                <w:sz w:val="4"/>
                <w:szCs w:val="4"/>
              </w:rPr>
            </w:pPr>
          </w:p>
        </w:tc>
      </w:tr>
      <w:tr w:rsidR="00DB46A8" w:rsidRPr="00985C3C" w14:paraId="7F817344" w14:textId="0B6CF4E2" w:rsidTr="00145E9A">
        <w:trPr>
          <w:trHeight w:val="392"/>
        </w:trPr>
        <w:tc>
          <w:tcPr>
            <w:tcW w:w="345" w:type="dxa"/>
            <w:shd w:val="clear" w:color="auto" w:fill="F1F7FA"/>
          </w:tcPr>
          <w:p w14:paraId="019D1FB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3D5834D" w14:textId="77777777" w:rsidR="00DB46A8" w:rsidRPr="00985C3C" w:rsidRDefault="00DB46A8" w:rsidP="002870A8">
            <w:pPr>
              <w:pStyle w:val="Question"/>
              <w:keepNext/>
              <w:rPr>
                <w:rFonts w:ascii="Arial" w:hAnsi="Arial" w:cs="Arial"/>
                <w:b/>
              </w:rPr>
            </w:pPr>
            <w:r w:rsidRPr="00985C3C">
              <w:rPr>
                <w:rFonts w:ascii="Arial" w:hAnsi="Arial" w:cs="Arial"/>
                <w:b/>
              </w:rPr>
              <w:t>Q11</w:t>
            </w:r>
          </w:p>
        </w:tc>
        <w:tc>
          <w:tcPr>
            <w:tcW w:w="281" w:type="dxa"/>
            <w:shd w:val="clear" w:color="auto" w:fill="F1F7FA"/>
          </w:tcPr>
          <w:p w14:paraId="311AC4B7" w14:textId="77777777" w:rsidR="00DB46A8" w:rsidRPr="00985C3C" w:rsidRDefault="00DB46A8" w:rsidP="002870A8">
            <w:pPr>
              <w:keepNext/>
              <w:rPr>
                <w:rFonts w:ascii="Arial" w:hAnsi="Arial" w:cs="Arial"/>
              </w:rPr>
            </w:pPr>
          </w:p>
        </w:tc>
        <w:tc>
          <w:tcPr>
            <w:tcW w:w="6821" w:type="dxa"/>
            <w:vMerge w:val="restart"/>
            <w:shd w:val="clear" w:color="auto" w:fill="F1F7FA"/>
          </w:tcPr>
          <w:p w14:paraId="6AF9781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benefits and disadvantages, in terms of students’ learning outcomes, of bundling together research and teaching at universities in New Zealand?</w:t>
            </w:r>
          </w:p>
        </w:tc>
        <w:tc>
          <w:tcPr>
            <w:tcW w:w="1134" w:type="dxa"/>
            <w:shd w:val="clear" w:color="auto" w:fill="F1F7FA"/>
          </w:tcPr>
          <w:p w14:paraId="6DFB2ED5" w14:textId="4A35B2BE"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14</w:t>
            </w:r>
          </w:p>
        </w:tc>
      </w:tr>
      <w:tr w:rsidR="00DB46A8" w:rsidRPr="00985C3C" w14:paraId="72537A77" w14:textId="2E18B53E" w:rsidTr="00145E9A">
        <w:trPr>
          <w:trHeight w:val="120"/>
        </w:trPr>
        <w:tc>
          <w:tcPr>
            <w:tcW w:w="1401" w:type="dxa"/>
            <w:gridSpan w:val="3"/>
            <w:shd w:val="clear" w:color="auto" w:fill="F1F7FA"/>
          </w:tcPr>
          <w:p w14:paraId="242FFD01" w14:textId="77777777" w:rsidR="00DB46A8" w:rsidRPr="00985C3C" w:rsidRDefault="00DB46A8" w:rsidP="002870A8">
            <w:pPr>
              <w:rPr>
                <w:rFonts w:ascii="Arial" w:hAnsi="Arial" w:cs="Arial"/>
                <w:sz w:val="4"/>
                <w:szCs w:val="4"/>
              </w:rPr>
            </w:pPr>
          </w:p>
        </w:tc>
        <w:tc>
          <w:tcPr>
            <w:tcW w:w="6821" w:type="dxa"/>
            <w:vMerge/>
            <w:shd w:val="clear" w:color="auto" w:fill="F1F7FA"/>
          </w:tcPr>
          <w:p w14:paraId="6009C83B" w14:textId="77777777" w:rsidR="00DB46A8" w:rsidRPr="00985C3C" w:rsidRDefault="00DB46A8" w:rsidP="002870A8">
            <w:pPr>
              <w:pStyle w:val="BodyText"/>
              <w:rPr>
                <w:rFonts w:ascii="Arial" w:hAnsi="Arial" w:cs="Arial"/>
              </w:rPr>
            </w:pPr>
          </w:p>
        </w:tc>
        <w:tc>
          <w:tcPr>
            <w:tcW w:w="1134" w:type="dxa"/>
            <w:shd w:val="clear" w:color="auto" w:fill="F1F7FA"/>
          </w:tcPr>
          <w:p w14:paraId="04EDE152" w14:textId="77777777" w:rsidR="00DB46A8" w:rsidRPr="00985C3C" w:rsidRDefault="00DB46A8" w:rsidP="002870A8">
            <w:pPr>
              <w:pStyle w:val="BodyText"/>
              <w:rPr>
                <w:rFonts w:ascii="Arial" w:hAnsi="Arial" w:cs="Arial"/>
              </w:rPr>
            </w:pPr>
          </w:p>
        </w:tc>
      </w:tr>
    </w:tbl>
    <w:p w14:paraId="59E66018" w14:textId="77777777" w:rsidR="00985C3C" w:rsidRPr="00985C3C" w:rsidRDefault="00985C3C">
      <w:pPr>
        <w:rPr>
          <w:rFonts w:ascii="Arial" w:hAnsi="Arial" w:cs="Arial"/>
        </w:rPr>
      </w:pPr>
    </w:p>
    <w:p w14:paraId="359ED051" w14:textId="76015A6C" w:rsidR="00985C3C" w:rsidRPr="00985C3C" w:rsidRDefault="00985C3C">
      <w:pPr>
        <w:rPr>
          <w:rFonts w:ascii="Arial" w:hAnsi="Arial" w:cs="Arial"/>
        </w:rPr>
      </w:pPr>
    </w:p>
    <w:p w14:paraId="12DCCC8E" w14:textId="77777777" w:rsidR="00985C3C" w:rsidRPr="00985C3C" w:rsidRDefault="00985C3C">
      <w:pPr>
        <w:rPr>
          <w:rFonts w:ascii="Arial" w:hAnsi="Arial" w:cs="Arial"/>
        </w:rPr>
      </w:pPr>
    </w:p>
    <w:p w14:paraId="3BA02500" w14:textId="77777777" w:rsidR="00985C3C" w:rsidRPr="00985C3C" w:rsidRDefault="00985C3C">
      <w:pPr>
        <w:rPr>
          <w:rFonts w:ascii="Arial" w:hAnsi="Arial" w:cs="Arial"/>
        </w:rPr>
      </w:pPr>
    </w:p>
    <w:p w14:paraId="09B83A6F"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15053AA" w14:textId="7F917377" w:rsidTr="00145E9A">
        <w:trPr>
          <w:trHeight w:hRule="exact" w:val="170"/>
        </w:trPr>
        <w:tc>
          <w:tcPr>
            <w:tcW w:w="1401" w:type="dxa"/>
            <w:gridSpan w:val="3"/>
            <w:shd w:val="clear" w:color="auto" w:fill="F1F7FA"/>
          </w:tcPr>
          <w:p w14:paraId="078E0AD0" w14:textId="668FCC55" w:rsidR="00DB46A8" w:rsidRPr="00985C3C" w:rsidRDefault="00DB46A8" w:rsidP="002870A8">
            <w:pPr>
              <w:keepNext/>
              <w:rPr>
                <w:rFonts w:ascii="Arial" w:hAnsi="Arial" w:cs="Arial"/>
                <w:sz w:val="4"/>
                <w:szCs w:val="4"/>
              </w:rPr>
            </w:pPr>
          </w:p>
        </w:tc>
        <w:tc>
          <w:tcPr>
            <w:tcW w:w="6821" w:type="dxa"/>
            <w:shd w:val="clear" w:color="auto" w:fill="F1F7FA"/>
            <w:vAlign w:val="center"/>
          </w:tcPr>
          <w:p w14:paraId="6F419079" w14:textId="77777777" w:rsidR="00DB46A8" w:rsidRPr="00985C3C" w:rsidRDefault="00DB46A8" w:rsidP="002870A8">
            <w:pPr>
              <w:keepNext/>
              <w:rPr>
                <w:rFonts w:ascii="Arial" w:hAnsi="Arial" w:cs="Arial"/>
                <w:sz w:val="4"/>
                <w:szCs w:val="4"/>
              </w:rPr>
            </w:pPr>
          </w:p>
        </w:tc>
        <w:tc>
          <w:tcPr>
            <w:tcW w:w="1134" w:type="dxa"/>
            <w:shd w:val="clear" w:color="auto" w:fill="F1F7FA"/>
          </w:tcPr>
          <w:p w14:paraId="0A078CB4" w14:textId="77777777" w:rsidR="00DB46A8" w:rsidRPr="00985C3C" w:rsidRDefault="00DB46A8" w:rsidP="002870A8">
            <w:pPr>
              <w:keepNext/>
              <w:rPr>
                <w:rFonts w:ascii="Arial" w:hAnsi="Arial" w:cs="Arial"/>
                <w:sz w:val="4"/>
                <w:szCs w:val="4"/>
              </w:rPr>
            </w:pPr>
          </w:p>
        </w:tc>
      </w:tr>
      <w:tr w:rsidR="00DB46A8" w:rsidRPr="00985C3C" w14:paraId="4EF5620A" w14:textId="57B3A114" w:rsidTr="00145E9A">
        <w:trPr>
          <w:trHeight w:val="392"/>
        </w:trPr>
        <w:tc>
          <w:tcPr>
            <w:tcW w:w="345" w:type="dxa"/>
            <w:shd w:val="clear" w:color="auto" w:fill="F1F7FA"/>
          </w:tcPr>
          <w:p w14:paraId="41A67534"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9EB1A91" w14:textId="77777777" w:rsidR="00DB46A8" w:rsidRPr="00985C3C" w:rsidRDefault="00DB46A8" w:rsidP="002870A8">
            <w:pPr>
              <w:pStyle w:val="Question"/>
              <w:keepNext/>
              <w:rPr>
                <w:rFonts w:ascii="Arial" w:hAnsi="Arial" w:cs="Arial"/>
                <w:b/>
              </w:rPr>
            </w:pPr>
            <w:r w:rsidRPr="00985C3C">
              <w:rPr>
                <w:rFonts w:ascii="Arial" w:hAnsi="Arial" w:cs="Arial"/>
                <w:b/>
              </w:rPr>
              <w:t>Q12</w:t>
            </w:r>
          </w:p>
        </w:tc>
        <w:tc>
          <w:tcPr>
            <w:tcW w:w="281" w:type="dxa"/>
            <w:shd w:val="clear" w:color="auto" w:fill="F1F7FA"/>
          </w:tcPr>
          <w:p w14:paraId="3B66FBE0" w14:textId="77777777" w:rsidR="00DB46A8" w:rsidRPr="00985C3C" w:rsidRDefault="00DB46A8" w:rsidP="002870A8">
            <w:pPr>
              <w:keepNext/>
              <w:rPr>
                <w:rFonts w:ascii="Arial" w:hAnsi="Arial" w:cs="Arial"/>
              </w:rPr>
            </w:pPr>
          </w:p>
        </w:tc>
        <w:tc>
          <w:tcPr>
            <w:tcW w:w="6821" w:type="dxa"/>
            <w:vMerge w:val="restart"/>
            <w:shd w:val="clear" w:color="auto" w:fill="F1F7FA"/>
          </w:tcPr>
          <w:p w14:paraId="78D999FC"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value is attached to excellence in teaching compared to excellence in research when universities recruit or promote staff? </w:t>
            </w:r>
          </w:p>
        </w:tc>
        <w:tc>
          <w:tcPr>
            <w:tcW w:w="1134" w:type="dxa"/>
            <w:shd w:val="clear" w:color="auto" w:fill="F1F7FA"/>
          </w:tcPr>
          <w:p w14:paraId="21375309" w14:textId="47E0F611"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14</w:t>
            </w:r>
          </w:p>
        </w:tc>
      </w:tr>
      <w:tr w:rsidR="00DB46A8" w:rsidRPr="00985C3C" w14:paraId="3BCB3A62" w14:textId="6C8F29D0" w:rsidTr="00145E9A">
        <w:trPr>
          <w:trHeight w:val="120"/>
        </w:trPr>
        <w:tc>
          <w:tcPr>
            <w:tcW w:w="1401" w:type="dxa"/>
            <w:gridSpan w:val="3"/>
            <w:shd w:val="clear" w:color="auto" w:fill="F1F7FA"/>
          </w:tcPr>
          <w:p w14:paraId="36BEFF76" w14:textId="77777777" w:rsidR="00DB46A8" w:rsidRPr="00985C3C" w:rsidRDefault="00DB46A8" w:rsidP="002870A8">
            <w:pPr>
              <w:rPr>
                <w:rFonts w:ascii="Arial" w:hAnsi="Arial" w:cs="Arial"/>
                <w:sz w:val="4"/>
                <w:szCs w:val="4"/>
              </w:rPr>
            </w:pPr>
          </w:p>
        </w:tc>
        <w:tc>
          <w:tcPr>
            <w:tcW w:w="6821" w:type="dxa"/>
            <w:vMerge/>
            <w:shd w:val="clear" w:color="auto" w:fill="F1F7FA"/>
          </w:tcPr>
          <w:p w14:paraId="585B25F0" w14:textId="77777777" w:rsidR="00DB46A8" w:rsidRPr="00985C3C" w:rsidRDefault="00DB46A8" w:rsidP="002870A8">
            <w:pPr>
              <w:pStyle w:val="BodyText"/>
              <w:rPr>
                <w:rFonts w:ascii="Arial" w:hAnsi="Arial" w:cs="Arial"/>
              </w:rPr>
            </w:pPr>
          </w:p>
        </w:tc>
        <w:tc>
          <w:tcPr>
            <w:tcW w:w="1134" w:type="dxa"/>
            <w:shd w:val="clear" w:color="auto" w:fill="F1F7FA"/>
          </w:tcPr>
          <w:p w14:paraId="4B43F99D" w14:textId="77777777" w:rsidR="00DB46A8" w:rsidRPr="00985C3C" w:rsidRDefault="00DB46A8" w:rsidP="002870A8">
            <w:pPr>
              <w:pStyle w:val="BodyText"/>
              <w:rPr>
                <w:rFonts w:ascii="Arial" w:hAnsi="Arial" w:cs="Arial"/>
              </w:rPr>
            </w:pPr>
          </w:p>
        </w:tc>
      </w:tr>
    </w:tbl>
    <w:p w14:paraId="1F76EFCD" w14:textId="77777777" w:rsidR="00985C3C" w:rsidRPr="00985C3C" w:rsidRDefault="00985C3C">
      <w:pPr>
        <w:rPr>
          <w:rFonts w:ascii="Arial" w:hAnsi="Arial" w:cs="Arial"/>
        </w:rPr>
      </w:pPr>
    </w:p>
    <w:p w14:paraId="3239FB3D" w14:textId="30DA43F8" w:rsidR="00985C3C" w:rsidRPr="00985C3C" w:rsidRDefault="00985C3C">
      <w:pPr>
        <w:rPr>
          <w:rFonts w:ascii="Arial" w:hAnsi="Arial" w:cs="Arial"/>
        </w:rPr>
      </w:pPr>
    </w:p>
    <w:p w14:paraId="7BA66819" w14:textId="77777777" w:rsidR="00985C3C" w:rsidRPr="00985C3C" w:rsidRDefault="00985C3C">
      <w:pPr>
        <w:rPr>
          <w:rFonts w:ascii="Arial" w:hAnsi="Arial" w:cs="Arial"/>
        </w:rPr>
      </w:pPr>
    </w:p>
    <w:p w14:paraId="39F474A1" w14:textId="77777777" w:rsidR="00985C3C" w:rsidRPr="00985C3C" w:rsidRDefault="00985C3C">
      <w:pPr>
        <w:rPr>
          <w:rFonts w:ascii="Arial" w:hAnsi="Arial" w:cs="Arial"/>
        </w:rPr>
      </w:pPr>
    </w:p>
    <w:p w14:paraId="722B0D8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C180921" w14:textId="5E96B48E" w:rsidTr="00145E9A">
        <w:trPr>
          <w:trHeight w:hRule="exact" w:val="170"/>
        </w:trPr>
        <w:tc>
          <w:tcPr>
            <w:tcW w:w="1401" w:type="dxa"/>
            <w:gridSpan w:val="3"/>
            <w:shd w:val="clear" w:color="auto" w:fill="F1F7FA"/>
          </w:tcPr>
          <w:p w14:paraId="7E8BA567" w14:textId="7773D832" w:rsidR="00DB46A8" w:rsidRPr="00985C3C" w:rsidRDefault="00DB46A8" w:rsidP="002870A8">
            <w:pPr>
              <w:keepNext/>
              <w:rPr>
                <w:rFonts w:ascii="Arial" w:hAnsi="Arial" w:cs="Arial"/>
                <w:sz w:val="4"/>
                <w:szCs w:val="4"/>
              </w:rPr>
            </w:pPr>
          </w:p>
        </w:tc>
        <w:tc>
          <w:tcPr>
            <w:tcW w:w="6821" w:type="dxa"/>
            <w:shd w:val="clear" w:color="auto" w:fill="F1F7FA"/>
            <w:vAlign w:val="center"/>
          </w:tcPr>
          <w:p w14:paraId="4E555E86" w14:textId="77777777" w:rsidR="00DB46A8" w:rsidRPr="00985C3C" w:rsidRDefault="00DB46A8" w:rsidP="002870A8">
            <w:pPr>
              <w:keepNext/>
              <w:rPr>
                <w:rFonts w:ascii="Arial" w:hAnsi="Arial" w:cs="Arial"/>
                <w:sz w:val="4"/>
                <w:szCs w:val="4"/>
              </w:rPr>
            </w:pPr>
          </w:p>
        </w:tc>
        <w:tc>
          <w:tcPr>
            <w:tcW w:w="1134" w:type="dxa"/>
            <w:shd w:val="clear" w:color="auto" w:fill="F1F7FA"/>
          </w:tcPr>
          <w:p w14:paraId="56998619" w14:textId="77777777" w:rsidR="00DB46A8" w:rsidRPr="00985C3C" w:rsidRDefault="00DB46A8" w:rsidP="002870A8">
            <w:pPr>
              <w:keepNext/>
              <w:rPr>
                <w:rFonts w:ascii="Arial" w:hAnsi="Arial" w:cs="Arial"/>
                <w:sz w:val="4"/>
                <w:szCs w:val="4"/>
              </w:rPr>
            </w:pPr>
          </w:p>
        </w:tc>
      </w:tr>
      <w:tr w:rsidR="00DB46A8" w:rsidRPr="00985C3C" w14:paraId="6B1EB291" w14:textId="29EFD08E" w:rsidTr="00145E9A">
        <w:trPr>
          <w:trHeight w:val="392"/>
        </w:trPr>
        <w:tc>
          <w:tcPr>
            <w:tcW w:w="345" w:type="dxa"/>
            <w:shd w:val="clear" w:color="auto" w:fill="F1F7FA"/>
          </w:tcPr>
          <w:p w14:paraId="012317A6"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A4EFAEB" w14:textId="77777777" w:rsidR="00DB46A8" w:rsidRPr="00985C3C" w:rsidRDefault="00DB46A8" w:rsidP="002870A8">
            <w:pPr>
              <w:pStyle w:val="Question"/>
              <w:keepNext/>
              <w:rPr>
                <w:rFonts w:ascii="Arial" w:hAnsi="Arial" w:cs="Arial"/>
                <w:b/>
              </w:rPr>
            </w:pPr>
            <w:r w:rsidRPr="00985C3C">
              <w:rPr>
                <w:rFonts w:ascii="Arial" w:hAnsi="Arial" w:cs="Arial"/>
                <w:b/>
              </w:rPr>
              <w:t>Q13</w:t>
            </w:r>
          </w:p>
        </w:tc>
        <w:tc>
          <w:tcPr>
            <w:tcW w:w="281" w:type="dxa"/>
            <w:shd w:val="clear" w:color="auto" w:fill="F1F7FA"/>
          </w:tcPr>
          <w:p w14:paraId="02FCEB62" w14:textId="77777777" w:rsidR="00DB46A8" w:rsidRPr="00985C3C" w:rsidRDefault="00DB46A8" w:rsidP="002870A8">
            <w:pPr>
              <w:keepNext/>
              <w:rPr>
                <w:rFonts w:ascii="Arial" w:hAnsi="Arial" w:cs="Arial"/>
              </w:rPr>
            </w:pPr>
          </w:p>
        </w:tc>
        <w:tc>
          <w:tcPr>
            <w:tcW w:w="6821" w:type="dxa"/>
            <w:vMerge w:val="restart"/>
            <w:shd w:val="clear" w:color="auto" w:fill="F1F7FA"/>
          </w:tcPr>
          <w:p w14:paraId="3BDEBDA8"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Do New Zealand TEIs cross-subsidise research with teaching income?</w:t>
            </w:r>
          </w:p>
        </w:tc>
        <w:tc>
          <w:tcPr>
            <w:tcW w:w="1134" w:type="dxa"/>
            <w:shd w:val="clear" w:color="auto" w:fill="F1F7FA"/>
          </w:tcPr>
          <w:p w14:paraId="7020AA01" w14:textId="1C4CD181"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14</w:t>
            </w:r>
          </w:p>
        </w:tc>
      </w:tr>
      <w:tr w:rsidR="00DB46A8" w:rsidRPr="00985C3C" w14:paraId="05290690" w14:textId="23C4B687" w:rsidTr="00145E9A">
        <w:trPr>
          <w:trHeight w:val="120"/>
        </w:trPr>
        <w:tc>
          <w:tcPr>
            <w:tcW w:w="1401" w:type="dxa"/>
            <w:gridSpan w:val="3"/>
            <w:shd w:val="clear" w:color="auto" w:fill="F1F7FA"/>
          </w:tcPr>
          <w:p w14:paraId="13B56209" w14:textId="77777777" w:rsidR="00DB46A8" w:rsidRPr="00985C3C" w:rsidRDefault="00DB46A8" w:rsidP="002870A8">
            <w:pPr>
              <w:rPr>
                <w:rFonts w:ascii="Arial" w:hAnsi="Arial" w:cs="Arial"/>
                <w:sz w:val="4"/>
                <w:szCs w:val="4"/>
              </w:rPr>
            </w:pPr>
          </w:p>
        </w:tc>
        <w:tc>
          <w:tcPr>
            <w:tcW w:w="6821" w:type="dxa"/>
            <w:vMerge/>
            <w:shd w:val="clear" w:color="auto" w:fill="F1F7FA"/>
          </w:tcPr>
          <w:p w14:paraId="307EA267" w14:textId="77777777" w:rsidR="00DB46A8" w:rsidRPr="00985C3C" w:rsidRDefault="00DB46A8" w:rsidP="002870A8">
            <w:pPr>
              <w:pStyle w:val="BodyText"/>
              <w:rPr>
                <w:rFonts w:ascii="Arial" w:hAnsi="Arial" w:cs="Arial"/>
              </w:rPr>
            </w:pPr>
          </w:p>
        </w:tc>
        <w:tc>
          <w:tcPr>
            <w:tcW w:w="1134" w:type="dxa"/>
            <w:shd w:val="clear" w:color="auto" w:fill="F1F7FA"/>
          </w:tcPr>
          <w:p w14:paraId="4C9B240C" w14:textId="77777777" w:rsidR="00DB46A8" w:rsidRPr="00985C3C" w:rsidRDefault="00DB46A8" w:rsidP="002870A8">
            <w:pPr>
              <w:pStyle w:val="BodyText"/>
              <w:rPr>
                <w:rFonts w:ascii="Arial" w:hAnsi="Arial" w:cs="Arial"/>
              </w:rPr>
            </w:pPr>
          </w:p>
        </w:tc>
      </w:tr>
    </w:tbl>
    <w:p w14:paraId="52FBA811" w14:textId="77777777" w:rsidR="00985C3C" w:rsidRPr="00985C3C" w:rsidRDefault="00985C3C">
      <w:pPr>
        <w:rPr>
          <w:rFonts w:ascii="Arial" w:hAnsi="Arial" w:cs="Arial"/>
        </w:rPr>
      </w:pPr>
    </w:p>
    <w:p w14:paraId="67516B2C" w14:textId="1B6B69F9" w:rsidR="00985C3C" w:rsidRPr="00985C3C" w:rsidRDefault="00985C3C">
      <w:pPr>
        <w:rPr>
          <w:rFonts w:ascii="Arial" w:hAnsi="Arial" w:cs="Arial"/>
        </w:rPr>
      </w:pPr>
    </w:p>
    <w:p w14:paraId="78B36B27" w14:textId="77777777" w:rsidR="00985C3C" w:rsidRPr="00985C3C" w:rsidRDefault="00985C3C">
      <w:pPr>
        <w:rPr>
          <w:rFonts w:ascii="Arial" w:hAnsi="Arial" w:cs="Arial"/>
        </w:rPr>
      </w:pPr>
    </w:p>
    <w:p w14:paraId="1622B979" w14:textId="77777777" w:rsidR="00985C3C" w:rsidRDefault="00985C3C">
      <w:pPr>
        <w:rPr>
          <w:rFonts w:ascii="Arial" w:hAnsi="Arial" w:cs="Arial"/>
        </w:rPr>
      </w:pPr>
    </w:p>
    <w:p w14:paraId="46EE8FC8" w14:textId="77777777" w:rsidR="00985C3C" w:rsidRDefault="00985C3C">
      <w:pPr>
        <w:rPr>
          <w:rFonts w:ascii="Arial" w:hAnsi="Arial" w:cs="Arial"/>
        </w:rPr>
      </w:pPr>
    </w:p>
    <w:p w14:paraId="48CBB592" w14:textId="77777777" w:rsidR="00985C3C" w:rsidRPr="00985C3C" w:rsidRDefault="00985C3C">
      <w:pPr>
        <w:rPr>
          <w:rFonts w:ascii="Arial" w:hAnsi="Arial" w:cs="Arial"/>
        </w:rPr>
      </w:pPr>
    </w:p>
    <w:p w14:paraId="4D3205A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BC07E3B" w14:textId="1035C1F2" w:rsidTr="00145E9A">
        <w:trPr>
          <w:trHeight w:hRule="exact" w:val="170"/>
        </w:trPr>
        <w:tc>
          <w:tcPr>
            <w:tcW w:w="1401" w:type="dxa"/>
            <w:gridSpan w:val="3"/>
            <w:shd w:val="clear" w:color="auto" w:fill="F1F7FA"/>
          </w:tcPr>
          <w:p w14:paraId="11ED7E2F" w14:textId="5D21734E" w:rsidR="00DB46A8" w:rsidRPr="00985C3C" w:rsidRDefault="00DB46A8" w:rsidP="002870A8">
            <w:pPr>
              <w:keepNext/>
              <w:rPr>
                <w:rFonts w:ascii="Arial" w:hAnsi="Arial" w:cs="Arial"/>
                <w:sz w:val="4"/>
                <w:szCs w:val="4"/>
              </w:rPr>
            </w:pPr>
          </w:p>
        </w:tc>
        <w:tc>
          <w:tcPr>
            <w:tcW w:w="6821" w:type="dxa"/>
            <w:shd w:val="clear" w:color="auto" w:fill="F1F7FA"/>
            <w:vAlign w:val="center"/>
          </w:tcPr>
          <w:p w14:paraId="5F0E8992" w14:textId="77777777" w:rsidR="00DB46A8" w:rsidRPr="00985C3C" w:rsidRDefault="00DB46A8" w:rsidP="002870A8">
            <w:pPr>
              <w:keepNext/>
              <w:rPr>
                <w:rFonts w:ascii="Arial" w:hAnsi="Arial" w:cs="Arial"/>
                <w:sz w:val="4"/>
                <w:szCs w:val="4"/>
              </w:rPr>
            </w:pPr>
          </w:p>
        </w:tc>
        <w:tc>
          <w:tcPr>
            <w:tcW w:w="1134" w:type="dxa"/>
            <w:shd w:val="clear" w:color="auto" w:fill="F1F7FA"/>
          </w:tcPr>
          <w:p w14:paraId="795E1403" w14:textId="77777777" w:rsidR="00DB46A8" w:rsidRPr="00985C3C" w:rsidRDefault="00DB46A8" w:rsidP="002870A8">
            <w:pPr>
              <w:keepNext/>
              <w:rPr>
                <w:rFonts w:ascii="Arial" w:hAnsi="Arial" w:cs="Arial"/>
                <w:sz w:val="4"/>
                <w:szCs w:val="4"/>
              </w:rPr>
            </w:pPr>
          </w:p>
        </w:tc>
      </w:tr>
      <w:tr w:rsidR="00DB46A8" w:rsidRPr="00985C3C" w14:paraId="2F9FD45D" w14:textId="22E3106A" w:rsidTr="00145E9A">
        <w:trPr>
          <w:trHeight w:val="392"/>
        </w:trPr>
        <w:tc>
          <w:tcPr>
            <w:tcW w:w="345" w:type="dxa"/>
            <w:shd w:val="clear" w:color="auto" w:fill="F1F7FA"/>
          </w:tcPr>
          <w:p w14:paraId="32B76F4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233F7F1" w14:textId="77777777" w:rsidR="00DB46A8" w:rsidRPr="00985C3C" w:rsidRDefault="00DB46A8" w:rsidP="002870A8">
            <w:pPr>
              <w:pStyle w:val="Question"/>
              <w:keepNext/>
              <w:rPr>
                <w:rFonts w:ascii="Arial" w:hAnsi="Arial" w:cs="Arial"/>
                <w:b/>
              </w:rPr>
            </w:pPr>
            <w:r w:rsidRPr="00985C3C">
              <w:rPr>
                <w:rFonts w:ascii="Arial" w:hAnsi="Arial" w:cs="Arial"/>
                <w:b/>
              </w:rPr>
              <w:t>Q14</w:t>
            </w:r>
          </w:p>
        </w:tc>
        <w:tc>
          <w:tcPr>
            <w:tcW w:w="281" w:type="dxa"/>
            <w:shd w:val="clear" w:color="auto" w:fill="F1F7FA"/>
          </w:tcPr>
          <w:p w14:paraId="5EBB9E88" w14:textId="77777777" w:rsidR="00DB46A8" w:rsidRPr="00985C3C" w:rsidRDefault="00DB46A8" w:rsidP="002870A8">
            <w:pPr>
              <w:keepNext/>
              <w:rPr>
                <w:rFonts w:ascii="Arial" w:hAnsi="Arial" w:cs="Arial"/>
              </w:rPr>
            </w:pPr>
          </w:p>
        </w:tc>
        <w:tc>
          <w:tcPr>
            <w:tcW w:w="6821" w:type="dxa"/>
            <w:vMerge w:val="restart"/>
            <w:shd w:val="clear" w:color="auto" w:fill="F1F7FA"/>
          </w:tcPr>
          <w:p w14:paraId="5EBDBA4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other evidence is there about what makes for effective teaching in a tertiary environment? Is it different for different types of learning or student? How can teaching effectiveness be best measured and improved?</w:t>
            </w:r>
          </w:p>
        </w:tc>
        <w:tc>
          <w:tcPr>
            <w:tcW w:w="1134" w:type="dxa"/>
            <w:shd w:val="clear" w:color="auto" w:fill="F1F7FA"/>
          </w:tcPr>
          <w:p w14:paraId="7BF96561" w14:textId="6DC4942C"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17</w:t>
            </w:r>
          </w:p>
        </w:tc>
      </w:tr>
      <w:tr w:rsidR="00DB46A8" w:rsidRPr="00985C3C" w14:paraId="1A3E4961" w14:textId="5E1057A4" w:rsidTr="00145E9A">
        <w:trPr>
          <w:trHeight w:val="120"/>
        </w:trPr>
        <w:tc>
          <w:tcPr>
            <w:tcW w:w="1401" w:type="dxa"/>
            <w:gridSpan w:val="3"/>
            <w:shd w:val="clear" w:color="auto" w:fill="F1F7FA"/>
          </w:tcPr>
          <w:p w14:paraId="21A2D1D3" w14:textId="77777777" w:rsidR="00DB46A8" w:rsidRPr="00985C3C" w:rsidRDefault="00DB46A8" w:rsidP="002870A8">
            <w:pPr>
              <w:rPr>
                <w:rFonts w:ascii="Arial" w:hAnsi="Arial" w:cs="Arial"/>
                <w:sz w:val="4"/>
                <w:szCs w:val="4"/>
              </w:rPr>
            </w:pPr>
          </w:p>
        </w:tc>
        <w:tc>
          <w:tcPr>
            <w:tcW w:w="6821" w:type="dxa"/>
            <w:vMerge/>
            <w:shd w:val="clear" w:color="auto" w:fill="F1F7FA"/>
          </w:tcPr>
          <w:p w14:paraId="7E583D8D" w14:textId="77777777" w:rsidR="00DB46A8" w:rsidRPr="00985C3C" w:rsidRDefault="00DB46A8" w:rsidP="002870A8">
            <w:pPr>
              <w:pStyle w:val="BodyText"/>
              <w:rPr>
                <w:rFonts w:ascii="Arial" w:hAnsi="Arial" w:cs="Arial"/>
              </w:rPr>
            </w:pPr>
          </w:p>
        </w:tc>
        <w:tc>
          <w:tcPr>
            <w:tcW w:w="1134" w:type="dxa"/>
            <w:shd w:val="clear" w:color="auto" w:fill="F1F7FA"/>
          </w:tcPr>
          <w:p w14:paraId="33FF0E43" w14:textId="77777777" w:rsidR="00DB46A8" w:rsidRPr="00985C3C" w:rsidRDefault="00DB46A8" w:rsidP="002870A8">
            <w:pPr>
              <w:pStyle w:val="BodyText"/>
              <w:rPr>
                <w:rFonts w:ascii="Arial" w:hAnsi="Arial" w:cs="Arial"/>
              </w:rPr>
            </w:pPr>
          </w:p>
        </w:tc>
      </w:tr>
    </w:tbl>
    <w:p w14:paraId="42D87ACE" w14:textId="77777777" w:rsidR="00985C3C" w:rsidRPr="00985C3C" w:rsidRDefault="00985C3C">
      <w:pPr>
        <w:rPr>
          <w:rFonts w:ascii="Arial" w:hAnsi="Arial" w:cs="Arial"/>
        </w:rPr>
      </w:pPr>
    </w:p>
    <w:p w14:paraId="13467A2A" w14:textId="05EC0403" w:rsidR="00985C3C" w:rsidRPr="00985C3C" w:rsidRDefault="00985C3C">
      <w:pPr>
        <w:rPr>
          <w:rFonts w:ascii="Arial" w:hAnsi="Arial" w:cs="Arial"/>
        </w:rPr>
      </w:pPr>
    </w:p>
    <w:p w14:paraId="130F1E47" w14:textId="77777777" w:rsidR="00985C3C" w:rsidRPr="00985C3C" w:rsidRDefault="00985C3C">
      <w:pPr>
        <w:rPr>
          <w:rFonts w:ascii="Arial" w:hAnsi="Arial" w:cs="Arial"/>
        </w:rPr>
      </w:pPr>
    </w:p>
    <w:p w14:paraId="46093806" w14:textId="77777777" w:rsidR="00985C3C" w:rsidRPr="00985C3C" w:rsidRDefault="00985C3C">
      <w:pPr>
        <w:rPr>
          <w:rFonts w:ascii="Arial" w:hAnsi="Arial" w:cs="Arial"/>
        </w:rPr>
      </w:pPr>
    </w:p>
    <w:p w14:paraId="6AB71AC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77ADEC8" w14:textId="0E2D6D82" w:rsidTr="00145E9A">
        <w:trPr>
          <w:trHeight w:hRule="exact" w:val="170"/>
        </w:trPr>
        <w:tc>
          <w:tcPr>
            <w:tcW w:w="1401" w:type="dxa"/>
            <w:gridSpan w:val="3"/>
            <w:shd w:val="clear" w:color="auto" w:fill="F1F7FA"/>
          </w:tcPr>
          <w:p w14:paraId="6291CB27" w14:textId="5BCE4553" w:rsidR="00DB46A8" w:rsidRPr="00985C3C" w:rsidRDefault="00DB46A8" w:rsidP="002870A8">
            <w:pPr>
              <w:keepNext/>
              <w:rPr>
                <w:rFonts w:ascii="Arial" w:hAnsi="Arial" w:cs="Arial"/>
                <w:sz w:val="4"/>
                <w:szCs w:val="4"/>
              </w:rPr>
            </w:pPr>
          </w:p>
        </w:tc>
        <w:tc>
          <w:tcPr>
            <w:tcW w:w="6821" w:type="dxa"/>
            <w:shd w:val="clear" w:color="auto" w:fill="F1F7FA"/>
            <w:vAlign w:val="center"/>
          </w:tcPr>
          <w:p w14:paraId="0E2B8ADC" w14:textId="77777777" w:rsidR="00DB46A8" w:rsidRPr="00985C3C" w:rsidRDefault="00DB46A8" w:rsidP="002870A8">
            <w:pPr>
              <w:keepNext/>
              <w:rPr>
                <w:rFonts w:ascii="Arial" w:hAnsi="Arial" w:cs="Arial"/>
                <w:sz w:val="4"/>
                <w:szCs w:val="4"/>
              </w:rPr>
            </w:pPr>
          </w:p>
        </w:tc>
        <w:tc>
          <w:tcPr>
            <w:tcW w:w="1134" w:type="dxa"/>
            <w:shd w:val="clear" w:color="auto" w:fill="F1F7FA"/>
          </w:tcPr>
          <w:p w14:paraId="7FCED9D5" w14:textId="77777777" w:rsidR="00DB46A8" w:rsidRPr="00985C3C" w:rsidRDefault="00DB46A8" w:rsidP="002870A8">
            <w:pPr>
              <w:keepNext/>
              <w:rPr>
                <w:rFonts w:ascii="Arial" w:hAnsi="Arial" w:cs="Arial"/>
                <w:sz w:val="4"/>
                <w:szCs w:val="4"/>
              </w:rPr>
            </w:pPr>
          </w:p>
        </w:tc>
      </w:tr>
      <w:tr w:rsidR="00DB46A8" w:rsidRPr="00985C3C" w14:paraId="752A109E" w14:textId="08BB9330" w:rsidTr="00145E9A">
        <w:trPr>
          <w:trHeight w:val="392"/>
        </w:trPr>
        <w:tc>
          <w:tcPr>
            <w:tcW w:w="345" w:type="dxa"/>
            <w:shd w:val="clear" w:color="auto" w:fill="F1F7FA"/>
          </w:tcPr>
          <w:p w14:paraId="7FC175B8"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BCE1698" w14:textId="77777777" w:rsidR="00DB46A8" w:rsidRPr="00985C3C" w:rsidRDefault="00DB46A8" w:rsidP="002870A8">
            <w:pPr>
              <w:pStyle w:val="Question"/>
              <w:keepNext/>
              <w:rPr>
                <w:rFonts w:ascii="Arial" w:hAnsi="Arial" w:cs="Arial"/>
                <w:b/>
              </w:rPr>
            </w:pPr>
            <w:r w:rsidRPr="00985C3C">
              <w:rPr>
                <w:rFonts w:ascii="Arial" w:hAnsi="Arial" w:cs="Arial"/>
                <w:b/>
              </w:rPr>
              <w:t>Q15</w:t>
            </w:r>
          </w:p>
        </w:tc>
        <w:tc>
          <w:tcPr>
            <w:tcW w:w="281" w:type="dxa"/>
            <w:shd w:val="clear" w:color="auto" w:fill="F1F7FA"/>
          </w:tcPr>
          <w:p w14:paraId="6C459DB5" w14:textId="77777777" w:rsidR="00DB46A8" w:rsidRPr="00985C3C" w:rsidRDefault="00DB46A8" w:rsidP="002870A8">
            <w:pPr>
              <w:keepNext/>
              <w:rPr>
                <w:rFonts w:ascii="Arial" w:hAnsi="Arial" w:cs="Arial"/>
              </w:rPr>
            </w:pPr>
          </w:p>
        </w:tc>
        <w:tc>
          <w:tcPr>
            <w:tcW w:w="6821" w:type="dxa"/>
            <w:vMerge w:val="restart"/>
            <w:shd w:val="clear" w:color="auto" w:fill="F1F7FA"/>
          </w:tcPr>
          <w:p w14:paraId="45C01673"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tertiary providers assess, recognise and reward teaching quality in recruitment and career progression? To what extent do tertiary providers support the professional learning of teachers?</w:t>
            </w:r>
          </w:p>
        </w:tc>
        <w:tc>
          <w:tcPr>
            <w:tcW w:w="1134" w:type="dxa"/>
            <w:shd w:val="clear" w:color="auto" w:fill="F1F7FA"/>
          </w:tcPr>
          <w:p w14:paraId="1F0A5BF3" w14:textId="5F43684F"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19</w:t>
            </w:r>
          </w:p>
        </w:tc>
      </w:tr>
      <w:tr w:rsidR="00DB46A8" w:rsidRPr="00985C3C" w14:paraId="0EA64552" w14:textId="485892A3" w:rsidTr="00145E9A">
        <w:trPr>
          <w:trHeight w:val="120"/>
        </w:trPr>
        <w:tc>
          <w:tcPr>
            <w:tcW w:w="1401" w:type="dxa"/>
            <w:gridSpan w:val="3"/>
            <w:shd w:val="clear" w:color="auto" w:fill="F1F7FA"/>
          </w:tcPr>
          <w:p w14:paraId="69CC6B3E" w14:textId="77777777" w:rsidR="00DB46A8" w:rsidRPr="00985C3C" w:rsidRDefault="00DB46A8" w:rsidP="002870A8">
            <w:pPr>
              <w:rPr>
                <w:rFonts w:ascii="Arial" w:hAnsi="Arial" w:cs="Arial"/>
                <w:sz w:val="4"/>
                <w:szCs w:val="4"/>
              </w:rPr>
            </w:pPr>
          </w:p>
        </w:tc>
        <w:tc>
          <w:tcPr>
            <w:tcW w:w="6821" w:type="dxa"/>
            <w:vMerge/>
            <w:shd w:val="clear" w:color="auto" w:fill="F1F7FA"/>
          </w:tcPr>
          <w:p w14:paraId="623B0E73" w14:textId="77777777" w:rsidR="00DB46A8" w:rsidRPr="00985C3C" w:rsidRDefault="00DB46A8" w:rsidP="002870A8">
            <w:pPr>
              <w:pStyle w:val="BodyText"/>
              <w:rPr>
                <w:rFonts w:ascii="Arial" w:hAnsi="Arial" w:cs="Arial"/>
              </w:rPr>
            </w:pPr>
          </w:p>
        </w:tc>
        <w:tc>
          <w:tcPr>
            <w:tcW w:w="1134" w:type="dxa"/>
            <w:shd w:val="clear" w:color="auto" w:fill="F1F7FA"/>
          </w:tcPr>
          <w:p w14:paraId="08FE5794" w14:textId="77777777" w:rsidR="00DB46A8" w:rsidRPr="00985C3C" w:rsidRDefault="00DB46A8" w:rsidP="002870A8">
            <w:pPr>
              <w:pStyle w:val="BodyText"/>
              <w:rPr>
                <w:rFonts w:ascii="Arial" w:hAnsi="Arial" w:cs="Arial"/>
              </w:rPr>
            </w:pPr>
          </w:p>
        </w:tc>
      </w:tr>
    </w:tbl>
    <w:p w14:paraId="2636D565" w14:textId="77777777" w:rsidR="00985C3C" w:rsidRPr="00985C3C" w:rsidRDefault="00985C3C">
      <w:pPr>
        <w:rPr>
          <w:rFonts w:ascii="Arial" w:hAnsi="Arial" w:cs="Arial"/>
        </w:rPr>
      </w:pPr>
    </w:p>
    <w:p w14:paraId="5C30F9E9" w14:textId="20A55271" w:rsidR="00985C3C" w:rsidRPr="00985C3C" w:rsidRDefault="00985C3C">
      <w:pPr>
        <w:rPr>
          <w:rFonts w:ascii="Arial" w:hAnsi="Arial" w:cs="Arial"/>
        </w:rPr>
      </w:pPr>
    </w:p>
    <w:p w14:paraId="0D8BA4B5" w14:textId="77777777" w:rsidR="00985C3C" w:rsidRPr="00985C3C" w:rsidRDefault="00985C3C">
      <w:pPr>
        <w:rPr>
          <w:rFonts w:ascii="Arial" w:hAnsi="Arial" w:cs="Arial"/>
        </w:rPr>
      </w:pPr>
    </w:p>
    <w:p w14:paraId="413A67C1" w14:textId="77777777" w:rsidR="00985C3C" w:rsidRPr="00985C3C" w:rsidRDefault="00985C3C">
      <w:pPr>
        <w:rPr>
          <w:rFonts w:ascii="Arial" w:hAnsi="Arial" w:cs="Arial"/>
        </w:rPr>
      </w:pPr>
    </w:p>
    <w:p w14:paraId="78AB3332"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7F8FB3C" w14:textId="47F10284" w:rsidTr="00145E9A">
        <w:trPr>
          <w:trHeight w:hRule="exact" w:val="170"/>
        </w:trPr>
        <w:tc>
          <w:tcPr>
            <w:tcW w:w="1401" w:type="dxa"/>
            <w:gridSpan w:val="3"/>
            <w:shd w:val="clear" w:color="auto" w:fill="F1F7FA"/>
          </w:tcPr>
          <w:p w14:paraId="1BBE11B7" w14:textId="579076F8" w:rsidR="00DB46A8" w:rsidRPr="00985C3C" w:rsidRDefault="00DB46A8" w:rsidP="002870A8">
            <w:pPr>
              <w:keepNext/>
              <w:rPr>
                <w:rFonts w:ascii="Arial" w:hAnsi="Arial" w:cs="Arial"/>
                <w:sz w:val="4"/>
                <w:szCs w:val="4"/>
              </w:rPr>
            </w:pPr>
          </w:p>
        </w:tc>
        <w:tc>
          <w:tcPr>
            <w:tcW w:w="6821" w:type="dxa"/>
            <w:shd w:val="clear" w:color="auto" w:fill="F1F7FA"/>
            <w:vAlign w:val="center"/>
          </w:tcPr>
          <w:p w14:paraId="65BA526D" w14:textId="77777777" w:rsidR="00DB46A8" w:rsidRPr="00985C3C" w:rsidRDefault="00DB46A8" w:rsidP="002870A8">
            <w:pPr>
              <w:keepNext/>
              <w:rPr>
                <w:rFonts w:ascii="Arial" w:hAnsi="Arial" w:cs="Arial"/>
                <w:sz w:val="4"/>
                <w:szCs w:val="4"/>
              </w:rPr>
            </w:pPr>
          </w:p>
        </w:tc>
        <w:tc>
          <w:tcPr>
            <w:tcW w:w="1134" w:type="dxa"/>
            <w:shd w:val="clear" w:color="auto" w:fill="F1F7FA"/>
          </w:tcPr>
          <w:p w14:paraId="03FA4E3C" w14:textId="77777777" w:rsidR="00DB46A8" w:rsidRPr="00985C3C" w:rsidRDefault="00DB46A8" w:rsidP="002870A8">
            <w:pPr>
              <w:keepNext/>
              <w:rPr>
                <w:rFonts w:ascii="Arial" w:hAnsi="Arial" w:cs="Arial"/>
                <w:sz w:val="4"/>
                <w:szCs w:val="4"/>
              </w:rPr>
            </w:pPr>
          </w:p>
        </w:tc>
      </w:tr>
      <w:tr w:rsidR="00DB46A8" w:rsidRPr="00985C3C" w14:paraId="49BF6772" w14:textId="5923E9DD" w:rsidTr="00145E9A">
        <w:trPr>
          <w:trHeight w:val="392"/>
        </w:trPr>
        <w:tc>
          <w:tcPr>
            <w:tcW w:w="345" w:type="dxa"/>
            <w:shd w:val="clear" w:color="auto" w:fill="F1F7FA"/>
          </w:tcPr>
          <w:p w14:paraId="65CB0C4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9A20330" w14:textId="77777777" w:rsidR="00DB46A8" w:rsidRPr="00985C3C" w:rsidRDefault="00DB46A8" w:rsidP="002870A8">
            <w:pPr>
              <w:pStyle w:val="Question"/>
              <w:keepNext/>
              <w:rPr>
                <w:rFonts w:ascii="Arial" w:hAnsi="Arial" w:cs="Arial"/>
                <w:b/>
              </w:rPr>
            </w:pPr>
            <w:r w:rsidRPr="00985C3C">
              <w:rPr>
                <w:rFonts w:ascii="Arial" w:hAnsi="Arial" w:cs="Arial"/>
                <w:b/>
              </w:rPr>
              <w:t>Q16</w:t>
            </w:r>
          </w:p>
        </w:tc>
        <w:tc>
          <w:tcPr>
            <w:tcW w:w="281" w:type="dxa"/>
            <w:shd w:val="clear" w:color="auto" w:fill="F1F7FA"/>
          </w:tcPr>
          <w:p w14:paraId="17611FA8" w14:textId="77777777" w:rsidR="00DB46A8" w:rsidRPr="00985C3C" w:rsidRDefault="00DB46A8" w:rsidP="002870A8">
            <w:pPr>
              <w:keepNext/>
              <w:rPr>
                <w:rFonts w:ascii="Arial" w:hAnsi="Arial" w:cs="Arial"/>
              </w:rPr>
            </w:pPr>
          </w:p>
        </w:tc>
        <w:tc>
          <w:tcPr>
            <w:tcW w:w="6821" w:type="dxa"/>
            <w:vMerge w:val="restart"/>
            <w:shd w:val="clear" w:color="auto" w:fill="F1F7FA"/>
          </w:tcPr>
          <w:p w14:paraId="040833F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New Zealand tertiary providers use student evaluations? How does this influence provider behaviour?</w:t>
            </w:r>
          </w:p>
        </w:tc>
        <w:tc>
          <w:tcPr>
            <w:tcW w:w="1134" w:type="dxa"/>
            <w:shd w:val="clear" w:color="auto" w:fill="F1F7FA"/>
          </w:tcPr>
          <w:p w14:paraId="51CFA6A4" w14:textId="24550793"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19</w:t>
            </w:r>
          </w:p>
        </w:tc>
      </w:tr>
      <w:tr w:rsidR="00DB46A8" w:rsidRPr="00985C3C" w14:paraId="44BBAF02" w14:textId="463816FA" w:rsidTr="00145E9A">
        <w:trPr>
          <w:trHeight w:val="120"/>
        </w:trPr>
        <w:tc>
          <w:tcPr>
            <w:tcW w:w="1401" w:type="dxa"/>
            <w:gridSpan w:val="3"/>
            <w:shd w:val="clear" w:color="auto" w:fill="F1F7FA"/>
          </w:tcPr>
          <w:p w14:paraId="4EF067E4" w14:textId="77777777" w:rsidR="00DB46A8" w:rsidRPr="00985C3C" w:rsidRDefault="00DB46A8" w:rsidP="002870A8">
            <w:pPr>
              <w:rPr>
                <w:rFonts w:ascii="Arial" w:hAnsi="Arial" w:cs="Arial"/>
                <w:sz w:val="4"/>
                <w:szCs w:val="4"/>
              </w:rPr>
            </w:pPr>
          </w:p>
        </w:tc>
        <w:tc>
          <w:tcPr>
            <w:tcW w:w="6821" w:type="dxa"/>
            <w:vMerge/>
            <w:shd w:val="clear" w:color="auto" w:fill="F1F7FA"/>
          </w:tcPr>
          <w:p w14:paraId="77CE69BF" w14:textId="77777777" w:rsidR="00DB46A8" w:rsidRPr="00985C3C" w:rsidRDefault="00DB46A8" w:rsidP="002870A8">
            <w:pPr>
              <w:pStyle w:val="BodyText"/>
              <w:rPr>
                <w:rFonts w:ascii="Arial" w:hAnsi="Arial" w:cs="Arial"/>
              </w:rPr>
            </w:pPr>
          </w:p>
        </w:tc>
        <w:tc>
          <w:tcPr>
            <w:tcW w:w="1134" w:type="dxa"/>
            <w:shd w:val="clear" w:color="auto" w:fill="F1F7FA"/>
          </w:tcPr>
          <w:p w14:paraId="70D64DAF" w14:textId="77777777" w:rsidR="00DB46A8" w:rsidRPr="00985C3C" w:rsidRDefault="00DB46A8" w:rsidP="002870A8">
            <w:pPr>
              <w:pStyle w:val="BodyText"/>
              <w:rPr>
                <w:rFonts w:ascii="Arial" w:hAnsi="Arial" w:cs="Arial"/>
              </w:rPr>
            </w:pPr>
          </w:p>
        </w:tc>
      </w:tr>
    </w:tbl>
    <w:p w14:paraId="6FB5DCF0" w14:textId="77777777" w:rsidR="00985C3C" w:rsidRPr="00985C3C" w:rsidRDefault="00985C3C">
      <w:pPr>
        <w:rPr>
          <w:rFonts w:ascii="Arial" w:hAnsi="Arial" w:cs="Arial"/>
        </w:rPr>
      </w:pPr>
    </w:p>
    <w:p w14:paraId="6DF4C757" w14:textId="2EE9C7F8" w:rsidR="00985C3C" w:rsidRPr="00985C3C" w:rsidRDefault="00985C3C">
      <w:pPr>
        <w:rPr>
          <w:rFonts w:ascii="Arial" w:hAnsi="Arial" w:cs="Arial"/>
        </w:rPr>
      </w:pPr>
    </w:p>
    <w:p w14:paraId="5AD80E6E" w14:textId="77777777" w:rsidR="00985C3C" w:rsidRPr="00985C3C" w:rsidRDefault="00985C3C">
      <w:pPr>
        <w:rPr>
          <w:rFonts w:ascii="Arial" w:hAnsi="Arial" w:cs="Arial"/>
        </w:rPr>
      </w:pPr>
    </w:p>
    <w:p w14:paraId="2DAE892C" w14:textId="77777777" w:rsidR="00985C3C" w:rsidRPr="00985C3C" w:rsidRDefault="00985C3C">
      <w:pPr>
        <w:rPr>
          <w:rFonts w:ascii="Arial" w:hAnsi="Arial" w:cs="Arial"/>
        </w:rPr>
      </w:pPr>
    </w:p>
    <w:p w14:paraId="1BD13674"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44F3A32" w14:textId="0E3E9A24" w:rsidTr="00145E9A">
        <w:trPr>
          <w:trHeight w:hRule="exact" w:val="170"/>
        </w:trPr>
        <w:tc>
          <w:tcPr>
            <w:tcW w:w="1401" w:type="dxa"/>
            <w:gridSpan w:val="3"/>
            <w:shd w:val="clear" w:color="auto" w:fill="F1F7FA"/>
          </w:tcPr>
          <w:p w14:paraId="6F35CBD8" w14:textId="664130AA" w:rsidR="00DB46A8" w:rsidRPr="00985C3C" w:rsidRDefault="00DB46A8" w:rsidP="002870A8">
            <w:pPr>
              <w:keepNext/>
              <w:rPr>
                <w:rFonts w:ascii="Arial" w:hAnsi="Arial" w:cs="Arial"/>
                <w:sz w:val="4"/>
                <w:szCs w:val="4"/>
              </w:rPr>
            </w:pPr>
          </w:p>
        </w:tc>
        <w:tc>
          <w:tcPr>
            <w:tcW w:w="6821" w:type="dxa"/>
            <w:shd w:val="clear" w:color="auto" w:fill="F1F7FA"/>
            <w:vAlign w:val="center"/>
          </w:tcPr>
          <w:p w14:paraId="7DDA21CA" w14:textId="77777777" w:rsidR="00DB46A8" w:rsidRPr="00985C3C" w:rsidRDefault="00DB46A8" w:rsidP="002870A8">
            <w:pPr>
              <w:keepNext/>
              <w:rPr>
                <w:rFonts w:ascii="Arial" w:hAnsi="Arial" w:cs="Arial"/>
                <w:sz w:val="4"/>
                <w:szCs w:val="4"/>
              </w:rPr>
            </w:pPr>
          </w:p>
        </w:tc>
        <w:tc>
          <w:tcPr>
            <w:tcW w:w="1134" w:type="dxa"/>
            <w:shd w:val="clear" w:color="auto" w:fill="F1F7FA"/>
          </w:tcPr>
          <w:p w14:paraId="12ABFFC4" w14:textId="77777777" w:rsidR="00DB46A8" w:rsidRPr="00985C3C" w:rsidRDefault="00DB46A8" w:rsidP="002870A8">
            <w:pPr>
              <w:keepNext/>
              <w:rPr>
                <w:rFonts w:ascii="Arial" w:hAnsi="Arial" w:cs="Arial"/>
                <w:sz w:val="4"/>
                <w:szCs w:val="4"/>
              </w:rPr>
            </w:pPr>
          </w:p>
        </w:tc>
      </w:tr>
      <w:tr w:rsidR="00DB46A8" w:rsidRPr="00985C3C" w14:paraId="317A53B8" w14:textId="1BE54341" w:rsidTr="00145E9A">
        <w:trPr>
          <w:trHeight w:val="392"/>
        </w:trPr>
        <w:tc>
          <w:tcPr>
            <w:tcW w:w="345" w:type="dxa"/>
            <w:shd w:val="clear" w:color="auto" w:fill="F1F7FA"/>
          </w:tcPr>
          <w:p w14:paraId="5E7854B9"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9571EC3" w14:textId="77777777" w:rsidR="00DB46A8" w:rsidRPr="00985C3C" w:rsidRDefault="00DB46A8" w:rsidP="002870A8">
            <w:pPr>
              <w:pStyle w:val="Question"/>
              <w:keepNext/>
              <w:rPr>
                <w:rFonts w:ascii="Arial" w:hAnsi="Arial" w:cs="Arial"/>
                <w:b/>
              </w:rPr>
            </w:pPr>
            <w:r w:rsidRPr="00985C3C">
              <w:rPr>
                <w:rFonts w:ascii="Arial" w:hAnsi="Arial" w:cs="Arial"/>
                <w:b/>
              </w:rPr>
              <w:t>Q17</w:t>
            </w:r>
          </w:p>
        </w:tc>
        <w:tc>
          <w:tcPr>
            <w:tcW w:w="281" w:type="dxa"/>
            <w:shd w:val="clear" w:color="auto" w:fill="F1F7FA"/>
          </w:tcPr>
          <w:p w14:paraId="2E440BB6" w14:textId="77777777" w:rsidR="00DB46A8" w:rsidRPr="00985C3C" w:rsidRDefault="00DB46A8" w:rsidP="002870A8">
            <w:pPr>
              <w:keepNext/>
              <w:rPr>
                <w:rFonts w:ascii="Arial" w:hAnsi="Arial" w:cs="Arial"/>
              </w:rPr>
            </w:pPr>
          </w:p>
        </w:tc>
        <w:tc>
          <w:tcPr>
            <w:tcW w:w="6821" w:type="dxa"/>
            <w:vMerge w:val="restart"/>
            <w:shd w:val="clear" w:color="auto" w:fill="F1F7FA"/>
          </w:tcPr>
          <w:p w14:paraId="03821C0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In what ways and to what extent do employers interact with tertiary providers in New Zealand? Are there practical ways to encourage employers to have greater or more productive involvement in the tertiary education system?</w:t>
            </w:r>
          </w:p>
        </w:tc>
        <w:tc>
          <w:tcPr>
            <w:tcW w:w="1134" w:type="dxa"/>
            <w:shd w:val="clear" w:color="auto" w:fill="F1F7FA"/>
          </w:tcPr>
          <w:p w14:paraId="4551C95D" w14:textId="3717F1CD" w:rsidR="00DB46A8" w:rsidRPr="00985C3C" w:rsidRDefault="00DB46A8" w:rsidP="00DB46A8">
            <w:pPr>
              <w:pStyle w:val="Questiontext"/>
              <w:keepNext/>
              <w:framePr w:hSpace="0" w:wrap="auto" w:vAnchor="margin" w:yAlign="inline"/>
              <w:suppressOverlap w:val="0"/>
              <w:rPr>
                <w:rFonts w:ascii="Arial" w:hAnsi="Arial" w:cs="Arial"/>
                <w:b/>
              </w:rPr>
            </w:pPr>
            <w:r w:rsidRPr="00985C3C">
              <w:rPr>
                <w:rFonts w:ascii="Arial" w:hAnsi="Arial" w:cs="Arial"/>
                <w:b/>
              </w:rPr>
              <w:t>Page 21</w:t>
            </w:r>
          </w:p>
        </w:tc>
      </w:tr>
      <w:tr w:rsidR="00DB46A8" w:rsidRPr="00985C3C" w14:paraId="26A35854" w14:textId="4C1E6FA5" w:rsidTr="00145E9A">
        <w:trPr>
          <w:trHeight w:val="120"/>
        </w:trPr>
        <w:tc>
          <w:tcPr>
            <w:tcW w:w="1401" w:type="dxa"/>
            <w:gridSpan w:val="3"/>
            <w:shd w:val="clear" w:color="auto" w:fill="F1F7FA"/>
          </w:tcPr>
          <w:p w14:paraId="3CEA9A80" w14:textId="77777777" w:rsidR="00DB46A8" w:rsidRPr="00985C3C" w:rsidRDefault="00DB46A8" w:rsidP="002870A8">
            <w:pPr>
              <w:rPr>
                <w:rFonts w:ascii="Arial" w:hAnsi="Arial" w:cs="Arial"/>
                <w:sz w:val="4"/>
                <w:szCs w:val="4"/>
              </w:rPr>
            </w:pPr>
          </w:p>
        </w:tc>
        <w:tc>
          <w:tcPr>
            <w:tcW w:w="6821" w:type="dxa"/>
            <w:vMerge/>
            <w:shd w:val="clear" w:color="auto" w:fill="F1F7FA"/>
          </w:tcPr>
          <w:p w14:paraId="0F36067B" w14:textId="77777777" w:rsidR="00DB46A8" w:rsidRPr="00985C3C" w:rsidRDefault="00DB46A8" w:rsidP="002870A8">
            <w:pPr>
              <w:pStyle w:val="BodyText"/>
              <w:rPr>
                <w:rFonts w:ascii="Arial" w:hAnsi="Arial" w:cs="Arial"/>
              </w:rPr>
            </w:pPr>
          </w:p>
        </w:tc>
        <w:tc>
          <w:tcPr>
            <w:tcW w:w="1134" w:type="dxa"/>
            <w:shd w:val="clear" w:color="auto" w:fill="F1F7FA"/>
          </w:tcPr>
          <w:p w14:paraId="46ADF77D" w14:textId="77777777" w:rsidR="00DB46A8" w:rsidRPr="00985C3C" w:rsidRDefault="00DB46A8" w:rsidP="002870A8">
            <w:pPr>
              <w:pStyle w:val="BodyText"/>
              <w:rPr>
                <w:rFonts w:ascii="Arial" w:hAnsi="Arial" w:cs="Arial"/>
              </w:rPr>
            </w:pPr>
          </w:p>
        </w:tc>
      </w:tr>
    </w:tbl>
    <w:p w14:paraId="6D1B0762" w14:textId="77777777" w:rsidR="00985C3C" w:rsidRPr="00985C3C" w:rsidRDefault="00985C3C">
      <w:pPr>
        <w:rPr>
          <w:rFonts w:ascii="Arial" w:hAnsi="Arial" w:cs="Arial"/>
        </w:rPr>
      </w:pPr>
    </w:p>
    <w:p w14:paraId="7E3BEC75" w14:textId="40F736E8" w:rsidR="00985C3C" w:rsidRPr="00985C3C" w:rsidRDefault="00985C3C">
      <w:pPr>
        <w:rPr>
          <w:rFonts w:ascii="Arial" w:hAnsi="Arial" w:cs="Arial"/>
        </w:rPr>
      </w:pPr>
    </w:p>
    <w:p w14:paraId="4422AEF9" w14:textId="77777777" w:rsidR="00985C3C" w:rsidRPr="00985C3C" w:rsidRDefault="00985C3C">
      <w:pPr>
        <w:rPr>
          <w:rFonts w:ascii="Arial" w:hAnsi="Arial" w:cs="Arial"/>
        </w:rPr>
      </w:pPr>
    </w:p>
    <w:p w14:paraId="019F4E18" w14:textId="77777777" w:rsidR="00985C3C" w:rsidRPr="00985C3C" w:rsidRDefault="00985C3C">
      <w:pPr>
        <w:rPr>
          <w:rFonts w:ascii="Arial" w:hAnsi="Arial" w:cs="Arial"/>
        </w:rPr>
      </w:pPr>
    </w:p>
    <w:p w14:paraId="578394B5"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346FA81" w14:textId="0A30DABA" w:rsidTr="00145E9A">
        <w:trPr>
          <w:trHeight w:hRule="exact" w:val="170"/>
        </w:trPr>
        <w:tc>
          <w:tcPr>
            <w:tcW w:w="1401" w:type="dxa"/>
            <w:gridSpan w:val="3"/>
            <w:shd w:val="clear" w:color="auto" w:fill="F1F7FA"/>
          </w:tcPr>
          <w:p w14:paraId="63805878" w14:textId="090E2206" w:rsidR="00DB46A8" w:rsidRPr="00985C3C" w:rsidRDefault="00DB46A8" w:rsidP="002870A8">
            <w:pPr>
              <w:keepNext/>
              <w:rPr>
                <w:rFonts w:ascii="Arial" w:hAnsi="Arial" w:cs="Arial"/>
                <w:sz w:val="4"/>
                <w:szCs w:val="4"/>
              </w:rPr>
            </w:pPr>
          </w:p>
        </w:tc>
        <w:tc>
          <w:tcPr>
            <w:tcW w:w="6821" w:type="dxa"/>
            <w:shd w:val="clear" w:color="auto" w:fill="F1F7FA"/>
            <w:vAlign w:val="center"/>
          </w:tcPr>
          <w:p w14:paraId="4DCED826" w14:textId="77777777" w:rsidR="00DB46A8" w:rsidRPr="00985C3C" w:rsidRDefault="00DB46A8" w:rsidP="002870A8">
            <w:pPr>
              <w:keepNext/>
              <w:rPr>
                <w:rFonts w:ascii="Arial" w:hAnsi="Arial" w:cs="Arial"/>
                <w:sz w:val="4"/>
                <w:szCs w:val="4"/>
              </w:rPr>
            </w:pPr>
          </w:p>
        </w:tc>
        <w:tc>
          <w:tcPr>
            <w:tcW w:w="1134" w:type="dxa"/>
            <w:shd w:val="clear" w:color="auto" w:fill="F1F7FA"/>
          </w:tcPr>
          <w:p w14:paraId="0F43CB45" w14:textId="77777777" w:rsidR="00DB46A8" w:rsidRPr="00985C3C" w:rsidRDefault="00DB46A8" w:rsidP="002870A8">
            <w:pPr>
              <w:keepNext/>
              <w:rPr>
                <w:rFonts w:ascii="Arial" w:hAnsi="Arial" w:cs="Arial"/>
                <w:sz w:val="4"/>
                <w:szCs w:val="4"/>
              </w:rPr>
            </w:pPr>
          </w:p>
        </w:tc>
      </w:tr>
      <w:tr w:rsidR="00DB46A8" w:rsidRPr="00985C3C" w14:paraId="3B319E2C" w14:textId="1F1375AB" w:rsidTr="00145E9A">
        <w:trPr>
          <w:trHeight w:val="392"/>
        </w:trPr>
        <w:tc>
          <w:tcPr>
            <w:tcW w:w="345" w:type="dxa"/>
            <w:shd w:val="clear" w:color="auto" w:fill="F1F7FA"/>
          </w:tcPr>
          <w:p w14:paraId="2504F265"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9D3C3C3" w14:textId="77777777" w:rsidR="00DB46A8" w:rsidRPr="00985C3C" w:rsidRDefault="00DB46A8" w:rsidP="002870A8">
            <w:pPr>
              <w:pStyle w:val="Question"/>
              <w:keepNext/>
              <w:rPr>
                <w:rFonts w:ascii="Arial" w:hAnsi="Arial" w:cs="Arial"/>
                <w:b/>
              </w:rPr>
            </w:pPr>
            <w:r w:rsidRPr="00985C3C">
              <w:rPr>
                <w:rFonts w:ascii="Arial" w:hAnsi="Arial" w:cs="Arial"/>
                <w:b/>
              </w:rPr>
              <w:t>Q18</w:t>
            </w:r>
          </w:p>
        </w:tc>
        <w:tc>
          <w:tcPr>
            <w:tcW w:w="281" w:type="dxa"/>
            <w:shd w:val="clear" w:color="auto" w:fill="F1F7FA"/>
          </w:tcPr>
          <w:p w14:paraId="5C09FD15" w14:textId="77777777" w:rsidR="00DB46A8" w:rsidRPr="00985C3C" w:rsidRDefault="00DB46A8" w:rsidP="002870A8">
            <w:pPr>
              <w:keepNext/>
              <w:rPr>
                <w:rFonts w:ascii="Arial" w:hAnsi="Arial" w:cs="Arial"/>
              </w:rPr>
            </w:pPr>
          </w:p>
        </w:tc>
        <w:tc>
          <w:tcPr>
            <w:tcW w:w="6821" w:type="dxa"/>
            <w:vMerge w:val="restart"/>
            <w:shd w:val="clear" w:color="auto" w:fill="F1F7FA"/>
          </w:tcPr>
          <w:p w14:paraId="063F0864"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similarities and differences among ITOs, or between ITOs and other tertiary subsectors, in how they operate?</w:t>
            </w:r>
          </w:p>
        </w:tc>
        <w:tc>
          <w:tcPr>
            <w:tcW w:w="1134" w:type="dxa"/>
            <w:shd w:val="clear" w:color="auto" w:fill="F1F7FA"/>
          </w:tcPr>
          <w:p w14:paraId="4895D51F" w14:textId="6149296D"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21</w:t>
            </w:r>
          </w:p>
        </w:tc>
      </w:tr>
      <w:tr w:rsidR="00DB46A8" w:rsidRPr="00985C3C" w14:paraId="1BDEC403" w14:textId="4C631C02" w:rsidTr="00145E9A">
        <w:trPr>
          <w:trHeight w:val="120"/>
        </w:trPr>
        <w:tc>
          <w:tcPr>
            <w:tcW w:w="1401" w:type="dxa"/>
            <w:gridSpan w:val="3"/>
            <w:shd w:val="clear" w:color="auto" w:fill="F1F7FA"/>
          </w:tcPr>
          <w:p w14:paraId="798DE083" w14:textId="77777777" w:rsidR="00DB46A8" w:rsidRPr="00985C3C" w:rsidRDefault="00DB46A8" w:rsidP="002870A8">
            <w:pPr>
              <w:rPr>
                <w:rFonts w:ascii="Arial" w:hAnsi="Arial" w:cs="Arial"/>
                <w:sz w:val="4"/>
                <w:szCs w:val="4"/>
              </w:rPr>
            </w:pPr>
          </w:p>
        </w:tc>
        <w:tc>
          <w:tcPr>
            <w:tcW w:w="6821" w:type="dxa"/>
            <w:vMerge/>
            <w:shd w:val="clear" w:color="auto" w:fill="F1F7FA"/>
          </w:tcPr>
          <w:p w14:paraId="52EAFC52" w14:textId="77777777" w:rsidR="00DB46A8" w:rsidRPr="00985C3C" w:rsidRDefault="00DB46A8" w:rsidP="002870A8">
            <w:pPr>
              <w:pStyle w:val="BodyText"/>
              <w:rPr>
                <w:rFonts w:ascii="Arial" w:hAnsi="Arial" w:cs="Arial"/>
              </w:rPr>
            </w:pPr>
          </w:p>
        </w:tc>
        <w:tc>
          <w:tcPr>
            <w:tcW w:w="1134" w:type="dxa"/>
            <w:shd w:val="clear" w:color="auto" w:fill="F1F7FA"/>
          </w:tcPr>
          <w:p w14:paraId="11365232" w14:textId="77777777" w:rsidR="00DB46A8" w:rsidRPr="00985C3C" w:rsidRDefault="00DB46A8" w:rsidP="002870A8">
            <w:pPr>
              <w:pStyle w:val="BodyText"/>
              <w:rPr>
                <w:rFonts w:ascii="Arial" w:hAnsi="Arial" w:cs="Arial"/>
              </w:rPr>
            </w:pPr>
          </w:p>
        </w:tc>
      </w:tr>
    </w:tbl>
    <w:p w14:paraId="60F4613C" w14:textId="77777777" w:rsidR="00985C3C" w:rsidRPr="00985C3C" w:rsidRDefault="00985C3C">
      <w:pPr>
        <w:rPr>
          <w:rFonts w:ascii="Arial" w:hAnsi="Arial" w:cs="Arial"/>
        </w:rPr>
      </w:pPr>
    </w:p>
    <w:p w14:paraId="222AB93F" w14:textId="1A433276" w:rsidR="00985C3C" w:rsidRPr="00985C3C" w:rsidRDefault="00985C3C">
      <w:pPr>
        <w:rPr>
          <w:rFonts w:ascii="Arial" w:hAnsi="Arial" w:cs="Arial"/>
        </w:rPr>
      </w:pPr>
    </w:p>
    <w:p w14:paraId="6DECC11D" w14:textId="77777777" w:rsidR="00985C3C" w:rsidRPr="00985C3C" w:rsidRDefault="00985C3C">
      <w:pPr>
        <w:rPr>
          <w:rFonts w:ascii="Arial" w:hAnsi="Arial" w:cs="Arial"/>
        </w:rPr>
      </w:pPr>
    </w:p>
    <w:p w14:paraId="2EB96747" w14:textId="77777777" w:rsidR="00985C3C" w:rsidRPr="00985C3C" w:rsidRDefault="00985C3C">
      <w:pPr>
        <w:rPr>
          <w:rFonts w:ascii="Arial" w:hAnsi="Arial" w:cs="Arial"/>
        </w:rPr>
      </w:pPr>
    </w:p>
    <w:p w14:paraId="19BBDE72"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984A8E6" w14:textId="65C38F6B" w:rsidTr="00145E9A">
        <w:trPr>
          <w:trHeight w:hRule="exact" w:val="170"/>
        </w:trPr>
        <w:tc>
          <w:tcPr>
            <w:tcW w:w="1401" w:type="dxa"/>
            <w:gridSpan w:val="3"/>
            <w:shd w:val="clear" w:color="auto" w:fill="F1F7FA"/>
          </w:tcPr>
          <w:p w14:paraId="4C1261FC" w14:textId="0B7EFFDF" w:rsidR="00DB46A8" w:rsidRPr="00985C3C" w:rsidRDefault="00DB46A8" w:rsidP="002870A8">
            <w:pPr>
              <w:keepNext/>
              <w:rPr>
                <w:rFonts w:ascii="Arial" w:hAnsi="Arial" w:cs="Arial"/>
                <w:sz w:val="4"/>
                <w:szCs w:val="4"/>
              </w:rPr>
            </w:pPr>
          </w:p>
        </w:tc>
        <w:tc>
          <w:tcPr>
            <w:tcW w:w="6821" w:type="dxa"/>
            <w:shd w:val="clear" w:color="auto" w:fill="F1F7FA"/>
            <w:vAlign w:val="center"/>
          </w:tcPr>
          <w:p w14:paraId="7845D18B" w14:textId="77777777" w:rsidR="00DB46A8" w:rsidRPr="00985C3C" w:rsidRDefault="00DB46A8" w:rsidP="002870A8">
            <w:pPr>
              <w:keepNext/>
              <w:rPr>
                <w:rFonts w:ascii="Arial" w:hAnsi="Arial" w:cs="Arial"/>
                <w:sz w:val="4"/>
                <w:szCs w:val="4"/>
              </w:rPr>
            </w:pPr>
          </w:p>
        </w:tc>
        <w:tc>
          <w:tcPr>
            <w:tcW w:w="1134" w:type="dxa"/>
            <w:shd w:val="clear" w:color="auto" w:fill="F1F7FA"/>
          </w:tcPr>
          <w:p w14:paraId="1A61D93C" w14:textId="77777777" w:rsidR="00DB46A8" w:rsidRPr="00985C3C" w:rsidRDefault="00DB46A8" w:rsidP="002870A8">
            <w:pPr>
              <w:keepNext/>
              <w:rPr>
                <w:rFonts w:ascii="Arial" w:hAnsi="Arial" w:cs="Arial"/>
                <w:sz w:val="4"/>
                <w:szCs w:val="4"/>
              </w:rPr>
            </w:pPr>
          </w:p>
        </w:tc>
      </w:tr>
      <w:tr w:rsidR="00DB46A8" w:rsidRPr="00985C3C" w14:paraId="49F439B0" w14:textId="111151B0" w:rsidTr="00145E9A">
        <w:trPr>
          <w:trHeight w:val="392"/>
        </w:trPr>
        <w:tc>
          <w:tcPr>
            <w:tcW w:w="345" w:type="dxa"/>
            <w:shd w:val="clear" w:color="auto" w:fill="F1F7FA"/>
          </w:tcPr>
          <w:p w14:paraId="61504C8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093DF9B" w14:textId="77777777" w:rsidR="00DB46A8" w:rsidRPr="00985C3C" w:rsidRDefault="00DB46A8" w:rsidP="002870A8">
            <w:pPr>
              <w:pStyle w:val="Question"/>
              <w:keepNext/>
              <w:rPr>
                <w:rFonts w:ascii="Arial" w:hAnsi="Arial" w:cs="Arial"/>
                <w:b/>
              </w:rPr>
            </w:pPr>
            <w:r w:rsidRPr="00985C3C">
              <w:rPr>
                <w:rFonts w:ascii="Arial" w:hAnsi="Arial" w:cs="Arial"/>
                <w:b/>
              </w:rPr>
              <w:t>Q19</w:t>
            </w:r>
          </w:p>
        </w:tc>
        <w:tc>
          <w:tcPr>
            <w:tcW w:w="281" w:type="dxa"/>
            <w:shd w:val="clear" w:color="auto" w:fill="F1F7FA"/>
          </w:tcPr>
          <w:p w14:paraId="23F628FC" w14:textId="77777777" w:rsidR="00DB46A8" w:rsidRPr="00985C3C" w:rsidRDefault="00DB46A8" w:rsidP="002870A8">
            <w:pPr>
              <w:keepNext/>
              <w:rPr>
                <w:rFonts w:ascii="Arial" w:hAnsi="Arial" w:cs="Arial"/>
              </w:rPr>
            </w:pPr>
          </w:p>
        </w:tc>
        <w:tc>
          <w:tcPr>
            <w:tcW w:w="6821" w:type="dxa"/>
            <w:vMerge w:val="restart"/>
            <w:shd w:val="clear" w:color="auto" w:fill="F1F7FA"/>
          </w:tcPr>
          <w:p w14:paraId="358EFFB3"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makes for a successful ITO in terms of meeting the needs of firms for skilled staff? </w:t>
            </w:r>
          </w:p>
        </w:tc>
        <w:tc>
          <w:tcPr>
            <w:tcW w:w="1134" w:type="dxa"/>
            <w:shd w:val="clear" w:color="auto" w:fill="F1F7FA"/>
          </w:tcPr>
          <w:p w14:paraId="60778CA0" w14:textId="4EC72DFD"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21</w:t>
            </w:r>
          </w:p>
        </w:tc>
      </w:tr>
      <w:tr w:rsidR="00DB46A8" w:rsidRPr="00985C3C" w14:paraId="12157EEC" w14:textId="7DCA9EB8" w:rsidTr="00145E9A">
        <w:trPr>
          <w:trHeight w:val="120"/>
        </w:trPr>
        <w:tc>
          <w:tcPr>
            <w:tcW w:w="1401" w:type="dxa"/>
            <w:gridSpan w:val="3"/>
            <w:shd w:val="clear" w:color="auto" w:fill="F1F7FA"/>
          </w:tcPr>
          <w:p w14:paraId="3955EF9A" w14:textId="77777777" w:rsidR="00DB46A8" w:rsidRPr="00985C3C" w:rsidRDefault="00DB46A8" w:rsidP="002870A8">
            <w:pPr>
              <w:rPr>
                <w:rFonts w:ascii="Arial" w:hAnsi="Arial" w:cs="Arial"/>
                <w:sz w:val="4"/>
                <w:szCs w:val="4"/>
              </w:rPr>
            </w:pPr>
          </w:p>
        </w:tc>
        <w:tc>
          <w:tcPr>
            <w:tcW w:w="6821" w:type="dxa"/>
            <w:vMerge/>
            <w:shd w:val="clear" w:color="auto" w:fill="F1F7FA"/>
          </w:tcPr>
          <w:p w14:paraId="30D5B88B" w14:textId="77777777" w:rsidR="00DB46A8" w:rsidRPr="00985C3C" w:rsidRDefault="00DB46A8" w:rsidP="002870A8">
            <w:pPr>
              <w:pStyle w:val="BodyText"/>
              <w:rPr>
                <w:rFonts w:ascii="Arial" w:hAnsi="Arial" w:cs="Arial"/>
              </w:rPr>
            </w:pPr>
          </w:p>
        </w:tc>
        <w:tc>
          <w:tcPr>
            <w:tcW w:w="1134" w:type="dxa"/>
            <w:shd w:val="clear" w:color="auto" w:fill="F1F7FA"/>
          </w:tcPr>
          <w:p w14:paraId="6137EC62" w14:textId="77777777" w:rsidR="00DB46A8" w:rsidRPr="00985C3C" w:rsidRDefault="00DB46A8" w:rsidP="002870A8">
            <w:pPr>
              <w:pStyle w:val="BodyText"/>
              <w:rPr>
                <w:rFonts w:ascii="Arial" w:hAnsi="Arial" w:cs="Arial"/>
              </w:rPr>
            </w:pPr>
          </w:p>
        </w:tc>
      </w:tr>
    </w:tbl>
    <w:p w14:paraId="35CF75C9" w14:textId="77777777" w:rsidR="00985C3C" w:rsidRPr="00985C3C" w:rsidRDefault="00985C3C">
      <w:pPr>
        <w:rPr>
          <w:rFonts w:ascii="Arial" w:hAnsi="Arial" w:cs="Arial"/>
        </w:rPr>
      </w:pPr>
    </w:p>
    <w:p w14:paraId="7375E866" w14:textId="72E6816C" w:rsidR="00985C3C" w:rsidRPr="00985C3C" w:rsidRDefault="00985C3C">
      <w:pPr>
        <w:rPr>
          <w:rFonts w:ascii="Arial" w:hAnsi="Arial" w:cs="Arial"/>
        </w:rPr>
      </w:pPr>
    </w:p>
    <w:p w14:paraId="5751721C" w14:textId="77777777" w:rsidR="00985C3C" w:rsidRPr="00985C3C" w:rsidRDefault="00985C3C">
      <w:pPr>
        <w:rPr>
          <w:rFonts w:ascii="Arial" w:hAnsi="Arial" w:cs="Arial"/>
        </w:rPr>
      </w:pPr>
    </w:p>
    <w:p w14:paraId="6A938CF0" w14:textId="77777777" w:rsidR="00985C3C" w:rsidRPr="00985C3C" w:rsidRDefault="00985C3C">
      <w:pPr>
        <w:rPr>
          <w:rFonts w:ascii="Arial" w:hAnsi="Arial" w:cs="Arial"/>
        </w:rPr>
      </w:pPr>
    </w:p>
    <w:p w14:paraId="3992BB3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BEB0734" w14:textId="7AE65A58" w:rsidTr="00145E9A">
        <w:trPr>
          <w:trHeight w:hRule="exact" w:val="170"/>
        </w:trPr>
        <w:tc>
          <w:tcPr>
            <w:tcW w:w="1401" w:type="dxa"/>
            <w:gridSpan w:val="3"/>
            <w:shd w:val="clear" w:color="auto" w:fill="F1F7FA"/>
          </w:tcPr>
          <w:p w14:paraId="5DB2CFB7" w14:textId="4529E653" w:rsidR="00DB46A8" w:rsidRPr="00985C3C" w:rsidRDefault="00DB46A8" w:rsidP="002870A8">
            <w:pPr>
              <w:keepNext/>
              <w:rPr>
                <w:rFonts w:ascii="Arial" w:hAnsi="Arial" w:cs="Arial"/>
                <w:sz w:val="4"/>
                <w:szCs w:val="4"/>
              </w:rPr>
            </w:pPr>
          </w:p>
        </w:tc>
        <w:tc>
          <w:tcPr>
            <w:tcW w:w="6821" w:type="dxa"/>
            <w:shd w:val="clear" w:color="auto" w:fill="F1F7FA"/>
            <w:vAlign w:val="center"/>
          </w:tcPr>
          <w:p w14:paraId="2FD79139" w14:textId="77777777" w:rsidR="00DB46A8" w:rsidRPr="00985C3C" w:rsidRDefault="00DB46A8" w:rsidP="002870A8">
            <w:pPr>
              <w:keepNext/>
              <w:rPr>
                <w:rFonts w:ascii="Arial" w:hAnsi="Arial" w:cs="Arial"/>
                <w:sz w:val="4"/>
                <w:szCs w:val="4"/>
              </w:rPr>
            </w:pPr>
          </w:p>
        </w:tc>
        <w:tc>
          <w:tcPr>
            <w:tcW w:w="1134" w:type="dxa"/>
            <w:shd w:val="clear" w:color="auto" w:fill="F1F7FA"/>
          </w:tcPr>
          <w:p w14:paraId="7224E88A" w14:textId="77777777" w:rsidR="00DB46A8" w:rsidRPr="00985C3C" w:rsidRDefault="00DB46A8" w:rsidP="002870A8">
            <w:pPr>
              <w:keepNext/>
              <w:rPr>
                <w:rFonts w:ascii="Arial" w:hAnsi="Arial" w:cs="Arial"/>
                <w:sz w:val="4"/>
                <w:szCs w:val="4"/>
              </w:rPr>
            </w:pPr>
          </w:p>
        </w:tc>
      </w:tr>
      <w:tr w:rsidR="00DB46A8" w:rsidRPr="00985C3C" w14:paraId="2C586AD3" w14:textId="74358790" w:rsidTr="00145E9A">
        <w:trPr>
          <w:trHeight w:val="392"/>
        </w:trPr>
        <w:tc>
          <w:tcPr>
            <w:tcW w:w="345" w:type="dxa"/>
            <w:shd w:val="clear" w:color="auto" w:fill="F1F7FA"/>
          </w:tcPr>
          <w:p w14:paraId="02804B6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ED89AE3" w14:textId="77777777" w:rsidR="00DB46A8" w:rsidRPr="00985C3C" w:rsidRDefault="00DB46A8" w:rsidP="002870A8">
            <w:pPr>
              <w:pStyle w:val="Question"/>
              <w:keepNext/>
              <w:rPr>
                <w:rFonts w:ascii="Arial" w:hAnsi="Arial" w:cs="Arial"/>
                <w:b/>
              </w:rPr>
            </w:pPr>
            <w:r w:rsidRPr="00985C3C">
              <w:rPr>
                <w:rFonts w:ascii="Arial" w:hAnsi="Arial" w:cs="Arial"/>
                <w:b/>
              </w:rPr>
              <w:t>Q20</w:t>
            </w:r>
          </w:p>
        </w:tc>
        <w:tc>
          <w:tcPr>
            <w:tcW w:w="281" w:type="dxa"/>
            <w:shd w:val="clear" w:color="auto" w:fill="F1F7FA"/>
          </w:tcPr>
          <w:p w14:paraId="26BAB75B" w14:textId="77777777" w:rsidR="00DB46A8" w:rsidRPr="00985C3C" w:rsidRDefault="00DB46A8" w:rsidP="002870A8">
            <w:pPr>
              <w:keepNext/>
              <w:rPr>
                <w:rFonts w:ascii="Arial" w:hAnsi="Arial" w:cs="Arial"/>
              </w:rPr>
            </w:pPr>
          </w:p>
        </w:tc>
        <w:tc>
          <w:tcPr>
            <w:tcW w:w="6821" w:type="dxa"/>
            <w:vMerge w:val="restart"/>
            <w:shd w:val="clear" w:color="auto" w:fill="F1F7FA"/>
          </w:tcPr>
          <w:p w14:paraId="6418F413"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effective is the ITO model in meeting the needs of learners and firms?</w:t>
            </w:r>
          </w:p>
        </w:tc>
        <w:tc>
          <w:tcPr>
            <w:tcW w:w="1134" w:type="dxa"/>
            <w:shd w:val="clear" w:color="auto" w:fill="F1F7FA"/>
          </w:tcPr>
          <w:p w14:paraId="449E94E0" w14:textId="4A3C1242"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21</w:t>
            </w:r>
          </w:p>
        </w:tc>
      </w:tr>
      <w:tr w:rsidR="00DB46A8" w:rsidRPr="00985C3C" w14:paraId="122953A8" w14:textId="5DA36646" w:rsidTr="00145E9A">
        <w:trPr>
          <w:trHeight w:val="120"/>
        </w:trPr>
        <w:tc>
          <w:tcPr>
            <w:tcW w:w="1401" w:type="dxa"/>
            <w:gridSpan w:val="3"/>
            <w:shd w:val="clear" w:color="auto" w:fill="F1F7FA"/>
          </w:tcPr>
          <w:p w14:paraId="5706E609" w14:textId="77777777" w:rsidR="00DB46A8" w:rsidRPr="00985C3C" w:rsidRDefault="00DB46A8" w:rsidP="002870A8">
            <w:pPr>
              <w:rPr>
                <w:rFonts w:ascii="Arial" w:hAnsi="Arial" w:cs="Arial"/>
                <w:sz w:val="4"/>
                <w:szCs w:val="4"/>
              </w:rPr>
            </w:pPr>
          </w:p>
        </w:tc>
        <w:tc>
          <w:tcPr>
            <w:tcW w:w="6821" w:type="dxa"/>
            <w:vMerge/>
            <w:shd w:val="clear" w:color="auto" w:fill="F1F7FA"/>
          </w:tcPr>
          <w:p w14:paraId="3EB3C8C0" w14:textId="77777777" w:rsidR="00DB46A8" w:rsidRPr="00985C3C" w:rsidRDefault="00DB46A8" w:rsidP="002870A8">
            <w:pPr>
              <w:pStyle w:val="BodyText"/>
              <w:rPr>
                <w:rFonts w:ascii="Arial" w:hAnsi="Arial" w:cs="Arial"/>
              </w:rPr>
            </w:pPr>
          </w:p>
        </w:tc>
        <w:tc>
          <w:tcPr>
            <w:tcW w:w="1134" w:type="dxa"/>
            <w:shd w:val="clear" w:color="auto" w:fill="F1F7FA"/>
          </w:tcPr>
          <w:p w14:paraId="60977F44" w14:textId="77777777" w:rsidR="00DB46A8" w:rsidRPr="00985C3C" w:rsidRDefault="00DB46A8" w:rsidP="002870A8">
            <w:pPr>
              <w:pStyle w:val="BodyText"/>
              <w:rPr>
                <w:rFonts w:ascii="Arial" w:hAnsi="Arial" w:cs="Arial"/>
              </w:rPr>
            </w:pPr>
          </w:p>
        </w:tc>
      </w:tr>
    </w:tbl>
    <w:p w14:paraId="390129A2" w14:textId="77777777" w:rsidR="00985C3C" w:rsidRPr="00985C3C" w:rsidRDefault="00985C3C">
      <w:pPr>
        <w:rPr>
          <w:rFonts w:ascii="Arial" w:hAnsi="Arial" w:cs="Arial"/>
        </w:rPr>
      </w:pPr>
    </w:p>
    <w:p w14:paraId="5EE99F11" w14:textId="7CA6ECBC" w:rsidR="00985C3C" w:rsidRPr="00985C3C" w:rsidRDefault="00985C3C">
      <w:pPr>
        <w:rPr>
          <w:rFonts w:ascii="Arial" w:hAnsi="Arial" w:cs="Arial"/>
        </w:rPr>
      </w:pPr>
    </w:p>
    <w:p w14:paraId="4D23FEC6" w14:textId="77777777" w:rsidR="00985C3C" w:rsidRPr="00985C3C" w:rsidRDefault="00985C3C">
      <w:pPr>
        <w:rPr>
          <w:rFonts w:ascii="Arial" w:hAnsi="Arial" w:cs="Arial"/>
        </w:rPr>
      </w:pPr>
    </w:p>
    <w:p w14:paraId="78F1BFB4" w14:textId="77777777" w:rsidR="00985C3C" w:rsidRPr="00985C3C" w:rsidRDefault="00985C3C">
      <w:pPr>
        <w:rPr>
          <w:rFonts w:ascii="Arial" w:hAnsi="Arial" w:cs="Arial"/>
        </w:rPr>
      </w:pPr>
    </w:p>
    <w:p w14:paraId="6D544B0F"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95D0A33" w14:textId="2C8FD44F" w:rsidTr="00145E9A">
        <w:trPr>
          <w:trHeight w:hRule="exact" w:val="170"/>
        </w:trPr>
        <w:tc>
          <w:tcPr>
            <w:tcW w:w="1401" w:type="dxa"/>
            <w:gridSpan w:val="3"/>
            <w:shd w:val="clear" w:color="auto" w:fill="F1F7FA"/>
          </w:tcPr>
          <w:p w14:paraId="567B08B4" w14:textId="0DB47498" w:rsidR="00DB46A8" w:rsidRPr="00985C3C" w:rsidRDefault="00DB46A8" w:rsidP="002870A8">
            <w:pPr>
              <w:keepNext/>
              <w:rPr>
                <w:rFonts w:ascii="Arial" w:hAnsi="Arial" w:cs="Arial"/>
                <w:sz w:val="4"/>
                <w:szCs w:val="4"/>
              </w:rPr>
            </w:pPr>
          </w:p>
        </w:tc>
        <w:tc>
          <w:tcPr>
            <w:tcW w:w="6821" w:type="dxa"/>
            <w:shd w:val="clear" w:color="auto" w:fill="F1F7FA"/>
            <w:vAlign w:val="center"/>
          </w:tcPr>
          <w:p w14:paraId="4909D5D4" w14:textId="77777777" w:rsidR="00DB46A8" w:rsidRPr="00985C3C" w:rsidRDefault="00DB46A8" w:rsidP="002870A8">
            <w:pPr>
              <w:keepNext/>
              <w:rPr>
                <w:rFonts w:ascii="Arial" w:hAnsi="Arial" w:cs="Arial"/>
                <w:sz w:val="4"/>
                <w:szCs w:val="4"/>
              </w:rPr>
            </w:pPr>
          </w:p>
        </w:tc>
        <w:tc>
          <w:tcPr>
            <w:tcW w:w="1134" w:type="dxa"/>
            <w:shd w:val="clear" w:color="auto" w:fill="F1F7FA"/>
          </w:tcPr>
          <w:p w14:paraId="24D0AC13" w14:textId="77777777" w:rsidR="00DB46A8" w:rsidRPr="00985C3C" w:rsidRDefault="00DB46A8" w:rsidP="002870A8">
            <w:pPr>
              <w:keepNext/>
              <w:rPr>
                <w:rFonts w:ascii="Arial" w:hAnsi="Arial" w:cs="Arial"/>
                <w:sz w:val="4"/>
                <w:szCs w:val="4"/>
              </w:rPr>
            </w:pPr>
          </w:p>
        </w:tc>
      </w:tr>
      <w:tr w:rsidR="00DB46A8" w:rsidRPr="00985C3C" w14:paraId="2D53B7D7" w14:textId="6C5B2B61" w:rsidTr="00145E9A">
        <w:trPr>
          <w:trHeight w:val="392"/>
        </w:trPr>
        <w:tc>
          <w:tcPr>
            <w:tcW w:w="345" w:type="dxa"/>
            <w:shd w:val="clear" w:color="auto" w:fill="F1F7FA"/>
          </w:tcPr>
          <w:p w14:paraId="215CF46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61833BD" w14:textId="77777777" w:rsidR="00DB46A8" w:rsidRPr="00985C3C" w:rsidRDefault="00DB46A8" w:rsidP="002870A8">
            <w:pPr>
              <w:pStyle w:val="Question"/>
              <w:keepNext/>
              <w:rPr>
                <w:rFonts w:ascii="Arial" w:hAnsi="Arial" w:cs="Arial"/>
                <w:b/>
              </w:rPr>
            </w:pPr>
            <w:r w:rsidRPr="00985C3C">
              <w:rPr>
                <w:rFonts w:ascii="Arial" w:hAnsi="Arial" w:cs="Arial"/>
                <w:b/>
              </w:rPr>
              <w:t>Q21</w:t>
            </w:r>
          </w:p>
        </w:tc>
        <w:tc>
          <w:tcPr>
            <w:tcW w:w="281" w:type="dxa"/>
            <w:shd w:val="clear" w:color="auto" w:fill="F1F7FA"/>
          </w:tcPr>
          <w:p w14:paraId="69858EDB" w14:textId="77777777" w:rsidR="00DB46A8" w:rsidRPr="00985C3C" w:rsidRDefault="00DB46A8" w:rsidP="002870A8">
            <w:pPr>
              <w:keepNext/>
              <w:rPr>
                <w:rFonts w:ascii="Arial" w:hAnsi="Arial" w:cs="Arial"/>
              </w:rPr>
            </w:pPr>
          </w:p>
        </w:tc>
        <w:tc>
          <w:tcPr>
            <w:tcW w:w="6821" w:type="dxa"/>
            <w:vMerge w:val="restart"/>
            <w:shd w:val="clear" w:color="auto" w:fill="F1F7FA"/>
          </w:tcPr>
          <w:p w14:paraId="43C6666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arrangements for arranging workplace training and apprenticeships in other countries could New Zealand usefully learn from? </w:t>
            </w:r>
          </w:p>
        </w:tc>
        <w:tc>
          <w:tcPr>
            <w:tcW w:w="1134" w:type="dxa"/>
            <w:shd w:val="clear" w:color="auto" w:fill="F1F7FA"/>
          </w:tcPr>
          <w:p w14:paraId="009C28AB" w14:textId="7D955586"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21</w:t>
            </w:r>
          </w:p>
        </w:tc>
      </w:tr>
      <w:tr w:rsidR="00DB46A8" w:rsidRPr="00985C3C" w14:paraId="739F5567" w14:textId="60671DB2" w:rsidTr="00145E9A">
        <w:trPr>
          <w:trHeight w:val="120"/>
        </w:trPr>
        <w:tc>
          <w:tcPr>
            <w:tcW w:w="1401" w:type="dxa"/>
            <w:gridSpan w:val="3"/>
            <w:shd w:val="clear" w:color="auto" w:fill="F1F7FA"/>
          </w:tcPr>
          <w:p w14:paraId="7FC089F2" w14:textId="77777777" w:rsidR="00DB46A8" w:rsidRPr="00985C3C" w:rsidRDefault="00DB46A8" w:rsidP="002870A8">
            <w:pPr>
              <w:rPr>
                <w:rFonts w:ascii="Arial" w:hAnsi="Arial" w:cs="Arial"/>
                <w:sz w:val="4"/>
                <w:szCs w:val="4"/>
              </w:rPr>
            </w:pPr>
          </w:p>
        </w:tc>
        <w:tc>
          <w:tcPr>
            <w:tcW w:w="6821" w:type="dxa"/>
            <w:vMerge/>
            <w:shd w:val="clear" w:color="auto" w:fill="F1F7FA"/>
          </w:tcPr>
          <w:p w14:paraId="1878F6C3" w14:textId="77777777" w:rsidR="00DB46A8" w:rsidRPr="00985C3C" w:rsidRDefault="00DB46A8" w:rsidP="002870A8">
            <w:pPr>
              <w:pStyle w:val="BodyText"/>
              <w:rPr>
                <w:rFonts w:ascii="Arial" w:hAnsi="Arial" w:cs="Arial"/>
              </w:rPr>
            </w:pPr>
          </w:p>
        </w:tc>
        <w:tc>
          <w:tcPr>
            <w:tcW w:w="1134" w:type="dxa"/>
            <w:shd w:val="clear" w:color="auto" w:fill="F1F7FA"/>
          </w:tcPr>
          <w:p w14:paraId="6EEB15A5" w14:textId="77777777" w:rsidR="00DB46A8" w:rsidRPr="00985C3C" w:rsidRDefault="00DB46A8" w:rsidP="002870A8">
            <w:pPr>
              <w:pStyle w:val="BodyText"/>
              <w:rPr>
                <w:rFonts w:ascii="Arial" w:hAnsi="Arial" w:cs="Arial"/>
              </w:rPr>
            </w:pPr>
          </w:p>
        </w:tc>
      </w:tr>
    </w:tbl>
    <w:p w14:paraId="7A5D2A55" w14:textId="77777777" w:rsidR="00985C3C" w:rsidRPr="00985C3C" w:rsidRDefault="00985C3C">
      <w:pPr>
        <w:rPr>
          <w:rFonts w:ascii="Arial" w:hAnsi="Arial" w:cs="Arial"/>
        </w:rPr>
      </w:pPr>
    </w:p>
    <w:p w14:paraId="20A36BF0" w14:textId="632E0154" w:rsidR="00985C3C" w:rsidRPr="00985C3C" w:rsidRDefault="00985C3C">
      <w:pPr>
        <w:rPr>
          <w:rFonts w:ascii="Arial" w:hAnsi="Arial" w:cs="Arial"/>
        </w:rPr>
      </w:pPr>
    </w:p>
    <w:p w14:paraId="55D0633A" w14:textId="77777777" w:rsidR="00985C3C" w:rsidRPr="00985C3C" w:rsidRDefault="00985C3C">
      <w:pPr>
        <w:rPr>
          <w:rFonts w:ascii="Arial" w:hAnsi="Arial" w:cs="Arial"/>
        </w:rPr>
      </w:pPr>
    </w:p>
    <w:p w14:paraId="367B8DC0" w14:textId="77777777" w:rsidR="00985C3C" w:rsidRPr="00985C3C" w:rsidRDefault="00985C3C">
      <w:pPr>
        <w:rPr>
          <w:rFonts w:ascii="Arial" w:hAnsi="Arial" w:cs="Arial"/>
        </w:rPr>
      </w:pPr>
    </w:p>
    <w:p w14:paraId="3CF9C4E2"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F4014EE" w14:textId="06A601C0" w:rsidTr="00145E9A">
        <w:trPr>
          <w:trHeight w:hRule="exact" w:val="170"/>
        </w:trPr>
        <w:tc>
          <w:tcPr>
            <w:tcW w:w="1401" w:type="dxa"/>
            <w:gridSpan w:val="3"/>
            <w:shd w:val="clear" w:color="auto" w:fill="F1F7FA"/>
          </w:tcPr>
          <w:p w14:paraId="429C43F5" w14:textId="0280C21C" w:rsidR="00DB46A8" w:rsidRPr="00985C3C" w:rsidRDefault="00DB46A8" w:rsidP="002870A8">
            <w:pPr>
              <w:keepNext/>
              <w:rPr>
                <w:rFonts w:ascii="Arial" w:hAnsi="Arial" w:cs="Arial"/>
                <w:sz w:val="4"/>
                <w:szCs w:val="4"/>
              </w:rPr>
            </w:pPr>
          </w:p>
        </w:tc>
        <w:tc>
          <w:tcPr>
            <w:tcW w:w="6821" w:type="dxa"/>
            <w:shd w:val="clear" w:color="auto" w:fill="F1F7FA"/>
            <w:vAlign w:val="center"/>
          </w:tcPr>
          <w:p w14:paraId="7FE7EB70" w14:textId="77777777" w:rsidR="00DB46A8" w:rsidRPr="00985C3C" w:rsidRDefault="00DB46A8" w:rsidP="002870A8">
            <w:pPr>
              <w:keepNext/>
              <w:rPr>
                <w:rFonts w:ascii="Arial" w:hAnsi="Arial" w:cs="Arial"/>
                <w:sz w:val="4"/>
                <w:szCs w:val="4"/>
              </w:rPr>
            </w:pPr>
          </w:p>
        </w:tc>
        <w:tc>
          <w:tcPr>
            <w:tcW w:w="1134" w:type="dxa"/>
            <w:shd w:val="clear" w:color="auto" w:fill="F1F7FA"/>
          </w:tcPr>
          <w:p w14:paraId="299DDA46" w14:textId="77777777" w:rsidR="00DB46A8" w:rsidRPr="00985C3C" w:rsidRDefault="00DB46A8" w:rsidP="002870A8">
            <w:pPr>
              <w:keepNext/>
              <w:rPr>
                <w:rFonts w:ascii="Arial" w:hAnsi="Arial" w:cs="Arial"/>
                <w:sz w:val="4"/>
                <w:szCs w:val="4"/>
              </w:rPr>
            </w:pPr>
          </w:p>
        </w:tc>
      </w:tr>
      <w:tr w:rsidR="00DB46A8" w:rsidRPr="00985C3C" w14:paraId="4D8232B2" w14:textId="7186A5AE" w:rsidTr="00145E9A">
        <w:trPr>
          <w:trHeight w:val="392"/>
        </w:trPr>
        <w:tc>
          <w:tcPr>
            <w:tcW w:w="345" w:type="dxa"/>
            <w:shd w:val="clear" w:color="auto" w:fill="F1F7FA"/>
          </w:tcPr>
          <w:p w14:paraId="586FE85E"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8324C5E" w14:textId="77777777" w:rsidR="00DB46A8" w:rsidRPr="00985C3C" w:rsidRDefault="00DB46A8" w:rsidP="002870A8">
            <w:pPr>
              <w:pStyle w:val="Question"/>
              <w:keepNext/>
              <w:rPr>
                <w:rFonts w:ascii="Arial" w:hAnsi="Arial" w:cs="Arial"/>
                <w:b/>
              </w:rPr>
            </w:pPr>
            <w:r w:rsidRPr="00985C3C">
              <w:rPr>
                <w:rFonts w:ascii="Arial" w:hAnsi="Arial" w:cs="Arial"/>
                <w:b/>
              </w:rPr>
              <w:t>Q22</w:t>
            </w:r>
          </w:p>
        </w:tc>
        <w:tc>
          <w:tcPr>
            <w:tcW w:w="281" w:type="dxa"/>
            <w:shd w:val="clear" w:color="auto" w:fill="F1F7FA"/>
          </w:tcPr>
          <w:p w14:paraId="1CA89368" w14:textId="77777777" w:rsidR="00DB46A8" w:rsidRPr="00985C3C" w:rsidRDefault="00DB46A8" w:rsidP="002870A8">
            <w:pPr>
              <w:keepNext/>
              <w:rPr>
                <w:rFonts w:ascii="Arial" w:hAnsi="Arial" w:cs="Arial"/>
              </w:rPr>
            </w:pPr>
          </w:p>
        </w:tc>
        <w:tc>
          <w:tcPr>
            <w:tcW w:w="6821" w:type="dxa"/>
            <w:vMerge w:val="restart"/>
            <w:shd w:val="clear" w:color="auto" w:fill="F1F7FA"/>
          </w:tcPr>
          <w:p w14:paraId="0A2BCDC8"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Is the current architecture a good fit for a tertiary education system? What are its advantages and disadvantages? Are there good alternatives?</w:t>
            </w:r>
          </w:p>
        </w:tc>
        <w:tc>
          <w:tcPr>
            <w:tcW w:w="1134" w:type="dxa"/>
            <w:shd w:val="clear" w:color="auto" w:fill="F1F7FA"/>
          </w:tcPr>
          <w:p w14:paraId="558EF7F9" w14:textId="43061FA9"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24</w:t>
            </w:r>
          </w:p>
        </w:tc>
      </w:tr>
      <w:tr w:rsidR="00DB46A8" w:rsidRPr="00985C3C" w14:paraId="0EB539F8" w14:textId="239389E7" w:rsidTr="00145E9A">
        <w:trPr>
          <w:trHeight w:val="120"/>
        </w:trPr>
        <w:tc>
          <w:tcPr>
            <w:tcW w:w="1401" w:type="dxa"/>
            <w:gridSpan w:val="3"/>
            <w:shd w:val="clear" w:color="auto" w:fill="F1F7FA"/>
          </w:tcPr>
          <w:p w14:paraId="16DFA39E" w14:textId="77777777" w:rsidR="00DB46A8" w:rsidRPr="00985C3C" w:rsidRDefault="00DB46A8" w:rsidP="002870A8">
            <w:pPr>
              <w:rPr>
                <w:rFonts w:ascii="Arial" w:hAnsi="Arial" w:cs="Arial"/>
                <w:sz w:val="4"/>
                <w:szCs w:val="4"/>
              </w:rPr>
            </w:pPr>
          </w:p>
        </w:tc>
        <w:tc>
          <w:tcPr>
            <w:tcW w:w="6821" w:type="dxa"/>
            <w:vMerge/>
            <w:shd w:val="clear" w:color="auto" w:fill="F1F7FA"/>
          </w:tcPr>
          <w:p w14:paraId="1C94ACC8" w14:textId="77777777" w:rsidR="00DB46A8" w:rsidRPr="00985C3C" w:rsidRDefault="00DB46A8" w:rsidP="002870A8">
            <w:pPr>
              <w:pStyle w:val="BodyText"/>
              <w:rPr>
                <w:rFonts w:ascii="Arial" w:hAnsi="Arial" w:cs="Arial"/>
              </w:rPr>
            </w:pPr>
          </w:p>
        </w:tc>
        <w:tc>
          <w:tcPr>
            <w:tcW w:w="1134" w:type="dxa"/>
            <w:shd w:val="clear" w:color="auto" w:fill="F1F7FA"/>
          </w:tcPr>
          <w:p w14:paraId="6E1E3842" w14:textId="77777777" w:rsidR="00DB46A8" w:rsidRPr="00985C3C" w:rsidRDefault="00DB46A8" w:rsidP="002870A8">
            <w:pPr>
              <w:pStyle w:val="BodyText"/>
              <w:rPr>
                <w:rFonts w:ascii="Arial" w:hAnsi="Arial" w:cs="Arial"/>
              </w:rPr>
            </w:pPr>
          </w:p>
        </w:tc>
      </w:tr>
    </w:tbl>
    <w:p w14:paraId="314FC8D6" w14:textId="77777777" w:rsidR="00985C3C" w:rsidRPr="00985C3C" w:rsidRDefault="00985C3C">
      <w:pPr>
        <w:rPr>
          <w:rFonts w:ascii="Arial" w:hAnsi="Arial" w:cs="Arial"/>
        </w:rPr>
      </w:pPr>
    </w:p>
    <w:p w14:paraId="6252A17D" w14:textId="5CD898FA" w:rsidR="00985C3C" w:rsidRPr="00985C3C" w:rsidRDefault="00985C3C">
      <w:pPr>
        <w:rPr>
          <w:rFonts w:ascii="Arial" w:hAnsi="Arial" w:cs="Arial"/>
        </w:rPr>
      </w:pPr>
    </w:p>
    <w:p w14:paraId="5502EC8A" w14:textId="77777777" w:rsidR="00985C3C" w:rsidRPr="00985C3C" w:rsidRDefault="00985C3C">
      <w:pPr>
        <w:rPr>
          <w:rFonts w:ascii="Arial" w:hAnsi="Arial" w:cs="Arial"/>
        </w:rPr>
      </w:pPr>
    </w:p>
    <w:p w14:paraId="6C394D30" w14:textId="77777777" w:rsidR="00985C3C" w:rsidRPr="00985C3C" w:rsidRDefault="00985C3C">
      <w:pPr>
        <w:rPr>
          <w:rFonts w:ascii="Arial" w:hAnsi="Arial" w:cs="Arial"/>
        </w:rPr>
      </w:pPr>
    </w:p>
    <w:p w14:paraId="6D53093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427FA46" w14:textId="0244EEF8" w:rsidTr="00145E9A">
        <w:trPr>
          <w:trHeight w:hRule="exact" w:val="170"/>
        </w:trPr>
        <w:tc>
          <w:tcPr>
            <w:tcW w:w="1401" w:type="dxa"/>
            <w:gridSpan w:val="3"/>
            <w:shd w:val="clear" w:color="auto" w:fill="F1F7FA"/>
          </w:tcPr>
          <w:p w14:paraId="41869B8C" w14:textId="080FD45D" w:rsidR="00DB46A8" w:rsidRPr="00985C3C" w:rsidRDefault="00DB46A8" w:rsidP="002870A8">
            <w:pPr>
              <w:keepNext/>
              <w:rPr>
                <w:rFonts w:ascii="Arial" w:hAnsi="Arial" w:cs="Arial"/>
                <w:sz w:val="4"/>
                <w:szCs w:val="4"/>
              </w:rPr>
            </w:pPr>
          </w:p>
        </w:tc>
        <w:tc>
          <w:tcPr>
            <w:tcW w:w="6821" w:type="dxa"/>
            <w:shd w:val="clear" w:color="auto" w:fill="F1F7FA"/>
            <w:vAlign w:val="center"/>
          </w:tcPr>
          <w:p w14:paraId="640A2485" w14:textId="77777777" w:rsidR="00DB46A8" w:rsidRPr="00985C3C" w:rsidRDefault="00DB46A8" w:rsidP="002870A8">
            <w:pPr>
              <w:keepNext/>
              <w:rPr>
                <w:rFonts w:ascii="Arial" w:hAnsi="Arial" w:cs="Arial"/>
                <w:sz w:val="4"/>
                <w:szCs w:val="4"/>
              </w:rPr>
            </w:pPr>
          </w:p>
        </w:tc>
        <w:tc>
          <w:tcPr>
            <w:tcW w:w="1134" w:type="dxa"/>
            <w:shd w:val="clear" w:color="auto" w:fill="F1F7FA"/>
          </w:tcPr>
          <w:p w14:paraId="299050B9" w14:textId="77777777" w:rsidR="00DB46A8" w:rsidRPr="00985C3C" w:rsidRDefault="00DB46A8" w:rsidP="002870A8">
            <w:pPr>
              <w:keepNext/>
              <w:rPr>
                <w:rFonts w:ascii="Arial" w:hAnsi="Arial" w:cs="Arial"/>
                <w:sz w:val="4"/>
                <w:szCs w:val="4"/>
              </w:rPr>
            </w:pPr>
          </w:p>
        </w:tc>
      </w:tr>
      <w:tr w:rsidR="00DB46A8" w:rsidRPr="00985C3C" w14:paraId="27B5366D" w14:textId="26BD7E0C" w:rsidTr="00145E9A">
        <w:trPr>
          <w:trHeight w:val="392"/>
        </w:trPr>
        <w:tc>
          <w:tcPr>
            <w:tcW w:w="345" w:type="dxa"/>
            <w:shd w:val="clear" w:color="auto" w:fill="F1F7FA"/>
          </w:tcPr>
          <w:p w14:paraId="3CB9483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B143854" w14:textId="77777777" w:rsidR="00DB46A8" w:rsidRPr="00985C3C" w:rsidRDefault="00DB46A8" w:rsidP="002870A8">
            <w:pPr>
              <w:pStyle w:val="Question"/>
              <w:keepNext/>
              <w:rPr>
                <w:rFonts w:ascii="Arial" w:hAnsi="Arial" w:cs="Arial"/>
                <w:b/>
              </w:rPr>
            </w:pPr>
            <w:r w:rsidRPr="00985C3C">
              <w:rPr>
                <w:rFonts w:ascii="Arial" w:hAnsi="Arial" w:cs="Arial"/>
                <w:b/>
              </w:rPr>
              <w:t>Q23</w:t>
            </w:r>
          </w:p>
        </w:tc>
        <w:tc>
          <w:tcPr>
            <w:tcW w:w="281" w:type="dxa"/>
            <w:shd w:val="clear" w:color="auto" w:fill="F1F7FA"/>
          </w:tcPr>
          <w:p w14:paraId="41C1B9E5" w14:textId="77777777" w:rsidR="00DB46A8" w:rsidRPr="00985C3C" w:rsidRDefault="00DB46A8" w:rsidP="002870A8">
            <w:pPr>
              <w:keepNext/>
              <w:rPr>
                <w:rFonts w:ascii="Arial" w:hAnsi="Arial" w:cs="Arial"/>
              </w:rPr>
            </w:pPr>
          </w:p>
        </w:tc>
        <w:tc>
          <w:tcPr>
            <w:tcW w:w="6821" w:type="dxa"/>
            <w:vMerge w:val="restart"/>
            <w:shd w:val="clear" w:color="auto" w:fill="F1F7FA"/>
          </w:tcPr>
          <w:p w14:paraId="400555B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effective is the TES instrument at giving government education agencies direction about prioritising resources and making trade-offs in carrying out their roles? What are the benefits and risks, in terms of fostering an innovative system, of a more or less directive TES?</w:t>
            </w:r>
          </w:p>
        </w:tc>
        <w:tc>
          <w:tcPr>
            <w:tcW w:w="1134" w:type="dxa"/>
            <w:shd w:val="clear" w:color="auto" w:fill="F1F7FA"/>
          </w:tcPr>
          <w:p w14:paraId="4E994B4E" w14:textId="17CC0F4B"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24</w:t>
            </w:r>
          </w:p>
        </w:tc>
      </w:tr>
      <w:tr w:rsidR="00DB46A8" w:rsidRPr="00985C3C" w14:paraId="40A6D475" w14:textId="25DFA795" w:rsidTr="00145E9A">
        <w:trPr>
          <w:trHeight w:val="120"/>
        </w:trPr>
        <w:tc>
          <w:tcPr>
            <w:tcW w:w="1401" w:type="dxa"/>
            <w:gridSpan w:val="3"/>
            <w:shd w:val="clear" w:color="auto" w:fill="F1F7FA"/>
          </w:tcPr>
          <w:p w14:paraId="6DF5C63E" w14:textId="77777777" w:rsidR="00DB46A8" w:rsidRPr="00985C3C" w:rsidRDefault="00DB46A8" w:rsidP="002870A8">
            <w:pPr>
              <w:rPr>
                <w:rFonts w:ascii="Arial" w:hAnsi="Arial" w:cs="Arial"/>
                <w:sz w:val="4"/>
                <w:szCs w:val="4"/>
              </w:rPr>
            </w:pPr>
          </w:p>
        </w:tc>
        <w:tc>
          <w:tcPr>
            <w:tcW w:w="6821" w:type="dxa"/>
            <w:vMerge/>
            <w:shd w:val="clear" w:color="auto" w:fill="F1F7FA"/>
          </w:tcPr>
          <w:p w14:paraId="08C31FC7" w14:textId="77777777" w:rsidR="00DB46A8" w:rsidRPr="00985C3C" w:rsidRDefault="00DB46A8" w:rsidP="002870A8">
            <w:pPr>
              <w:pStyle w:val="BodyText"/>
              <w:rPr>
                <w:rFonts w:ascii="Arial" w:hAnsi="Arial" w:cs="Arial"/>
              </w:rPr>
            </w:pPr>
          </w:p>
        </w:tc>
        <w:tc>
          <w:tcPr>
            <w:tcW w:w="1134" w:type="dxa"/>
            <w:shd w:val="clear" w:color="auto" w:fill="F1F7FA"/>
          </w:tcPr>
          <w:p w14:paraId="102CD66C" w14:textId="77777777" w:rsidR="00DB46A8" w:rsidRPr="00985C3C" w:rsidRDefault="00DB46A8" w:rsidP="002870A8">
            <w:pPr>
              <w:pStyle w:val="BodyText"/>
              <w:rPr>
                <w:rFonts w:ascii="Arial" w:hAnsi="Arial" w:cs="Arial"/>
              </w:rPr>
            </w:pPr>
          </w:p>
        </w:tc>
      </w:tr>
    </w:tbl>
    <w:p w14:paraId="3E6DDD1F" w14:textId="77777777" w:rsidR="00985C3C" w:rsidRPr="00985C3C" w:rsidRDefault="00985C3C">
      <w:pPr>
        <w:rPr>
          <w:rFonts w:ascii="Arial" w:hAnsi="Arial" w:cs="Arial"/>
        </w:rPr>
      </w:pPr>
    </w:p>
    <w:p w14:paraId="13D3689B" w14:textId="17C8BD77" w:rsidR="00985C3C" w:rsidRPr="00985C3C" w:rsidRDefault="00985C3C">
      <w:pPr>
        <w:rPr>
          <w:rFonts w:ascii="Arial" w:hAnsi="Arial" w:cs="Arial"/>
        </w:rPr>
      </w:pPr>
    </w:p>
    <w:p w14:paraId="2595A102" w14:textId="77777777" w:rsidR="00985C3C" w:rsidRPr="00985C3C" w:rsidRDefault="00985C3C">
      <w:pPr>
        <w:rPr>
          <w:rFonts w:ascii="Arial" w:hAnsi="Arial" w:cs="Arial"/>
        </w:rPr>
      </w:pPr>
    </w:p>
    <w:p w14:paraId="784E8059" w14:textId="77777777" w:rsidR="00985C3C" w:rsidRPr="00985C3C" w:rsidRDefault="00985C3C">
      <w:pPr>
        <w:rPr>
          <w:rFonts w:ascii="Arial" w:hAnsi="Arial" w:cs="Arial"/>
        </w:rPr>
      </w:pPr>
    </w:p>
    <w:p w14:paraId="769EC021"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F28EF15" w14:textId="34D4918D" w:rsidTr="00145E9A">
        <w:trPr>
          <w:trHeight w:hRule="exact" w:val="170"/>
        </w:trPr>
        <w:tc>
          <w:tcPr>
            <w:tcW w:w="1401" w:type="dxa"/>
            <w:gridSpan w:val="3"/>
            <w:shd w:val="clear" w:color="auto" w:fill="F1F7FA"/>
          </w:tcPr>
          <w:p w14:paraId="5B316B10" w14:textId="74E86E11" w:rsidR="00DB46A8" w:rsidRPr="00985C3C" w:rsidRDefault="00DB46A8" w:rsidP="002870A8">
            <w:pPr>
              <w:keepNext/>
              <w:rPr>
                <w:rFonts w:ascii="Arial" w:hAnsi="Arial" w:cs="Arial"/>
                <w:sz w:val="4"/>
                <w:szCs w:val="4"/>
              </w:rPr>
            </w:pPr>
          </w:p>
        </w:tc>
        <w:tc>
          <w:tcPr>
            <w:tcW w:w="6821" w:type="dxa"/>
            <w:shd w:val="clear" w:color="auto" w:fill="F1F7FA"/>
            <w:vAlign w:val="center"/>
          </w:tcPr>
          <w:p w14:paraId="11E5277F" w14:textId="77777777" w:rsidR="00DB46A8" w:rsidRPr="00985C3C" w:rsidRDefault="00DB46A8" w:rsidP="002870A8">
            <w:pPr>
              <w:keepNext/>
              <w:rPr>
                <w:rFonts w:ascii="Arial" w:hAnsi="Arial" w:cs="Arial"/>
                <w:sz w:val="4"/>
                <w:szCs w:val="4"/>
              </w:rPr>
            </w:pPr>
          </w:p>
        </w:tc>
        <w:tc>
          <w:tcPr>
            <w:tcW w:w="1134" w:type="dxa"/>
            <w:shd w:val="clear" w:color="auto" w:fill="F1F7FA"/>
          </w:tcPr>
          <w:p w14:paraId="59E09E9F" w14:textId="77777777" w:rsidR="00DB46A8" w:rsidRPr="00985C3C" w:rsidRDefault="00DB46A8" w:rsidP="002870A8">
            <w:pPr>
              <w:keepNext/>
              <w:rPr>
                <w:rFonts w:ascii="Arial" w:hAnsi="Arial" w:cs="Arial"/>
                <w:sz w:val="4"/>
                <w:szCs w:val="4"/>
              </w:rPr>
            </w:pPr>
          </w:p>
        </w:tc>
      </w:tr>
      <w:tr w:rsidR="00DB46A8" w:rsidRPr="00985C3C" w14:paraId="52962FF3" w14:textId="407D8A5D" w:rsidTr="00145E9A">
        <w:trPr>
          <w:trHeight w:val="392"/>
        </w:trPr>
        <w:tc>
          <w:tcPr>
            <w:tcW w:w="345" w:type="dxa"/>
            <w:shd w:val="clear" w:color="auto" w:fill="F1F7FA"/>
          </w:tcPr>
          <w:p w14:paraId="0068B819"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C6B44CA" w14:textId="77777777" w:rsidR="00DB46A8" w:rsidRPr="00985C3C" w:rsidRDefault="00DB46A8" w:rsidP="002870A8">
            <w:pPr>
              <w:pStyle w:val="Question"/>
              <w:keepNext/>
              <w:rPr>
                <w:rFonts w:ascii="Arial" w:hAnsi="Arial" w:cs="Arial"/>
                <w:b/>
              </w:rPr>
            </w:pPr>
            <w:r w:rsidRPr="00985C3C">
              <w:rPr>
                <w:rFonts w:ascii="Arial" w:hAnsi="Arial" w:cs="Arial"/>
                <w:b/>
              </w:rPr>
              <w:t>Q24</w:t>
            </w:r>
          </w:p>
        </w:tc>
        <w:tc>
          <w:tcPr>
            <w:tcW w:w="281" w:type="dxa"/>
            <w:shd w:val="clear" w:color="auto" w:fill="F1F7FA"/>
          </w:tcPr>
          <w:p w14:paraId="4A3ACB95" w14:textId="77777777" w:rsidR="00DB46A8" w:rsidRPr="00985C3C" w:rsidRDefault="00DB46A8" w:rsidP="002870A8">
            <w:pPr>
              <w:keepNext/>
              <w:rPr>
                <w:rFonts w:ascii="Arial" w:hAnsi="Arial" w:cs="Arial"/>
              </w:rPr>
            </w:pPr>
          </w:p>
        </w:tc>
        <w:tc>
          <w:tcPr>
            <w:tcW w:w="6821" w:type="dxa"/>
            <w:vMerge w:val="restart"/>
            <w:shd w:val="clear" w:color="auto" w:fill="F1F7FA"/>
          </w:tcPr>
          <w:p w14:paraId="4CA0DEF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other instruments (eg, funding mechanisms, letters of expectation, budget initiatives) influence government agencies’ behaviour? How do these align with the TES instrument?</w:t>
            </w:r>
          </w:p>
        </w:tc>
        <w:tc>
          <w:tcPr>
            <w:tcW w:w="1134" w:type="dxa"/>
            <w:shd w:val="clear" w:color="auto" w:fill="F1F7FA"/>
          </w:tcPr>
          <w:p w14:paraId="2B31F345" w14:textId="0B9055A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24</w:t>
            </w:r>
          </w:p>
        </w:tc>
      </w:tr>
      <w:tr w:rsidR="00DB46A8" w:rsidRPr="00985C3C" w14:paraId="72903B29" w14:textId="3383CA69" w:rsidTr="00145E9A">
        <w:trPr>
          <w:trHeight w:val="120"/>
        </w:trPr>
        <w:tc>
          <w:tcPr>
            <w:tcW w:w="1401" w:type="dxa"/>
            <w:gridSpan w:val="3"/>
            <w:shd w:val="clear" w:color="auto" w:fill="F1F7FA"/>
          </w:tcPr>
          <w:p w14:paraId="66BA5A09" w14:textId="77777777" w:rsidR="00DB46A8" w:rsidRPr="00985C3C" w:rsidRDefault="00DB46A8" w:rsidP="002870A8">
            <w:pPr>
              <w:rPr>
                <w:rFonts w:ascii="Arial" w:hAnsi="Arial" w:cs="Arial"/>
                <w:sz w:val="4"/>
                <w:szCs w:val="4"/>
              </w:rPr>
            </w:pPr>
          </w:p>
        </w:tc>
        <w:tc>
          <w:tcPr>
            <w:tcW w:w="6821" w:type="dxa"/>
            <w:vMerge/>
            <w:shd w:val="clear" w:color="auto" w:fill="F1F7FA"/>
          </w:tcPr>
          <w:p w14:paraId="161D0688" w14:textId="77777777" w:rsidR="00DB46A8" w:rsidRPr="00985C3C" w:rsidRDefault="00DB46A8" w:rsidP="002870A8">
            <w:pPr>
              <w:pStyle w:val="BodyText"/>
              <w:rPr>
                <w:rFonts w:ascii="Arial" w:hAnsi="Arial" w:cs="Arial"/>
              </w:rPr>
            </w:pPr>
          </w:p>
        </w:tc>
        <w:tc>
          <w:tcPr>
            <w:tcW w:w="1134" w:type="dxa"/>
            <w:shd w:val="clear" w:color="auto" w:fill="F1F7FA"/>
          </w:tcPr>
          <w:p w14:paraId="61F8DC1C" w14:textId="77777777" w:rsidR="00DB46A8" w:rsidRPr="00985C3C" w:rsidRDefault="00DB46A8" w:rsidP="002870A8">
            <w:pPr>
              <w:pStyle w:val="BodyText"/>
              <w:rPr>
                <w:rFonts w:ascii="Arial" w:hAnsi="Arial" w:cs="Arial"/>
              </w:rPr>
            </w:pPr>
          </w:p>
        </w:tc>
      </w:tr>
    </w:tbl>
    <w:p w14:paraId="0905FCBA" w14:textId="77777777" w:rsidR="00985C3C" w:rsidRPr="00985C3C" w:rsidRDefault="00985C3C">
      <w:pPr>
        <w:rPr>
          <w:rFonts w:ascii="Arial" w:hAnsi="Arial" w:cs="Arial"/>
        </w:rPr>
      </w:pPr>
    </w:p>
    <w:p w14:paraId="1CFA738F" w14:textId="45BD1C59" w:rsidR="00985C3C" w:rsidRPr="00985C3C" w:rsidRDefault="00985C3C">
      <w:pPr>
        <w:rPr>
          <w:rFonts w:ascii="Arial" w:hAnsi="Arial" w:cs="Arial"/>
        </w:rPr>
      </w:pPr>
    </w:p>
    <w:p w14:paraId="433D9E1C" w14:textId="77777777" w:rsidR="00985C3C" w:rsidRPr="00985C3C" w:rsidRDefault="00985C3C">
      <w:pPr>
        <w:rPr>
          <w:rFonts w:ascii="Arial" w:hAnsi="Arial" w:cs="Arial"/>
        </w:rPr>
      </w:pPr>
    </w:p>
    <w:p w14:paraId="2DE77635" w14:textId="77777777" w:rsidR="00985C3C" w:rsidRPr="00985C3C" w:rsidRDefault="00985C3C">
      <w:pPr>
        <w:rPr>
          <w:rFonts w:ascii="Arial" w:hAnsi="Arial" w:cs="Arial"/>
        </w:rPr>
      </w:pPr>
    </w:p>
    <w:p w14:paraId="23AEA786"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BD3B500" w14:textId="2B966818" w:rsidTr="00145E9A">
        <w:trPr>
          <w:trHeight w:hRule="exact" w:val="170"/>
        </w:trPr>
        <w:tc>
          <w:tcPr>
            <w:tcW w:w="1401" w:type="dxa"/>
            <w:gridSpan w:val="3"/>
            <w:shd w:val="clear" w:color="auto" w:fill="F1F7FA"/>
          </w:tcPr>
          <w:p w14:paraId="223A9719" w14:textId="6E6B1466" w:rsidR="00DB46A8" w:rsidRPr="00985C3C" w:rsidRDefault="00DB46A8" w:rsidP="002870A8">
            <w:pPr>
              <w:keepNext/>
              <w:rPr>
                <w:rFonts w:ascii="Arial" w:hAnsi="Arial" w:cs="Arial"/>
                <w:sz w:val="4"/>
                <w:szCs w:val="4"/>
              </w:rPr>
            </w:pPr>
          </w:p>
        </w:tc>
        <w:tc>
          <w:tcPr>
            <w:tcW w:w="6821" w:type="dxa"/>
            <w:shd w:val="clear" w:color="auto" w:fill="F1F7FA"/>
            <w:vAlign w:val="center"/>
          </w:tcPr>
          <w:p w14:paraId="3CC34FA8" w14:textId="77777777" w:rsidR="00DB46A8" w:rsidRPr="00985C3C" w:rsidRDefault="00DB46A8" w:rsidP="002870A8">
            <w:pPr>
              <w:keepNext/>
              <w:rPr>
                <w:rFonts w:ascii="Arial" w:hAnsi="Arial" w:cs="Arial"/>
                <w:sz w:val="4"/>
                <w:szCs w:val="4"/>
              </w:rPr>
            </w:pPr>
          </w:p>
        </w:tc>
        <w:tc>
          <w:tcPr>
            <w:tcW w:w="1134" w:type="dxa"/>
            <w:shd w:val="clear" w:color="auto" w:fill="F1F7FA"/>
          </w:tcPr>
          <w:p w14:paraId="4424322A" w14:textId="77777777" w:rsidR="00DB46A8" w:rsidRPr="00985C3C" w:rsidRDefault="00DB46A8" w:rsidP="002870A8">
            <w:pPr>
              <w:keepNext/>
              <w:rPr>
                <w:rFonts w:ascii="Arial" w:hAnsi="Arial" w:cs="Arial"/>
                <w:sz w:val="4"/>
                <w:szCs w:val="4"/>
              </w:rPr>
            </w:pPr>
          </w:p>
        </w:tc>
      </w:tr>
      <w:tr w:rsidR="00DB46A8" w:rsidRPr="00985C3C" w14:paraId="7F79CFAE" w14:textId="7F1C01AE" w:rsidTr="00145E9A">
        <w:trPr>
          <w:trHeight w:val="392"/>
        </w:trPr>
        <w:tc>
          <w:tcPr>
            <w:tcW w:w="345" w:type="dxa"/>
            <w:shd w:val="clear" w:color="auto" w:fill="F1F7FA"/>
          </w:tcPr>
          <w:p w14:paraId="73D39A16"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7CB3D13" w14:textId="77777777" w:rsidR="00DB46A8" w:rsidRPr="00985C3C" w:rsidRDefault="00DB46A8" w:rsidP="002870A8">
            <w:pPr>
              <w:pStyle w:val="Question"/>
              <w:keepNext/>
              <w:rPr>
                <w:rFonts w:ascii="Arial" w:hAnsi="Arial" w:cs="Arial"/>
                <w:b/>
              </w:rPr>
            </w:pPr>
            <w:r w:rsidRPr="00985C3C">
              <w:rPr>
                <w:rFonts w:ascii="Arial" w:hAnsi="Arial" w:cs="Arial"/>
                <w:b/>
              </w:rPr>
              <w:t>Q25</w:t>
            </w:r>
          </w:p>
        </w:tc>
        <w:tc>
          <w:tcPr>
            <w:tcW w:w="281" w:type="dxa"/>
            <w:shd w:val="clear" w:color="auto" w:fill="F1F7FA"/>
          </w:tcPr>
          <w:p w14:paraId="6AF2B7C6" w14:textId="77777777" w:rsidR="00DB46A8" w:rsidRPr="00985C3C" w:rsidRDefault="00DB46A8" w:rsidP="002870A8">
            <w:pPr>
              <w:keepNext/>
              <w:rPr>
                <w:rFonts w:ascii="Arial" w:hAnsi="Arial" w:cs="Arial"/>
              </w:rPr>
            </w:pPr>
          </w:p>
        </w:tc>
        <w:tc>
          <w:tcPr>
            <w:tcW w:w="6821" w:type="dxa"/>
            <w:vMerge w:val="restart"/>
            <w:shd w:val="clear" w:color="auto" w:fill="F1F7FA"/>
          </w:tcPr>
          <w:p w14:paraId="7C8117C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When do the TEC’s independent funding role and its Crown monitoring role align, and when are they in tension? </w:t>
            </w:r>
          </w:p>
        </w:tc>
        <w:tc>
          <w:tcPr>
            <w:tcW w:w="1134" w:type="dxa"/>
            <w:shd w:val="clear" w:color="auto" w:fill="F1F7FA"/>
          </w:tcPr>
          <w:p w14:paraId="70796D1D" w14:textId="53AB4E76"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25</w:t>
            </w:r>
          </w:p>
        </w:tc>
      </w:tr>
      <w:tr w:rsidR="00DB46A8" w:rsidRPr="00985C3C" w14:paraId="07D9630F" w14:textId="64E8BE95" w:rsidTr="00145E9A">
        <w:trPr>
          <w:trHeight w:val="120"/>
        </w:trPr>
        <w:tc>
          <w:tcPr>
            <w:tcW w:w="1401" w:type="dxa"/>
            <w:gridSpan w:val="3"/>
            <w:shd w:val="clear" w:color="auto" w:fill="F1F7FA"/>
          </w:tcPr>
          <w:p w14:paraId="7F2154CC" w14:textId="77777777" w:rsidR="00DB46A8" w:rsidRPr="00985C3C" w:rsidRDefault="00DB46A8" w:rsidP="002870A8">
            <w:pPr>
              <w:rPr>
                <w:rFonts w:ascii="Arial" w:hAnsi="Arial" w:cs="Arial"/>
                <w:sz w:val="4"/>
                <w:szCs w:val="4"/>
              </w:rPr>
            </w:pPr>
          </w:p>
        </w:tc>
        <w:tc>
          <w:tcPr>
            <w:tcW w:w="6821" w:type="dxa"/>
            <w:vMerge/>
            <w:shd w:val="clear" w:color="auto" w:fill="F1F7FA"/>
          </w:tcPr>
          <w:p w14:paraId="3CBF096D" w14:textId="77777777" w:rsidR="00DB46A8" w:rsidRPr="00985C3C" w:rsidRDefault="00DB46A8" w:rsidP="002870A8">
            <w:pPr>
              <w:pStyle w:val="BodyText"/>
              <w:rPr>
                <w:rFonts w:ascii="Arial" w:hAnsi="Arial" w:cs="Arial"/>
              </w:rPr>
            </w:pPr>
          </w:p>
        </w:tc>
        <w:tc>
          <w:tcPr>
            <w:tcW w:w="1134" w:type="dxa"/>
            <w:shd w:val="clear" w:color="auto" w:fill="F1F7FA"/>
          </w:tcPr>
          <w:p w14:paraId="4FE450F7" w14:textId="77777777" w:rsidR="00DB46A8" w:rsidRPr="00985C3C" w:rsidRDefault="00DB46A8" w:rsidP="002870A8">
            <w:pPr>
              <w:pStyle w:val="BodyText"/>
              <w:rPr>
                <w:rFonts w:ascii="Arial" w:hAnsi="Arial" w:cs="Arial"/>
              </w:rPr>
            </w:pPr>
          </w:p>
        </w:tc>
      </w:tr>
    </w:tbl>
    <w:p w14:paraId="4546C74A" w14:textId="77777777" w:rsidR="00985C3C" w:rsidRPr="00985C3C" w:rsidRDefault="00985C3C">
      <w:pPr>
        <w:rPr>
          <w:rFonts w:ascii="Arial" w:hAnsi="Arial" w:cs="Arial"/>
        </w:rPr>
      </w:pPr>
    </w:p>
    <w:p w14:paraId="12C36E0F" w14:textId="47584A68" w:rsidR="00985C3C" w:rsidRPr="00985C3C" w:rsidRDefault="00985C3C">
      <w:pPr>
        <w:rPr>
          <w:rFonts w:ascii="Arial" w:hAnsi="Arial" w:cs="Arial"/>
        </w:rPr>
      </w:pPr>
    </w:p>
    <w:p w14:paraId="7E5D721A" w14:textId="77777777" w:rsidR="00985C3C" w:rsidRPr="00985C3C" w:rsidRDefault="00985C3C">
      <w:pPr>
        <w:rPr>
          <w:rFonts w:ascii="Arial" w:hAnsi="Arial" w:cs="Arial"/>
        </w:rPr>
      </w:pPr>
    </w:p>
    <w:p w14:paraId="61EF5903" w14:textId="77777777" w:rsidR="00985C3C" w:rsidRPr="00985C3C" w:rsidRDefault="00985C3C">
      <w:pPr>
        <w:rPr>
          <w:rFonts w:ascii="Arial" w:hAnsi="Arial" w:cs="Arial"/>
        </w:rPr>
      </w:pPr>
    </w:p>
    <w:p w14:paraId="3636B4D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B8B52C0" w14:textId="20013DEB" w:rsidTr="00145E9A">
        <w:trPr>
          <w:trHeight w:hRule="exact" w:val="170"/>
        </w:trPr>
        <w:tc>
          <w:tcPr>
            <w:tcW w:w="1401" w:type="dxa"/>
            <w:gridSpan w:val="3"/>
            <w:shd w:val="clear" w:color="auto" w:fill="F1F7FA"/>
          </w:tcPr>
          <w:p w14:paraId="39B9DC5D" w14:textId="5E16262D" w:rsidR="00DB46A8" w:rsidRPr="00985C3C" w:rsidRDefault="00DB46A8" w:rsidP="002870A8">
            <w:pPr>
              <w:keepNext/>
              <w:rPr>
                <w:rFonts w:ascii="Arial" w:hAnsi="Arial" w:cs="Arial"/>
                <w:sz w:val="4"/>
                <w:szCs w:val="4"/>
              </w:rPr>
            </w:pPr>
          </w:p>
        </w:tc>
        <w:tc>
          <w:tcPr>
            <w:tcW w:w="6821" w:type="dxa"/>
            <w:shd w:val="clear" w:color="auto" w:fill="F1F7FA"/>
            <w:vAlign w:val="center"/>
          </w:tcPr>
          <w:p w14:paraId="2A47B22E" w14:textId="77777777" w:rsidR="00DB46A8" w:rsidRPr="00985C3C" w:rsidRDefault="00DB46A8" w:rsidP="002870A8">
            <w:pPr>
              <w:keepNext/>
              <w:rPr>
                <w:rFonts w:ascii="Arial" w:hAnsi="Arial" w:cs="Arial"/>
                <w:sz w:val="4"/>
                <w:szCs w:val="4"/>
              </w:rPr>
            </w:pPr>
          </w:p>
        </w:tc>
        <w:tc>
          <w:tcPr>
            <w:tcW w:w="1134" w:type="dxa"/>
            <w:shd w:val="clear" w:color="auto" w:fill="F1F7FA"/>
          </w:tcPr>
          <w:p w14:paraId="6AB117F7" w14:textId="77777777" w:rsidR="00DB46A8" w:rsidRPr="00985C3C" w:rsidRDefault="00DB46A8" w:rsidP="002870A8">
            <w:pPr>
              <w:keepNext/>
              <w:rPr>
                <w:rFonts w:ascii="Arial" w:hAnsi="Arial" w:cs="Arial"/>
                <w:sz w:val="4"/>
                <w:szCs w:val="4"/>
              </w:rPr>
            </w:pPr>
          </w:p>
        </w:tc>
      </w:tr>
      <w:tr w:rsidR="00DB46A8" w:rsidRPr="00985C3C" w14:paraId="4ECB3DC4" w14:textId="006461FF" w:rsidTr="00145E9A">
        <w:trPr>
          <w:trHeight w:val="392"/>
        </w:trPr>
        <w:tc>
          <w:tcPr>
            <w:tcW w:w="345" w:type="dxa"/>
            <w:shd w:val="clear" w:color="auto" w:fill="F1F7FA"/>
          </w:tcPr>
          <w:p w14:paraId="4AF2408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AA25E66" w14:textId="77777777" w:rsidR="00DB46A8" w:rsidRPr="00985C3C" w:rsidRDefault="00DB46A8" w:rsidP="002870A8">
            <w:pPr>
              <w:pStyle w:val="Question"/>
              <w:keepNext/>
              <w:rPr>
                <w:rFonts w:ascii="Arial" w:hAnsi="Arial" w:cs="Arial"/>
                <w:b/>
              </w:rPr>
            </w:pPr>
            <w:r w:rsidRPr="00985C3C">
              <w:rPr>
                <w:rFonts w:ascii="Arial" w:hAnsi="Arial" w:cs="Arial"/>
                <w:b/>
              </w:rPr>
              <w:t>Q26</w:t>
            </w:r>
          </w:p>
        </w:tc>
        <w:tc>
          <w:tcPr>
            <w:tcW w:w="281" w:type="dxa"/>
            <w:shd w:val="clear" w:color="auto" w:fill="F1F7FA"/>
          </w:tcPr>
          <w:p w14:paraId="520C4359" w14:textId="77777777" w:rsidR="00DB46A8" w:rsidRPr="00985C3C" w:rsidRDefault="00DB46A8" w:rsidP="002870A8">
            <w:pPr>
              <w:keepNext/>
              <w:rPr>
                <w:rFonts w:ascii="Arial" w:hAnsi="Arial" w:cs="Arial"/>
              </w:rPr>
            </w:pPr>
          </w:p>
        </w:tc>
        <w:tc>
          <w:tcPr>
            <w:tcW w:w="6821" w:type="dxa"/>
            <w:vMerge w:val="restart"/>
            <w:shd w:val="clear" w:color="auto" w:fill="F1F7FA"/>
          </w:tcPr>
          <w:p w14:paraId="3B80946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are the pros and cons of different quality assurance arrangements for universities to those for ITPs, wānanga, and PTEs? </w:t>
            </w:r>
          </w:p>
        </w:tc>
        <w:tc>
          <w:tcPr>
            <w:tcW w:w="1134" w:type="dxa"/>
            <w:shd w:val="clear" w:color="auto" w:fill="F1F7FA"/>
          </w:tcPr>
          <w:p w14:paraId="26101728" w14:textId="046547AF"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26</w:t>
            </w:r>
          </w:p>
        </w:tc>
      </w:tr>
      <w:tr w:rsidR="00DB46A8" w:rsidRPr="00985C3C" w14:paraId="1B5A45EF" w14:textId="0F9CD326" w:rsidTr="00145E9A">
        <w:trPr>
          <w:trHeight w:val="120"/>
        </w:trPr>
        <w:tc>
          <w:tcPr>
            <w:tcW w:w="1401" w:type="dxa"/>
            <w:gridSpan w:val="3"/>
            <w:shd w:val="clear" w:color="auto" w:fill="F1F7FA"/>
          </w:tcPr>
          <w:p w14:paraId="660D6111" w14:textId="77777777" w:rsidR="00DB46A8" w:rsidRPr="00985C3C" w:rsidRDefault="00DB46A8" w:rsidP="002870A8">
            <w:pPr>
              <w:rPr>
                <w:rFonts w:ascii="Arial" w:hAnsi="Arial" w:cs="Arial"/>
                <w:sz w:val="4"/>
                <w:szCs w:val="4"/>
              </w:rPr>
            </w:pPr>
          </w:p>
        </w:tc>
        <w:tc>
          <w:tcPr>
            <w:tcW w:w="6821" w:type="dxa"/>
            <w:vMerge/>
            <w:shd w:val="clear" w:color="auto" w:fill="F1F7FA"/>
          </w:tcPr>
          <w:p w14:paraId="2A51B35A" w14:textId="77777777" w:rsidR="00DB46A8" w:rsidRPr="00985C3C" w:rsidRDefault="00DB46A8" w:rsidP="002870A8">
            <w:pPr>
              <w:pStyle w:val="BodyText"/>
              <w:rPr>
                <w:rFonts w:ascii="Arial" w:hAnsi="Arial" w:cs="Arial"/>
              </w:rPr>
            </w:pPr>
          </w:p>
        </w:tc>
        <w:tc>
          <w:tcPr>
            <w:tcW w:w="1134" w:type="dxa"/>
            <w:shd w:val="clear" w:color="auto" w:fill="F1F7FA"/>
          </w:tcPr>
          <w:p w14:paraId="0E5D21CA" w14:textId="77777777" w:rsidR="00DB46A8" w:rsidRPr="00985C3C" w:rsidRDefault="00DB46A8" w:rsidP="002870A8">
            <w:pPr>
              <w:pStyle w:val="BodyText"/>
              <w:rPr>
                <w:rFonts w:ascii="Arial" w:hAnsi="Arial" w:cs="Arial"/>
              </w:rPr>
            </w:pPr>
          </w:p>
        </w:tc>
      </w:tr>
    </w:tbl>
    <w:p w14:paraId="02F74B97" w14:textId="77777777" w:rsidR="00985C3C" w:rsidRPr="00985C3C" w:rsidRDefault="00985C3C">
      <w:pPr>
        <w:rPr>
          <w:rFonts w:ascii="Arial" w:hAnsi="Arial" w:cs="Arial"/>
        </w:rPr>
      </w:pPr>
    </w:p>
    <w:p w14:paraId="5FB6426A" w14:textId="641B8F82" w:rsidR="00985C3C" w:rsidRPr="00985C3C" w:rsidRDefault="00985C3C">
      <w:pPr>
        <w:rPr>
          <w:rFonts w:ascii="Arial" w:hAnsi="Arial" w:cs="Arial"/>
        </w:rPr>
      </w:pPr>
    </w:p>
    <w:p w14:paraId="6BC3588A" w14:textId="77777777" w:rsidR="00985C3C" w:rsidRPr="00985C3C" w:rsidRDefault="00985C3C">
      <w:pPr>
        <w:rPr>
          <w:rFonts w:ascii="Arial" w:hAnsi="Arial" w:cs="Arial"/>
        </w:rPr>
      </w:pPr>
    </w:p>
    <w:p w14:paraId="4028A330" w14:textId="77777777" w:rsidR="00985C3C" w:rsidRPr="00985C3C" w:rsidRDefault="00985C3C">
      <w:pPr>
        <w:rPr>
          <w:rFonts w:ascii="Arial" w:hAnsi="Arial" w:cs="Arial"/>
        </w:rPr>
      </w:pPr>
    </w:p>
    <w:p w14:paraId="7209486B"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D08678D" w14:textId="017CA334" w:rsidTr="00145E9A">
        <w:trPr>
          <w:trHeight w:hRule="exact" w:val="170"/>
        </w:trPr>
        <w:tc>
          <w:tcPr>
            <w:tcW w:w="1401" w:type="dxa"/>
            <w:gridSpan w:val="3"/>
            <w:shd w:val="clear" w:color="auto" w:fill="F1F7FA"/>
          </w:tcPr>
          <w:p w14:paraId="7139AB2D" w14:textId="1AF2626A" w:rsidR="00DB46A8" w:rsidRPr="00985C3C" w:rsidRDefault="00DB46A8" w:rsidP="002870A8">
            <w:pPr>
              <w:keepNext/>
              <w:rPr>
                <w:rFonts w:ascii="Arial" w:hAnsi="Arial" w:cs="Arial"/>
                <w:sz w:val="4"/>
                <w:szCs w:val="4"/>
              </w:rPr>
            </w:pPr>
          </w:p>
        </w:tc>
        <w:tc>
          <w:tcPr>
            <w:tcW w:w="6821" w:type="dxa"/>
            <w:shd w:val="clear" w:color="auto" w:fill="F1F7FA"/>
            <w:vAlign w:val="center"/>
          </w:tcPr>
          <w:p w14:paraId="4C68D6E2" w14:textId="77777777" w:rsidR="00DB46A8" w:rsidRPr="00985C3C" w:rsidRDefault="00DB46A8" w:rsidP="002870A8">
            <w:pPr>
              <w:keepNext/>
              <w:rPr>
                <w:rFonts w:ascii="Arial" w:hAnsi="Arial" w:cs="Arial"/>
                <w:sz w:val="4"/>
                <w:szCs w:val="4"/>
              </w:rPr>
            </w:pPr>
          </w:p>
        </w:tc>
        <w:tc>
          <w:tcPr>
            <w:tcW w:w="1134" w:type="dxa"/>
            <w:shd w:val="clear" w:color="auto" w:fill="F1F7FA"/>
          </w:tcPr>
          <w:p w14:paraId="258DC062" w14:textId="77777777" w:rsidR="00DB46A8" w:rsidRPr="00985C3C" w:rsidRDefault="00DB46A8" w:rsidP="002870A8">
            <w:pPr>
              <w:keepNext/>
              <w:rPr>
                <w:rFonts w:ascii="Arial" w:hAnsi="Arial" w:cs="Arial"/>
                <w:sz w:val="4"/>
                <w:szCs w:val="4"/>
              </w:rPr>
            </w:pPr>
          </w:p>
        </w:tc>
      </w:tr>
      <w:tr w:rsidR="00DB46A8" w:rsidRPr="00985C3C" w14:paraId="07C8FD62" w14:textId="2CB54A34" w:rsidTr="00145E9A">
        <w:trPr>
          <w:trHeight w:val="392"/>
        </w:trPr>
        <w:tc>
          <w:tcPr>
            <w:tcW w:w="345" w:type="dxa"/>
            <w:shd w:val="clear" w:color="auto" w:fill="F1F7FA"/>
          </w:tcPr>
          <w:p w14:paraId="7679890D"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F8BA93E" w14:textId="77777777" w:rsidR="00DB46A8" w:rsidRPr="00985C3C" w:rsidRDefault="00DB46A8" w:rsidP="002870A8">
            <w:pPr>
              <w:pStyle w:val="Question"/>
              <w:keepNext/>
              <w:rPr>
                <w:rFonts w:ascii="Arial" w:hAnsi="Arial" w:cs="Arial"/>
                <w:b/>
              </w:rPr>
            </w:pPr>
            <w:r w:rsidRPr="00985C3C">
              <w:rPr>
                <w:rFonts w:ascii="Arial" w:hAnsi="Arial" w:cs="Arial"/>
                <w:b/>
              </w:rPr>
              <w:t>Q27</w:t>
            </w:r>
          </w:p>
        </w:tc>
        <w:tc>
          <w:tcPr>
            <w:tcW w:w="281" w:type="dxa"/>
            <w:shd w:val="clear" w:color="auto" w:fill="F1F7FA"/>
          </w:tcPr>
          <w:p w14:paraId="1BE86A32" w14:textId="77777777" w:rsidR="00DB46A8" w:rsidRPr="00985C3C" w:rsidRDefault="00DB46A8" w:rsidP="002870A8">
            <w:pPr>
              <w:keepNext/>
              <w:rPr>
                <w:rFonts w:ascii="Arial" w:hAnsi="Arial" w:cs="Arial"/>
              </w:rPr>
            </w:pPr>
          </w:p>
        </w:tc>
        <w:tc>
          <w:tcPr>
            <w:tcW w:w="6821" w:type="dxa"/>
            <w:vMerge w:val="restart"/>
            <w:shd w:val="clear" w:color="auto" w:fill="F1F7FA"/>
          </w:tcPr>
          <w:p w14:paraId="3E3EBC4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do New Zealand’s government institutional arrangements for tertiary education compare to those in other jurisdictions? </w:t>
            </w:r>
          </w:p>
        </w:tc>
        <w:tc>
          <w:tcPr>
            <w:tcW w:w="1134" w:type="dxa"/>
            <w:shd w:val="clear" w:color="auto" w:fill="F1F7FA"/>
          </w:tcPr>
          <w:p w14:paraId="41EC6875" w14:textId="3A86A6E9"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27</w:t>
            </w:r>
          </w:p>
        </w:tc>
      </w:tr>
      <w:tr w:rsidR="00DB46A8" w:rsidRPr="00985C3C" w14:paraId="4C8CB306" w14:textId="04C06357" w:rsidTr="00145E9A">
        <w:trPr>
          <w:trHeight w:val="120"/>
        </w:trPr>
        <w:tc>
          <w:tcPr>
            <w:tcW w:w="1401" w:type="dxa"/>
            <w:gridSpan w:val="3"/>
            <w:shd w:val="clear" w:color="auto" w:fill="F1F7FA"/>
          </w:tcPr>
          <w:p w14:paraId="44AD3E11" w14:textId="77777777" w:rsidR="00DB46A8" w:rsidRPr="00985C3C" w:rsidRDefault="00DB46A8" w:rsidP="002870A8">
            <w:pPr>
              <w:rPr>
                <w:rFonts w:ascii="Arial" w:hAnsi="Arial" w:cs="Arial"/>
                <w:sz w:val="4"/>
                <w:szCs w:val="4"/>
              </w:rPr>
            </w:pPr>
          </w:p>
        </w:tc>
        <w:tc>
          <w:tcPr>
            <w:tcW w:w="6821" w:type="dxa"/>
            <w:vMerge/>
            <w:shd w:val="clear" w:color="auto" w:fill="F1F7FA"/>
          </w:tcPr>
          <w:p w14:paraId="4532E51F" w14:textId="77777777" w:rsidR="00DB46A8" w:rsidRPr="00985C3C" w:rsidRDefault="00DB46A8" w:rsidP="002870A8">
            <w:pPr>
              <w:pStyle w:val="BodyText"/>
              <w:rPr>
                <w:rFonts w:ascii="Arial" w:hAnsi="Arial" w:cs="Arial"/>
              </w:rPr>
            </w:pPr>
          </w:p>
        </w:tc>
        <w:tc>
          <w:tcPr>
            <w:tcW w:w="1134" w:type="dxa"/>
            <w:shd w:val="clear" w:color="auto" w:fill="F1F7FA"/>
          </w:tcPr>
          <w:p w14:paraId="63AFA94A" w14:textId="77777777" w:rsidR="00DB46A8" w:rsidRPr="00985C3C" w:rsidRDefault="00DB46A8" w:rsidP="002870A8">
            <w:pPr>
              <w:pStyle w:val="BodyText"/>
              <w:rPr>
                <w:rFonts w:ascii="Arial" w:hAnsi="Arial" w:cs="Arial"/>
              </w:rPr>
            </w:pPr>
          </w:p>
        </w:tc>
      </w:tr>
    </w:tbl>
    <w:p w14:paraId="0F227A1B" w14:textId="77777777" w:rsidR="00985C3C" w:rsidRPr="00985C3C" w:rsidRDefault="00985C3C">
      <w:pPr>
        <w:rPr>
          <w:rFonts w:ascii="Arial" w:hAnsi="Arial" w:cs="Arial"/>
        </w:rPr>
      </w:pPr>
    </w:p>
    <w:p w14:paraId="7E1AE797" w14:textId="38B30752" w:rsidR="00985C3C" w:rsidRPr="00985C3C" w:rsidRDefault="00985C3C">
      <w:pPr>
        <w:rPr>
          <w:rFonts w:ascii="Arial" w:hAnsi="Arial" w:cs="Arial"/>
        </w:rPr>
      </w:pPr>
    </w:p>
    <w:p w14:paraId="692C24DC" w14:textId="77777777" w:rsidR="00985C3C" w:rsidRPr="00985C3C" w:rsidRDefault="00985C3C">
      <w:pPr>
        <w:rPr>
          <w:rFonts w:ascii="Arial" w:hAnsi="Arial" w:cs="Arial"/>
        </w:rPr>
      </w:pPr>
    </w:p>
    <w:p w14:paraId="5D8EECA7" w14:textId="77777777" w:rsidR="00985C3C" w:rsidRPr="00985C3C" w:rsidRDefault="00985C3C">
      <w:pPr>
        <w:rPr>
          <w:rFonts w:ascii="Arial" w:hAnsi="Arial" w:cs="Arial"/>
        </w:rPr>
      </w:pPr>
    </w:p>
    <w:p w14:paraId="4F19AF9D"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C8F3405" w14:textId="1BAE0AD1" w:rsidTr="00145E9A">
        <w:trPr>
          <w:trHeight w:hRule="exact" w:val="170"/>
        </w:trPr>
        <w:tc>
          <w:tcPr>
            <w:tcW w:w="1401" w:type="dxa"/>
            <w:gridSpan w:val="3"/>
            <w:shd w:val="clear" w:color="auto" w:fill="F1F7FA"/>
          </w:tcPr>
          <w:p w14:paraId="4CBCC213" w14:textId="042798BB" w:rsidR="00DB46A8" w:rsidRPr="00985C3C" w:rsidRDefault="00DB46A8" w:rsidP="002870A8">
            <w:pPr>
              <w:keepNext/>
              <w:rPr>
                <w:rFonts w:ascii="Arial" w:hAnsi="Arial" w:cs="Arial"/>
                <w:sz w:val="4"/>
                <w:szCs w:val="4"/>
              </w:rPr>
            </w:pPr>
          </w:p>
        </w:tc>
        <w:tc>
          <w:tcPr>
            <w:tcW w:w="6821" w:type="dxa"/>
            <w:shd w:val="clear" w:color="auto" w:fill="F1F7FA"/>
            <w:vAlign w:val="center"/>
          </w:tcPr>
          <w:p w14:paraId="006E2507" w14:textId="77777777" w:rsidR="00DB46A8" w:rsidRPr="00985C3C" w:rsidRDefault="00DB46A8" w:rsidP="002870A8">
            <w:pPr>
              <w:keepNext/>
              <w:rPr>
                <w:rFonts w:ascii="Arial" w:hAnsi="Arial" w:cs="Arial"/>
                <w:sz w:val="4"/>
                <w:szCs w:val="4"/>
              </w:rPr>
            </w:pPr>
          </w:p>
        </w:tc>
        <w:tc>
          <w:tcPr>
            <w:tcW w:w="1134" w:type="dxa"/>
            <w:shd w:val="clear" w:color="auto" w:fill="F1F7FA"/>
          </w:tcPr>
          <w:p w14:paraId="7EE1A1B4" w14:textId="77777777" w:rsidR="00DB46A8" w:rsidRPr="00985C3C" w:rsidRDefault="00DB46A8" w:rsidP="002870A8">
            <w:pPr>
              <w:keepNext/>
              <w:rPr>
                <w:rFonts w:ascii="Arial" w:hAnsi="Arial" w:cs="Arial"/>
                <w:sz w:val="4"/>
                <w:szCs w:val="4"/>
              </w:rPr>
            </w:pPr>
          </w:p>
        </w:tc>
      </w:tr>
      <w:tr w:rsidR="00DB46A8" w:rsidRPr="00985C3C" w14:paraId="4DB1C309" w14:textId="6EA0E8F1" w:rsidTr="00145E9A">
        <w:trPr>
          <w:trHeight w:val="392"/>
        </w:trPr>
        <w:tc>
          <w:tcPr>
            <w:tcW w:w="345" w:type="dxa"/>
            <w:shd w:val="clear" w:color="auto" w:fill="F1F7FA"/>
          </w:tcPr>
          <w:p w14:paraId="3CCB595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02E51ED" w14:textId="77777777" w:rsidR="00DB46A8" w:rsidRPr="00985C3C" w:rsidRDefault="00DB46A8" w:rsidP="002870A8">
            <w:pPr>
              <w:pStyle w:val="Question"/>
              <w:keepNext/>
              <w:rPr>
                <w:rFonts w:ascii="Arial" w:hAnsi="Arial" w:cs="Arial"/>
                <w:b/>
              </w:rPr>
            </w:pPr>
            <w:r w:rsidRPr="00985C3C">
              <w:rPr>
                <w:rFonts w:ascii="Arial" w:hAnsi="Arial" w:cs="Arial"/>
                <w:b/>
              </w:rPr>
              <w:t>Q28</w:t>
            </w:r>
          </w:p>
        </w:tc>
        <w:tc>
          <w:tcPr>
            <w:tcW w:w="281" w:type="dxa"/>
            <w:shd w:val="clear" w:color="auto" w:fill="F1F7FA"/>
          </w:tcPr>
          <w:p w14:paraId="6C09DCFE" w14:textId="77777777" w:rsidR="00DB46A8" w:rsidRPr="00985C3C" w:rsidRDefault="00DB46A8" w:rsidP="002870A8">
            <w:pPr>
              <w:keepNext/>
              <w:rPr>
                <w:rFonts w:ascii="Arial" w:hAnsi="Arial" w:cs="Arial"/>
              </w:rPr>
            </w:pPr>
          </w:p>
        </w:tc>
        <w:tc>
          <w:tcPr>
            <w:tcW w:w="6821" w:type="dxa"/>
            <w:vMerge w:val="restart"/>
            <w:shd w:val="clear" w:color="auto" w:fill="F1F7FA"/>
          </w:tcPr>
          <w:p w14:paraId="516FEBB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In what ways does a focus on educating international students complement or undermine the other goals of tertiary education providers?</w:t>
            </w:r>
          </w:p>
        </w:tc>
        <w:tc>
          <w:tcPr>
            <w:tcW w:w="1134" w:type="dxa"/>
            <w:shd w:val="clear" w:color="auto" w:fill="F1F7FA"/>
          </w:tcPr>
          <w:p w14:paraId="2E154E87" w14:textId="0C25F66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31</w:t>
            </w:r>
          </w:p>
        </w:tc>
      </w:tr>
      <w:tr w:rsidR="00DB46A8" w:rsidRPr="00985C3C" w14:paraId="1E2661D9" w14:textId="4E074B68" w:rsidTr="00145E9A">
        <w:trPr>
          <w:trHeight w:val="120"/>
        </w:trPr>
        <w:tc>
          <w:tcPr>
            <w:tcW w:w="1401" w:type="dxa"/>
            <w:gridSpan w:val="3"/>
            <w:shd w:val="clear" w:color="auto" w:fill="F1F7FA"/>
          </w:tcPr>
          <w:p w14:paraId="37941307" w14:textId="77777777" w:rsidR="00DB46A8" w:rsidRPr="00985C3C" w:rsidRDefault="00DB46A8" w:rsidP="002870A8">
            <w:pPr>
              <w:rPr>
                <w:rFonts w:ascii="Arial" w:hAnsi="Arial" w:cs="Arial"/>
                <w:sz w:val="4"/>
                <w:szCs w:val="4"/>
              </w:rPr>
            </w:pPr>
          </w:p>
        </w:tc>
        <w:tc>
          <w:tcPr>
            <w:tcW w:w="6821" w:type="dxa"/>
            <w:vMerge/>
            <w:shd w:val="clear" w:color="auto" w:fill="F1F7FA"/>
          </w:tcPr>
          <w:p w14:paraId="46AAB674" w14:textId="77777777" w:rsidR="00DB46A8" w:rsidRPr="00985C3C" w:rsidRDefault="00DB46A8" w:rsidP="002870A8">
            <w:pPr>
              <w:pStyle w:val="BodyText"/>
              <w:rPr>
                <w:rFonts w:ascii="Arial" w:hAnsi="Arial" w:cs="Arial"/>
              </w:rPr>
            </w:pPr>
          </w:p>
        </w:tc>
        <w:tc>
          <w:tcPr>
            <w:tcW w:w="1134" w:type="dxa"/>
            <w:shd w:val="clear" w:color="auto" w:fill="F1F7FA"/>
          </w:tcPr>
          <w:p w14:paraId="08E4A316" w14:textId="77777777" w:rsidR="00DB46A8" w:rsidRPr="00985C3C" w:rsidRDefault="00DB46A8" w:rsidP="002870A8">
            <w:pPr>
              <w:pStyle w:val="BodyText"/>
              <w:rPr>
                <w:rFonts w:ascii="Arial" w:hAnsi="Arial" w:cs="Arial"/>
              </w:rPr>
            </w:pPr>
          </w:p>
        </w:tc>
      </w:tr>
    </w:tbl>
    <w:p w14:paraId="688033D4" w14:textId="77777777" w:rsidR="00985C3C" w:rsidRPr="00985C3C" w:rsidRDefault="00985C3C">
      <w:pPr>
        <w:rPr>
          <w:rFonts w:ascii="Arial" w:hAnsi="Arial" w:cs="Arial"/>
        </w:rPr>
      </w:pPr>
    </w:p>
    <w:p w14:paraId="425FFEAC" w14:textId="195148A0" w:rsidR="00985C3C" w:rsidRPr="00985C3C" w:rsidRDefault="00985C3C">
      <w:pPr>
        <w:rPr>
          <w:rFonts w:ascii="Arial" w:hAnsi="Arial" w:cs="Arial"/>
        </w:rPr>
      </w:pPr>
    </w:p>
    <w:p w14:paraId="2772F7EC" w14:textId="77777777" w:rsidR="00985C3C" w:rsidRPr="00985C3C" w:rsidRDefault="00985C3C">
      <w:pPr>
        <w:rPr>
          <w:rFonts w:ascii="Arial" w:hAnsi="Arial" w:cs="Arial"/>
        </w:rPr>
      </w:pPr>
    </w:p>
    <w:p w14:paraId="009DE311" w14:textId="77777777" w:rsidR="00985C3C" w:rsidRPr="00985C3C" w:rsidRDefault="00985C3C">
      <w:pPr>
        <w:rPr>
          <w:rFonts w:ascii="Arial" w:hAnsi="Arial" w:cs="Arial"/>
        </w:rPr>
      </w:pPr>
    </w:p>
    <w:p w14:paraId="588C88CB" w14:textId="77777777" w:rsidR="00985C3C" w:rsidRPr="00985C3C" w:rsidRDefault="00985C3C">
      <w:pPr>
        <w:rPr>
          <w:rFonts w:ascii="Arial" w:hAnsi="Arial" w:cs="Arial"/>
        </w:rPr>
      </w:pPr>
    </w:p>
    <w:p w14:paraId="441CBDD8" w14:textId="77777777" w:rsidR="00985C3C" w:rsidRDefault="00985C3C">
      <w:pPr>
        <w:rPr>
          <w:rFonts w:ascii="Arial" w:hAnsi="Arial" w:cs="Arial"/>
        </w:rPr>
      </w:pPr>
    </w:p>
    <w:p w14:paraId="15903DB0" w14:textId="77777777" w:rsidR="00985C3C" w:rsidRDefault="00985C3C">
      <w:pPr>
        <w:rPr>
          <w:rFonts w:ascii="Arial" w:hAnsi="Arial" w:cs="Arial"/>
        </w:rPr>
      </w:pPr>
    </w:p>
    <w:p w14:paraId="707B8C3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B66FACB" w14:textId="10359D7C" w:rsidTr="00145E9A">
        <w:trPr>
          <w:trHeight w:hRule="exact" w:val="170"/>
        </w:trPr>
        <w:tc>
          <w:tcPr>
            <w:tcW w:w="1401" w:type="dxa"/>
            <w:gridSpan w:val="3"/>
            <w:shd w:val="clear" w:color="auto" w:fill="F1F7FA"/>
          </w:tcPr>
          <w:p w14:paraId="41849647" w14:textId="49905D81" w:rsidR="00DB46A8" w:rsidRPr="00985C3C" w:rsidRDefault="00DB46A8" w:rsidP="002870A8">
            <w:pPr>
              <w:keepNext/>
              <w:rPr>
                <w:rFonts w:ascii="Arial" w:hAnsi="Arial" w:cs="Arial"/>
                <w:sz w:val="4"/>
                <w:szCs w:val="4"/>
              </w:rPr>
            </w:pPr>
          </w:p>
        </w:tc>
        <w:tc>
          <w:tcPr>
            <w:tcW w:w="6821" w:type="dxa"/>
            <w:shd w:val="clear" w:color="auto" w:fill="F1F7FA"/>
            <w:vAlign w:val="center"/>
          </w:tcPr>
          <w:p w14:paraId="1685F078" w14:textId="77777777" w:rsidR="00DB46A8" w:rsidRPr="00985C3C" w:rsidRDefault="00DB46A8" w:rsidP="002870A8">
            <w:pPr>
              <w:keepNext/>
              <w:rPr>
                <w:rFonts w:ascii="Arial" w:hAnsi="Arial" w:cs="Arial"/>
                <w:sz w:val="4"/>
                <w:szCs w:val="4"/>
              </w:rPr>
            </w:pPr>
          </w:p>
        </w:tc>
        <w:tc>
          <w:tcPr>
            <w:tcW w:w="1134" w:type="dxa"/>
            <w:shd w:val="clear" w:color="auto" w:fill="F1F7FA"/>
          </w:tcPr>
          <w:p w14:paraId="73E748AE" w14:textId="77777777" w:rsidR="00DB46A8" w:rsidRPr="00985C3C" w:rsidRDefault="00DB46A8" w:rsidP="002870A8">
            <w:pPr>
              <w:keepNext/>
              <w:rPr>
                <w:rFonts w:ascii="Arial" w:hAnsi="Arial" w:cs="Arial"/>
                <w:sz w:val="4"/>
                <w:szCs w:val="4"/>
              </w:rPr>
            </w:pPr>
          </w:p>
        </w:tc>
      </w:tr>
      <w:tr w:rsidR="00DB46A8" w:rsidRPr="00985C3C" w14:paraId="6B72640D" w14:textId="45A78B4A" w:rsidTr="00145E9A">
        <w:trPr>
          <w:trHeight w:val="392"/>
        </w:trPr>
        <w:tc>
          <w:tcPr>
            <w:tcW w:w="345" w:type="dxa"/>
            <w:shd w:val="clear" w:color="auto" w:fill="F1F7FA"/>
          </w:tcPr>
          <w:p w14:paraId="28B0175D"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67D078E" w14:textId="77777777" w:rsidR="00DB46A8" w:rsidRPr="00985C3C" w:rsidRDefault="00DB46A8" w:rsidP="002870A8">
            <w:pPr>
              <w:pStyle w:val="Question"/>
              <w:keepNext/>
              <w:rPr>
                <w:rFonts w:ascii="Arial" w:hAnsi="Arial" w:cs="Arial"/>
                <w:b/>
              </w:rPr>
            </w:pPr>
            <w:r w:rsidRPr="00985C3C">
              <w:rPr>
                <w:rFonts w:ascii="Arial" w:hAnsi="Arial" w:cs="Arial"/>
                <w:b/>
              </w:rPr>
              <w:t>Q29</w:t>
            </w:r>
          </w:p>
        </w:tc>
        <w:tc>
          <w:tcPr>
            <w:tcW w:w="281" w:type="dxa"/>
            <w:shd w:val="clear" w:color="auto" w:fill="F1F7FA"/>
          </w:tcPr>
          <w:p w14:paraId="059791FB" w14:textId="77777777" w:rsidR="00DB46A8" w:rsidRPr="00985C3C" w:rsidRDefault="00DB46A8" w:rsidP="002870A8">
            <w:pPr>
              <w:keepNext/>
              <w:rPr>
                <w:rFonts w:ascii="Arial" w:hAnsi="Arial" w:cs="Arial"/>
              </w:rPr>
            </w:pPr>
          </w:p>
        </w:tc>
        <w:tc>
          <w:tcPr>
            <w:tcW w:w="6821" w:type="dxa"/>
            <w:vMerge w:val="restart"/>
            <w:shd w:val="clear" w:color="auto" w:fill="F1F7FA"/>
          </w:tcPr>
          <w:p w14:paraId="22C7F0EC"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factors best explain the discrepancy between growing levels of tertiary education attainment without a significant productivity dividend?</w:t>
            </w:r>
          </w:p>
        </w:tc>
        <w:tc>
          <w:tcPr>
            <w:tcW w:w="1134" w:type="dxa"/>
            <w:shd w:val="clear" w:color="auto" w:fill="F1F7FA"/>
          </w:tcPr>
          <w:p w14:paraId="4797818E" w14:textId="34BE8E32"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34</w:t>
            </w:r>
          </w:p>
        </w:tc>
      </w:tr>
      <w:tr w:rsidR="00DB46A8" w:rsidRPr="00985C3C" w14:paraId="777D3FCF" w14:textId="5DD88278" w:rsidTr="00145E9A">
        <w:trPr>
          <w:trHeight w:val="120"/>
        </w:trPr>
        <w:tc>
          <w:tcPr>
            <w:tcW w:w="1401" w:type="dxa"/>
            <w:gridSpan w:val="3"/>
            <w:shd w:val="clear" w:color="auto" w:fill="F1F7FA"/>
          </w:tcPr>
          <w:p w14:paraId="1E752A28" w14:textId="77777777" w:rsidR="00DB46A8" w:rsidRPr="00985C3C" w:rsidRDefault="00DB46A8" w:rsidP="002870A8">
            <w:pPr>
              <w:rPr>
                <w:rFonts w:ascii="Arial" w:hAnsi="Arial" w:cs="Arial"/>
                <w:sz w:val="4"/>
                <w:szCs w:val="4"/>
              </w:rPr>
            </w:pPr>
          </w:p>
        </w:tc>
        <w:tc>
          <w:tcPr>
            <w:tcW w:w="6821" w:type="dxa"/>
            <w:vMerge/>
            <w:shd w:val="clear" w:color="auto" w:fill="F1F7FA"/>
          </w:tcPr>
          <w:p w14:paraId="0FDEF582" w14:textId="77777777" w:rsidR="00DB46A8" w:rsidRPr="00985C3C" w:rsidRDefault="00DB46A8" w:rsidP="002870A8">
            <w:pPr>
              <w:pStyle w:val="BodyText"/>
              <w:rPr>
                <w:rFonts w:ascii="Arial" w:hAnsi="Arial" w:cs="Arial"/>
              </w:rPr>
            </w:pPr>
          </w:p>
        </w:tc>
        <w:tc>
          <w:tcPr>
            <w:tcW w:w="1134" w:type="dxa"/>
            <w:shd w:val="clear" w:color="auto" w:fill="F1F7FA"/>
          </w:tcPr>
          <w:p w14:paraId="56122D8E" w14:textId="77777777" w:rsidR="00DB46A8" w:rsidRPr="00985C3C" w:rsidRDefault="00DB46A8" w:rsidP="002870A8">
            <w:pPr>
              <w:pStyle w:val="BodyText"/>
              <w:rPr>
                <w:rFonts w:ascii="Arial" w:hAnsi="Arial" w:cs="Arial"/>
              </w:rPr>
            </w:pPr>
          </w:p>
        </w:tc>
      </w:tr>
    </w:tbl>
    <w:p w14:paraId="57E4F24D" w14:textId="77777777" w:rsidR="00985C3C" w:rsidRPr="00985C3C" w:rsidRDefault="00985C3C">
      <w:pPr>
        <w:rPr>
          <w:rFonts w:ascii="Arial" w:hAnsi="Arial" w:cs="Arial"/>
        </w:rPr>
      </w:pPr>
    </w:p>
    <w:p w14:paraId="64D74FFF" w14:textId="053049C5" w:rsidR="00985C3C" w:rsidRPr="00985C3C" w:rsidRDefault="00985C3C">
      <w:pPr>
        <w:rPr>
          <w:rFonts w:ascii="Arial" w:hAnsi="Arial" w:cs="Arial"/>
        </w:rPr>
      </w:pPr>
    </w:p>
    <w:p w14:paraId="1DABE9EE" w14:textId="77777777" w:rsidR="00985C3C" w:rsidRPr="00985C3C" w:rsidRDefault="00985C3C">
      <w:pPr>
        <w:rPr>
          <w:rFonts w:ascii="Arial" w:hAnsi="Arial" w:cs="Arial"/>
        </w:rPr>
      </w:pPr>
    </w:p>
    <w:p w14:paraId="673A01F6" w14:textId="77777777" w:rsidR="00985C3C" w:rsidRPr="00985C3C" w:rsidRDefault="00985C3C">
      <w:pPr>
        <w:rPr>
          <w:rFonts w:ascii="Arial" w:hAnsi="Arial" w:cs="Arial"/>
        </w:rPr>
      </w:pPr>
    </w:p>
    <w:p w14:paraId="376A248B"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F5A0594" w14:textId="3AE93248" w:rsidTr="00145E9A">
        <w:trPr>
          <w:trHeight w:hRule="exact" w:val="170"/>
        </w:trPr>
        <w:tc>
          <w:tcPr>
            <w:tcW w:w="1401" w:type="dxa"/>
            <w:gridSpan w:val="3"/>
            <w:shd w:val="clear" w:color="auto" w:fill="F1F7FA"/>
          </w:tcPr>
          <w:p w14:paraId="1B05E243" w14:textId="741F0387" w:rsidR="00DB46A8" w:rsidRPr="00985C3C" w:rsidRDefault="00DB46A8" w:rsidP="002870A8">
            <w:pPr>
              <w:keepNext/>
              <w:rPr>
                <w:rFonts w:ascii="Arial" w:hAnsi="Arial" w:cs="Arial"/>
                <w:sz w:val="4"/>
                <w:szCs w:val="4"/>
              </w:rPr>
            </w:pPr>
          </w:p>
        </w:tc>
        <w:tc>
          <w:tcPr>
            <w:tcW w:w="6821" w:type="dxa"/>
            <w:shd w:val="clear" w:color="auto" w:fill="F1F7FA"/>
            <w:vAlign w:val="center"/>
          </w:tcPr>
          <w:p w14:paraId="4BC5D3C5" w14:textId="77777777" w:rsidR="00DB46A8" w:rsidRPr="00985C3C" w:rsidRDefault="00DB46A8" w:rsidP="002870A8">
            <w:pPr>
              <w:keepNext/>
              <w:rPr>
                <w:rFonts w:ascii="Arial" w:hAnsi="Arial" w:cs="Arial"/>
                <w:sz w:val="4"/>
                <w:szCs w:val="4"/>
              </w:rPr>
            </w:pPr>
          </w:p>
        </w:tc>
        <w:tc>
          <w:tcPr>
            <w:tcW w:w="1134" w:type="dxa"/>
            <w:shd w:val="clear" w:color="auto" w:fill="F1F7FA"/>
          </w:tcPr>
          <w:p w14:paraId="1F3AC3A8" w14:textId="77777777" w:rsidR="00DB46A8" w:rsidRPr="00985C3C" w:rsidRDefault="00DB46A8" w:rsidP="002870A8">
            <w:pPr>
              <w:keepNext/>
              <w:rPr>
                <w:rFonts w:ascii="Arial" w:hAnsi="Arial" w:cs="Arial"/>
                <w:sz w:val="4"/>
                <w:szCs w:val="4"/>
              </w:rPr>
            </w:pPr>
          </w:p>
        </w:tc>
      </w:tr>
      <w:tr w:rsidR="00DB46A8" w:rsidRPr="00985C3C" w14:paraId="09FFB385" w14:textId="594C3D99" w:rsidTr="00145E9A">
        <w:trPr>
          <w:trHeight w:val="392"/>
        </w:trPr>
        <w:tc>
          <w:tcPr>
            <w:tcW w:w="345" w:type="dxa"/>
            <w:shd w:val="clear" w:color="auto" w:fill="F1F7FA"/>
          </w:tcPr>
          <w:p w14:paraId="3B94F6E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CCFCFCE" w14:textId="77777777" w:rsidR="00DB46A8" w:rsidRPr="00985C3C" w:rsidRDefault="00DB46A8" w:rsidP="002870A8">
            <w:pPr>
              <w:pStyle w:val="Question"/>
              <w:keepNext/>
              <w:rPr>
                <w:rFonts w:ascii="Arial" w:hAnsi="Arial" w:cs="Arial"/>
                <w:b/>
              </w:rPr>
            </w:pPr>
            <w:r w:rsidRPr="00985C3C">
              <w:rPr>
                <w:rFonts w:ascii="Arial" w:hAnsi="Arial" w:cs="Arial"/>
                <w:b/>
              </w:rPr>
              <w:t>Q30</w:t>
            </w:r>
          </w:p>
        </w:tc>
        <w:tc>
          <w:tcPr>
            <w:tcW w:w="281" w:type="dxa"/>
            <w:shd w:val="clear" w:color="auto" w:fill="F1F7FA"/>
          </w:tcPr>
          <w:p w14:paraId="2B640946" w14:textId="77777777" w:rsidR="00DB46A8" w:rsidRPr="00985C3C" w:rsidRDefault="00DB46A8" w:rsidP="002870A8">
            <w:pPr>
              <w:keepNext/>
              <w:rPr>
                <w:rFonts w:ascii="Arial" w:hAnsi="Arial" w:cs="Arial"/>
              </w:rPr>
            </w:pPr>
          </w:p>
        </w:tc>
        <w:tc>
          <w:tcPr>
            <w:tcW w:w="6821" w:type="dxa"/>
            <w:vMerge w:val="restart"/>
            <w:shd w:val="clear" w:color="auto" w:fill="F1F7FA"/>
          </w:tcPr>
          <w:p w14:paraId="37C48A70"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best measures to determine whether the tertiary education system is working well?</w:t>
            </w:r>
          </w:p>
        </w:tc>
        <w:tc>
          <w:tcPr>
            <w:tcW w:w="1134" w:type="dxa"/>
            <w:shd w:val="clear" w:color="auto" w:fill="F1F7FA"/>
          </w:tcPr>
          <w:p w14:paraId="5CE3FC1C" w14:textId="1FEECFC3"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36</w:t>
            </w:r>
          </w:p>
        </w:tc>
      </w:tr>
      <w:tr w:rsidR="00DB46A8" w:rsidRPr="00985C3C" w14:paraId="3C4F6C36" w14:textId="75FA2D57" w:rsidTr="00145E9A">
        <w:trPr>
          <w:trHeight w:val="120"/>
        </w:trPr>
        <w:tc>
          <w:tcPr>
            <w:tcW w:w="1401" w:type="dxa"/>
            <w:gridSpan w:val="3"/>
            <w:shd w:val="clear" w:color="auto" w:fill="F1F7FA"/>
          </w:tcPr>
          <w:p w14:paraId="3196BE13" w14:textId="77777777" w:rsidR="00DB46A8" w:rsidRPr="00985C3C" w:rsidRDefault="00DB46A8" w:rsidP="002870A8">
            <w:pPr>
              <w:rPr>
                <w:rFonts w:ascii="Arial" w:hAnsi="Arial" w:cs="Arial"/>
                <w:sz w:val="4"/>
                <w:szCs w:val="4"/>
              </w:rPr>
            </w:pPr>
          </w:p>
        </w:tc>
        <w:tc>
          <w:tcPr>
            <w:tcW w:w="6821" w:type="dxa"/>
            <w:vMerge/>
            <w:shd w:val="clear" w:color="auto" w:fill="F1F7FA"/>
          </w:tcPr>
          <w:p w14:paraId="7F06A0B0" w14:textId="77777777" w:rsidR="00DB46A8" w:rsidRPr="00985C3C" w:rsidRDefault="00DB46A8" w:rsidP="002870A8">
            <w:pPr>
              <w:pStyle w:val="BodyText"/>
              <w:rPr>
                <w:rFonts w:ascii="Arial" w:hAnsi="Arial" w:cs="Arial"/>
              </w:rPr>
            </w:pPr>
          </w:p>
        </w:tc>
        <w:tc>
          <w:tcPr>
            <w:tcW w:w="1134" w:type="dxa"/>
            <w:shd w:val="clear" w:color="auto" w:fill="F1F7FA"/>
          </w:tcPr>
          <w:p w14:paraId="19AA4870" w14:textId="77777777" w:rsidR="00DB46A8" w:rsidRPr="00985C3C" w:rsidRDefault="00DB46A8" w:rsidP="002870A8">
            <w:pPr>
              <w:pStyle w:val="BodyText"/>
              <w:rPr>
                <w:rFonts w:ascii="Arial" w:hAnsi="Arial" w:cs="Arial"/>
              </w:rPr>
            </w:pPr>
          </w:p>
        </w:tc>
      </w:tr>
    </w:tbl>
    <w:p w14:paraId="7FFFECFF" w14:textId="77777777" w:rsidR="00985C3C" w:rsidRPr="00985C3C" w:rsidRDefault="00985C3C">
      <w:pPr>
        <w:rPr>
          <w:rFonts w:ascii="Arial" w:hAnsi="Arial" w:cs="Arial"/>
        </w:rPr>
      </w:pPr>
    </w:p>
    <w:p w14:paraId="5A7447A9" w14:textId="1833E607" w:rsidR="00985C3C" w:rsidRPr="00985C3C" w:rsidRDefault="00985C3C">
      <w:pPr>
        <w:rPr>
          <w:rFonts w:ascii="Arial" w:hAnsi="Arial" w:cs="Arial"/>
        </w:rPr>
      </w:pPr>
    </w:p>
    <w:p w14:paraId="7E08AABB" w14:textId="77777777" w:rsidR="00985C3C" w:rsidRPr="00985C3C" w:rsidRDefault="00985C3C">
      <w:pPr>
        <w:rPr>
          <w:rFonts w:ascii="Arial" w:hAnsi="Arial" w:cs="Arial"/>
        </w:rPr>
      </w:pPr>
    </w:p>
    <w:p w14:paraId="2D8AB7A7" w14:textId="77777777" w:rsidR="00985C3C" w:rsidRPr="00985C3C" w:rsidRDefault="00985C3C">
      <w:pPr>
        <w:rPr>
          <w:rFonts w:ascii="Arial" w:hAnsi="Arial" w:cs="Arial"/>
        </w:rPr>
      </w:pPr>
    </w:p>
    <w:p w14:paraId="3DB454E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E7DF041" w14:textId="7DA80428" w:rsidTr="00145E9A">
        <w:trPr>
          <w:trHeight w:hRule="exact" w:val="170"/>
        </w:trPr>
        <w:tc>
          <w:tcPr>
            <w:tcW w:w="1401" w:type="dxa"/>
            <w:gridSpan w:val="3"/>
            <w:shd w:val="clear" w:color="auto" w:fill="F1F7FA"/>
          </w:tcPr>
          <w:p w14:paraId="4DF7193A" w14:textId="53FE3641" w:rsidR="00DB46A8" w:rsidRPr="00985C3C" w:rsidRDefault="00DB46A8" w:rsidP="002870A8">
            <w:pPr>
              <w:keepNext/>
              <w:rPr>
                <w:rFonts w:ascii="Arial" w:hAnsi="Arial" w:cs="Arial"/>
                <w:sz w:val="4"/>
                <w:szCs w:val="4"/>
              </w:rPr>
            </w:pPr>
          </w:p>
        </w:tc>
        <w:tc>
          <w:tcPr>
            <w:tcW w:w="6821" w:type="dxa"/>
            <w:shd w:val="clear" w:color="auto" w:fill="F1F7FA"/>
            <w:vAlign w:val="center"/>
          </w:tcPr>
          <w:p w14:paraId="1B8F9619" w14:textId="77777777" w:rsidR="00DB46A8" w:rsidRPr="00985C3C" w:rsidRDefault="00DB46A8" w:rsidP="002870A8">
            <w:pPr>
              <w:keepNext/>
              <w:rPr>
                <w:rFonts w:ascii="Arial" w:hAnsi="Arial" w:cs="Arial"/>
                <w:sz w:val="4"/>
                <w:szCs w:val="4"/>
              </w:rPr>
            </w:pPr>
          </w:p>
        </w:tc>
        <w:tc>
          <w:tcPr>
            <w:tcW w:w="1134" w:type="dxa"/>
            <w:shd w:val="clear" w:color="auto" w:fill="F1F7FA"/>
          </w:tcPr>
          <w:p w14:paraId="31B47103" w14:textId="77777777" w:rsidR="00DB46A8" w:rsidRPr="00985C3C" w:rsidRDefault="00DB46A8" w:rsidP="002870A8">
            <w:pPr>
              <w:keepNext/>
              <w:rPr>
                <w:rFonts w:ascii="Arial" w:hAnsi="Arial" w:cs="Arial"/>
                <w:sz w:val="4"/>
                <w:szCs w:val="4"/>
              </w:rPr>
            </w:pPr>
          </w:p>
        </w:tc>
      </w:tr>
      <w:tr w:rsidR="00DB46A8" w:rsidRPr="00985C3C" w14:paraId="4814AC10" w14:textId="5D6F24C2" w:rsidTr="00145E9A">
        <w:trPr>
          <w:trHeight w:val="392"/>
        </w:trPr>
        <w:tc>
          <w:tcPr>
            <w:tcW w:w="345" w:type="dxa"/>
            <w:shd w:val="clear" w:color="auto" w:fill="F1F7FA"/>
          </w:tcPr>
          <w:p w14:paraId="7076F02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DE758BE" w14:textId="77777777" w:rsidR="00DB46A8" w:rsidRPr="00985C3C" w:rsidRDefault="00DB46A8" w:rsidP="002870A8">
            <w:pPr>
              <w:pStyle w:val="Question"/>
              <w:keepNext/>
              <w:rPr>
                <w:rFonts w:ascii="Arial" w:hAnsi="Arial" w:cs="Arial"/>
                <w:b/>
              </w:rPr>
            </w:pPr>
            <w:r w:rsidRPr="00985C3C">
              <w:rPr>
                <w:rFonts w:ascii="Arial" w:hAnsi="Arial" w:cs="Arial"/>
                <w:b/>
              </w:rPr>
              <w:t>Q31</w:t>
            </w:r>
          </w:p>
        </w:tc>
        <w:tc>
          <w:tcPr>
            <w:tcW w:w="281" w:type="dxa"/>
            <w:shd w:val="clear" w:color="auto" w:fill="F1F7FA"/>
          </w:tcPr>
          <w:p w14:paraId="4F442566" w14:textId="77777777" w:rsidR="00DB46A8" w:rsidRPr="00985C3C" w:rsidRDefault="00DB46A8" w:rsidP="002870A8">
            <w:pPr>
              <w:keepNext/>
              <w:rPr>
                <w:rFonts w:ascii="Arial" w:hAnsi="Arial" w:cs="Arial"/>
              </w:rPr>
            </w:pPr>
          </w:p>
        </w:tc>
        <w:tc>
          <w:tcPr>
            <w:tcW w:w="6821" w:type="dxa"/>
            <w:vMerge w:val="restart"/>
            <w:shd w:val="clear" w:color="auto" w:fill="F1F7FA"/>
          </w:tcPr>
          <w:p w14:paraId="045B92A0"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other evidence is there about the influence of tertiary education system performance on graduate income premia in New Zealand?</w:t>
            </w:r>
          </w:p>
        </w:tc>
        <w:tc>
          <w:tcPr>
            <w:tcW w:w="1134" w:type="dxa"/>
            <w:shd w:val="clear" w:color="auto" w:fill="F1F7FA"/>
          </w:tcPr>
          <w:p w14:paraId="0BE20484" w14:textId="78604B2F"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38</w:t>
            </w:r>
          </w:p>
        </w:tc>
      </w:tr>
      <w:tr w:rsidR="00DB46A8" w:rsidRPr="00985C3C" w14:paraId="7E0AE261" w14:textId="694B109C" w:rsidTr="00145E9A">
        <w:trPr>
          <w:trHeight w:val="120"/>
        </w:trPr>
        <w:tc>
          <w:tcPr>
            <w:tcW w:w="1401" w:type="dxa"/>
            <w:gridSpan w:val="3"/>
            <w:shd w:val="clear" w:color="auto" w:fill="F1F7FA"/>
          </w:tcPr>
          <w:p w14:paraId="5C19B488" w14:textId="77777777" w:rsidR="00DB46A8" w:rsidRPr="00985C3C" w:rsidRDefault="00DB46A8" w:rsidP="002870A8">
            <w:pPr>
              <w:rPr>
                <w:rFonts w:ascii="Arial" w:hAnsi="Arial" w:cs="Arial"/>
                <w:sz w:val="4"/>
                <w:szCs w:val="4"/>
              </w:rPr>
            </w:pPr>
          </w:p>
        </w:tc>
        <w:tc>
          <w:tcPr>
            <w:tcW w:w="6821" w:type="dxa"/>
            <w:vMerge/>
            <w:shd w:val="clear" w:color="auto" w:fill="F1F7FA"/>
          </w:tcPr>
          <w:p w14:paraId="612FB3A0" w14:textId="77777777" w:rsidR="00DB46A8" w:rsidRPr="00985C3C" w:rsidRDefault="00DB46A8" w:rsidP="002870A8">
            <w:pPr>
              <w:pStyle w:val="BodyText"/>
              <w:rPr>
                <w:rFonts w:ascii="Arial" w:hAnsi="Arial" w:cs="Arial"/>
              </w:rPr>
            </w:pPr>
          </w:p>
        </w:tc>
        <w:tc>
          <w:tcPr>
            <w:tcW w:w="1134" w:type="dxa"/>
            <w:shd w:val="clear" w:color="auto" w:fill="F1F7FA"/>
          </w:tcPr>
          <w:p w14:paraId="7FC9246F" w14:textId="77777777" w:rsidR="00DB46A8" w:rsidRPr="00985C3C" w:rsidRDefault="00DB46A8" w:rsidP="002870A8">
            <w:pPr>
              <w:pStyle w:val="BodyText"/>
              <w:rPr>
                <w:rFonts w:ascii="Arial" w:hAnsi="Arial" w:cs="Arial"/>
              </w:rPr>
            </w:pPr>
          </w:p>
        </w:tc>
      </w:tr>
    </w:tbl>
    <w:p w14:paraId="050B14D5" w14:textId="77777777" w:rsidR="00985C3C" w:rsidRPr="00985C3C" w:rsidRDefault="00985C3C">
      <w:pPr>
        <w:rPr>
          <w:rFonts w:ascii="Arial" w:hAnsi="Arial" w:cs="Arial"/>
        </w:rPr>
      </w:pPr>
    </w:p>
    <w:p w14:paraId="254E995A" w14:textId="152AF032" w:rsidR="00985C3C" w:rsidRPr="00985C3C" w:rsidRDefault="00985C3C">
      <w:pPr>
        <w:rPr>
          <w:rFonts w:ascii="Arial" w:hAnsi="Arial" w:cs="Arial"/>
        </w:rPr>
      </w:pPr>
    </w:p>
    <w:p w14:paraId="4A2A6747" w14:textId="77777777" w:rsidR="00985C3C" w:rsidRPr="00985C3C" w:rsidRDefault="00985C3C">
      <w:pPr>
        <w:rPr>
          <w:rFonts w:ascii="Arial" w:hAnsi="Arial" w:cs="Arial"/>
        </w:rPr>
      </w:pPr>
    </w:p>
    <w:p w14:paraId="57C8F991" w14:textId="77777777" w:rsidR="00985C3C" w:rsidRPr="00985C3C" w:rsidRDefault="00985C3C">
      <w:pPr>
        <w:rPr>
          <w:rFonts w:ascii="Arial" w:hAnsi="Arial" w:cs="Arial"/>
        </w:rPr>
      </w:pPr>
    </w:p>
    <w:p w14:paraId="541B034B"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B8F5E60" w14:textId="286E2E51" w:rsidTr="00145E9A">
        <w:trPr>
          <w:trHeight w:hRule="exact" w:val="170"/>
        </w:trPr>
        <w:tc>
          <w:tcPr>
            <w:tcW w:w="1401" w:type="dxa"/>
            <w:gridSpan w:val="3"/>
            <w:shd w:val="clear" w:color="auto" w:fill="F1F7FA"/>
          </w:tcPr>
          <w:p w14:paraId="029B9A9A" w14:textId="2A51F5C7" w:rsidR="00DB46A8" w:rsidRPr="00985C3C" w:rsidRDefault="00DB46A8" w:rsidP="002870A8">
            <w:pPr>
              <w:keepNext/>
              <w:rPr>
                <w:rFonts w:ascii="Arial" w:hAnsi="Arial" w:cs="Arial"/>
                <w:sz w:val="4"/>
                <w:szCs w:val="4"/>
              </w:rPr>
            </w:pPr>
          </w:p>
        </w:tc>
        <w:tc>
          <w:tcPr>
            <w:tcW w:w="6821" w:type="dxa"/>
            <w:shd w:val="clear" w:color="auto" w:fill="F1F7FA"/>
            <w:vAlign w:val="center"/>
          </w:tcPr>
          <w:p w14:paraId="2686C70F" w14:textId="77777777" w:rsidR="00DB46A8" w:rsidRPr="00985C3C" w:rsidRDefault="00DB46A8" w:rsidP="002870A8">
            <w:pPr>
              <w:keepNext/>
              <w:rPr>
                <w:rFonts w:ascii="Arial" w:hAnsi="Arial" w:cs="Arial"/>
                <w:sz w:val="4"/>
                <w:szCs w:val="4"/>
              </w:rPr>
            </w:pPr>
          </w:p>
        </w:tc>
        <w:tc>
          <w:tcPr>
            <w:tcW w:w="1134" w:type="dxa"/>
            <w:shd w:val="clear" w:color="auto" w:fill="F1F7FA"/>
          </w:tcPr>
          <w:p w14:paraId="25F3AE52" w14:textId="77777777" w:rsidR="00DB46A8" w:rsidRPr="00985C3C" w:rsidRDefault="00DB46A8" w:rsidP="002870A8">
            <w:pPr>
              <w:keepNext/>
              <w:rPr>
                <w:rFonts w:ascii="Arial" w:hAnsi="Arial" w:cs="Arial"/>
                <w:sz w:val="4"/>
                <w:szCs w:val="4"/>
              </w:rPr>
            </w:pPr>
          </w:p>
        </w:tc>
      </w:tr>
      <w:tr w:rsidR="00DB46A8" w:rsidRPr="00985C3C" w14:paraId="3E61C630" w14:textId="0F5C2E8D" w:rsidTr="00145E9A">
        <w:trPr>
          <w:trHeight w:val="392"/>
        </w:trPr>
        <w:tc>
          <w:tcPr>
            <w:tcW w:w="345" w:type="dxa"/>
            <w:shd w:val="clear" w:color="auto" w:fill="F1F7FA"/>
          </w:tcPr>
          <w:p w14:paraId="66243DC6"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762B7EA" w14:textId="77777777" w:rsidR="00DB46A8" w:rsidRPr="00985C3C" w:rsidRDefault="00DB46A8" w:rsidP="002870A8">
            <w:pPr>
              <w:pStyle w:val="Question"/>
              <w:keepNext/>
              <w:rPr>
                <w:rFonts w:ascii="Arial" w:hAnsi="Arial" w:cs="Arial"/>
                <w:b/>
              </w:rPr>
            </w:pPr>
            <w:r w:rsidRPr="00985C3C">
              <w:rPr>
                <w:rFonts w:ascii="Arial" w:hAnsi="Arial" w:cs="Arial"/>
                <w:b/>
              </w:rPr>
              <w:t>Q32</w:t>
            </w:r>
          </w:p>
        </w:tc>
        <w:tc>
          <w:tcPr>
            <w:tcW w:w="281" w:type="dxa"/>
            <w:shd w:val="clear" w:color="auto" w:fill="F1F7FA"/>
          </w:tcPr>
          <w:p w14:paraId="41363D76" w14:textId="77777777" w:rsidR="00DB46A8" w:rsidRPr="00985C3C" w:rsidRDefault="00DB46A8" w:rsidP="002870A8">
            <w:pPr>
              <w:keepNext/>
              <w:rPr>
                <w:rFonts w:ascii="Arial" w:hAnsi="Arial" w:cs="Arial"/>
              </w:rPr>
            </w:pPr>
          </w:p>
        </w:tc>
        <w:tc>
          <w:tcPr>
            <w:tcW w:w="6821" w:type="dxa"/>
            <w:vMerge w:val="restart"/>
            <w:shd w:val="clear" w:color="auto" w:fill="F1F7FA"/>
          </w:tcPr>
          <w:p w14:paraId="58E0AD36"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To what extent are graduates meeting employers’ expectations with respect to hard or technical skills? What about soft skills and capabilities? </w:t>
            </w:r>
          </w:p>
        </w:tc>
        <w:tc>
          <w:tcPr>
            <w:tcW w:w="1134" w:type="dxa"/>
            <w:shd w:val="clear" w:color="auto" w:fill="F1F7FA"/>
          </w:tcPr>
          <w:p w14:paraId="5E727EDC" w14:textId="19B065C2"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47</w:t>
            </w:r>
          </w:p>
        </w:tc>
      </w:tr>
      <w:tr w:rsidR="00DB46A8" w:rsidRPr="00985C3C" w14:paraId="12B2BC55" w14:textId="5735490F" w:rsidTr="00145E9A">
        <w:trPr>
          <w:trHeight w:val="120"/>
        </w:trPr>
        <w:tc>
          <w:tcPr>
            <w:tcW w:w="1401" w:type="dxa"/>
            <w:gridSpan w:val="3"/>
            <w:shd w:val="clear" w:color="auto" w:fill="F1F7FA"/>
          </w:tcPr>
          <w:p w14:paraId="47FCE38C" w14:textId="77777777" w:rsidR="00DB46A8" w:rsidRPr="00985C3C" w:rsidRDefault="00DB46A8" w:rsidP="002870A8">
            <w:pPr>
              <w:rPr>
                <w:rFonts w:ascii="Arial" w:hAnsi="Arial" w:cs="Arial"/>
                <w:sz w:val="4"/>
                <w:szCs w:val="4"/>
              </w:rPr>
            </w:pPr>
          </w:p>
        </w:tc>
        <w:tc>
          <w:tcPr>
            <w:tcW w:w="6821" w:type="dxa"/>
            <w:vMerge/>
            <w:shd w:val="clear" w:color="auto" w:fill="F1F7FA"/>
          </w:tcPr>
          <w:p w14:paraId="4BB24FF8" w14:textId="77777777" w:rsidR="00DB46A8" w:rsidRPr="00985C3C" w:rsidRDefault="00DB46A8" w:rsidP="002870A8">
            <w:pPr>
              <w:pStyle w:val="BodyText"/>
              <w:rPr>
                <w:rFonts w:ascii="Arial" w:hAnsi="Arial" w:cs="Arial"/>
              </w:rPr>
            </w:pPr>
          </w:p>
        </w:tc>
        <w:tc>
          <w:tcPr>
            <w:tcW w:w="1134" w:type="dxa"/>
            <w:shd w:val="clear" w:color="auto" w:fill="F1F7FA"/>
          </w:tcPr>
          <w:p w14:paraId="3240A3AF" w14:textId="77777777" w:rsidR="00DB46A8" w:rsidRPr="00985C3C" w:rsidRDefault="00DB46A8" w:rsidP="002870A8">
            <w:pPr>
              <w:pStyle w:val="BodyText"/>
              <w:rPr>
                <w:rFonts w:ascii="Arial" w:hAnsi="Arial" w:cs="Arial"/>
              </w:rPr>
            </w:pPr>
          </w:p>
        </w:tc>
      </w:tr>
    </w:tbl>
    <w:p w14:paraId="0989BB21" w14:textId="77777777" w:rsidR="00985C3C" w:rsidRPr="00985C3C" w:rsidRDefault="00985C3C">
      <w:pPr>
        <w:rPr>
          <w:rFonts w:ascii="Arial" w:hAnsi="Arial" w:cs="Arial"/>
        </w:rPr>
      </w:pPr>
    </w:p>
    <w:p w14:paraId="42A7209B" w14:textId="03DC9AB0" w:rsidR="00985C3C" w:rsidRPr="00985C3C" w:rsidRDefault="00985C3C">
      <w:pPr>
        <w:rPr>
          <w:rFonts w:ascii="Arial" w:hAnsi="Arial" w:cs="Arial"/>
        </w:rPr>
      </w:pPr>
    </w:p>
    <w:p w14:paraId="2B5A495C" w14:textId="77777777" w:rsidR="00985C3C" w:rsidRPr="00985C3C" w:rsidRDefault="00985C3C">
      <w:pPr>
        <w:rPr>
          <w:rFonts w:ascii="Arial" w:hAnsi="Arial" w:cs="Arial"/>
        </w:rPr>
      </w:pPr>
    </w:p>
    <w:p w14:paraId="41BD2497" w14:textId="77777777" w:rsidR="00985C3C" w:rsidRPr="00985C3C" w:rsidRDefault="00985C3C">
      <w:pPr>
        <w:rPr>
          <w:rFonts w:ascii="Arial" w:hAnsi="Arial" w:cs="Arial"/>
        </w:rPr>
      </w:pPr>
    </w:p>
    <w:p w14:paraId="10318A5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33670E9" w14:textId="0C1F7950" w:rsidTr="00145E9A">
        <w:trPr>
          <w:trHeight w:hRule="exact" w:val="170"/>
        </w:trPr>
        <w:tc>
          <w:tcPr>
            <w:tcW w:w="1401" w:type="dxa"/>
            <w:gridSpan w:val="3"/>
            <w:shd w:val="clear" w:color="auto" w:fill="F1F7FA"/>
          </w:tcPr>
          <w:p w14:paraId="66754341" w14:textId="7B248249" w:rsidR="00DB46A8" w:rsidRPr="00985C3C" w:rsidRDefault="00DB46A8" w:rsidP="002870A8">
            <w:pPr>
              <w:keepNext/>
              <w:rPr>
                <w:rFonts w:ascii="Arial" w:hAnsi="Arial" w:cs="Arial"/>
                <w:sz w:val="4"/>
                <w:szCs w:val="4"/>
              </w:rPr>
            </w:pPr>
          </w:p>
        </w:tc>
        <w:tc>
          <w:tcPr>
            <w:tcW w:w="6821" w:type="dxa"/>
            <w:shd w:val="clear" w:color="auto" w:fill="F1F7FA"/>
            <w:vAlign w:val="center"/>
          </w:tcPr>
          <w:p w14:paraId="3BA20F6C" w14:textId="77777777" w:rsidR="00DB46A8" w:rsidRPr="00985C3C" w:rsidRDefault="00DB46A8" w:rsidP="002870A8">
            <w:pPr>
              <w:keepNext/>
              <w:rPr>
                <w:rFonts w:ascii="Arial" w:hAnsi="Arial" w:cs="Arial"/>
                <w:sz w:val="4"/>
                <w:szCs w:val="4"/>
              </w:rPr>
            </w:pPr>
          </w:p>
        </w:tc>
        <w:tc>
          <w:tcPr>
            <w:tcW w:w="1134" w:type="dxa"/>
            <w:shd w:val="clear" w:color="auto" w:fill="F1F7FA"/>
          </w:tcPr>
          <w:p w14:paraId="2E7DBC51" w14:textId="77777777" w:rsidR="00DB46A8" w:rsidRPr="00985C3C" w:rsidRDefault="00DB46A8" w:rsidP="002870A8">
            <w:pPr>
              <w:keepNext/>
              <w:rPr>
                <w:rFonts w:ascii="Arial" w:hAnsi="Arial" w:cs="Arial"/>
                <w:sz w:val="4"/>
                <w:szCs w:val="4"/>
              </w:rPr>
            </w:pPr>
          </w:p>
        </w:tc>
      </w:tr>
      <w:tr w:rsidR="00DB46A8" w:rsidRPr="00985C3C" w14:paraId="6E4FD588" w14:textId="3B5284F0" w:rsidTr="00145E9A">
        <w:trPr>
          <w:trHeight w:val="392"/>
        </w:trPr>
        <w:tc>
          <w:tcPr>
            <w:tcW w:w="345" w:type="dxa"/>
            <w:shd w:val="clear" w:color="auto" w:fill="F1F7FA"/>
          </w:tcPr>
          <w:p w14:paraId="6A9669D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7675D16" w14:textId="77777777" w:rsidR="00DB46A8" w:rsidRPr="00985C3C" w:rsidRDefault="00DB46A8" w:rsidP="002870A8">
            <w:pPr>
              <w:pStyle w:val="Question"/>
              <w:keepNext/>
              <w:rPr>
                <w:rFonts w:ascii="Arial" w:hAnsi="Arial" w:cs="Arial"/>
                <w:b/>
              </w:rPr>
            </w:pPr>
            <w:r w:rsidRPr="00985C3C">
              <w:rPr>
                <w:rFonts w:ascii="Arial" w:hAnsi="Arial" w:cs="Arial"/>
                <w:b/>
              </w:rPr>
              <w:t>Q33</w:t>
            </w:r>
          </w:p>
        </w:tc>
        <w:tc>
          <w:tcPr>
            <w:tcW w:w="281" w:type="dxa"/>
            <w:shd w:val="clear" w:color="auto" w:fill="F1F7FA"/>
          </w:tcPr>
          <w:p w14:paraId="436AD1C2" w14:textId="77777777" w:rsidR="00DB46A8" w:rsidRPr="00985C3C" w:rsidRDefault="00DB46A8" w:rsidP="002870A8">
            <w:pPr>
              <w:keepNext/>
              <w:rPr>
                <w:rFonts w:ascii="Arial" w:hAnsi="Arial" w:cs="Arial"/>
              </w:rPr>
            </w:pPr>
          </w:p>
        </w:tc>
        <w:tc>
          <w:tcPr>
            <w:tcW w:w="6821" w:type="dxa"/>
            <w:vMerge w:val="restart"/>
            <w:shd w:val="clear" w:color="auto" w:fill="F1F7FA"/>
          </w:tcPr>
          <w:p w14:paraId="73FDE53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significant trends in employer demand for tertiary-educated employees, and in student demand for tertiary education? How is the system responding?</w:t>
            </w:r>
          </w:p>
        </w:tc>
        <w:tc>
          <w:tcPr>
            <w:tcW w:w="1134" w:type="dxa"/>
            <w:shd w:val="clear" w:color="auto" w:fill="F1F7FA"/>
          </w:tcPr>
          <w:p w14:paraId="67C2BA89" w14:textId="2977312F"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50</w:t>
            </w:r>
          </w:p>
        </w:tc>
      </w:tr>
      <w:tr w:rsidR="00DB46A8" w:rsidRPr="00985C3C" w14:paraId="6BD15E42" w14:textId="71F1B059" w:rsidTr="00145E9A">
        <w:trPr>
          <w:trHeight w:val="120"/>
        </w:trPr>
        <w:tc>
          <w:tcPr>
            <w:tcW w:w="1401" w:type="dxa"/>
            <w:gridSpan w:val="3"/>
            <w:shd w:val="clear" w:color="auto" w:fill="F1F7FA"/>
          </w:tcPr>
          <w:p w14:paraId="07BFBF2A" w14:textId="77777777" w:rsidR="00DB46A8" w:rsidRPr="00985C3C" w:rsidRDefault="00DB46A8" w:rsidP="002870A8">
            <w:pPr>
              <w:rPr>
                <w:rFonts w:ascii="Arial" w:hAnsi="Arial" w:cs="Arial"/>
                <w:sz w:val="4"/>
                <w:szCs w:val="4"/>
              </w:rPr>
            </w:pPr>
          </w:p>
        </w:tc>
        <w:tc>
          <w:tcPr>
            <w:tcW w:w="6821" w:type="dxa"/>
            <w:vMerge/>
            <w:shd w:val="clear" w:color="auto" w:fill="F1F7FA"/>
          </w:tcPr>
          <w:p w14:paraId="6215725E" w14:textId="77777777" w:rsidR="00DB46A8" w:rsidRPr="00985C3C" w:rsidRDefault="00DB46A8" w:rsidP="002870A8">
            <w:pPr>
              <w:pStyle w:val="BodyText"/>
              <w:rPr>
                <w:rFonts w:ascii="Arial" w:hAnsi="Arial" w:cs="Arial"/>
              </w:rPr>
            </w:pPr>
          </w:p>
        </w:tc>
        <w:tc>
          <w:tcPr>
            <w:tcW w:w="1134" w:type="dxa"/>
            <w:shd w:val="clear" w:color="auto" w:fill="F1F7FA"/>
          </w:tcPr>
          <w:p w14:paraId="600732C0" w14:textId="77777777" w:rsidR="00DB46A8" w:rsidRPr="00985C3C" w:rsidRDefault="00DB46A8" w:rsidP="002870A8">
            <w:pPr>
              <w:pStyle w:val="BodyText"/>
              <w:rPr>
                <w:rFonts w:ascii="Arial" w:hAnsi="Arial" w:cs="Arial"/>
              </w:rPr>
            </w:pPr>
          </w:p>
        </w:tc>
      </w:tr>
    </w:tbl>
    <w:p w14:paraId="228B84B0" w14:textId="77777777" w:rsidR="00985C3C" w:rsidRPr="00985C3C" w:rsidRDefault="00985C3C">
      <w:pPr>
        <w:rPr>
          <w:rFonts w:ascii="Arial" w:hAnsi="Arial" w:cs="Arial"/>
        </w:rPr>
      </w:pPr>
    </w:p>
    <w:p w14:paraId="4B392D65" w14:textId="3E14E322" w:rsidR="00985C3C" w:rsidRPr="00985C3C" w:rsidRDefault="00985C3C">
      <w:pPr>
        <w:rPr>
          <w:rFonts w:ascii="Arial" w:hAnsi="Arial" w:cs="Arial"/>
        </w:rPr>
      </w:pPr>
    </w:p>
    <w:p w14:paraId="57955BD6" w14:textId="77777777" w:rsidR="00985C3C" w:rsidRPr="00985C3C" w:rsidRDefault="00985C3C">
      <w:pPr>
        <w:rPr>
          <w:rFonts w:ascii="Arial" w:hAnsi="Arial" w:cs="Arial"/>
        </w:rPr>
      </w:pPr>
    </w:p>
    <w:p w14:paraId="17F102FA" w14:textId="77777777" w:rsidR="00985C3C" w:rsidRDefault="00985C3C">
      <w:pPr>
        <w:rPr>
          <w:rFonts w:ascii="Arial" w:hAnsi="Arial" w:cs="Arial"/>
        </w:rPr>
      </w:pPr>
    </w:p>
    <w:p w14:paraId="425A5FC0" w14:textId="77777777" w:rsidR="00985C3C" w:rsidRDefault="00985C3C">
      <w:pPr>
        <w:rPr>
          <w:rFonts w:ascii="Arial" w:hAnsi="Arial" w:cs="Arial"/>
        </w:rPr>
      </w:pPr>
    </w:p>
    <w:p w14:paraId="20181EC5" w14:textId="77777777" w:rsidR="00985C3C" w:rsidRDefault="00985C3C">
      <w:pPr>
        <w:rPr>
          <w:rFonts w:ascii="Arial" w:hAnsi="Arial" w:cs="Arial"/>
        </w:rPr>
      </w:pPr>
    </w:p>
    <w:p w14:paraId="5861331F" w14:textId="77777777" w:rsidR="00985C3C" w:rsidRPr="00985C3C" w:rsidRDefault="00985C3C">
      <w:pPr>
        <w:rPr>
          <w:rFonts w:ascii="Arial" w:hAnsi="Arial" w:cs="Arial"/>
        </w:rPr>
      </w:pPr>
    </w:p>
    <w:p w14:paraId="0B35AD8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31960F8" w14:textId="0195BCDA" w:rsidTr="00145E9A">
        <w:trPr>
          <w:trHeight w:hRule="exact" w:val="170"/>
        </w:trPr>
        <w:tc>
          <w:tcPr>
            <w:tcW w:w="1401" w:type="dxa"/>
            <w:gridSpan w:val="3"/>
            <w:shd w:val="clear" w:color="auto" w:fill="F1F7FA"/>
          </w:tcPr>
          <w:p w14:paraId="5A19E936" w14:textId="05313133" w:rsidR="00DB46A8" w:rsidRPr="00985C3C" w:rsidRDefault="00DB46A8" w:rsidP="002870A8">
            <w:pPr>
              <w:keepNext/>
              <w:rPr>
                <w:rFonts w:ascii="Arial" w:hAnsi="Arial" w:cs="Arial"/>
                <w:sz w:val="4"/>
                <w:szCs w:val="4"/>
              </w:rPr>
            </w:pPr>
          </w:p>
        </w:tc>
        <w:tc>
          <w:tcPr>
            <w:tcW w:w="6821" w:type="dxa"/>
            <w:shd w:val="clear" w:color="auto" w:fill="F1F7FA"/>
            <w:vAlign w:val="center"/>
          </w:tcPr>
          <w:p w14:paraId="2F14915D" w14:textId="77777777" w:rsidR="00DB46A8" w:rsidRPr="00985C3C" w:rsidRDefault="00DB46A8" w:rsidP="002870A8">
            <w:pPr>
              <w:keepNext/>
              <w:rPr>
                <w:rFonts w:ascii="Arial" w:hAnsi="Arial" w:cs="Arial"/>
                <w:sz w:val="4"/>
                <w:szCs w:val="4"/>
              </w:rPr>
            </w:pPr>
          </w:p>
        </w:tc>
        <w:tc>
          <w:tcPr>
            <w:tcW w:w="1134" w:type="dxa"/>
            <w:shd w:val="clear" w:color="auto" w:fill="F1F7FA"/>
          </w:tcPr>
          <w:p w14:paraId="687AB4EF" w14:textId="77777777" w:rsidR="00DB46A8" w:rsidRPr="00985C3C" w:rsidRDefault="00DB46A8" w:rsidP="002870A8">
            <w:pPr>
              <w:keepNext/>
              <w:rPr>
                <w:rFonts w:ascii="Arial" w:hAnsi="Arial" w:cs="Arial"/>
                <w:sz w:val="4"/>
                <w:szCs w:val="4"/>
              </w:rPr>
            </w:pPr>
          </w:p>
        </w:tc>
      </w:tr>
      <w:tr w:rsidR="00DB46A8" w:rsidRPr="00985C3C" w14:paraId="345D9F0A" w14:textId="373BA8F4" w:rsidTr="00145E9A">
        <w:trPr>
          <w:trHeight w:val="392"/>
        </w:trPr>
        <w:tc>
          <w:tcPr>
            <w:tcW w:w="345" w:type="dxa"/>
            <w:shd w:val="clear" w:color="auto" w:fill="F1F7FA"/>
          </w:tcPr>
          <w:p w14:paraId="3FA9EF2C"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75494618" w14:textId="77777777" w:rsidR="00DB46A8" w:rsidRPr="00985C3C" w:rsidRDefault="00DB46A8" w:rsidP="002870A8">
            <w:pPr>
              <w:pStyle w:val="Question"/>
              <w:keepNext/>
              <w:rPr>
                <w:rFonts w:ascii="Arial" w:hAnsi="Arial" w:cs="Arial"/>
                <w:b/>
              </w:rPr>
            </w:pPr>
            <w:r w:rsidRPr="00985C3C">
              <w:rPr>
                <w:rFonts w:ascii="Arial" w:hAnsi="Arial" w:cs="Arial"/>
                <w:b/>
              </w:rPr>
              <w:t>Q34</w:t>
            </w:r>
          </w:p>
        </w:tc>
        <w:tc>
          <w:tcPr>
            <w:tcW w:w="281" w:type="dxa"/>
            <w:shd w:val="clear" w:color="auto" w:fill="F1F7FA"/>
          </w:tcPr>
          <w:p w14:paraId="17130221" w14:textId="77777777" w:rsidR="00DB46A8" w:rsidRPr="00985C3C" w:rsidRDefault="00DB46A8" w:rsidP="002870A8">
            <w:pPr>
              <w:keepNext/>
              <w:rPr>
                <w:rFonts w:ascii="Arial" w:hAnsi="Arial" w:cs="Arial"/>
              </w:rPr>
            </w:pPr>
          </w:p>
        </w:tc>
        <w:tc>
          <w:tcPr>
            <w:tcW w:w="6821" w:type="dxa"/>
            <w:vMerge w:val="restart"/>
            <w:shd w:val="clear" w:color="auto" w:fill="F1F7FA"/>
          </w:tcPr>
          <w:p w14:paraId="4F4565C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is being done to develop, assess and certify non-cognitive skills in tertiary education in New Zealand? Do approaches vary across provider types, or between higher, vocational, and foundation education?</w:t>
            </w:r>
          </w:p>
        </w:tc>
        <w:tc>
          <w:tcPr>
            <w:tcW w:w="1134" w:type="dxa"/>
            <w:shd w:val="clear" w:color="auto" w:fill="F1F7FA"/>
          </w:tcPr>
          <w:p w14:paraId="06CD63F3" w14:textId="25A287AC"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51</w:t>
            </w:r>
          </w:p>
        </w:tc>
      </w:tr>
      <w:tr w:rsidR="00DB46A8" w:rsidRPr="00985C3C" w14:paraId="0E20AE64" w14:textId="192CC8AB" w:rsidTr="00145E9A">
        <w:trPr>
          <w:trHeight w:val="120"/>
        </w:trPr>
        <w:tc>
          <w:tcPr>
            <w:tcW w:w="1401" w:type="dxa"/>
            <w:gridSpan w:val="3"/>
            <w:shd w:val="clear" w:color="auto" w:fill="F1F7FA"/>
          </w:tcPr>
          <w:p w14:paraId="06AB1B20" w14:textId="77777777" w:rsidR="00DB46A8" w:rsidRPr="00985C3C" w:rsidRDefault="00DB46A8" w:rsidP="002870A8">
            <w:pPr>
              <w:rPr>
                <w:rFonts w:ascii="Arial" w:hAnsi="Arial" w:cs="Arial"/>
                <w:sz w:val="4"/>
                <w:szCs w:val="4"/>
              </w:rPr>
            </w:pPr>
          </w:p>
          <w:p w14:paraId="6D3C61F4" w14:textId="77777777" w:rsidR="00DB46A8" w:rsidRPr="00985C3C" w:rsidRDefault="00DB46A8" w:rsidP="002870A8">
            <w:pPr>
              <w:rPr>
                <w:rFonts w:ascii="Arial" w:hAnsi="Arial" w:cs="Arial"/>
                <w:sz w:val="4"/>
                <w:szCs w:val="4"/>
              </w:rPr>
            </w:pPr>
          </w:p>
        </w:tc>
        <w:tc>
          <w:tcPr>
            <w:tcW w:w="6821" w:type="dxa"/>
            <w:vMerge/>
            <w:shd w:val="clear" w:color="auto" w:fill="F1F7FA"/>
          </w:tcPr>
          <w:p w14:paraId="4086CAD9" w14:textId="77777777" w:rsidR="00DB46A8" w:rsidRPr="00985C3C" w:rsidRDefault="00DB46A8" w:rsidP="002870A8">
            <w:pPr>
              <w:pStyle w:val="BodyText"/>
              <w:rPr>
                <w:rFonts w:ascii="Arial" w:hAnsi="Arial" w:cs="Arial"/>
              </w:rPr>
            </w:pPr>
          </w:p>
        </w:tc>
        <w:tc>
          <w:tcPr>
            <w:tcW w:w="1134" w:type="dxa"/>
            <w:shd w:val="clear" w:color="auto" w:fill="F1F7FA"/>
          </w:tcPr>
          <w:p w14:paraId="661B0C87" w14:textId="77777777" w:rsidR="00DB46A8" w:rsidRPr="00985C3C" w:rsidRDefault="00DB46A8" w:rsidP="002870A8">
            <w:pPr>
              <w:pStyle w:val="BodyText"/>
              <w:rPr>
                <w:rFonts w:ascii="Arial" w:hAnsi="Arial" w:cs="Arial"/>
              </w:rPr>
            </w:pPr>
          </w:p>
        </w:tc>
      </w:tr>
    </w:tbl>
    <w:p w14:paraId="7B701E24" w14:textId="77777777" w:rsidR="00985C3C" w:rsidRPr="00985C3C" w:rsidRDefault="00985C3C">
      <w:pPr>
        <w:rPr>
          <w:rFonts w:ascii="Arial" w:hAnsi="Arial" w:cs="Arial"/>
        </w:rPr>
      </w:pPr>
    </w:p>
    <w:p w14:paraId="26B028B4" w14:textId="17414909" w:rsidR="00985C3C" w:rsidRPr="00985C3C" w:rsidRDefault="00985C3C">
      <w:pPr>
        <w:rPr>
          <w:rFonts w:ascii="Arial" w:hAnsi="Arial" w:cs="Arial"/>
        </w:rPr>
      </w:pPr>
    </w:p>
    <w:p w14:paraId="140BE952" w14:textId="77777777" w:rsidR="00985C3C" w:rsidRPr="00985C3C" w:rsidRDefault="00985C3C">
      <w:pPr>
        <w:rPr>
          <w:rFonts w:ascii="Arial" w:hAnsi="Arial" w:cs="Arial"/>
        </w:rPr>
      </w:pPr>
    </w:p>
    <w:p w14:paraId="2802A09E" w14:textId="77777777" w:rsidR="00985C3C" w:rsidRPr="00985C3C" w:rsidRDefault="00985C3C">
      <w:pPr>
        <w:rPr>
          <w:rFonts w:ascii="Arial" w:hAnsi="Arial" w:cs="Arial"/>
        </w:rPr>
      </w:pPr>
    </w:p>
    <w:p w14:paraId="07D89F3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E9CDF25" w14:textId="5DBD7B6A" w:rsidTr="00145E9A">
        <w:trPr>
          <w:trHeight w:hRule="exact" w:val="170"/>
        </w:trPr>
        <w:tc>
          <w:tcPr>
            <w:tcW w:w="1401" w:type="dxa"/>
            <w:gridSpan w:val="3"/>
            <w:shd w:val="clear" w:color="auto" w:fill="F1F7FA"/>
          </w:tcPr>
          <w:p w14:paraId="45040A97" w14:textId="77777777" w:rsidR="00985C3C" w:rsidRPr="00985C3C" w:rsidRDefault="00985C3C" w:rsidP="002870A8">
            <w:pPr>
              <w:keepNext/>
              <w:rPr>
                <w:rFonts w:ascii="Arial" w:hAnsi="Arial" w:cs="Arial"/>
              </w:rPr>
            </w:pPr>
          </w:p>
          <w:p w14:paraId="1D01E29A" w14:textId="47171EB8" w:rsidR="00985C3C" w:rsidRPr="00985C3C" w:rsidRDefault="00985C3C" w:rsidP="002870A8">
            <w:pPr>
              <w:keepNext/>
              <w:rPr>
                <w:rFonts w:ascii="Arial" w:hAnsi="Arial" w:cs="Arial"/>
              </w:rPr>
            </w:pPr>
          </w:p>
          <w:p w14:paraId="1C610EAC" w14:textId="77777777" w:rsidR="00985C3C" w:rsidRPr="00985C3C" w:rsidRDefault="00985C3C" w:rsidP="002870A8">
            <w:pPr>
              <w:keepNext/>
              <w:rPr>
                <w:rFonts w:ascii="Arial" w:hAnsi="Arial" w:cs="Arial"/>
              </w:rPr>
            </w:pPr>
          </w:p>
          <w:p w14:paraId="527CA277" w14:textId="77777777" w:rsidR="00985C3C" w:rsidRPr="00985C3C" w:rsidRDefault="00985C3C" w:rsidP="002870A8">
            <w:pPr>
              <w:keepNext/>
              <w:rPr>
                <w:rFonts w:ascii="Arial" w:hAnsi="Arial" w:cs="Arial"/>
              </w:rPr>
            </w:pPr>
          </w:p>
          <w:p w14:paraId="1271A219" w14:textId="77777777" w:rsidR="00DB46A8" w:rsidRPr="00985C3C" w:rsidRDefault="00DB46A8" w:rsidP="002870A8">
            <w:pPr>
              <w:keepNext/>
              <w:rPr>
                <w:rFonts w:ascii="Arial" w:hAnsi="Arial" w:cs="Arial"/>
                <w:sz w:val="4"/>
                <w:szCs w:val="4"/>
              </w:rPr>
            </w:pPr>
          </w:p>
          <w:p w14:paraId="6C5EED7B" w14:textId="77777777" w:rsidR="00DB46A8" w:rsidRPr="00985C3C" w:rsidRDefault="00DB46A8" w:rsidP="002870A8">
            <w:pPr>
              <w:keepNext/>
              <w:rPr>
                <w:rFonts w:ascii="Arial" w:hAnsi="Arial" w:cs="Arial"/>
                <w:sz w:val="4"/>
                <w:szCs w:val="4"/>
              </w:rPr>
            </w:pPr>
          </w:p>
        </w:tc>
        <w:tc>
          <w:tcPr>
            <w:tcW w:w="6821" w:type="dxa"/>
            <w:shd w:val="clear" w:color="auto" w:fill="F1F7FA"/>
            <w:vAlign w:val="center"/>
          </w:tcPr>
          <w:p w14:paraId="10C98917" w14:textId="77777777" w:rsidR="00DB46A8" w:rsidRPr="00985C3C" w:rsidRDefault="00DB46A8" w:rsidP="002870A8">
            <w:pPr>
              <w:keepNext/>
              <w:rPr>
                <w:rFonts w:ascii="Arial" w:hAnsi="Arial" w:cs="Arial"/>
                <w:sz w:val="4"/>
                <w:szCs w:val="4"/>
              </w:rPr>
            </w:pPr>
          </w:p>
        </w:tc>
        <w:tc>
          <w:tcPr>
            <w:tcW w:w="1134" w:type="dxa"/>
            <w:shd w:val="clear" w:color="auto" w:fill="F1F7FA"/>
          </w:tcPr>
          <w:p w14:paraId="49346727" w14:textId="77777777" w:rsidR="00DB46A8" w:rsidRPr="00985C3C" w:rsidRDefault="00DB46A8" w:rsidP="002870A8">
            <w:pPr>
              <w:keepNext/>
              <w:rPr>
                <w:rFonts w:ascii="Arial" w:hAnsi="Arial" w:cs="Arial"/>
                <w:sz w:val="4"/>
                <w:szCs w:val="4"/>
              </w:rPr>
            </w:pPr>
          </w:p>
        </w:tc>
      </w:tr>
      <w:tr w:rsidR="00DB46A8" w:rsidRPr="00985C3C" w14:paraId="07FD7B18" w14:textId="25BA510F" w:rsidTr="00145E9A">
        <w:trPr>
          <w:trHeight w:val="392"/>
        </w:trPr>
        <w:tc>
          <w:tcPr>
            <w:tcW w:w="345" w:type="dxa"/>
            <w:shd w:val="clear" w:color="auto" w:fill="F1F7FA"/>
          </w:tcPr>
          <w:p w14:paraId="0329533B"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36AA82B" w14:textId="77777777" w:rsidR="00DB46A8" w:rsidRPr="00985C3C" w:rsidRDefault="00DB46A8" w:rsidP="002870A8">
            <w:pPr>
              <w:pStyle w:val="Question"/>
              <w:keepNext/>
              <w:rPr>
                <w:rFonts w:ascii="Arial" w:hAnsi="Arial" w:cs="Arial"/>
                <w:b/>
              </w:rPr>
            </w:pPr>
            <w:r w:rsidRPr="00985C3C">
              <w:rPr>
                <w:rFonts w:ascii="Arial" w:hAnsi="Arial" w:cs="Arial"/>
                <w:b/>
              </w:rPr>
              <w:t>Q35</w:t>
            </w:r>
          </w:p>
        </w:tc>
        <w:tc>
          <w:tcPr>
            <w:tcW w:w="281" w:type="dxa"/>
            <w:shd w:val="clear" w:color="auto" w:fill="F1F7FA"/>
          </w:tcPr>
          <w:p w14:paraId="0DC25A22" w14:textId="77777777" w:rsidR="00DB46A8" w:rsidRPr="00985C3C" w:rsidRDefault="00DB46A8" w:rsidP="002870A8">
            <w:pPr>
              <w:keepNext/>
              <w:rPr>
                <w:rFonts w:ascii="Arial" w:hAnsi="Arial" w:cs="Arial"/>
              </w:rPr>
            </w:pPr>
          </w:p>
        </w:tc>
        <w:tc>
          <w:tcPr>
            <w:tcW w:w="6821" w:type="dxa"/>
            <w:vMerge w:val="restart"/>
            <w:shd w:val="clear" w:color="auto" w:fill="F1F7FA"/>
          </w:tcPr>
          <w:p w14:paraId="74089307"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implications of new technologies that are predicted to make many currently valuable skills obsolete? Will this change the role of the tertiary education system?</w:t>
            </w:r>
          </w:p>
        </w:tc>
        <w:tc>
          <w:tcPr>
            <w:tcW w:w="1134" w:type="dxa"/>
            <w:shd w:val="clear" w:color="auto" w:fill="F1F7FA"/>
          </w:tcPr>
          <w:p w14:paraId="77C48490" w14:textId="7BEEE36D"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53</w:t>
            </w:r>
          </w:p>
        </w:tc>
      </w:tr>
      <w:tr w:rsidR="00DB46A8" w:rsidRPr="00985C3C" w14:paraId="0C77D419" w14:textId="11135641" w:rsidTr="00145E9A">
        <w:trPr>
          <w:trHeight w:val="120"/>
        </w:trPr>
        <w:tc>
          <w:tcPr>
            <w:tcW w:w="1401" w:type="dxa"/>
            <w:gridSpan w:val="3"/>
            <w:shd w:val="clear" w:color="auto" w:fill="F1F7FA"/>
          </w:tcPr>
          <w:p w14:paraId="2267EB76" w14:textId="77777777" w:rsidR="00DB46A8" w:rsidRPr="00985C3C" w:rsidRDefault="00DB46A8" w:rsidP="002870A8">
            <w:pPr>
              <w:rPr>
                <w:rFonts w:ascii="Arial" w:hAnsi="Arial" w:cs="Arial"/>
                <w:sz w:val="4"/>
                <w:szCs w:val="4"/>
              </w:rPr>
            </w:pPr>
          </w:p>
        </w:tc>
        <w:tc>
          <w:tcPr>
            <w:tcW w:w="6821" w:type="dxa"/>
            <w:vMerge/>
            <w:shd w:val="clear" w:color="auto" w:fill="F1F7FA"/>
          </w:tcPr>
          <w:p w14:paraId="07C0DA00" w14:textId="77777777" w:rsidR="00DB46A8" w:rsidRPr="00985C3C" w:rsidRDefault="00DB46A8" w:rsidP="002870A8">
            <w:pPr>
              <w:pStyle w:val="BodyText"/>
              <w:rPr>
                <w:rFonts w:ascii="Arial" w:hAnsi="Arial" w:cs="Arial"/>
              </w:rPr>
            </w:pPr>
          </w:p>
        </w:tc>
        <w:tc>
          <w:tcPr>
            <w:tcW w:w="1134" w:type="dxa"/>
            <w:shd w:val="clear" w:color="auto" w:fill="F1F7FA"/>
          </w:tcPr>
          <w:p w14:paraId="2DE0C784" w14:textId="77777777" w:rsidR="00DB46A8" w:rsidRPr="00985C3C" w:rsidRDefault="00DB46A8" w:rsidP="002870A8">
            <w:pPr>
              <w:pStyle w:val="BodyText"/>
              <w:rPr>
                <w:rFonts w:ascii="Arial" w:hAnsi="Arial" w:cs="Arial"/>
              </w:rPr>
            </w:pPr>
          </w:p>
        </w:tc>
      </w:tr>
    </w:tbl>
    <w:p w14:paraId="200FB9CD" w14:textId="77777777" w:rsidR="00985C3C" w:rsidRPr="00985C3C" w:rsidRDefault="00985C3C">
      <w:pPr>
        <w:rPr>
          <w:rFonts w:ascii="Arial" w:hAnsi="Arial" w:cs="Arial"/>
        </w:rPr>
      </w:pPr>
    </w:p>
    <w:p w14:paraId="397E56EE" w14:textId="1657B2EF" w:rsidR="00985C3C" w:rsidRPr="00985C3C" w:rsidRDefault="00985C3C">
      <w:pPr>
        <w:rPr>
          <w:rFonts w:ascii="Arial" w:hAnsi="Arial" w:cs="Arial"/>
        </w:rPr>
      </w:pPr>
    </w:p>
    <w:p w14:paraId="2C645E05" w14:textId="77777777" w:rsidR="00985C3C" w:rsidRPr="00985C3C" w:rsidRDefault="00985C3C">
      <w:pPr>
        <w:rPr>
          <w:rFonts w:ascii="Arial" w:hAnsi="Arial" w:cs="Arial"/>
        </w:rPr>
      </w:pPr>
    </w:p>
    <w:p w14:paraId="21779D7E" w14:textId="77777777" w:rsidR="00985C3C" w:rsidRPr="00985C3C" w:rsidRDefault="00985C3C">
      <w:pPr>
        <w:rPr>
          <w:rFonts w:ascii="Arial" w:hAnsi="Arial" w:cs="Arial"/>
        </w:rPr>
      </w:pPr>
    </w:p>
    <w:p w14:paraId="04E19CAE"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E315805" w14:textId="5B7DC126" w:rsidTr="00145E9A">
        <w:trPr>
          <w:trHeight w:hRule="exact" w:val="170"/>
        </w:trPr>
        <w:tc>
          <w:tcPr>
            <w:tcW w:w="1401" w:type="dxa"/>
            <w:gridSpan w:val="3"/>
            <w:shd w:val="clear" w:color="auto" w:fill="F1F7FA"/>
          </w:tcPr>
          <w:p w14:paraId="6C1068FE" w14:textId="6B65BFDC" w:rsidR="00DB46A8" w:rsidRPr="00985C3C" w:rsidRDefault="00DB46A8" w:rsidP="002870A8">
            <w:pPr>
              <w:keepNext/>
              <w:rPr>
                <w:rFonts w:ascii="Arial" w:hAnsi="Arial" w:cs="Arial"/>
                <w:sz w:val="4"/>
                <w:szCs w:val="4"/>
              </w:rPr>
            </w:pPr>
          </w:p>
        </w:tc>
        <w:tc>
          <w:tcPr>
            <w:tcW w:w="6821" w:type="dxa"/>
            <w:shd w:val="clear" w:color="auto" w:fill="F1F7FA"/>
            <w:vAlign w:val="center"/>
          </w:tcPr>
          <w:p w14:paraId="4C98D507" w14:textId="77777777" w:rsidR="00DB46A8" w:rsidRPr="00985C3C" w:rsidRDefault="00DB46A8" w:rsidP="002870A8">
            <w:pPr>
              <w:keepNext/>
              <w:rPr>
                <w:rFonts w:ascii="Arial" w:hAnsi="Arial" w:cs="Arial"/>
                <w:sz w:val="4"/>
                <w:szCs w:val="4"/>
              </w:rPr>
            </w:pPr>
          </w:p>
        </w:tc>
        <w:tc>
          <w:tcPr>
            <w:tcW w:w="1134" w:type="dxa"/>
            <w:shd w:val="clear" w:color="auto" w:fill="F1F7FA"/>
          </w:tcPr>
          <w:p w14:paraId="0267C3C6" w14:textId="77777777" w:rsidR="00DB46A8" w:rsidRPr="00985C3C" w:rsidRDefault="00DB46A8" w:rsidP="002870A8">
            <w:pPr>
              <w:keepNext/>
              <w:rPr>
                <w:rFonts w:ascii="Arial" w:hAnsi="Arial" w:cs="Arial"/>
                <w:sz w:val="4"/>
                <w:szCs w:val="4"/>
              </w:rPr>
            </w:pPr>
          </w:p>
        </w:tc>
      </w:tr>
      <w:tr w:rsidR="00DB46A8" w:rsidRPr="00985C3C" w14:paraId="30B107F6" w14:textId="43DCEF3A" w:rsidTr="00145E9A">
        <w:trPr>
          <w:trHeight w:val="392"/>
        </w:trPr>
        <w:tc>
          <w:tcPr>
            <w:tcW w:w="345" w:type="dxa"/>
            <w:shd w:val="clear" w:color="auto" w:fill="F1F7FA"/>
          </w:tcPr>
          <w:p w14:paraId="660A6F9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966C68C" w14:textId="77777777" w:rsidR="00DB46A8" w:rsidRPr="00985C3C" w:rsidRDefault="00DB46A8" w:rsidP="002870A8">
            <w:pPr>
              <w:pStyle w:val="Question"/>
              <w:keepNext/>
              <w:rPr>
                <w:rFonts w:ascii="Arial" w:hAnsi="Arial" w:cs="Arial"/>
                <w:b/>
              </w:rPr>
            </w:pPr>
            <w:r w:rsidRPr="00985C3C">
              <w:rPr>
                <w:rFonts w:ascii="Arial" w:hAnsi="Arial" w:cs="Arial"/>
                <w:b/>
              </w:rPr>
              <w:t>Q36</w:t>
            </w:r>
          </w:p>
        </w:tc>
        <w:tc>
          <w:tcPr>
            <w:tcW w:w="281" w:type="dxa"/>
            <w:shd w:val="clear" w:color="auto" w:fill="F1F7FA"/>
          </w:tcPr>
          <w:p w14:paraId="36DBBD87" w14:textId="77777777" w:rsidR="00DB46A8" w:rsidRPr="00985C3C" w:rsidRDefault="00DB46A8" w:rsidP="002870A8">
            <w:pPr>
              <w:keepNext/>
              <w:rPr>
                <w:rFonts w:ascii="Arial" w:hAnsi="Arial" w:cs="Arial"/>
              </w:rPr>
            </w:pPr>
          </w:p>
        </w:tc>
        <w:tc>
          <w:tcPr>
            <w:tcW w:w="6821" w:type="dxa"/>
            <w:vMerge w:val="restart"/>
            <w:shd w:val="clear" w:color="auto" w:fill="F1F7FA"/>
          </w:tcPr>
          <w:p w14:paraId="2702C7A0"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challenges and opportunities do demographic changes present for the tertiary education system?</w:t>
            </w:r>
          </w:p>
        </w:tc>
        <w:tc>
          <w:tcPr>
            <w:tcW w:w="1134" w:type="dxa"/>
            <w:shd w:val="clear" w:color="auto" w:fill="F1F7FA"/>
          </w:tcPr>
          <w:p w14:paraId="0DD26448" w14:textId="097A4532"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55</w:t>
            </w:r>
          </w:p>
        </w:tc>
      </w:tr>
      <w:tr w:rsidR="00DB46A8" w:rsidRPr="00985C3C" w14:paraId="4EE4A02D" w14:textId="6008BA62" w:rsidTr="00145E9A">
        <w:trPr>
          <w:trHeight w:val="120"/>
        </w:trPr>
        <w:tc>
          <w:tcPr>
            <w:tcW w:w="1401" w:type="dxa"/>
            <w:gridSpan w:val="3"/>
            <w:shd w:val="clear" w:color="auto" w:fill="F1F7FA"/>
          </w:tcPr>
          <w:p w14:paraId="128B431C" w14:textId="77777777" w:rsidR="00DB46A8" w:rsidRPr="00985C3C" w:rsidRDefault="00DB46A8" w:rsidP="002870A8">
            <w:pPr>
              <w:rPr>
                <w:rFonts w:ascii="Arial" w:hAnsi="Arial" w:cs="Arial"/>
                <w:sz w:val="4"/>
                <w:szCs w:val="4"/>
              </w:rPr>
            </w:pPr>
          </w:p>
        </w:tc>
        <w:tc>
          <w:tcPr>
            <w:tcW w:w="6821" w:type="dxa"/>
            <w:vMerge/>
            <w:shd w:val="clear" w:color="auto" w:fill="F1F7FA"/>
          </w:tcPr>
          <w:p w14:paraId="039A3B61" w14:textId="77777777" w:rsidR="00DB46A8" w:rsidRPr="00985C3C" w:rsidRDefault="00DB46A8" w:rsidP="002870A8">
            <w:pPr>
              <w:pStyle w:val="BodyText"/>
              <w:rPr>
                <w:rFonts w:ascii="Arial" w:hAnsi="Arial" w:cs="Arial"/>
              </w:rPr>
            </w:pPr>
          </w:p>
        </w:tc>
        <w:tc>
          <w:tcPr>
            <w:tcW w:w="1134" w:type="dxa"/>
            <w:shd w:val="clear" w:color="auto" w:fill="F1F7FA"/>
          </w:tcPr>
          <w:p w14:paraId="49E33B49" w14:textId="77777777" w:rsidR="00DB46A8" w:rsidRPr="00985C3C" w:rsidRDefault="00DB46A8" w:rsidP="002870A8">
            <w:pPr>
              <w:pStyle w:val="BodyText"/>
              <w:rPr>
                <w:rFonts w:ascii="Arial" w:hAnsi="Arial" w:cs="Arial"/>
              </w:rPr>
            </w:pPr>
          </w:p>
        </w:tc>
      </w:tr>
    </w:tbl>
    <w:p w14:paraId="32DA550C" w14:textId="77777777" w:rsidR="00985C3C" w:rsidRPr="00985C3C" w:rsidRDefault="00985C3C">
      <w:pPr>
        <w:rPr>
          <w:rFonts w:ascii="Arial" w:hAnsi="Arial" w:cs="Arial"/>
        </w:rPr>
      </w:pPr>
    </w:p>
    <w:p w14:paraId="38D98F89" w14:textId="7CFD7BE1" w:rsidR="00985C3C" w:rsidRPr="00985C3C" w:rsidRDefault="00985C3C">
      <w:pPr>
        <w:rPr>
          <w:rFonts w:ascii="Arial" w:hAnsi="Arial" w:cs="Arial"/>
        </w:rPr>
      </w:pPr>
    </w:p>
    <w:p w14:paraId="5E4471A3" w14:textId="77777777" w:rsidR="00985C3C" w:rsidRPr="00985C3C" w:rsidRDefault="00985C3C">
      <w:pPr>
        <w:rPr>
          <w:rFonts w:ascii="Arial" w:hAnsi="Arial" w:cs="Arial"/>
        </w:rPr>
      </w:pPr>
    </w:p>
    <w:p w14:paraId="02C85D6D" w14:textId="77777777" w:rsidR="00985C3C" w:rsidRPr="00985C3C" w:rsidRDefault="00985C3C">
      <w:pPr>
        <w:rPr>
          <w:rFonts w:ascii="Arial" w:hAnsi="Arial" w:cs="Arial"/>
        </w:rPr>
      </w:pPr>
    </w:p>
    <w:p w14:paraId="5BB4BE97"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6B84EF3" w14:textId="18E132FC" w:rsidTr="00145E9A">
        <w:trPr>
          <w:trHeight w:hRule="exact" w:val="170"/>
        </w:trPr>
        <w:tc>
          <w:tcPr>
            <w:tcW w:w="1401" w:type="dxa"/>
            <w:gridSpan w:val="3"/>
            <w:shd w:val="clear" w:color="auto" w:fill="F1F7FA"/>
          </w:tcPr>
          <w:p w14:paraId="33E1B112" w14:textId="53AD4269" w:rsidR="00DB46A8" w:rsidRPr="00985C3C" w:rsidRDefault="00DB46A8" w:rsidP="002870A8">
            <w:pPr>
              <w:keepNext/>
              <w:rPr>
                <w:rFonts w:ascii="Arial" w:hAnsi="Arial" w:cs="Arial"/>
                <w:sz w:val="4"/>
                <w:szCs w:val="4"/>
              </w:rPr>
            </w:pPr>
          </w:p>
        </w:tc>
        <w:tc>
          <w:tcPr>
            <w:tcW w:w="6821" w:type="dxa"/>
            <w:shd w:val="clear" w:color="auto" w:fill="F1F7FA"/>
            <w:vAlign w:val="center"/>
          </w:tcPr>
          <w:p w14:paraId="7452C764" w14:textId="77777777" w:rsidR="00DB46A8" w:rsidRPr="00985C3C" w:rsidRDefault="00DB46A8" w:rsidP="002870A8">
            <w:pPr>
              <w:keepNext/>
              <w:rPr>
                <w:rFonts w:ascii="Arial" w:hAnsi="Arial" w:cs="Arial"/>
                <w:sz w:val="4"/>
                <w:szCs w:val="4"/>
              </w:rPr>
            </w:pPr>
          </w:p>
        </w:tc>
        <w:tc>
          <w:tcPr>
            <w:tcW w:w="1134" w:type="dxa"/>
            <w:shd w:val="clear" w:color="auto" w:fill="F1F7FA"/>
          </w:tcPr>
          <w:p w14:paraId="126DB8C7" w14:textId="77777777" w:rsidR="00DB46A8" w:rsidRPr="00985C3C" w:rsidRDefault="00DB46A8" w:rsidP="002870A8">
            <w:pPr>
              <w:keepNext/>
              <w:rPr>
                <w:rFonts w:ascii="Arial" w:hAnsi="Arial" w:cs="Arial"/>
                <w:sz w:val="4"/>
                <w:szCs w:val="4"/>
              </w:rPr>
            </w:pPr>
          </w:p>
        </w:tc>
      </w:tr>
      <w:tr w:rsidR="00DB46A8" w:rsidRPr="00985C3C" w14:paraId="3DBE7C42" w14:textId="6D8F60FE" w:rsidTr="00145E9A">
        <w:trPr>
          <w:trHeight w:val="392"/>
        </w:trPr>
        <w:tc>
          <w:tcPr>
            <w:tcW w:w="345" w:type="dxa"/>
            <w:shd w:val="clear" w:color="auto" w:fill="F1F7FA"/>
          </w:tcPr>
          <w:p w14:paraId="07B9916E"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750CD192" w14:textId="77777777" w:rsidR="00DB46A8" w:rsidRPr="00985C3C" w:rsidRDefault="00DB46A8" w:rsidP="002870A8">
            <w:pPr>
              <w:pStyle w:val="Question"/>
              <w:keepNext/>
              <w:rPr>
                <w:rFonts w:ascii="Arial" w:hAnsi="Arial" w:cs="Arial"/>
                <w:b/>
              </w:rPr>
            </w:pPr>
            <w:r w:rsidRPr="00985C3C">
              <w:rPr>
                <w:rFonts w:ascii="Arial" w:hAnsi="Arial" w:cs="Arial"/>
                <w:b/>
              </w:rPr>
              <w:t>Q37</w:t>
            </w:r>
          </w:p>
        </w:tc>
        <w:tc>
          <w:tcPr>
            <w:tcW w:w="281" w:type="dxa"/>
            <w:shd w:val="clear" w:color="auto" w:fill="F1F7FA"/>
          </w:tcPr>
          <w:p w14:paraId="07D0B91E" w14:textId="77777777" w:rsidR="00DB46A8" w:rsidRPr="00985C3C" w:rsidRDefault="00DB46A8" w:rsidP="002870A8">
            <w:pPr>
              <w:keepNext/>
              <w:rPr>
                <w:rFonts w:ascii="Arial" w:hAnsi="Arial" w:cs="Arial"/>
              </w:rPr>
            </w:pPr>
          </w:p>
        </w:tc>
        <w:tc>
          <w:tcPr>
            <w:tcW w:w="6821" w:type="dxa"/>
            <w:vMerge w:val="restart"/>
            <w:shd w:val="clear" w:color="auto" w:fill="F1F7FA"/>
          </w:tcPr>
          <w:p w14:paraId="6D5A56BD"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evidence is there on the effect of tuition fees on student access to, or the demand for, tertiary education in New Zealand? </w:t>
            </w:r>
          </w:p>
        </w:tc>
        <w:tc>
          <w:tcPr>
            <w:tcW w:w="1134" w:type="dxa"/>
            <w:shd w:val="clear" w:color="auto" w:fill="F1F7FA"/>
          </w:tcPr>
          <w:p w14:paraId="3088DE92" w14:textId="520BD77A"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60</w:t>
            </w:r>
          </w:p>
        </w:tc>
      </w:tr>
      <w:tr w:rsidR="00DB46A8" w:rsidRPr="00985C3C" w14:paraId="233F9028" w14:textId="1D085D86" w:rsidTr="00145E9A">
        <w:trPr>
          <w:trHeight w:val="120"/>
        </w:trPr>
        <w:tc>
          <w:tcPr>
            <w:tcW w:w="1401" w:type="dxa"/>
            <w:gridSpan w:val="3"/>
            <w:shd w:val="clear" w:color="auto" w:fill="F1F7FA"/>
          </w:tcPr>
          <w:p w14:paraId="4FB1C385" w14:textId="77777777" w:rsidR="00DB46A8" w:rsidRPr="00985C3C" w:rsidRDefault="00DB46A8" w:rsidP="002870A8">
            <w:pPr>
              <w:rPr>
                <w:rFonts w:ascii="Arial" w:hAnsi="Arial" w:cs="Arial"/>
                <w:sz w:val="4"/>
                <w:szCs w:val="4"/>
              </w:rPr>
            </w:pPr>
          </w:p>
        </w:tc>
        <w:tc>
          <w:tcPr>
            <w:tcW w:w="6821" w:type="dxa"/>
            <w:vMerge/>
            <w:shd w:val="clear" w:color="auto" w:fill="F1F7FA"/>
          </w:tcPr>
          <w:p w14:paraId="71A6B375" w14:textId="77777777" w:rsidR="00DB46A8" w:rsidRPr="00985C3C" w:rsidRDefault="00DB46A8" w:rsidP="002870A8">
            <w:pPr>
              <w:pStyle w:val="BodyText"/>
              <w:rPr>
                <w:rFonts w:ascii="Arial" w:hAnsi="Arial" w:cs="Arial"/>
              </w:rPr>
            </w:pPr>
          </w:p>
        </w:tc>
        <w:tc>
          <w:tcPr>
            <w:tcW w:w="1134" w:type="dxa"/>
            <w:shd w:val="clear" w:color="auto" w:fill="F1F7FA"/>
          </w:tcPr>
          <w:p w14:paraId="64F8A71C" w14:textId="77777777" w:rsidR="00DB46A8" w:rsidRPr="00985C3C" w:rsidRDefault="00DB46A8" w:rsidP="002870A8">
            <w:pPr>
              <w:pStyle w:val="BodyText"/>
              <w:rPr>
                <w:rFonts w:ascii="Arial" w:hAnsi="Arial" w:cs="Arial"/>
              </w:rPr>
            </w:pPr>
          </w:p>
        </w:tc>
      </w:tr>
    </w:tbl>
    <w:p w14:paraId="09DE0035" w14:textId="77777777" w:rsidR="00985C3C" w:rsidRPr="00985C3C" w:rsidRDefault="00985C3C">
      <w:pPr>
        <w:rPr>
          <w:rFonts w:ascii="Arial" w:hAnsi="Arial" w:cs="Arial"/>
        </w:rPr>
      </w:pPr>
    </w:p>
    <w:p w14:paraId="1449A3DC" w14:textId="24BAA542" w:rsidR="00985C3C" w:rsidRPr="00985C3C" w:rsidRDefault="00985C3C">
      <w:pPr>
        <w:rPr>
          <w:rFonts w:ascii="Arial" w:hAnsi="Arial" w:cs="Arial"/>
        </w:rPr>
      </w:pPr>
    </w:p>
    <w:p w14:paraId="40009634" w14:textId="77777777" w:rsidR="00985C3C" w:rsidRPr="00985C3C" w:rsidRDefault="00985C3C">
      <w:pPr>
        <w:rPr>
          <w:rFonts w:ascii="Arial" w:hAnsi="Arial" w:cs="Arial"/>
        </w:rPr>
      </w:pPr>
    </w:p>
    <w:p w14:paraId="718F1038" w14:textId="77777777" w:rsidR="00985C3C" w:rsidRPr="00985C3C" w:rsidRDefault="00985C3C">
      <w:pPr>
        <w:rPr>
          <w:rFonts w:ascii="Arial" w:hAnsi="Arial" w:cs="Arial"/>
        </w:rPr>
      </w:pPr>
    </w:p>
    <w:p w14:paraId="186E318D"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EEFBD3F" w14:textId="4ABF1CCB" w:rsidTr="00145E9A">
        <w:trPr>
          <w:trHeight w:hRule="exact" w:val="170"/>
        </w:trPr>
        <w:tc>
          <w:tcPr>
            <w:tcW w:w="1401" w:type="dxa"/>
            <w:gridSpan w:val="3"/>
            <w:shd w:val="clear" w:color="auto" w:fill="F1F7FA"/>
          </w:tcPr>
          <w:p w14:paraId="588A23B9" w14:textId="16068C86" w:rsidR="00DB46A8" w:rsidRPr="00985C3C" w:rsidRDefault="00DB46A8" w:rsidP="002870A8">
            <w:pPr>
              <w:keepNext/>
              <w:rPr>
                <w:rFonts w:ascii="Arial" w:hAnsi="Arial" w:cs="Arial"/>
                <w:sz w:val="4"/>
                <w:szCs w:val="4"/>
              </w:rPr>
            </w:pPr>
          </w:p>
        </w:tc>
        <w:tc>
          <w:tcPr>
            <w:tcW w:w="6821" w:type="dxa"/>
            <w:shd w:val="clear" w:color="auto" w:fill="F1F7FA"/>
            <w:vAlign w:val="center"/>
          </w:tcPr>
          <w:p w14:paraId="46895E34" w14:textId="77777777" w:rsidR="00DB46A8" w:rsidRPr="00985C3C" w:rsidRDefault="00DB46A8" w:rsidP="002870A8">
            <w:pPr>
              <w:keepNext/>
              <w:rPr>
                <w:rFonts w:ascii="Arial" w:hAnsi="Arial" w:cs="Arial"/>
                <w:sz w:val="4"/>
                <w:szCs w:val="4"/>
              </w:rPr>
            </w:pPr>
          </w:p>
        </w:tc>
        <w:tc>
          <w:tcPr>
            <w:tcW w:w="1134" w:type="dxa"/>
            <w:shd w:val="clear" w:color="auto" w:fill="F1F7FA"/>
          </w:tcPr>
          <w:p w14:paraId="20C0678C" w14:textId="77777777" w:rsidR="00DB46A8" w:rsidRPr="00985C3C" w:rsidRDefault="00DB46A8" w:rsidP="002870A8">
            <w:pPr>
              <w:keepNext/>
              <w:rPr>
                <w:rFonts w:ascii="Arial" w:hAnsi="Arial" w:cs="Arial"/>
                <w:sz w:val="4"/>
                <w:szCs w:val="4"/>
              </w:rPr>
            </w:pPr>
          </w:p>
        </w:tc>
      </w:tr>
      <w:tr w:rsidR="00DB46A8" w:rsidRPr="00985C3C" w14:paraId="66B556DB" w14:textId="3F5CA85C" w:rsidTr="00145E9A">
        <w:trPr>
          <w:trHeight w:val="392"/>
        </w:trPr>
        <w:tc>
          <w:tcPr>
            <w:tcW w:w="345" w:type="dxa"/>
            <w:shd w:val="clear" w:color="auto" w:fill="F1F7FA"/>
          </w:tcPr>
          <w:p w14:paraId="6E3BD0E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7C95462" w14:textId="77777777" w:rsidR="00DB46A8" w:rsidRPr="00985C3C" w:rsidRDefault="00DB46A8" w:rsidP="002870A8">
            <w:pPr>
              <w:pStyle w:val="Question"/>
              <w:keepNext/>
              <w:rPr>
                <w:rFonts w:ascii="Arial" w:hAnsi="Arial" w:cs="Arial"/>
                <w:b/>
              </w:rPr>
            </w:pPr>
            <w:r w:rsidRPr="00985C3C">
              <w:rPr>
                <w:rFonts w:ascii="Arial" w:hAnsi="Arial" w:cs="Arial"/>
                <w:b/>
              </w:rPr>
              <w:t>Q38</w:t>
            </w:r>
          </w:p>
        </w:tc>
        <w:tc>
          <w:tcPr>
            <w:tcW w:w="281" w:type="dxa"/>
            <w:shd w:val="clear" w:color="auto" w:fill="F1F7FA"/>
          </w:tcPr>
          <w:p w14:paraId="51B6E4D4" w14:textId="77777777" w:rsidR="00DB46A8" w:rsidRPr="00985C3C" w:rsidRDefault="00DB46A8" w:rsidP="002870A8">
            <w:pPr>
              <w:keepNext/>
              <w:rPr>
                <w:rFonts w:ascii="Arial" w:hAnsi="Arial" w:cs="Arial"/>
              </w:rPr>
            </w:pPr>
          </w:p>
        </w:tc>
        <w:tc>
          <w:tcPr>
            <w:tcW w:w="6821" w:type="dxa"/>
            <w:vMerge w:val="restart"/>
            <w:shd w:val="clear" w:color="auto" w:fill="F1F7FA"/>
          </w:tcPr>
          <w:p w14:paraId="70757FD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are the likely impacts of domestic student fees increasing faster than inflation?</w:t>
            </w:r>
          </w:p>
        </w:tc>
        <w:tc>
          <w:tcPr>
            <w:tcW w:w="1134" w:type="dxa"/>
            <w:shd w:val="clear" w:color="auto" w:fill="F1F7FA"/>
          </w:tcPr>
          <w:p w14:paraId="60B3A8B6" w14:textId="1CC05BC1"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60</w:t>
            </w:r>
          </w:p>
        </w:tc>
      </w:tr>
      <w:tr w:rsidR="00DB46A8" w:rsidRPr="00985C3C" w14:paraId="6B452537" w14:textId="73924503" w:rsidTr="00145E9A">
        <w:trPr>
          <w:trHeight w:val="120"/>
        </w:trPr>
        <w:tc>
          <w:tcPr>
            <w:tcW w:w="1401" w:type="dxa"/>
            <w:gridSpan w:val="3"/>
            <w:shd w:val="clear" w:color="auto" w:fill="F1F7FA"/>
          </w:tcPr>
          <w:p w14:paraId="55D1F8FB" w14:textId="77777777" w:rsidR="00DB46A8" w:rsidRPr="00985C3C" w:rsidRDefault="00DB46A8" w:rsidP="002870A8">
            <w:pPr>
              <w:rPr>
                <w:rFonts w:ascii="Arial" w:hAnsi="Arial" w:cs="Arial"/>
                <w:sz w:val="4"/>
                <w:szCs w:val="4"/>
              </w:rPr>
            </w:pPr>
          </w:p>
        </w:tc>
        <w:tc>
          <w:tcPr>
            <w:tcW w:w="6821" w:type="dxa"/>
            <w:vMerge/>
            <w:shd w:val="clear" w:color="auto" w:fill="F1F7FA"/>
          </w:tcPr>
          <w:p w14:paraId="7349A4D3" w14:textId="77777777" w:rsidR="00DB46A8" w:rsidRPr="00985C3C" w:rsidRDefault="00DB46A8" w:rsidP="002870A8">
            <w:pPr>
              <w:pStyle w:val="BodyText"/>
              <w:rPr>
                <w:rFonts w:ascii="Arial" w:hAnsi="Arial" w:cs="Arial"/>
              </w:rPr>
            </w:pPr>
          </w:p>
        </w:tc>
        <w:tc>
          <w:tcPr>
            <w:tcW w:w="1134" w:type="dxa"/>
            <w:shd w:val="clear" w:color="auto" w:fill="F1F7FA"/>
          </w:tcPr>
          <w:p w14:paraId="4D6E7ADA" w14:textId="77777777" w:rsidR="00DB46A8" w:rsidRPr="00985C3C" w:rsidRDefault="00DB46A8" w:rsidP="002870A8">
            <w:pPr>
              <w:pStyle w:val="BodyText"/>
              <w:rPr>
                <w:rFonts w:ascii="Arial" w:hAnsi="Arial" w:cs="Arial"/>
              </w:rPr>
            </w:pPr>
          </w:p>
        </w:tc>
      </w:tr>
    </w:tbl>
    <w:p w14:paraId="5EA30F54" w14:textId="77777777" w:rsidR="00985C3C" w:rsidRPr="00985C3C" w:rsidRDefault="00985C3C">
      <w:pPr>
        <w:rPr>
          <w:rFonts w:ascii="Arial" w:hAnsi="Arial" w:cs="Arial"/>
        </w:rPr>
      </w:pPr>
    </w:p>
    <w:p w14:paraId="6A8943E7" w14:textId="308FF3FD" w:rsidR="00985C3C" w:rsidRPr="00985C3C" w:rsidRDefault="00985C3C">
      <w:pPr>
        <w:rPr>
          <w:rFonts w:ascii="Arial" w:hAnsi="Arial" w:cs="Arial"/>
        </w:rPr>
      </w:pPr>
    </w:p>
    <w:p w14:paraId="566FB5C7" w14:textId="77777777" w:rsidR="00985C3C" w:rsidRPr="00985C3C" w:rsidRDefault="00985C3C">
      <w:pPr>
        <w:rPr>
          <w:rFonts w:ascii="Arial" w:hAnsi="Arial" w:cs="Arial"/>
        </w:rPr>
      </w:pPr>
    </w:p>
    <w:p w14:paraId="169D7F0B" w14:textId="77777777" w:rsidR="00985C3C" w:rsidRPr="00985C3C" w:rsidRDefault="00985C3C">
      <w:pPr>
        <w:rPr>
          <w:rFonts w:ascii="Arial" w:hAnsi="Arial" w:cs="Arial"/>
        </w:rPr>
      </w:pPr>
    </w:p>
    <w:p w14:paraId="47561725" w14:textId="77777777" w:rsidR="00985C3C" w:rsidRDefault="00985C3C">
      <w:pPr>
        <w:rPr>
          <w:rFonts w:ascii="Arial" w:hAnsi="Arial" w:cs="Arial"/>
        </w:rPr>
      </w:pPr>
    </w:p>
    <w:p w14:paraId="23F31803" w14:textId="77777777" w:rsidR="00985C3C" w:rsidRPr="00985C3C" w:rsidRDefault="00985C3C">
      <w:pPr>
        <w:rPr>
          <w:rFonts w:ascii="Arial" w:hAnsi="Arial" w:cs="Arial"/>
        </w:rPr>
      </w:pPr>
    </w:p>
    <w:p w14:paraId="331F841E"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2CB96BC" w14:textId="0D385969" w:rsidTr="00145E9A">
        <w:trPr>
          <w:trHeight w:hRule="exact" w:val="170"/>
        </w:trPr>
        <w:tc>
          <w:tcPr>
            <w:tcW w:w="1401" w:type="dxa"/>
            <w:gridSpan w:val="3"/>
            <w:shd w:val="clear" w:color="auto" w:fill="F1F7FA"/>
          </w:tcPr>
          <w:p w14:paraId="56B1A4D7" w14:textId="05AA1F8E" w:rsidR="00DB46A8" w:rsidRPr="00985C3C" w:rsidRDefault="00DB46A8" w:rsidP="002870A8">
            <w:pPr>
              <w:keepNext/>
              <w:rPr>
                <w:rFonts w:ascii="Arial" w:hAnsi="Arial" w:cs="Arial"/>
                <w:sz w:val="4"/>
                <w:szCs w:val="4"/>
              </w:rPr>
            </w:pPr>
          </w:p>
        </w:tc>
        <w:tc>
          <w:tcPr>
            <w:tcW w:w="6821" w:type="dxa"/>
            <w:shd w:val="clear" w:color="auto" w:fill="F1F7FA"/>
            <w:vAlign w:val="center"/>
          </w:tcPr>
          <w:p w14:paraId="780DC1AA" w14:textId="77777777" w:rsidR="00DB46A8" w:rsidRPr="00985C3C" w:rsidRDefault="00DB46A8" w:rsidP="002870A8">
            <w:pPr>
              <w:keepNext/>
              <w:rPr>
                <w:rFonts w:ascii="Arial" w:hAnsi="Arial" w:cs="Arial"/>
                <w:sz w:val="4"/>
                <w:szCs w:val="4"/>
              </w:rPr>
            </w:pPr>
          </w:p>
        </w:tc>
        <w:tc>
          <w:tcPr>
            <w:tcW w:w="1134" w:type="dxa"/>
            <w:shd w:val="clear" w:color="auto" w:fill="F1F7FA"/>
          </w:tcPr>
          <w:p w14:paraId="45CACCA3" w14:textId="77777777" w:rsidR="00DB46A8" w:rsidRPr="00985C3C" w:rsidRDefault="00DB46A8" w:rsidP="002870A8">
            <w:pPr>
              <w:keepNext/>
              <w:rPr>
                <w:rFonts w:ascii="Arial" w:hAnsi="Arial" w:cs="Arial"/>
                <w:sz w:val="4"/>
                <w:szCs w:val="4"/>
              </w:rPr>
            </w:pPr>
          </w:p>
        </w:tc>
      </w:tr>
      <w:tr w:rsidR="00DB46A8" w:rsidRPr="00985C3C" w14:paraId="6EB49606" w14:textId="00B1D068" w:rsidTr="00145E9A">
        <w:trPr>
          <w:trHeight w:val="392"/>
        </w:trPr>
        <w:tc>
          <w:tcPr>
            <w:tcW w:w="345" w:type="dxa"/>
            <w:shd w:val="clear" w:color="auto" w:fill="F1F7FA"/>
          </w:tcPr>
          <w:p w14:paraId="17628D6E"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AD8745A" w14:textId="77777777" w:rsidR="00DB46A8" w:rsidRPr="00985C3C" w:rsidRDefault="00DB46A8" w:rsidP="002870A8">
            <w:pPr>
              <w:pStyle w:val="Question"/>
              <w:keepNext/>
              <w:rPr>
                <w:rFonts w:ascii="Arial" w:hAnsi="Arial" w:cs="Arial"/>
                <w:b/>
              </w:rPr>
            </w:pPr>
            <w:r w:rsidRPr="00985C3C">
              <w:rPr>
                <w:rFonts w:ascii="Arial" w:hAnsi="Arial" w:cs="Arial"/>
                <w:b/>
              </w:rPr>
              <w:t>Q39</w:t>
            </w:r>
          </w:p>
        </w:tc>
        <w:tc>
          <w:tcPr>
            <w:tcW w:w="281" w:type="dxa"/>
            <w:shd w:val="clear" w:color="auto" w:fill="F1F7FA"/>
          </w:tcPr>
          <w:p w14:paraId="1CF46DCD" w14:textId="77777777" w:rsidR="00DB46A8" w:rsidRPr="00985C3C" w:rsidRDefault="00DB46A8" w:rsidP="002870A8">
            <w:pPr>
              <w:keepNext/>
              <w:rPr>
                <w:rFonts w:ascii="Arial" w:hAnsi="Arial" w:cs="Arial"/>
              </w:rPr>
            </w:pPr>
          </w:p>
        </w:tc>
        <w:tc>
          <w:tcPr>
            <w:tcW w:w="6821" w:type="dxa"/>
            <w:vMerge w:val="restart"/>
            <w:shd w:val="clear" w:color="auto" w:fill="F1F7FA"/>
          </w:tcPr>
          <w:p w14:paraId="6825016D"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impact has the pattern of government spending on tertiary education had on the tertiary education provided?</w:t>
            </w:r>
          </w:p>
        </w:tc>
        <w:tc>
          <w:tcPr>
            <w:tcW w:w="1134" w:type="dxa"/>
            <w:shd w:val="clear" w:color="auto" w:fill="F1F7FA"/>
          </w:tcPr>
          <w:p w14:paraId="4094D1FD" w14:textId="707782A4"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61</w:t>
            </w:r>
          </w:p>
        </w:tc>
      </w:tr>
      <w:tr w:rsidR="00DB46A8" w:rsidRPr="00985C3C" w14:paraId="33E9537C" w14:textId="4E04726F" w:rsidTr="00145E9A">
        <w:trPr>
          <w:trHeight w:val="120"/>
        </w:trPr>
        <w:tc>
          <w:tcPr>
            <w:tcW w:w="1401" w:type="dxa"/>
            <w:gridSpan w:val="3"/>
            <w:shd w:val="clear" w:color="auto" w:fill="F1F7FA"/>
          </w:tcPr>
          <w:p w14:paraId="20EC65CF" w14:textId="77777777" w:rsidR="00DB46A8" w:rsidRPr="00985C3C" w:rsidRDefault="00DB46A8" w:rsidP="002870A8">
            <w:pPr>
              <w:rPr>
                <w:rFonts w:ascii="Arial" w:hAnsi="Arial" w:cs="Arial"/>
                <w:sz w:val="4"/>
                <w:szCs w:val="4"/>
              </w:rPr>
            </w:pPr>
          </w:p>
        </w:tc>
        <w:tc>
          <w:tcPr>
            <w:tcW w:w="6821" w:type="dxa"/>
            <w:vMerge/>
            <w:shd w:val="clear" w:color="auto" w:fill="F1F7FA"/>
          </w:tcPr>
          <w:p w14:paraId="280A72F8" w14:textId="77777777" w:rsidR="00DB46A8" w:rsidRPr="00985C3C" w:rsidRDefault="00DB46A8" w:rsidP="002870A8">
            <w:pPr>
              <w:pStyle w:val="BodyText"/>
              <w:rPr>
                <w:rFonts w:ascii="Arial" w:hAnsi="Arial" w:cs="Arial"/>
              </w:rPr>
            </w:pPr>
          </w:p>
        </w:tc>
        <w:tc>
          <w:tcPr>
            <w:tcW w:w="1134" w:type="dxa"/>
            <w:shd w:val="clear" w:color="auto" w:fill="F1F7FA"/>
          </w:tcPr>
          <w:p w14:paraId="1BA6EA10" w14:textId="77777777" w:rsidR="00DB46A8" w:rsidRPr="00985C3C" w:rsidRDefault="00DB46A8" w:rsidP="002870A8">
            <w:pPr>
              <w:pStyle w:val="BodyText"/>
              <w:rPr>
                <w:rFonts w:ascii="Arial" w:hAnsi="Arial" w:cs="Arial"/>
              </w:rPr>
            </w:pPr>
          </w:p>
        </w:tc>
      </w:tr>
    </w:tbl>
    <w:p w14:paraId="30DFCE6C" w14:textId="77777777" w:rsidR="00985C3C" w:rsidRPr="00985C3C" w:rsidRDefault="00985C3C">
      <w:pPr>
        <w:rPr>
          <w:rFonts w:ascii="Arial" w:hAnsi="Arial" w:cs="Arial"/>
        </w:rPr>
      </w:pPr>
    </w:p>
    <w:p w14:paraId="19E92571" w14:textId="14FEDDCD" w:rsidR="00985C3C" w:rsidRPr="00985C3C" w:rsidRDefault="00985C3C">
      <w:pPr>
        <w:rPr>
          <w:rFonts w:ascii="Arial" w:hAnsi="Arial" w:cs="Arial"/>
        </w:rPr>
      </w:pPr>
    </w:p>
    <w:p w14:paraId="5B1C3270" w14:textId="77777777" w:rsidR="00985C3C" w:rsidRPr="00985C3C" w:rsidRDefault="00985C3C">
      <w:pPr>
        <w:rPr>
          <w:rFonts w:ascii="Arial" w:hAnsi="Arial" w:cs="Arial"/>
        </w:rPr>
      </w:pPr>
    </w:p>
    <w:p w14:paraId="63C7CDB9" w14:textId="77777777" w:rsidR="00985C3C" w:rsidRPr="00985C3C" w:rsidRDefault="00985C3C">
      <w:pPr>
        <w:rPr>
          <w:rFonts w:ascii="Arial" w:hAnsi="Arial" w:cs="Arial"/>
        </w:rPr>
      </w:pPr>
    </w:p>
    <w:p w14:paraId="032C26A6"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B6181B0" w14:textId="1C5ED50B" w:rsidTr="00145E9A">
        <w:trPr>
          <w:trHeight w:hRule="exact" w:val="170"/>
        </w:trPr>
        <w:tc>
          <w:tcPr>
            <w:tcW w:w="1401" w:type="dxa"/>
            <w:gridSpan w:val="3"/>
            <w:shd w:val="clear" w:color="auto" w:fill="F1F7FA"/>
          </w:tcPr>
          <w:p w14:paraId="19348927" w14:textId="282B22F7" w:rsidR="00DB46A8" w:rsidRPr="00985C3C" w:rsidRDefault="00DB46A8" w:rsidP="002870A8">
            <w:pPr>
              <w:keepNext/>
              <w:rPr>
                <w:rFonts w:ascii="Arial" w:hAnsi="Arial" w:cs="Arial"/>
                <w:sz w:val="4"/>
                <w:szCs w:val="4"/>
              </w:rPr>
            </w:pPr>
          </w:p>
        </w:tc>
        <w:tc>
          <w:tcPr>
            <w:tcW w:w="6821" w:type="dxa"/>
            <w:shd w:val="clear" w:color="auto" w:fill="F1F7FA"/>
            <w:vAlign w:val="center"/>
          </w:tcPr>
          <w:p w14:paraId="0F7E4D20" w14:textId="77777777" w:rsidR="00DB46A8" w:rsidRPr="00985C3C" w:rsidRDefault="00DB46A8" w:rsidP="002870A8">
            <w:pPr>
              <w:keepNext/>
              <w:rPr>
                <w:rFonts w:ascii="Arial" w:hAnsi="Arial" w:cs="Arial"/>
                <w:sz w:val="4"/>
                <w:szCs w:val="4"/>
              </w:rPr>
            </w:pPr>
          </w:p>
        </w:tc>
        <w:tc>
          <w:tcPr>
            <w:tcW w:w="1134" w:type="dxa"/>
            <w:shd w:val="clear" w:color="auto" w:fill="F1F7FA"/>
          </w:tcPr>
          <w:p w14:paraId="7D1FBC0B" w14:textId="77777777" w:rsidR="00DB46A8" w:rsidRPr="00985C3C" w:rsidRDefault="00DB46A8" w:rsidP="002870A8">
            <w:pPr>
              <w:keepNext/>
              <w:rPr>
                <w:rFonts w:ascii="Arial" w:hAnsi="Arial" w:cs="Arial"/>
                <w:sz w:val="4"/>
                <w:szCs w:val="4"/>
              </w:rPr>
            </w:pPr>
          </w:p>
        </w:tc>
      </w:tr>
      <w:tr w:rsidR="00DB46A8" w:rsidRPr="00985C3C" w14:paraId="20371140" w14:textId="347ADC18" w:rsidTr="00145E9A">
        <w:trPr>
          <w:trHeight w:val="392"/>
        </w:trPr>
        <w:tc>
          <w:tcPr>
            <w:tcW w:w="345" w:type="dxa"/>
            <w:shd w:val="clear" w:color="auto" w:fill="F1F7FA"/>
          </w:tcPr>
          <w:p w14:paraId="66B93E9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BA1FD71" w14:textId="77777777" w:rsidR="00DB46A8" w:rsidRPr="00985C3C" w:rsidRDefault="00DB46A8" w:rsidP="002870A8">
            <w:pPr>
              <w:pStyle w:val="Question"/>
              <w:keepNext/>
              <w:rPr>
                <w:rFonts w:ascii="Arial" w:hAnsi="Arial" w:cs="Arial"/>
                <w:b/>
              </w:rPr>
            </w:pPr>
            <w:r w:rsidRPr="00985C3C">
              <w:rPr>
                <w:rFonts w:ascii="Arial" w:hAnsi="Arial" w:cs="Arial"/>
                <w:b/>
              </w:rPr>
              <w:t>Q40</w:t>
            </w:r>
          </w:p>
        </w:tc>
        <w:tc>
          <w:tcPr>
            <w:tcW w:w="281" w:type="dxa"/>
            <w:shd w:val="clear" w:color="auto" w:fill="F1F7FA"/>
          </w:tcPr>
          <w:p w14:paraId="4084BDCE" w14:textId="77777777" w:rsidR="00DB46A8" w:rsidRPr="00985C3C" w:rsidRDefault="00DB46A8" w:rsidP="002870A8">
            <w:pPr>
              <w:keepNext/>
              <w:rPr>
                <w:rFonts w:ascii="Arial" w:hAnsi="Arial" w:cs="Arial"/>
              </w:rPr>
            </w:pPr>
          </w:p>
        </w:tc>
        <w:tc>
          <w:tcPr>
            <w:tcW w:w="6821" w:type="dxa"/>
            <w:vMerge w:val="restart"/>
            <w:shd w:val="clear" w:color="auto" w:fill="F1F7FA"/>
          </w:tcPr>
          <w:p w14:paraId="3F725516"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have providers’ input costs and revenue changed over time? What are the implications of these changes? </w:t>
            </w:r>
          </w:p>
        </w:tc>
        <w:tc>
          <w:tcPr>
            <w:tcW w:w="1134" w:type="dxa"/>
            <w:shd w:val="clear" w:color="auto" w:fill="F1F7FA"/>
          </w:tcPr>
          <w:p w14:paraId="685A4F1F" w14:textId="3EAC0A80"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62</w:t>
            </w:r>
          </w:p>
        </w:tc>
      </w:tr>
      <w:tr w:rsidR="00DB46A8" w:rsidRPr="00985C3C" w14:paraId="5C9551F2" w14:textId="764542B2" w:rsidTr="00145E9A">
        <w:trPr>
          <w:trHeight w:val="120"/>
        </w:trPr>
        <w:tc>
          <w:tcPr>
            <w:tcW w:w="1401" w:type="dxa"/>
            <w:gridSpan w:val="3"/>
            <w:shd w:val="clear" w:color="auto" w:fill="F1F7FA"/>
          </w:tcPr>
          <w:p w14:paraId="7B9D7912" w14:textId="77777777" w:rsidR="00DB46A8" w:rsidRPr="00985C3C" w:rsidRDefault="00DB46A8" w:rsidP="002870A8">
            <w:pPr>
              <w:rPr>
                <w:rFonts w:ascii="Arial" w:hAnsi="Arial" w:cs="Arial"/>
                <w:sz w:val="4"/>
                <w:szCs w:val="4"/>
              </w:rPr>
            </w:pPr>
          </w:p>
        </w:tc>
        <w:tc>
          <w:tcPr>
            <w:tcW w:w="6821" w:type="dxa"/>
            <w:vMerge/>
            <w:shd w:val="clear" w:color="auto" w:fill="F1F7FA"/>
          </w:tcPr>
          <w:p w14:paraId="633AA9EA" w14:textId="77777777" w:rsidR="00DB46A8" w:rsidRPr="00985C3C" w:rsidRDefault="00DB46A8" w:rsidP="002870A8">
            <w:pPr>
              <w:pStyle w:val="BodyText"/>
              <w:rPr>
                <w:rFonts w:ascii="Arial" w:hAnsi="Arial" w:cs="Arial"/>
              </w:rPr>
            </w:pPr>
          </w:p>
        </w:tc>
        <w:tc>
          <w:tcPr>
            <w:tcW w:w="1134" w:type="dxa"/>
            <w:shd w:val="clear" w:color="auto" w:fill="F1F7FA"/>
          </w:tcPr>
          <w:p w14:paraId="5A1C9C4D" w14:textId="77777777" w:rsidR="00DB46A8" w:rsidRPr="00985C3C" w:rsidRDefault="00DB46A8" w:rsidP="002870A8">
            <w:pPr>
              <w:pStyle w:val="BodyText"/>
              <w:rPr>
                <w:rFonts w:ascii="Arial" w:hAnsi="Arial" w:cs="Arial"/>
              </w:rPr>
            </w:pPr>
          </w:p>
        </w:tc>
      </w:tr>
    </w:tbl>
    <w:p w14:paraId="18BAE85E" w14:textId="77777777" w:rsidR="00985C3C" w:rsidRPr="00985C3C" w:rsidRDefault="00985C3C">
      <w:pPr>
        <w:rPr>
          <w:rFonts w:ascii="Arial" w:hAnsi="Arial" w:cs="Arial"/>
        </w:rPr>
      </w:pPr>
    </w:p>
    <w:p w14:paraId="30AA5478" w14:textId="55712B79" w:rsidR="00985C3C" w:rsidRPr="00985C3C" w:rsidRDefault="00985C3C">
      <w:pPr>
        <w:rPr>
          <w:rFonts w:ascii="Arial" w:hAnsi="Arial" w:cs="Arial"/>
        </w:rPr>
      </w:pPr>
    </w:p>
    <w:p w14:paraId="4FD36C1F" w14:textId="77777777" w:rsidR="00985C3C" w:rsidRPr="00985C3C" w:rsidRDefault="00985C3C">
      <w:pPr>
        <w:rPr>
          <w:rFonts w:ascii="Arial" w:hAnsi="Arial" w:cs="Arial"/>
        </w:rPr>
      </w:pPr>
    </w:p>
    <w:p w14:paraId="7CE7B57B" w14:textId="77777777" w:rsidR="00985C3C" w:rsidRPr="00985C3C" w:rsidRDefault="00985C3C">
      <w:pPr>
        <w:rPr>
          <w:rFonts w:ascii="Arial" w:hAnsi="Arial" w:cs="Arial"/>
        </w:rPr>
      </w:pPr>
    </w:p>
    <w:p w14:paraId="602A26D1"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3AD1885" w14:textId="77989520" w:rsidTr="00145E9A">
        <w:trPr>
          <w:trHeight w:hRule="exact" w:val="170"/>
        </w:trPr>
        <w:tc>
          <w:tcPr>
            <w:tcW w:w="1401" w:type="dxa"/>
            <w:gridSpan w:val="3"/>
            <w:shd w:val="clear" w:color="auto" w:fill="F1F7FA"/>
          </w:tcPr>
          <w:p w14:paraId="677585E1" w14:textId="557CD2A8" w:rsidR="00DB46A8" w:rsidRPr="00985C3C" w:rsidRDefault="00DB46A8" w:rsidP="002870A8">
            <w:pPr>
              <w:keepNext/>
              <w:rPr>
                <w:rFonts w:ascii="Arial" w:hAnsi="Arial" w:cs="Arial"/>
                <w:sz w:val="4"/>
                <w:szCs w:val="4"/>
              </w:rPr>
            </w:pPr>
          </w:p>
        </w:tc>
        <w:tc>
          <w:tcPr>
            <w:tcW w:w="6821" w:type="dxa"/>
            <w:shd w:val="clear" w:color="auto" w:fill="F1F7FA"/>
            <w:vAlign w:val="center"/>
          </w:tcPr>
          <w:p w14:paraId="229E0832" w14:textId="77777777" w:rsidR="00DB46A8" w:rsidRPr="00985C3C" w:rsidRDefault="00DB46A8" w:rsidP="002870A8">
            <w:pPr>
              <w:keepNext/>
              <w:rPr>
                <w:rFonts w:ascii="Arial" w:hAnsi="Arial" w:cs="Arial"/>
                <w:sz w:val="4"/>
                <w:szCs w:val="4"/>
              </w:rPr>
            </w:pPr>
          </w:p>
        </w:tc>
        <w:tc>
          <w:tcPr>
            <w:tcW w:w="1134" w:type="dxa"/>
            <w:shd w:val="clear" w:color="auto" w:fill="F1F7FA"/>
          </w:tcPr>
          <w:p w14:paraId="339DDD51" w14:textId="77777777" w:rsidR="00DB46A8" w:rsidRPr="00985C3C" w:rsidRDefault="00DB46A8" w:rsidP="002870A8">
            <w:pPr>
              <w:keepNext/>
              <w:rPr>
                <w:rFonts w:ascii="Arial" w:hAnsi="Arial" w:cs="Arial"/>
                <w:sz w:val="4"/>
                <w:szCs w:val="4"/>
              </w:rPr>
            </w:pPr>
          </w:p>
        </w:tc>
      </w:tr>
      <w:tr w:rsidR="00DB46A8" w:rsidRPr="00985C3C" w14:paraId="56EB363C" w14:textId="314FA1C5" w:rsidTr="00145E9A">
        <w:trPr>
          <w:trHeight w:val="392"/>
        </w:trPr>
        <w:tc>
          <w:tcPr>
            <w:tcW w:w="345" w:type="dxa"/>
            <w:shd w:val="clear" w:color="auto" w:fill="F1F7FA"/>
          </w:tcPr>
          <w:p w14:paraId="42925C3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3E78E49" w14:textId="77777777" w:rsidR="00DB46A8" w:rsidRPr="00985C3C" w:rsidRDefault="00DB46A8" w:rsidP="002870A8">
            <w:pPr>
              <w:pStyle w:val="Question"/>
              <w:keepNext/>
              <w:rPr>
                <w:rFonts w:ascii="Arial" w:hAnsi="Arial" w:cs="Arial"/>
                <w:b/>
              </w:rPr>
            </w:pPr>
            <w:r w:rsidRPr="00985C3C">
              <w:rPr>
                <w:rFonts w:ascii="Arial" w:hAnsi="Arial" w:cs="Arial"/>
                <w:b/>
              </w:rPr>
              <w:t>Q41</w:t>
            </w:r>
          </w:p>
        </w:tc>
        <w:tc>
          <w:tcPr>
            <w:tcW w:w="281" w:type="dxa"/>
            <w:shd w:val="clear" w:color="auto" w:fill="F1F7FA"/>
          </w:tcPr>
          <w:p w14:paraId="654A28C3" w14:textId="77777777" w:rsidR="00DB46A8" w:rsidRPr="00985C3C" w:rsidRDefault="00DB46A8" w:rsidP="002870A8">
            <w:pPr>
              <w:keepNext/>
              <w:rPr>
                <w:rFonts w:ascii="Arial" w:hAnsi="Arial" w:cs="Arial"/>
              </w:rPr>
            </w:pPr>
          </w:p>
        </w:tc>
        <w:tc>
          <w:tcPr>
            <w:tcW w:w="6821" w:type="dxa"/>
            <w:vMerge w:val="restart"/>
            <w:shd w:val="clear" w:color="auto" w:fill="F1F7FA"/>
          </w:tcPr>
          <w:p w14:paraId="690A9B0D"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might Baumol’s cost disease or Bowen’s law (discussion of which tends to focus on providers like universities) apply in other parts of the tertiary education system? </w:t>
            </w:r>
          </w:p>
        </w:tc>
        <w:tc>
          <w:tcPr>
            <w:tcW w:w="1134" w:type="dxa"/>
            <w:shd w:val="clear" w:color="auto" w:fill="F1F7FA"/>
          </w:tcPr>
          <w:p w14:paraId="56FDCE65" w14:textId="75FE2F0A"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64</w:t>
            </w:r>
          </w:p>
        </w:tc>
      </w:tr>
      <w:tr w:rsidR="00DB46A8" w:rsidRPr="00985C3C" w14:paraId="441CCD99" w14:textId="7E4D33B6" w:rsidTr="00145E9A">
        <w:trPr>
          <w:trHeight w:val="120"/>
        </w:trPr>
        <w:tc>
          <w:tcPr>
            <w:tcW w:w="1401" w:type="dxa"/>
            <w:gridSpan w:val="3"/>
            <w:shd w:val="clear" w:color="auto" w:fill="F1F7FA"/>
          </w:tcPr>
          <w:p w14:paraId="188C86F2" w14:textId="77777777" w:rsidR="00DB46A8" w:rsidRPr="00985C3C" w:rsidRDefault="00DB46A8" w:rsidP="002870A8">
            <w:pPr>
              <w:rPr>
                <w:rFonts w:ascii="Arial" w:hAnsi="Arial" w:cs="Arial"/>
                <w:sz w:val="4"/>
                <w:szCs w:val="4"/>
              </w:rPr>
            </w:pPr>
          </w:p>
        </w:tc>
        <w:tc>
          <w:tcPr>
            <w:tcW w:w="6821" w:type="dxa"/>
            <w:vMerge/>
            <w:shd w:val="clear" w:color="auto" w:fill="F1F7FA"/>
          </w:tcPr>
          <w:p w14:paraId="6221C203" w14:textId="77777777" w:rsidR="00DB46A8" w:rsidRPr="00985C3C" w:rsidRDefault="00DB46A8" w:rsidP="002870A8">
            <w:pPr>
              <w:pStyle w:val="BodyText"/>
              <w:rPr>
                <w:rFonts w:ascii="Arial" w:hAnsi="Arial" w:cs="Arial"/>
              </w:rPr>
            </w:pPr>
          </w:p>
        </w:tc>
        <w:tc>
          <w:tcPr>
            <w:tcW w:w="1134" w:type="dxa"/>
            <w:shd w:val="clear" w:color="auto" w:fill="F1F7FA"/>
          </w:tcPr>
          <w:p w14:paraId="72C5C5AD" w14:textId="77777777" w:rsidR="00DB46A8" w:rsidRPr="00985C3C" w:rsidRDefault="00DB46A8" w:rsidP="002870A8">
            <w:pPr>
              <w:pStyle w:val="BodyText"/>
              <w:rPr>
                <w:rFonts w:ascii="Arial" w:hAnsi="Arial" w:cs="Arial"/>
              </w:rPr>
            </w:pPr>
          </w:p>
        </w:tc>
      </w:tr>
    </w:tbl>
    <w:p w14:paraId="6FDF5690" w14:textId="77777777" w:rsidR="00985C3C" w:rsidRPr="00985C3C" w:rsidRDefault="00985C3C">
      <w:pPr>
        <w:rPr>
          <w:rFonts w:ascii="Arial" w:hAnsi="Arial" w:cs="Arial"/>
        </w:rPr>
      </w:pPr>
    </w:p>
    <w:p w14:paraId="187B78CE" w14:textId="6608B8BD" w:rsidR="00985C3C" w:rsidRPr="00985C3C" w:rsidRDefault="00985C3C">
      <w:pPr>
        <w:rPr>
          <w:rFonts w:ascii="Arial" w:hAnsi="Arial" w:cs="Arial"/>
        </w:rPr>
      </w:pPr>
    </w:p>
    <w:p w14:paraId="4C2018EF" w14:textId="77777777" w:rsidR="00985C3C" w:rsidRPr="00985C3C" w:rsidRDefault="00985C3C">
      <w:pPr>
        <w:rPr>
          <w:rFonts w:ascii="Arial" w:hAnsi="Arial" w:cs="Arial"/>
        </w:rPr>
      </w:pPr>
    </w:p>
    <w:p w14:paraId="06697014" w14:textId="77777777" w:rsidR="00985C3C" w:rsidRPr="00985C3C" w:rsidRDefault="00985C3C">
      <w:pPr>
        <w:rPr>
          <w:rFonts w:ascii="Arial" w:hAnsi="Arial" w:cs="Arial"/>
        </w:rPr>
      </w:pPr>
    </w:p>
    <w:p w14:paraId="15FD6E4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9D8F04B" w14:textId="4CE9A348" w:rsidTr="00145E9A">
        <w:trPr>
          <w:trHeight w:hRule="exact" w:val="170"/>
        </w:trPr>
        <w:tc>
          <w:tcPr>
            <w:tcW w:w="1401" w:type="dxa"/>
            <w:gridSpan w:val="3"/>
            <w:shd w:val="clear" w:color="auto" w:fill="F1F7FA"/>
          </w:tcPr>
          <w:p w14:paraId="20083EA0" w14:textId="5363031E" w:rsidR="00DB46A8" w:rsidRPr="00985C3C" w:rsidRDefault="00DB46A8" w:rsidP="002870A8">
            <w:pPr>
              <w:keepNext/>
              <w:rPr>
                <w:rFonts w:ascii="Arial" w:hAnsi="Arial" w:cs="Arial"/>
                <w:sz w:val="4"/>
                <w:szCs w:val="4"/>
              </w:rPr>
            </w:pPr>
          </w:p>
        </w:tc>
        <w:tc>
          <w:tcPr>
            <w:tcW w:w="6821" w:type="dxa"/>
            <w:shd w:val="clear" w:color="auto" w:fill="F1F7FA"/>
            <w:vAlign w:val="center"/>
          </w:tcPr>
          <w:p w14:paraId="77574402" w14:textId="77777777" w:rsidR="00DB46A8" w:rsidRPr="00985C3C" w:rsidRDefault="00DB46A8" w:rsidP="002870A8">
            <w:pPr>
              <w:keepNext/>
              <w:rPr>
                <w:rFonts w:ascii="Arial" w:hAnsi="Arial" w:cs="Arial"/>
                <w:sz w:val="4"/>
                <w:szCs w:val="4"/>
              </w:rPr>
            </w:pPr>
          </w:p>
        </w:tc>
        <w:tc>
          <w:tcPr>
            <w:tcW w:w="1134" w:type="dxa"/>
            <w:shd w:val="clear" w:color="auto" w:fill="F1F7FA"/>
          </w:tcPr>
          <w:p w14:paraId="3A29D71A" w14:textId="77777777" w:rsidR="00DB46A8" w:rsidRPr="00985C3C" w:rsidRDefault="00DB46A8" w:rsidP="002870A8">
            <w:pPr>
              <w:keepNext/>
              <w:rPr>
                <w:rFonts w:ascii="Arial" w:hAnsi="Arial" w:cs="Arial"/>
                <w:sz w:val="4"/>
                <w:szCs w:val="4"/>
              </w:rPr>
            </w:pPr>
          </w:p>
        </w:tc>
      </w:tr>
      <w:tr w:rsidR="00DB46A8" w:rsidRPr="00985C3C" w14:paraId="05A76BA2" w14:textId="74C2701C" w:rsidTr="00145E9A">
        <w:trPr>
          <w:trHeight w:val="392"/>
        </w:trPr>
        <w:tc>
          <w:tcPr>
            <w:tcW w:w="345" w:type="dxa"/>
            <w:shd w:val="clear" w:color="auto" w:fill="F1F7FA"/>
          </w:tcPr>
          <w:p w14:paraId="428758EB"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D6B09E2" w14:textId="77777777" w:rsidR="00DB46A8" w:rsidRPr="00985C3C" w:rsidRDefault="00DB46A8" w:rsidP="002870A8">
            <w:pPr>
              <w:pStyle w:val="Question"/>
              <w:keepNext/>
              <w:rPr>
                <w:rFonts w:ascii="Arial" w:hAnsi="Arial" w:cs="Arial"/>
                <w:b/>
              </w:rPr>
            </w:pPr>
            <w:r w:rsidRPr="00985C3C">
              <w:rPr>
                <w:rFonts w:ascii="Arial" w:hAnsi="Arial" w:cs="Arial"/>
                <w:b/>
              </w:rPr>
              <w:t>Q42</w:t>
            </w:r>
          </w:p>
        </w:tc>
        <w:tc>
          <w:tcPr>
            <w:tcW w:w="281" w:type="dxa"/>
            <w:shd w:val="clear" w:color="auto" w:fill="F1F7FA"/>
          </w:tcPr>
          <w:p w14:paraId="6E670D1F" w14:textId="77777777" w:rsidR="00DB46A8" w:rsidRPr="00985C3C" w:rsidRDefault="00DB46A8" w:rsidP="002870A8">
            <w:pPr>
              <w:keepNext/>
              <w:rPr>
                <w:rFonts w:ascii="Arial" w:hAnsi="Arial" w:cs="Arial"/>
              </w:rPr>
            </w:pPr>
          </w:p>
        </w:tc>
        <w:tc>
          <w:tcPr>
            <w:tcW w:w="6821" w:type="dxa"/>
            <w:vMerge w:val="restart"/>
            <w:shd w:val="clear" w:color="auto" w:fill="F1F7FA"/>
          </w:tcPr>
          <w:p w14:paraId="026F5F4B"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specific technologies should the inquiry investigate? Why? </w:t>
            </w:r>
          </w:p>
        </w:tc>
        <w:tc>
          <w:tcPr>
            <w:tcW w:w="1134" w:type="dxa"/>
            <w:shd w:val="clear" w:color="auto" w:fill="F1F7FA"/>
          </w:tcPr>
          <w:p w14:paraId="6253D290" w14:textId="1204F1A8"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67</w:t>
            </w:r>
          </w:p>
        </w:tc>
      </w:tr>
      <w:tr w:rsidR="00DB46A8" w:rsidRPr="00985C3C" w14:paraId="71964CA1" w14:textId="27E58CB1" w:rsidTr="00145E9A">
        <w:trPr>
          <w:trHeight w:val="120"/>
        </w:trPr>
        <w:tc>
          <w:tcPr>
            <w:tcW w:w="1401" w:type="dxa"/>
            <w:gridSpan w:val="3"/>
            <w:shd w:val="clear" w:color="auto" w:fill="F1F7FA"/>
          </w:tcPr>
          <w:p w14:paraId="02D8DFDA" w14:textId="77777777" w:rsidR="00DB46A8" w:rsidRPr="00985C3C" w:rsidRDefault="00DB46A8" w:rsidP="002870A8">
            <w:pPr>
              <w:rPr>
                <w:rFonts w:ascii="Arial" w:hAnsi="Arial" w:cs="Arial"/>
                <w:sz w:val="4"/>
                <w:szCs w:val="4"/>
              </w:rPr>
            </w:pPr>
          </w:p>
        </w:tc>
        <w:tc>
          <w:tcPr>
            <w:tcW w:w="6821" w:type="dxa"/>
            <w:vMerge/>
            <w:shd w:val="clear" w:color="auto" w:fill="F1F7FA"/>
          </w:tcPr>
          <w:p w14:paraId="551068EE" w14:textId="77777777" w:rsidR="00DB46A8" w:rsidRPr="00985C3C" w:rsidRDefault="00DB46A8" w:rsidP="002870A8">
            <w:pPr>
              <w:pStyle w:val="BodyText"/>
              <w:rPr>
                <w:rFonts w:ascii="Arial" w:hAnsi="Arial" w:cs="Arial"/>
              </w:rPr>
            </w:pPr>
          </w:p>
        </w:tc>
        <w:tc>
          <w:tcPr>
            <w:tcW w:w="1134" w:type="dxa"/>
            <w:shd w:val="clear" w:color="auto" w:fill="F1F7FA"/>
          </w:tcPr>
          <w:p w14:paraId="2C533C37" w14:textId="77777777" w:rsidR="00DB46A8" w:rsidRPr="00985C3C" w:rsidRDefault="00DB46A8" w:rsidP="002870A8">
            <w:pPr>
              <w:pStyle w:val="BodyText"/>
              <w:rPr>
                <w:rFonts w:ascii="Arial" w:hAnsi="Arial" w:cs="Arial"/>
              </w:rPr>
            </w:pPr>
          </w:p>
        </w:tc>
      </w:tr>
    </w:tbl>
    <w:p w14:paraId="35B4CF14" w14:textId="77777777" w:rsidR="00985C3C" w:rsidRPr="00985C3C" w:rsidRDefault="00985C3C">
      <w:pPr>
        <w:rPr>
          <w:rFonts w:ascii="Arial" w:hAnsi="Arial" w:cs="Arial"/>
        </w:rPr>
      </w:pPr>
    </w:p>
    <w:p w14:paraId="1E831B7D" w14:textId="7478F9AC" w:rsidR="00985C3C" w:rsidRPr="00985C3C" w:rsidRDefault="00985C3C">
      <w:pPr>
        <w:rPr>
          <w:rFonts w:ascii="Arial" w:hAnsi="Arial" w:cs="Arial"/>
        </w:rPr>
      </w:pPr>
    </w:p>
    <w:p w14:paraId="367C90C8" w14:textId="77777777" w:rsidR="00985C3C" w:rsidRPr="00985C3C" w:rsidRDefault="00985C3C">
      <w:pPr>
        <w:rPr>
          <w:rFonts w:ascii="Arial" w:hAnsi="Arial" w:cs="Arial"/>
        </w:rPr>
      </w:pPr>
    </w:p>
    <w:p w14:paraId="63CB0D37" w14:textId="77777777" w:rsidR="00985C3C" w:rsidRPr="00985C3C" w:rsidRDefault="00985C3C">
      <w:pPr>
        <w:rPr>
          <w:rFonts w:ascii="Arial" w:hAnsi="Arial" w:cs="Arial"/>
        </w:rPr>
      </w:pPr>
    </w:p>
    <w:p w14:paraId="7FC6D88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3D789A9" w14:textId="7FC1D881" w:rsidTr="00145E9A">
        <w:trPr>
          <w:trHeight w:hRule="exact" w:val="170"/>
        </w:trPr>
        <w:tc>
          <w:tcPr>
            <w:tcW w:w="1401" w:type="dxa"/>
            <w:gridSpan w:val="3"/>
            <w:shd w:val="clear" w:color="auto" w:fill="F1F7FA"/>
          </w:tcPr>
          <w:p w14:paraId="2E06A218" w14:textId="4722D646" w:rsidR="00DB46A8" w:rsidRPr="00985C3C" w:rsidRDefault="00DB46A8" w:rsidP="002870A8">
            <w:pPr>
              <w:keepNext/>
              <w:rPr>
                <w:rFonts w:ascii="Arial" w:hAnsi="Arial" w:cs="Arial"/>
                <w:sz w:val="4"/>
                <w:szCs w:val="4"/>
              </w:rPr>
            </w:pPr>
          </w:p>
        </w:tc>
        <w:tc>
          <w:tcPr>
            <w:tcW w:w="6821" w:type="dxa"/>
            <w:shd w:val="clear" w:color="auto" w:fill="F1F7FA"/>
            <w:vAlign w:val="center"/>
          </w:tcPr>
          <w:p w14:paraId="4F8531E2" w14:textId="77777777" w:rsidR="00DB46A8" w:rsidRPr="00985C3C" w:rsidRDefault="00DB46A8" w:rsidP="002870A8">
            <w:pPr>
              <w:keepNext/>
              <w:rPr>
                <w:rFonts w:ascii="Arial" w:hAnsi="Arial" w:cs="Arial"/>
                <w:sz w:val="4"/>
                <w:szCs w:val="4"/>
              </w:rPr>
            </w:pPr>
          </w:p>
        </w:tc>
        <w:tc>
          <w:tcPr>
            <w:tcW w:w="1134" w:type="dxa"/>
            <w:shd w:val="clear" w:color="auto" w:fill="F1F7FA"/>
          </w:tcPr>
          <w:p w14:paraId="4A9BBB75" w14:textId="77777777" w:rsidR="00DB46A8" w:rsidRPr="00985C3C" w:rsidRDefault="00DB46A8" w:rsidP="002870A8">
            <w:pPr>
              <w:keepNext/>
              <w:rPr>
                <w:rFonts w:ascii="Arial" w:hAnsi="Arial" w:cs="Arial"/>
                <w:sz w:val="4"/>
                <w:szCs w:val="4"/>
              </w:rPr>
            </w:pPr>
          </w:p>
        </w:tc>
      </w:tr>
      <w:tr w:rsidR="00DB46A8" w:rsidRPr="00985C3C" w14:paraId="4F7B7B39" w14:textId="4D62E548" w:rsidTr="00145E9A">
        <w:trPr>
          <w:trHeight w:val="392"/>
        </w:trPr>
        <w:tc>
          <w:tcPr>
            <w:tcW w:w="345" w:type="dxa"/>
            <w:shd w:val="clear" w:color="auto" w:fill="F1F7FA"/>
          </w:tcPr>
          <w:p w14:paraId="3EC8FB1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F54EA35" w14:textId="77777777" w:rsidR="00DB46A8" w:rsidRPr="00985C3C" w:rsidRDefault="00DB46A8" w:rsidP="002870A8">
            <w:pPr>
              <w:pStyle w:val="Question"/>
              <w:keepNext/>
              <w:rPr>
                <w:rFonts w:ascii="Arial" w:hAnsi="Arial" w:cs="Arial"/>
                <w:b/>
              </w:rPr>
            </w:pPr>
            <w:r w:rsidRPr="00985C3C">
              <w:rPr>
                <w:rFonts w:ascii="Arial" w:hAnsi="Arial" w:cs="Arial"/>
                <w:b/>
              </w:rPr>
              <w:t>Q43</w:t>
            </w:r>
          </w:p>
        </w:tc>
        <w:tc>
          <w:tcPr>
            <w:tcW w:w="281" w:type="dxa"/>
            <w:shd w:val="clear" w:color="auto" w:fill="F1F7FA"/>
          </w:tcPr>
          <w:p w14:paraId="37A9D915" w14:textId="77777777" w:rsidR="00DB46A8" w:rsidRPr="00985C3C" w:rsidRDefault="00DB46A8" w:rsidP="002870A8">
            <w:pPr>
              <w:keepNext/>
              <w:rPr>
                <w:rFonts w:ascii="Arial" w:hAnsi="Arial" w:cs="Arial"/>
              </w:rPr>
            </w:pPr>
          </w:p>
        </w:tc>
        <w:tc>
          <w:tcPr>
            <w:tcW w:w="6821" w:type="dxa"/>
            <w:vMerge w:val="restart"/>
            <w:shd w:val="clear" w:color="auto" w:fill="F1F7FA"/>
          </w:tcPr>
          <w:p w14:paraId="09F9CEB4"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parts of the tertiary education system are challenged by ongoing technological change? What parts can exploit the opportunities created?</w:t>
            </w:r>
          </w:p>
        </w:tc>
        <w:tc>
          <w:tcPr>
            <w:tcW w:w="1134" w:type="dxa"/>
            <w:shd w:val="clear" w:color="auto" w:fill="F1F7FA"/>
          </w:tcPr>
          <w:p w14:paraId="6602DCDC" w14:textId="1B82F9B4"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67</w:t>
            </w:r>
          </w:p>
        </w:tc>
      </w:tr>
      <w:tr w:rsidR="00DB46A8" w:rsidRPr="00985C3C" w14:paraId="56664541" w14:textId="671C81DE" w:rsidTr="00145E9A">
        <w:trPr>
          <w:trHeight w:val="120"/>
        </w:trPr>
        <w:tc>
          <w:tcPr>
            <w:tcW w:w="1401" w:type="dxa"/>
            <w:gridSpan w:val="3"/>
            <w:shd w:val="clear" w:color="auto" w:fill="F1F7FA"/>
          </w:tcPr>
          <w:p w14:paraId="4F331D83" w14:textId="77777777" w:rsidR="00DB46A8" w:rsidRPr="00985C3C" w:rsidRDefault="00DB46A8" w:rsidP="002870A8">
            <w:pPr>
              <w:rPr>
                <w:rFonts w:ascii="Arial" w:hAnsi="Arial" w:cs="Arial"/>
                <w:sz w:val="4"/>
                <w:szCs w:val="4"/>
              </w:rPr>
            </w:pPr>
          </w:p>
        </w:tc>
        <w:tc>
          <w:tcPr>
            <w:tcW w:w="6821" w:type="dxa"/>
            <w:vMerge/>
            <w:shd w:val="clear" w:color="auto" w:fill="F1F7FA"/>
          </w:tcPr>
          <w:p w14:paraId="77000254" w14:textId="77777777" w:rsidR="00DB46A8" w:rsidRPr="00985C3C" w:rsidRDefault="00DB46A8" w:rsidP="002870A8">
            <w:pPr>
              <w:pStyle w:val="BodyText"/>
              <w:rPr>
                <w:rFonts w:ascii="Arial" w:hAnsi="Arial" w:cs="Arial"/>
              </w:rPr>
            </w:pPr>
          </w:p>
        </w:tc>
        <w:tc>
          <w:tcPr>
            <w:tcW w:w="1134" w:type="dxa"/>
            <w:shd w:val="clear" w:color="auto" w:fill="F1F7FA"/>
          </w:tcPr>
          <w:p w14:paraId="4BAF21A0" w14:textId="77777777" w:rsidR="00DB46A8" w:rsidRPr="00985C3C" w:rsidRDefault="00DB46A8" w:rsidP="002870A8">
            <w:pPr>
              <w:pStyle w:val="BodyText"/>
              <w:rPr>
                <w:rFonts w:ascii="Arial" w:hAnsi="Arial" w:cs="Arial"/>
              </w:rPr>
            </w:pPr>
          </w:p>
        </w:tc>
      </w:tr>
    </w:tbl>
    <w:p w14:paraId="395054F1" w14:textId="77777777" w:rsidR="00985C3C" w:rsidRPr="00985C3C" w:rsidRDefault="00985C3C">
      <w:pPr>
        <w:rPr>
          <w:rFonts w:ascii="Arial" w:hAnsi="Arial" w:cs="Arial"/>
        </w:rPr>
      </w:pPr>
    </w:p>
    <w:p w14:paraId="40E0AF34" w14:textId="59D77013" w:rsidR="00985C3C" w:rsidRPr="00985C3C" w:rsidRDefault="00985C3C">
      <w:pPr>
        <w:rPr>
          <w:rFonts w:ascii="Arial" w:hAnsi="Arial" w:cs="Arial"/>
        </w:rPr>
      </w:pPr>
    </w:p>
    <w:p w14:paraId="0A6DECA5" w14:textId="77777777" w:rsidR="00985C3C" w:rsidRPr="00985C3C" w:rsidRDefault="00985C3C">
      <w:pPr>
        <w:rPr>
          <w:rFonts w:ascii="Arial" w:hAnsi="Arial" w:cs="Arial"/>
        </w:rPr>
      </w:pPr>
    </w:p>
    <w:p w14:paraId="361C2692" w14:textId="77777777" w:rsidR="00985C3C" w:rsidRPr="00985C3C" w:rsidRDefault="00985C3C">
      <w:pPr>
        <w:rPr>
          <w:rFonts w:ascii="Arial" w:hAnsi="Arial" w:cs="Arial"/>
        </w:rPr>
      </w:pPr>
    </w:p>
    <w:p w14:paraId="4BAB9148" w14:textId="77777777" w:rsidR="00985C3C" w:rsidRDefault="00985C3C">
      <w:pPr>
        <w:rPr>
          <w:rFonts w:ascii="Arial" w:hAnsi="Arial" w:cs="Arial"/>
        </w:rPr>
      </w:pPr>
    </w:p>
    <w:p w14:paraId="74FB0995" w14:textId="77777777" w:rsidR="00985C3C" w:rsidRPr="00985C3C" w:rsidRDefault="00985C3C">
      <w:pPr>
        <w:rPr>
          <w:rFonts w:ascii="Arial" w:hAnsi="Arial" w:cs="Arial"/>
        </w:rPr>
      </w:pPr>
    </w:p>
    <w:p w14:paraId="4CC15200" w14:textId="77777777" w:rsidR="00985C3C" w:rsidRPr="00985C3C" w:rsidRDefault="00985C3C">
      <w:pPr>
        <w:rPr>
          <w:rFonts w:ascii="Arial" w:hAnsi="Arial" w:cs="Arial"/>
        </w:rPr>
      </w:pPr>
    </w:p>
    <w:p w14:paraId="71008474"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00D573F5" w14:textId="37D44440" w:rsidTr="00145E9A">
        <w:trPr>
          <w:trHeight w:hRule="exact" w:val="170"/>
        </w:trPr>
        <w:tc>
          <w:tcPr>
            <w:tcW w:w="1401" w:type="dxa"/>
            <w:gridSpan w:val="3"/>
            <w:shd w:val="clear" w:color="auto" w:fill="F1F7FA"/>
          </w:tcPr>
          <w:p w14:paraId="2C7BA874" w14:textId="62611147" w:rsidR="00DB46A8" w:rsidRPr="00985C3C" w:rsidRDefault="00DB46A8" w:rsidP="002870A8">
            <w:pPr>
              <w:keepNext/>
              <w:rPr>
                <w:rFonts w:ascii="Arial" w:hAnsi="Arial" w:cs="Arial"/>
                <w:sz w:val="4"/>
                <w:szCs w:val="4"/>
              </w:rPr>
            </w:pPr>
          </w:p>
        </w:tc>
        <w:tc>
          <w:tcPr>
            <w:tcW w:w="6821" w:type="dxa"/>
            <w:shd w:val="clear" w:color="auto" w:fill="F1F7FA"/>
            <w:vAlign w:val="center"/>
          </w:tcPr>
          <w:p w14:paraId="1EFA3BD1" w14:textId="77777777" w:rsidR="00DB46A8" w:rsidRPr="00985C3C" w:rsidRDefault="00DB46A8" w:rsidP="002870A8">
            <w:pPr>
              <w:keepNext/>
              <w:rPr>
                <w:rFonts w:ascii="Arial" w:hAnsi="Arial" w:cs="Arial"/>
                <w:sz w:val="4"/>
                <w:szCs w:val="4"/>
              </w:rPr>
            </w:pPr>
          </w:p>
        </w:tc>
        <w:tc>
          <w:tcPr>
            <w:tcW w:w="1134" w:type="dxa"/>
            <w:shd w:val="clear" w:color="auto" w:fill="F1F7FA"/>
          </w:tcPr>
          <w:p w14:paraId="654B2191" w14:textId="77777777" w:rsidR="00DB46A8" w:rsidRPr="00985C3C" w:rsidRDefault="00DB46A8" w:rsidP="002870A8">
            <w:pPr>
              <w:keepNext/>
              <w:rPr>
                <w:rFonts w:ascii="Arial" w:hAnsi="Arial" w:cs="Arial"/>
                <w:sz w:val="4"/>
                <w:szCs w:val="4"/>
              </w:rPr>
            </w:pPr>
          </w:p>
        </w:tc>
      </w:tr>
      <w:tr w:rsidR="00DB46A8" w:rsidRPr="00985C3C" w14:paraId="1647D935" w14:textId="10913386" w:rsidTr="00145E9A">
        <w:trPr>
          <w:trHeight w:val="392"/>
        </w:trPr>
        <w:tc>
          <w:tcPr>
            <w:tcW w:w="345" w:type="dxa"/>
            <w:shd w:val="clear" w:color="auto" w:fill="F1F7FA"/>
          </w:tcPr>
          <w:p w14:paraId="17CE25DE"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A8F8167" w14:textId="77777777" w:rsidR="00DB46A8" w:rsidRPr="00985C3C" w:rsidRDefault="00DB46A8" w:rsidP="002870A8">
            <w:pPr>
              <w:pStyle w:val="Question"/>
              <w:keepNext/>
              <w:rPr>
                <w:rFonts w:ascii="Arial" w:hAnsi="Arial" w:cs="Arial"/>
                <w:b/>
              </w:rPr>
            </w:pPr>
            <w:r w:rsidRPr="00985C3C">
              <w:rPr>
                <w:rFonts w:ascii="Arial" w:hAnsi="Arial" w:cs="Arial"/>
                <w:b/>
              </w:rPr>
              <w:t>Q44</w:t>
            </w:r>
          </w:p>
        </w:tc>
        <w:tc>
          <w:tcPr>
            <w:tcW w:w="281" w:type="dxa"/>
            <w:shd w:val="clear" w:color="auto" w:fill="F1F7FA"/>
          </w:tcPr>
          <w:p w14:paraId="4E6423E5" w14:textId="77777777" w:rsidR="00DB46A8" w:rsidRPr="00985C3C" w:rsidRDefault="00DB46A8" w:rsidP="002870A8">
            <w:pPr>
              <w:keepNext/>
              <w:rPr>
                <w:rFonts w:ascii="Arial" w:hAnsi="Arial" w:cs="Arial"/>
              </w:rPr>
            </w:pPr>
          </w:p>
        </w:tc>
        <w:tc>
          <w:tcPr>
            <w:tcW w:w="6821" w:type="dxa"/>
            <w:vMerge w:val="restart"/>
            <w:shd w:val="clear" w:color="auto" w:fill="F1F7FA"/>
          </w:tcPr>
          <w:p w14:paraId="72C1F7A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has internationalisation affected New Zealand’s tertiary education system? What are the ongoing challenges and opportunities from internationalisation of the tertiary education system?</w:t>
            </w:r>
          </w:p>
        </w:tc>
        <w:tc>
          <w:tcPr>
            <w:tcW w:w="1134" w:type="dxa"/>
            <w:shd w:val="clear" w:color="auto" w:fill="F1F7FA"/>
          </w:tcPr>
          <w:p w14:paraId="2D724D22" w14:textId="22F04C3B"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71</w:t>
            </w:r>
          </w:p>
        </w:tc>
      </w:tr>
      <w:tr w:rsidR="00DB46A8" w:rsidRPr="00985C3C" w14:paraId="41689AC2" w14:textId="4C2B91E8" w:rsidTr="00145E9A">
        <w:trPr>
          <w:trHeight w:val="120"/>
        </w:trPr>
        <w:tc>
          <w:tcPr>
            <w:tcW w:w="1401" w:type="dxa"/>
            <w:gridSpan w:val="3"/>
            <w:shd w:val="clear" w:color="auto" w:fill="F1F7FA"/>
          </w:tcPr>
          <w:p w14:paraId="5D6477A1" w14:textId="77777777" w:rsidR="00DB46A8" w:rsidRPr="00985C3C" w:rsidRDefault="00DB46A8" w:rsidP="002870A8">
            <w:pPr>
              <w:rPr>
                <w:rFonts w:ascii="Arial" w:hAnsi="Arial" w:cs="Arial"/>
                <w:sz w:val="4"/>
                <w:szCs w:val="4"/>
              </w:rPr>
            </w:pPr>
          </w:p>
        </w:tc>
        <w:tc>
          <w:tcPr>
            <w:tcW w:w="6821" w:type="dxa"/>
            <w:vMerge/>
            <w:shd w:val="clear" w:color="auto" w:fill="F1F7FA"/>
          </w:tcPr>
          <w:p w14:paraId="724E5039" w14:textId="77777777" w:rsidR="00DB46A8" w:rsidRPr="00985C3C" w:rsidRDefault="00DB46A8" w:rsidP="002870A8">
            <w:pPr>
              <w:pStyle w:val="BodyText"/>
              <w:rPr>
                <w:rFonts w:ascii="Arial" w:hAnsi="Arial" w:cs="Arial"/>
              </w:rPr>
            </w:pPr>
          </w:p>
        </w:tc>
        <w:tc>
          <w:tcPr>
            <w:tcW w:w="1134" w:type="dxa"/>
            <w:shd w:val="clear" w:color="auto" w:fill="F1F7FA"/>
          </w:tcPr>
          <w:p w14:paraId="3E894F64" w14:textId="77777777" w:rsidR="00DB46A8" w:rsidRPr="00985C3C" w:rsidRDefault="00DB46A8" w:rsidP="002870A8">
            <w:pPr>
              <w:pStyle w:val="BodyText"/>
              <w:rPr>
                <w:rFonts w:ascii="Arial" w:hAnsi="Arial" w:cs="Arial"/>
              </w:rPr>
            </w:pPr>
          </w:p>
        </w:tc>
      </w:tr>
    </w:tbl>
    <w:p w14:paraId="261C6795" w14:textId="77777777" w:rsidR="00985C3C" w:rsidRPr="00985C3C" w:rsidRDefault="00985C3C">
      <w:pPr>
        <w:rPr>
          <w:rFonts w:ascii="Arial" w:hAnsi="Arial" w:cs="Arial"/>
        </w:rPr>
      </w:pPr>
    </w:p>
    <w:p w14:paraId="2F00D00F" w14:textId="2ABE796D" w:rsidR="00985C3C" w:rsidRPr="00985C3C" w:rsidRDefault="00985C3C">
      <w:pPr>
        <w:rPr>
          <w:rFonts w:ascii="Arial" w:hAnsi="Arial" w:cs="Arial"/>
        </w:rPr>
      </w:pPr>
    </w:p>
    <w:p w14:paraId="3BE6590A" w14:textId="77777777" w:rsidR="00985C3C" w:rsidRPr="00985C3C" w:rsidRDefault="00985C3C">
      <w:pPr>
        <w:rPr>
          <w:rFonts w:ascii="Arial" w:hAnsi="Arial" w:cs="Arial"/>
        </w:rPr>
      </w:pPr>
    </w:p>
    <w:p w14:paraId="0EF2BB10" w14:textId="77777777" w:rsidR="00985C3C" w:rsidRPr="00985C3C" w:rsidRDefault="00985C3C">
      <w:pPr>
        <w:rPr>
          <w:rFonts w:ascii="Arial" w:hAnsi="Arial" w:cs="Arial"/>
        </w:rPr>
      </w:pPr>
    </w:p>
    <w:p w14:paraId="10FF13E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7F713A3" w14:textId="6C16C6C3" w:rsidTr="00145E9A">
        <w:trPr>
          <w:trHeight w:hRule="exact" w:val="170"/>
        </w:trPr>
        <w:tc>
          <w:tcPr>
            <w:tcW w:w="1401" w:type="dxa"/>
            <w:gridSpan w:val="3"/>
            <w:shd w:val="clear" w:color="auto" w:fill="F1F7FA"/>
          </w:tcPr>
          <w:p w14:paraId="6505EEA6" w14:textId="2867BE6B" w:rsidR="00DB46A8" w:rsidRPr="00985C3C" w:rsidRDefault="00DB46A8" w:rsidP="002870A8">
            <w:pPr>
              <w:keepNext/>
              <w:rPr>
                <w:rFonts w:ascii="Arial" w:hAnsi="Arial" w:cs="Arial"/>
                <w:sz w:val="4"/>
                <w:szCs w:val="4"/>
              </w:rPr>
            </w:pPr>
          </w:p>
        </w:tc>
        <w:tc>
          <w:tcPr>
            <w:tcW w:w="6821" w:type="dxa"/>
            <w:shd w:val="clear" w:color="auto" w:fill="F1F7FA"/>
            <w:vAlign w:val="center"/>
          </w:tcPr>
          <w:p w14:paraId="2FA13EE8" w14:textId="77777777" w:rsidR="00DB46A8" w:rsidRPr="00985C3C" w:rsidRDefault="00DB46A8" w:rsidP="002870A8">
            <w:pPr>
              <w:keepNext/>
              <w:rPr>
                <w:rFonts w:ascii="Arial" w:hAnsi="Arial" w:cs="Arial"/>
                <w:sz w:val="4"/>
                <w:szCs w:val="4"/>
              </w:rPr>
            </w:pPr>
          </w:p>
        </w:tc>
        <w:tc>
          <w:tcPr>
            <w:tcW w:w="1134" w:type="dxa"/>
            <w:shd w:val="clear" w:color="auto" w:fill="F1F7FA"/>
          </w:tcPr>
          <w:p w14:paraId="40D4100A" w14:textId="77777777" w:rsidR="00DB46A8" w:rsidRPr="00985C3C" w:rsidRDefault="00DB46A8" w:rsidP="002870A8">
            <w:pPr>
              <w:keepNext/>
              <w:rPr>
                <w:rFonts w:ascii="Arial" w:hAnsi="Arial" w:cs="Arial"/>
                <w:sz w:val="4"/>
                <w:szCs w:val="4"/>
              </w:rPr>
            </w:pPr>
          </w:p>
        </w:tc>
      </w:tr>
      <w:tr w:rsidR="00DB46A8" w:rsidRPr="00985C3C" w14:paraId="7FDFAA49" w14:textId="6CBB1BBA" w:rsidTr="00145E9A">
        <w:trPr>
          <w:trHeight w:val="392"/>
        </w:trPr>
        <w:tc>
          <w:tcPr>
            <w:tcW w:w="345" w:type="dxa"/>
            <w:shd w:val="clear" w:color="auto" w:fill="F1F7FA"/>
          </w:tcPr>
          <w:p w14:paraId="3CB9276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628CC45" w14:textId="77777777" w:rsidR="00DB46A8" w:rsidRPr="00985C3C" w:rsidRDefault="00DB46A8" w:rsidP="002870A8">
            <w:pPr>
              <w:pStyle w:val="Question"/>
              <w:keepNext/>
              <w:rPr>
                <w:rFonts w:ascii="Arial" w:hAnsi="Arial" w:cs="Arial"/>
                <w:b/>
              </w:rPr>
            </w:pPr>
            <w:r w:rsidRPr="00985C3C">
              <w:rPr>
                <w:rFonts w:ascii="Arial" w:hAnsi="Arial" w:cs="Arial"/>
                <w:b/>
              </w:rPr>
              <w:t>Q45</w:t>
            </w:r>
          </w:p>
        </w:tc>
        <w:tc>
          <w:tcPr>
            <w:tcW w:w="281" w:type="dxa"/>
            <w:shd w:val="clear" w:color="auto" w:fill="F1F7FA"/>
          </w:tcPr>
          <w:p w14:paraId="06313B9A" w14:textId="77777777" w:rsidR="00DB46A8" w:rsidRPr="00985C3C" w:rsidRDefault="00DB46A8" w:rsidP="002870A8">
            <w:pPr>
              <w:keepNext/>
              <w:rPr>
                <w:rFonts w:ascii="Arial" w:hAnsi="Arial" w:cs="Arial"/>
              </w:rPr>
            </w:pPr>
          </w:p>
        </w:tc>
        <w:tc>
          <w:tcPr>
            <w:tcW w:w="6821" w:type="dxa"/>
            <w:vMerge w:val="restart"/>
            <w:shd w:val="clear" w:color="auto" w:fill="F1F7FA"/>
          </w:tcPr>
          <w:p w14:paraId="29C82FD4"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Is the “New Zealand” brand an important part of international competition for students, staff, and education products and services? What should providers and government do to manage or enhance this brand?</w:t>
            </w:r>
          </w:p>
        </w:tc>
        <w:tc>
          <w:tcPr>
            <w:tcW w:w="1134" w:type="dxa"/>
            <w:shd w:val="clear" w:color="auto" w:fill="F1F7FA"/>
          </w:tcPr>
          <w:p w14:paraId="612394B2" w14:textId="1671B4F3"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71</w:t>
            </w:r>
          </w:p>
        </w:tc>
      </w:tr>
      <w:tr w:rsidR="00DB46A8" w:rsidRPr="00985C3C" w14:paraId="26E70845" w14:textId="6425B8CB" w:rsidTr="00145E9A">
        <w:trPr>
          <w:trHeight w:val="120"/>
        </w:trPr>
        <w:tc>
          <w:tcPr>
            <w:tcW w:w="1401" w:type="dxa"/>
            <w:gridSpan w:val="3"/>
            <w:shd w:val="clear" w:color="auto" w:fill="F1F7FA"/>
          </w:tcPr>
          <w:p w14:paraId="42949D4B" w14:textId="77777777" w:rsidR="00DB46A8" w:rsidRPr="00985C3C" w:rsidRDefault="00DB46A8" w:rsidP="002870A8">
            <w:pPr>
              <w:rPr>
                <w:rFonts w:ascii="Arial" w:hAnsi="Arial" w:cs="Arial"/>
                <w:sz w:val="4"/>
                <w:szCs w:val="4"/>
              </w:rPr>
            </w:pPr>
          </w:p>
        </w:tc>
        <w:tc>
          <w:tcPr>
            <w:tcW w:w="6821" w:type="dxa"/>
            <w:vMerge/>
            <w:shd w:val="clear" w:color="auto" w:fill="F1F7FA"/>
          </w:tcPr>
          <w:p w14:paraId="5A6319F1" w14:textId="77777777" w:rsidR="00DB46A8" w:rsidRPr="00985C3C" w:rsidRDefault="00DB46A8" w:rsidP="002870A8">
            <w:pPr>
              <w:pStyle w:val="BodyText"/>
              <w:rPr>
                <w:rFonts w:ascii="Arial" w:hAnsi="Arial" w:cs="Arial"/>
              </w:rPr>
            </w:pPr>
          </w:p>
        </w:tc>
        <w:tc>
          <w:tcPr>
            <w:tcW w:w="1134" w:type="dxa"/>
            <w:shd w:val="clear" w:color="auto" w:fill="F1F7FA"/>
          </w:tcPr>
          <w:p w14:paraId="162F3424" w14:textId="77777777" w:rsidR="00DB46A8" w:rsidRPr="00985C3C" w:rsidRDefault="00DB46A8" w:rsidP="002870A8">
            <w:pPr>
              <w:pStyle w:val="BodyText"/>
              <w:rPr>
                <w:rFonts w:ascii="Arial" w:hAnsi="Arial" w:cs="Arial"/>
              </w:rPr>
            </w:pPr>
          </w:p>
        </w:tc>
      </w:tr>
    </w:tbl>
    <w:p w14:paraId="64717770" w14:textId="77777777" w:rsidR="00985C3C" w:rsidRPr="00985C3C" w:rsidRDefault="00985C3C">
      <w:pPr>
        <w:rPr>
          <w:rFonts w:ascii="Arial" w:hAnsi="Arial" w:cs="Arial"/>
        </w:rPr>
      </w:pPr>
    </w:p>
    <w:p w14:paraId="3D70F195" w14:textId="6FFFE11F" w:rsidR="00985C3C" w:rsidRPr="00985C3C" w:rsidRDefault="00985C3C">
      <w:pPr>
        <w:rPr>
          <w:rFonts w:ascii="Arial" w:hAnsi="Arial" w:cs="Arial"/>
        </w:rPr>
      </w:pPr>
    </w:p>
    <w:p w14:paraId="24AB5C83" w14:textId="77777777" w:rsidR="00985C3C" w:rsidRPr="00985C3C" w:rsidRDefault="00985C3C">
      <w:pPr>
        <w:rPr>
          <w:rFonts w:ascii="Arial" w:hAnsi="Arial" w:cs="Arial"/>
        </w:rPr>
      </w:pPr>
    </w:p>
    <w:p w14:paraId="5D08CE07" w14:textId="77777777" w:rsidR="00985C3C" w:rsidRPr="00985C3C" w:rsidRDefault="00985C3C">
      <w:pPr>
        <w:rPr>
          <w:rFonts w:ascii="Arial" w:hAnsi="Arial" w:cs="Arial"/>
        </w:rPr>
      </w:pPr>
    </w:p>
    <w:p w14:paraId="35D4C47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B655E67" w14:textId="5F924C90" w:rsidTr="00145E9A">
        <w:trPr>
          <w:trHeight w:hRule="exact" w:val="170"/>
        </w:trPr>
        <w:tc>
          <w:tcPr>
            <w:tcW w:w="1401" w:type="dxa"/>
            <w:gridSpan w:val="3"/>
            <w:shd w:val="clear" w:color="auto" w:fill="F1F7FA"/>
          </w:tcPr>
          <w:p w14:paraId="0835111E" w14:textId="310F926B" w:rsidR="00DB46A8" w:rsidRPr="00985C3C" w:rsidRDefault="00DB46A8" w:rsidP="002870A8">
            <w:pPr>
              <w:keepNext/>
              <w:rPr>
                <w:rFonts w:ascii="Arial" w:hAnsi="Arial" w:cs="Arial"/>
                <w:sz w:val="4"/>
                <w:szCs w:val="4"/>
              </w:rPr>
            </w:pPr>
          </w:p>
        </w:tc>
        <w:tc>
          <w:tcPr>
            <w:tcW w:w="6821" w:type="dxa"/>
            <w:shd w:val="clear" w:color="auto" w:fill="F1F7FA"/>
            <w:vAlign w:val="center"/>
          </w:tcPr>
          <w:p w14:paraId="76DE5B66" w14:textId="77777777" w:rsidR="00DB46A8" w:rsidRPr="00985C3C" w:rsidRDefault="00DB46A8" w:rsidP="002870A8">
            <w:pPr>
              <w:keepNext/>
              <w:rPr>
                <w:rFonts w:ascii="Arial" w:hAnsi="Arial" w:cs="Arial"/>
                <w:sz w:val="4"/>
                <w:szCs w:val="4"/>
              </w:rPr>
            </w:pPr>
          </w:p>
        </w:tc>
        <w:tc>
          <w:tcPr>
            <w:tcW w:w="1134" w:type="dxa"/>
            <w:shd w:val="clear" w:color="auto" w:fill="F1F7FA"/>
          </w:tcPr>
          <w:p w14:paraId="0A900A3B" w14:textId="77777777" w:rsidR="00DB46A8" w:rsidRPr="00985C3C" w:rsidRDefault="00DB46A8" w:rsidP="002870A8">
            <w:pPr>
              <w:keepNext/>
              <w:rPr>
                <w:rFonts w:ascii="Arial" w:hAnsi="Arial" w:cs="Arial"/>
                <w:sz w:val="4"/>
                <w:szCs w:val="4"/>
              </w:rPr>
            </w:pPr>
          </w:p>
        </w:tc>
      </w:tr>
      <w:tr w:rsidR="00DB46A8" w:rsidRPr="00985C3C" w14:paraId="0D3D67CF" w14:textId="485D3690" w:rsidTr="00145E9A">
        <w:trPr>
          <w:trHeight w:val="392"/>
        </w:trPr>
        <w:tc>
          <w:tcPr>
            <w:tcW w:w="345" w:type="dxa"/>
            <w:shd w:val="clear" w:color="auto" w:fill="F1F7FA"/>
          </w:tcPr>
          <w:p w14:paraId="0AE3631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05E5D99" w14:textId="77777777" w:rsidR="00DB46A8" w:rsidRPr="00985C3C" w:rsidRDefault="00DB46A8" w:rsidP="002870A8">
            <w:pPr>
              <w:pStyle w:val="Question"/>
              <w:keepNext/>
              <w:rPr>
                <w:rFonts w:ascii="Arial" w:hAnsi="Arial" w:cs="Arial"/>
                <w:b/>
              </w:rPr>
            </w:pPr>
            <w:r w:rsidRPr="00985C3C">
              <w:rPr>
                <w:rFonts w:ascii="Arial" w:hAnsi="Arial" w:cs="Arial"/>
                <w:b/>
              </w:rPr>
              <w:t>Q46</w:t>
            </w:r>
          </w:p>
        </w:tc>
        <w:tc>
          <w:tcPr>
            <w:tcW w:w="281" w:type="dxa"/>
            <w:shd w:val="clear" w:color="auto" w:fill="F1F7FA"/>
          </w:tcPr>
          <w:p w14:paraId="4F399F68" w14:textId="77777777" w:rsidR="00DB46A8" w:rsidRPr="00985C3C" w:rsidRDefault="00DB46A8" w:rsidP="002870A8">
            <w:pPr>
              <w:keepNext/>
              <w:rPr>
                <w:rFonts w:ascii="Arial" w:hAnsi="Arial" w:cs="Arial"/>
              </w:rPr>
            </w:pPr>
          </w:p>
        </w:tc>
        <w:tc>
          <w:tcPr>
            <w:tcW w:w="6821" w:type="dxa"/>
            <w:vMerge w:val="restart"/>
            <w:shd w:val="clear" w:color="auto" w:fill="F1F7FA"/>
          </w:tcPr>
          <w:p w14:paraId="70A5370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other trends provide challenges and opportunities for the tertiary education system?</w:t>
            </w:r>
          </w:p>
        </w:tc>
        <w:tc>
          <w:tcPr>
            <w:tcW w:w="1134" w:type="dxa"/>
            <w:shd w:val="clear" w:color="auto" w:fill="F1F7FA"/>
          </w:tcPr>
          <w:p w14:paraId="3B0320E8" w14:textId="2337826E"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71</w:t>
            </w:r>
          </w:p>
        </w:tc>
      </w:tr>
      <w:tr w:rsidR="00DB46A8" w:rsidRPr="00985C3C" w14:paraId="0F48A82C" w14:textId="4872B888" w:rsidTr="00145E9A">
        <w:trPr>
          <w:trHeight w:val="120"/>
        </w:trPr>
        <w:tc>
          <w:tcPr>
            <w:tcW w:w="1401" w:type="dxa"/>
            <w:gridSpan w:val="3"/>
            <w:shd w:val="clear" w:color="auto" w:fill="F1F7FA"/>
          </w:tcPr>
          <w:p w14:paraId="07C41657" w14:textId="77777777" w:rsidR="00DB46A8" w:rsidRPr="00985C3C" w:rsidRDefault="00DB46A8" w:rsidP="002870A8">
            <w:pPr>
              <w:rPr>
                <w:rFonts w:ascii="Arial" w:hAnsi="Arial" w:cs="Arial"/>
                <w:sz w:val="4"/>
                <w:szCs w:val="4"/>
              </w:rPr>
            </w:pPr>
          </w:p>
        </w:tc>
        <w:tc>
          <w:tcPr>
            <w:tcW w:w="6821" w:type="dxa"/>
            <w:vMerge/>
            <w:shd w:val="clear" w:color="auto" w:fill="F1F7FA"/>
          </w:tcPr>
          <w:p w14:paraId="0899CC8B" w14:textId="77777777" w:rsidR="00DB46A8" w:rsidRPr="00985C3C" w:rsidRDefault="00DB46A8" w:rsidP="002870A8">
            <w:pPr>
              <w:pStyle w:val="BodyText"/>
              <w:rPr>
                <w:rFonts w:ascii="Arial" w:hAnsi="Arial" w:cs="Arial"/>
              </w:rPr>
            </w:pPr>
          </w:p>
        </w:tc>
        <w:tc>
          <w:tcPr>
            <w:tcW w:w="1134" w:type="dxa"/>
            <w:shd w:val="clear" w:color="auto" w:fill="F1F7FA"/>
          </w:tcPr>
          <w:p w14:paraId="741E0BC0" w14:textId="77777777" w:rsidR="00DB46A8" w:rsidRPr="00985C3C" w:rsidRDefault="00DB46A8" w:rsidP="002870A8">
            <w:pPr>
              <w:pStyle w:val="BodyText"/>
              <w:rPr>
                <w:rFonts w:ascii="Arial" w:hAnsi="Arial" w:cs="Arial"/>
              </w:rPr>
            </w:pPr>
          </w:p>
        </w:tc>
      </w:tr>
    </w:tbl>
    <w:p w14:paraId="4C18F074" w14:textId="77777777" w:rsidR="00985C3C" w:rsidRPr="00985C3C" w:rsidRDefault="00985C3C">
      <w:pPr>
        <w:rPr>
          <w:rFonts w:ascii="Arial" w:hAnsi="Arial" w:cs="Arial"/>
        </w:rPr>
      </w:pPr>
    </w:p>
    <w:p w14:paraId="39C85CBA" w14:textId="73CD5E7D" w:rsidR="00985C3C" w:rsidRPr="00985C3C" w:rsidRDefault="00985C3C">
      <w:pPr>
        <w:rPr>
          <w:rFonts w:ascii="Arial" w:hAnsi="Arial" w:cs="Arial"/>
        </w:rPr>
      </w:pPr>
    </w:p>
    <w:p w14:paraId="3E823F4E" w14:textId="77777777" w:rsidR="00985C3C" w:rsidRPr="00985C3C" w:rsidRDefault="00985C3C">
      <w:pPr>
        <w:rPr>
          <w:rFonts w:ascii="Arial" w:hAnsi="Arial" w:cs="Arial"/>
        </w:rPr>
      </w:pPr>
    </w:p>
    <w:p w14:paraId="25C37C03" w14:textId="77777777" w:rsidR="00985C3C" w:rsidRPr="00985C3C" w:rsidRDefault="00985C3C">
      <w:pPr>
        <w:rPr>
          <w:rFonts w:ascii="Arial" w:hAnsi="Arial" w:cs="Arial"/>
        </w:rPr>
      </w:pPr>
    </w:p>
    <w:p w14:paraId="57794F6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D9F82E4" w14:textId="20F03F4C" w:rsidTr="00145E9A">
        <w:trPr>
          <w:trHeight w:hRule="exact" w:val="170"/>
        </w:trPr>
        <w:tc>
          <w:tcPr>
            <w:tcW w:w="1401" w:type="dxa"/>
            <w:gridSpan w:val="3"/>
            <w:shd w:val="clear" w:color="auto" w:fill="F1F7FA"/>
          </w:tcPr>
          <w:p w14:paraId="716851E2" w14:textId="3DAD3B4A" w:rsidR="00DB46A8" w:rsidRPr="00985C3C" w:rsidRDefault="00DB46A8" w:rsidP="002870A8">
            <w:pPr>
              <w:keepNext/>
              <w:rPr>
                <w:rFonts w:ascii="Arial" w:hAnsi="Arial" w:cs="Arial"/>
                <w:sz w:val="4"/>
                <w:szCs w:val="4"/>
              </w:rPr>
            </w:pPr>
          </w:p>
        </w:tc>
        <w:tc>
          <w:tcPr>
            <w:tcW w:w="6821" w:type="dxa"/>
            <w:shd w:val="clear" w:color="auto" w:fill="F1F7FA"/>
            <w:vAlign w:val="center"/>
          </w:tcPr>
          <w:p w14:paraId="4A1A4A41" w14:textId="77777777" w:rsidR="00DB46A8" w:rsidRPr="00985C3C" w:rsidRDefault="00DB46A8" w:rsidP="002870A8">
            <w:pPr>
              <w:keepNext/>
              <w:rPr>
                <w:rFonts w:ascii="Arial" w:hAnsi="Arial" w:cs="Arial"/>
                <w:sz w:val="4"/>
                <w:szCs w:val="4"/>
              </w:rPr>
            </w:pPr>
          </w:p>
        </w:tc>
        <w:tc>
          <w:tcPr>
            <w:tcW w:w="1134" w:type="dxa"/>
            <w:shd w:val="clear" w:color="auto" w:fill="F1F7FA"/>
          </w:tcPr>
          <w:p w14:paraId="3BB91104" w14:textId="77777777" w:rsidR="00DB46A8" w:rsidRPr="00985C3C" w:rsidRDefault="00DB46A8" w:rsidP="002870A8">
            <w:pPr>
              <w:keepNext/>
              <w:rPr>
                <w:rFonts w:ascii="Arial" w:hAnsi="Arial" w:cs="Arial"/>
                <w:sz w:val="4"/>
                <w:szCs w:val="4"/>
              </w:rPr>
            </w:pPr>
          </w:p>
        </w:tc>
      </w:tr>
      <w:tr w:rsidR="00DB46A8" w:rsidRPr="00985C3C" w14:paraId="1A5D839C" w14:textId="1D852C14" w:rsidTr="00145E9A">
        <w:trPr>
          <w:trHeight w:val="392"/>
        </w:trPr>
        <w:tc>
          <w:tcPr>
            <w:tcW w:w="345" w:type="dxa"/>
            <w:shd w:val="clear" w:color="auto" w:fill="F1F7FA"/>
          </w:tcPr>
          <w:p w14:paraId="1B6D5885"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CE9AB2D" w14:textId="77777777" w:rsidR="00DB46A8" w:rsidRPr="00985C3C" w:rsidRDefault="00DB46A8" w:rsidP="002870A8">
            <w:pPr>
              <w:pStyle w:val="Question"/>
              <w:keepNext/>
              <w:rPr>
                <w:rFonts w:ascii="Arial" w:hAnsi="Arial" w:cs="Arial"/>
                <w:b/>
              </w:rPr>
            </w:pPr>
            <w:r w:rsidRPr="00985C3C">
              <w:rPr>
                <w:rFonts w:ascii="Arial" w:hAnsi="Arial" w:cs="Arial"/>
                <w:b/>
              </w:rPr>
              <w:t>Q47</w:t>
            </w:r>
          </w:p>
        </w:tc>
        <w:tc>
          <w:tcPr>
            <w:tcW w:w="281" w:type="dxa"/>
            <w:shd w:val="clear" w:color="auto" w:fill="F1F7FA"/>
          </w:tcPr>
          <w:p w14:paraId="3B58B46A" w14:textId="77777777" w:rsidR="00DB46A8" w:rsidRPr="00985C3C" w:rsidRDefault="00DB46A8" w:rsidP="002870A8">
            <w:pPr>
              <w:keepNext/>
              <w:rPr>
                <w:rFonts w:ascii="Arial" w:hAnsi="Arial" w:cs="Arial"/>
              </w:rPr>
            </w:pPr>
          </w:p>
        </w:tc>
        <w:tc>
          <w:tcPr>
            <w:tcW w:w="6821" w:type="dxa"/>
            <w:vMerge w:val="restart"/>
            <w:shd w:val="clear" w:color="auto" w:fill="F1F7FA"/>
          </w:tcPr>
          <w:p w14:paraId="550E22E5" w14:textId="78D20AC8"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trends are likely to be most influential for the tertiary education system over the next 20 years?</w:t>
            </w:r>
          </w:p>
        </w:tc>
        <w:tc>
          <w:tcPr>
            <w:tcW w:w="1134" w:type="dxa"/>
            <w:shd w:val="clear" w:color="auto" w:fill="F1F7FA"/>
          </w:tcPr>
          <w:p w14:paraId="18F8C393" w14:textId="239379A0"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Page 71</w:t>
            </w:r>
          </w:p>
        </w:tc>
      </w:tr>
      <w:tr w:rsidR="00DB46A8" w:rsidRPr="00985C3C" w14:paraId="30DD20E8" w14:textId="1F062DAF" w:rsidTr="00145E9A">
        <w:trPr>
          <w:trHeight w:val="120"/>
        </w:trPr>
        <w:tc>
          <w:tcPr>
            <w:tcW w:w="1401" w:type="dxa"/>
            <w:gridSpan w:val="3"/>
            <w:shd w:val="clear" w:color="auto" w:fill="F1F7FA"/>
          </w:tcPr>
          <w:p w14:paraId="108EB80A" w14:textId="77777777" w:rsidR="00DB46A8" w:rsidRPr="00985C3C" w:rsidRDefault="00DB46A8" w:rsidP="002870A8">
            <w:pPr>
              <w:rPr>
                <w:rFonts w:ascii="Arial" w:hAnsi="Arial" w:cs="Arial"/>
                <w:sz w:val="4"/>
                <w:szCs w:val="4"/>
              </w:rPr>
            </w:pPr>
          </w:p>
        </w:tc>
        <w:tc>
          <w:tcPr>
            <w:tcW w:w="6821" w:type="dxa"/>
            <w:vMerge/>
            <w:shd w:val="clear" w:color="auto" w:fill="F1F7FA"/>
          </w:tcPr>
          <w:p w14:paraId="4E370C3B" w14:textId="77777777" w:rsidR="00DB46A8" w:rsidRPr="00985C3C" w:rsidRDefault="00DB46A8" w:rsidP="002870A8">
            <w:pPr>
              <w:pStyle w:val="BodyText"/>
              <w:rPr>
                <w:rFonts w:ascii="Arial" w:hAnsi="Arial" w:cs="Arial"/>
              </w:rPr>
            </w:pPr>
          </w:p>
        </w:tc>
        <w:tc>
          <w:tcPr>
            <w:tcW w:w="1134" w:type="dxa"/>
            <w:shd w:val="clear" w:color="auto" w:fill="F1F7FA"/>
          </w:tcPr>
          <w:p w14:paraId="4B134A65" w14:textId="77777777" w:rsidR="00DB46A8" w:rsidRPr="00985C3C" w:rsidRDefault="00DB46A8" w:rsidP="002870A8">
            <w:pPr>
              <w:pStyle w:val="BodyText"/>
              <w:rPr>
                <w:rFonts w:ascii="Arial" w:hAnsi="Arial" w:cs="Arial"/>
              </w:rPr>
            </w:pPr>
          </w:p>
        </w:tc>
      </w:tr>
    </w:tbl>
    <w:p w14:paraId="02B016B2" w14:textId="77777777" w:rsidR="00985C3C" w:rsidRPr="00985C3C" w:rsidRDefault="00985C3C">
      <w:pPr>
        <w:rPr>
          <w:rFonts w:ascii="Arial" w:hAnsi="Arial" w:cs="Arial"/>
        </w:rPr>
      </w:pPr>
    </w:p>
    <w:p w14:paraId="5A9EA011" w14:textId="38636DA7" w:rsidR="00985C3C" w:rsidRPr="00985C3C" w:rsidRDefault="00985C3C">
      <w:pPr>
        <w:rPr>
          <w:rFonts w:ascii="Arial" w:hAnsi="Arial" w:cs="Arial"/>
        </w:rPr>
      </w:pPr>
    </w:p>
    <w:p w14:paraId="63E8648E" w14:textId="77777777" w:rsidR="00985C3C" w:rsidRPr="00985C3C" w:rsidRDefault="00985C3C">
      <w:pPr>
        <w:rPr>
          <w:rFonts w:ascii="Arial" w:hAnsi="Arial" w:cs="Arial"/>
        </w:rPr>
      </w:pPr>
    </w:p>
    <w:p w14:paraId="65668DA0" w14:textId="77777777" w:rsidR="00985C3C" w:rsidRPr="00985C3C" w:rsidRDefault="00985C3C">
      <w:pPr>
        <w:rPr>
          <w:rFonts w:ascii="Arial" w:hAnsi="Arial" w:cs="Arial"/>
        </w:rPr>
      </w:pPr>
    </w:p>
    <w:p w14:paraId="2A541E8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5A94318" w14:textId="7448ED9D" w:rsidTr="00145E9A">
        <w:trPr>
          <w:trHeight w:hRule="exact" w:val="170"/>
        </w:trPr>
        <w:tc>
          <w:tcPr>
            <w:tcW w:w="1401" w:type="dxa"/>
            <w:gridSpan w:val="3"/>
            <w:shd w:val="clear" w:color="auto" w:fill="F1F7FA"/>
          </w:tcPr>
          <w:p w14:paraId="2E442638" w14:textId="612EC73F" w:rsidR="00DB46A8" w:rsidRPr="00985C3C" w:rsidRDefault="00DB46A8" w:rsidP="002870A8">
            <w:pPr>
              <w:keepNext/>
              <w:rPr>
                <w:rFonts w:ascii="Arial" w:hAnsi="Arial" w:cs="Arial"/>
                <w:sz w:val="4"/>
                <w:szCs w:val="4"/>
              </w:rPr>
            </w:pPr>
          </w:p>
        </w:tc>
        <w:tc>
          <w:tcPr>
            <w:tcW w:w="6821" w:type="dxa"/>
            <w:shd w:val="clear" w:color="auto" w:fill="F1F7FA"/>
            <w:vAlign w:val="center"/>
          </w:tcPr>
          <w:p w14:paraId="077B0631" w14:textId="77777777" w:rsidR="00DB46A8" w:rsidRPr="00985C3C" w:rsidRDefault="00DB46A8" w:rsidP="002870A8">
            <w:pPr>
              <w:keepNext/>
              <w:rPr>
                <w:rFonts w:ascii="Arial" w:hAnsi="Arial" w:cs="Arial"/>
                <w:sz w:val="4"/>
                <w:szCs w:val="4"/>
              </w:rPr>
            </w:pPr>
          </w:p>
        </w:tc>
        <w:tc>
          <w:tcPr>
            <w:tcW w:w="1134" w:type="dxa"/>
            <w:shd w:val="clear" w:color="auto" w:fill="F1F7FA"/>
          </w:tcPr>
          <w:p w14:paraId="2CD085B7" w14:textId="77777777" w:rsidR="00DB46A8" w:rsidRPr="00985C3C" w:rsidRDefault="00DB46A8" w:rsidP="002870A8">
            <w:pPr>
              <w:keepNext/>
              <w:rPr>
                <w:rFonts w:ascii="Arial" w:hAnsi="Arial" w:cs="Arial"/>
                <w:sz w:val="4"/>
                <w:szCs w:val="4"/>
              </w:rPr>
            </w:pPr>
          </w:p>
        </w:tc>
      </w:tr>
      <w:tr w:rsidR="00DB46A8" w:rsidRPr="00985C3C" w14:paraId="32AC5C7B" w14:textId="50A11972" w:rsidTr="00145E9A">
        <w:trPr>
          <w:trHeight w:val="392"/>
        </w:trPr>
        <w:tc>
          <w:tcPr>
            <w:tcW w:w="345" w:type="dxa"/>
            <w:shd w:val="clear" w:color="auto" w:fill="F1F7FA"/>
          </w:tcPr>
          <w:p w14:paraId="197FB98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3FD204C" w14:textId="77777777" w:rsidR="00DB46A8" w:rsidRPr="00985C3C" w:rsidRDefault="00DB46A8" w:rsidP="002870A8">
            <w:pPr>
              <w:pStyle w:val="Question"/>
              <w:keepNext/>
              <w:rPr>
                <w:rFonts w:ascii="Arial" w:hAnsi="Arial" w:cs="Arial"/>
                <w:b/>
              </w:rPr>
            </w:pPr>
            <w:r w:rsidRPr="00985C3C">
              <w:rPr>
                <w:rFonts w:ascii="Arial" w:hAnsi="Arial" w:cs="Arial"/>
                <w:b/>
              </w:rPr>
              <w:t>Q48</w:t>
            </w:r>
          </w:p>
        </w:tc>
        <w:tc>
          <w:tcPr>
            <w:tcW w:w="281" w:type="dxa"/>
            <w:shd w:val="clear" w:color="auto" w:fill="F1F7FA"/>
          </w:tcPr>
          <w:p w14:paraId="30CCDC8D" w14:textId="77777777" w:rsidR="00DB46A8" w:rsidRPr="00985C3C" w:rsidRDefault="00DB46A8" w:rsidP="002870A8">
            <w:pPr>
              <w:keepNext/>
              <w:rPr>
                <w:rFonts w:ascii="Arial" w:hAnsi="Arial" w:cs="Arial"/>
              </w:rPr>
            </w:pPr>
          </w:p>
        </w:tc>
        <w:tc>
          <w:tcPr>
            <w:tcW w:w="6821" w:type="dxa"/>
            <w:vMerge w:val="restart"/>
            <w:shd w:val="clear" w:color="auto" w:fill="F1F7FA"/>
          </w:tcPr>
          <w:p w14:paraId="3E35D800"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Are there other important types of new model that should be included within the scope of this inquiry?</w:t>
            </w:r>
          </w:p>
        </w:tc>
        <w:tc>
          <w:tcPr>
            <w:tcW w:w="1134" w:type="dxa"/>
            <w:shd w:val="clear" w:color="auto" w:fill="F1F7FA"/>
          </w:tcPr>
          <w:p w14:paraId="4F5A091F" w14:textId="5B6C056E"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74</w:t>
            </w:r>
          </w:p>
        </w:tc>
      </w:tr>
      <w:tr w:rsidR="00DB46A8" w:rsidRPr="00985C3C" w14:paraId="50044997" w14:textId="1A35760D" w:rsidTr="00145E9A">
        <w:trPr>
          <w:trHeight w:val="120"/>
        </w:trPr>
        <w:tc>
          <w:tcPr>
            <w:tcW w:w="1401" w:type="dxa"/>
            <w:gridSpan w:val="3"/>
            <w:shd w:val="clear" w:color="auto" w:fill="F1F7FA"/>
          </w:tcPr>
          <w:p w14:paraId="1964A46A" w14:textId="77777777" w:rsidR="00DB46A8" w:rsidRPr="00985C3C" w:rsidRDefault="00DB46A8" w:rsidP="002870A8">
            <w:pPr>
              <w:rPr>
                <w:rFonts w:ascii="Arial" w:hAnsi="Arial" w:cs="Arial"/>
                <w:sz w:val="4"/>
                <w:szCs w:val="4"/>
              </w:rPr>
            </w:pPr>
          </w:p>
        </w:tc>
        <w:tc>
          <w:tcPr>
            <w:tcW w:w="6821" w:type="dxa"/>
            <w:vMerge/>
            <w:shd w:val="clear" w:color="auto" w:fill="F1F7FA"/>
          </w:tcPr>
          <w:p w14:paraId="45044628" w14:textId="77777777" w:rsidR="00DB46A8" w:rsidRPr="00985C3C" w:rsidRDefault="00DB46A8" w:rsidP="002870A8">
            <w:pPr>
              <w:pStyle w:val="BodyText"/>
              <w:rPr>
                <w:rFonts w:ascii="Arial" w:hAnsi="Arial" w:cs="Arial"/>
              </w:rPr>
            </w:pPr>
          </w:p>
        </w:tc>
        <w:tc>
          <w:tcPr>
            <w:tcW w:w="1134" w:type="dxa"/>
            <w:shd w:val="clear" w:color="auto" w:fill="F1F7FA"/>
          </w:tcPr>
          <w:p w14:paraId="0FFE9DC1" w14:textId="77777777" w:rsidR="00DB46A8" w:rsidRPr="00985C3C" w:rsidRDefault="00DB46A8" w:rsidP="002870A8">
            <w:pPr>
              <w:pStyle w:val="BodyText"/>
              <w:rPr>
                <w:rFonts w:ascii="Arial" w:hAnsi="Arial" w:cs="Arial"/>
              </w:rPr>
            </w:pPr>
          </w:p>
        </w:tc>
      </w:tr>
    </w:tbl>
    <w:p w14:paraId="7B622003" w14:textId="77777777" w:rsidR="00985C3C" w:rsidRPr="00985C3C" w:rsidRDefault="00985C3C">
      <w:pPr>
        <w:rPr>
          <w:rFonts w:ascii="Arial" w:hAnsi="Arial" w:cs="Arial"/>
        </w:rPr>
      </w:pPr>
    </w:p>
    <w:p w14:paraId="4BFD3EA7" w14:textId="7E7311B7" w:rsidR="00985C3C" w:rsidRPr="00985C3C" w:rsidRDefault="00985C3C">
      <w:pPr>
        <w:rPr>
          <w:rFonts w:ascii="Arial" w:hAnsi="Arial" w:cs="Arial"/>
        </w:rPr>
      </w:pPr>
    </w:p>
    <w:p w14:paraId="7822D323" w14:textId="77777777" w:rsidR="00985C3C" w:rsidRPr="00985C3C" w:rsidRDefault="00985C3C">
      <w:pPr>
        <w:rPr>
          <w:rFonts w:ascii="Arial" w:hAnsi="Arial" w:cs="Arial"/>
        </w:rPr>
      </w:pPr>
    </w:p>
    <w:p w14:paraId="6B0AE038" w14:textId="77777777" w:rsidR="00985C3C" w:rsidRPr="00985C3C" w:rsidRDefault="00985C3C">
      <w:pPr>
        <w:rPr>
          <w:rFonts w:ascii="Arial" w:hAnsi="Arial" w:cs="Arial"/>
        </w:rPr>
      </w:pPr>
    </w:p>
    <w:p w14:paraId="1B48C3F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F5B4C2D" w14:textId="3C1D7DBD" w:rsidTr="00145E9A">
        <w:trPr>
          <w:trHeight w:hRule="exact" w:val="170"/>
        </w:trPr>
        <w:tc>
          <w:tcPr>
            <w:tcW w:w="1401" w:type="dxa"/>
            <w:gridSpan w:val="3"/>
            <w:shd w:val="clear" w:color="auto" w:fill="F1F7FA"/>
          </w:tcPr>
          <w:p w14:paraId="4F88169F" w14:textId="0C55A08F" w:rsidR="00DB46A8" w:rsidRPr="00985C3C" w:rsidRDefault="00DB46A8" w:rsidP="002870A8">
            <w:pPr>
              <w:keepNext/>
              <w:rPr>
                <w:rFonts w:ascii="Arial" w:hAnsi="Arial" w:cs="Arial"/>
                <w:sz w:val="4"/>
                <w:szCs w:val="4"/>
              </w:rPr>
            </w:pPr>
          </w:p>
        </w:tc>
        <w:tc>
          <w:tcPr>
            <w:tcW w:w="6821" w:type="dxa"/>
            <w:shd w:val="clear" w:color="auto" w:fill="F1F7FA"/>
            <w:vAlign w:val="center"/>
          </w:tcPr>
          <w:p w14:paraId="32D8B9C3" w14:textId="77777777" w:rsidR="00DB46A8" w:rsidRPr="00985C3C" w:rsidRDefault="00DB46A8" w:rsidP="002870A8">
            <w:pPr>
              <w:keepNext/>
              <w:rPr>
                <w:rFonts w:ascii="Arial" w:hAnsi="Arial" w:cs="Arial"/>
                <w:sz w:val="4"/>
                <w:szCs w:val="4"/>
              </w:rPr>
            </w:pPr>
          </w:p>
        </w:tc>
        <w:tc>
          <w:tcPr>
            <w:tcW w:w="1134" w:type="dxa"/>
            <w:shd w:val="clear" w:color="auto" w:fill="F1F7FA"/>
          </w:tcPr>
          <w:p w14:paraId="526DA229" w14:textId="77777777" w:rsidR="00DB46A8" w:rsidRPr="00985C3C" w:rsidRDefault="00DB46A8" w:rsidP="002870A8">
            <w:pPr>
              <w:keepNext/>
              <w:rPr>
                <w:rFonts w:ascii="Arial" w:hAnsi="Arial" w:cs="Arial"/>
                <w:sz w:val="4"/>
                <w:szCs w:val="4"/>
              </w:rPr>
            </w:pPr>
          </w:p>
        </w:tc>
      </w:tr>
      <w:tr w:rsidR="00DB46A8" w:rsidRPr="00985C3C" w14:paraId="6BBCC77A" w14:textId="74FE195D" w:rsidTr="00145E9A">
        <w:trPr>
          <w:trHeight w:val="392"/>
        </w:trPr>
        <w:tc>
          <w:tcPr>
            <w:tcW w:w="345" w:type="dxa"/>
            <w:shd w:val="clear" w:color="auto" w:fill="F1F7FA"/>
          </w:tcPr>
          <w:p w14:paraId="2C86282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1BE1BEF" w14:textId="77777777" w:rsidR="00DB46A8" w:rsidRPr="00985C3C" w:rsidRDefault="00DB46A8" w:rsidP="002870A8">
            <w:pPr>
              <w:pStyle w:val="Question"/>
              <w:keepNext/>
              <w:rPr>
                <w:rFonts w:ascii="Arial" w:hAnsi="Arial" w:cs="Arial"/>
                <w:b/>
              </w:rPr>
            </w:pPr>
            <w:r w:rsidRPr="00985C3C">
              <w:rPr>
                <w:rFonts w:ascii="Arial" w:hAnsi="Arial" w:cs="Arial"/>
                <w:b/>
              </w:rPr>
              <w:t>Q49</w:t>
            </w:r>
          </w:p>
        </w:tc>
        <w:tc>
          <w:tcPr>
            <w:tcW w:w="281" w:type="dxa"/>
            <w:shd w:val="clear" w:color="auto" w:fill="F1F7FA"/>
          </w:tcPr>
          <w:p w14:paraId="65425E2A" w14:textId="77777777" w:rsidR="00DB46A8" w:rsidRPr="00985C3C" w:rsidRDefault="00DB46A8" w:rsidP="002870A8">
            <w:pPr>
              <w:keepNext/>
              <w:rPr>
                <w:rFonts w:ascii="Arial" w:hAnsi="Arial" w:cs="Arial"/>
              </w:rPr>
            </w:pPr>
          </w:p>
        </w:tc>
        <w:tc>
          <w:tcPr>
            <w:tcW w:w="6821" w:type="dxa"/>
            <w:vMerge w:val="restart"/>
            <w:shd w:val="clear" w:color="auto" w:fill="F1F7FA"/>
          </w:tcPr>
          <w:p w14:paraId="3E234FE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new models of tertiary education are being implemented in universities, ITPs, PTEs and wānanga? How successful have they been?</w:t>
            </w:r>
          </w:p>
        </w:tc>
        <w:tc>
          <w:tcPr>
            <w:tcW w:w="1134" w:type="dxa"/>
            <w:shd w:val="clear" w:color="auto" w:fill="F1F7FA"/>
          </w:tcPr>
          <w:p w14:paraId="5320098F" w14:textId="1871AE31"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74</w:t>
            </w:r>
          </w:p>
        </w:tc>
      </w:tr>
      <w:tr w:rsidR="00DB46A8" w:rsidRPr="00985C3C" w14:paraId="7E346497" w14:textId="3B6918E9" w:rsidTr="00145E9A">
        <w:trPr>
          <w:trHeight w:val="120"/>
        </w:trPr>
        <w:tc>
          <w:tcPr>
            <w:tcW w:w="1401" w:type="dxa"/>
            <w:gridSpan w:val="3"/>
            <w:shd w:val="clear" w:color="auto" w:fill="F1F7FA"/>
          </w:tcPr>
          <w:p w14:paraId="443D7181" w14:textId="77777777" w:rsidR="00DB46A8" w:rsidRPr="00985C3C" w:rsidRDefault="00DB46A8" w:rsidP="002870A8">
            <w:pPr>
              <w:rPr>
                <w:rFonts w:ascii="Arial" w:hAnsi="Arial" w:cs="Arial"/>
                <w:sz w:val="4"/>
                <w:szCs w:val="4"/>
              </w:rPr>
            </w:pPr>
          </w:p>
        </w:tc>
        <w:tc>
          <w:tcPr>
            <w:tcW w:w="6821" w:type="dxa"/>
            <w:vMerge/>
            <w:shd w:val="clear" w:color="auto" w:fill="F1F7FA"/>
          </w:tcPr>
          <w:p w14:paraId="04384825" w14:textId="77777777" w:rsidR="00DB46A8" w:rsidRPr="00985C3C" w:rsidRDefault="00DB46A8" w:rsidP="002870A8">
            <w:pPr>
              <w:pStyle w:val="BodyText"/>
              <w:rPr>
                <w:rFonts w:ascii="Arial" w:hAnsi="Arial" w:cs="Arial"/>
              </w:rPr>
            </w:pPr>
          </w:p>
        </w:tc>
        <w:tc>
          <w:tcPr>
            <w:tcW w:w="1134" w:type="dxa"/>
            <w:shd w:val="clear" w:color="auto" w:fill="F1F7FA"/>
          </w:tcPr>
          <w:p w14:paraId="49ED7DC2" w14:textId="77777777" w:rsidR="00DB46A8" w:rsidRPr="00985C3C" w:rsidRDefault="00DB46A8" w:rsidP="002870A8">
            <w:pPr>
              <w:pStyle w:val="BodyText"/>
              <w:rPr>
                <w:rFonts w:ascii="Arial" w:hAnsi="Arial" w:cs="Arial"/>
              </w:rPr>
            </w:pPr>
          </w:p>
        </w:tc>
      </w:tr>
    </w:tbl>
    <w:p w14:paraId="4D6D7482" w14:textId="77777777" w:rsidR="00985C3C" w:rsidRPr="00985C3C" w:rsidRDefault="00985C3C">
      <w:pPr>
        <w:rPr>
          <w:rFonts w:ascii="Arial" w:hAnsi="Arial" w:cs="Arial"/>
        </w:rPr>
      </w:pPr>
    </w:p>
    <w:p w14:paraId="53FF291C" w14:textId="7B1B7B63" w:rsidR="00985C3C" w:rsidRPr="00985C3C" w:rsidRDefault="00985C3C">
      <w:pPr>
        <w:rPr>
          <w:rFonts w:ascii="Arial" w:hAnsi="Arial" w:cs="Arial"/>
        </w:rPr>
      </w:pPr>
    </w:p>
    <w:p w14:paraId="519201A4" w14:textId="77777777" w:rsidR="00985C3C" w:rsidRPr="00985C3C" w:rsidRDefault="00985C3C">
      <w:pPr>
        <w:rPr>
          <w:rFonts w:ascii="Arial" w:hAnsi="Arial" w:cs="Arial"/>
        </w:rPr>
      </w:pPr>
    </w:p>
    <w:p w14:paraId="6955CB8A" w14:textId="77777777" w:rsidR="00985C3C" w:rsidRPr="00985C3C" w:rsidRDefault="00985C3C">
      <w:pPr>
        <w:rPr>
          <w:rFonts w:ascii="Arial" w:hAnsi="Arial" w:cs="Arial"/>
        </w:rPr>
      </w:pPr>
    </w:p>
    <w:p w14:paraId="1B6E5A9B"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F10FFC7" w14:textId="7356DD77" w:rsidTr="00145E9A">
        <w:trPr>
          <w:trHeight w:hRule="exact" w:val="170"/>
        </w:trPr>
        <w:tc>
          <w:tcPr>
            <w:tcW w:w="1401" w:type="dxa"/>
            <w:gridSpan w:val="3"/>
            <w:shd w:val="clear" w:color="auto" w:fill="F1F7FA"/>
          </w:tcPr>
          <w:p w14:paraId="3B03FB0D" w14:textId="0079996A" w:rsidR="00DB46A8" w:rsidRPr="00985C3C" w:rsidRDefault="00DB46A8" w:rsidP="002870A8">
            <w:pPr>
              <w:keepNext/>
              <w:rPr>
                <w:rFonts w:ascii="Arial" w:hAnsi="Arial" w:cs="Arial"/>
                <w:sz w:val="4"/>
                <w:szCs w:val="4"/>
              </w:rPr>
            </w:pPr>
          </w:p>
        </w:tc>
        <w:tc>
          <w:tcPr>
            <w:tcW w:w="6821" w:type="dxa"/>
            <w:shd w:val="clear" w:color="auto" w:fill="F1F7FA"/>
            <w:vAlign w:val="center"/>
          </w:tcPr>
          <w:p w14:paraId="22C307DA" w14:textId="77777777" w:rsidR="00DB46A8" w:rsidRPr="00985C3C" w:rsidRDefault="00DB46A8" w:rsidP="002870A8">
            <w:pPr>
              <w:keepNext/>
              <w:rPr>
                <w:rFonts w:ascii="Arial" w:hAnsi="Arial" w:cs="Arial"/>
                <w:sz w:val="4"/>
                <w:szCs w:val="4"/>
              </w:rPr>
            </w:pPr>
          </w:p>
        </w:tc>
        <w:tc>
          <w:tcPr>
            <w:tcW w:w="1134" w:type="dxa"/>
            <w:shd w:val="clear" w:color="auto" w:fill="F1F7FA"/>
          </w:tcPr>
          <w:p w14:paraId="667B2134" w14:textId="77777777" w:rsidR="00DB46A8" w:rsidRPr="00985C3C" w:rsidRDefault="00DB46A8" w:rsidP="002870A8">
            <w:pPr>
              <w:keepNext/>
              <w:rPr>
                <w:rFonts w:ascii="Arial" w:hAnsi="Arial" w:cs="Arial"/>
                <w:sz w:val="4"/>
                <w:szCs w:val="4"/>
              </w:rPr>
            </w:pPr>
          </w:p>
        </w:tc>
      </w:tr>
      <w:tr w:rsidR="00DB46A8" w:rsidRPr="00985C3C" w14:paraId="485DB2CA" w14:textId="49E02345" w:rsidTr="00145E9A">
        <w:trPr>
          <w:cantSplit/>
          <w:trHeight w:val="392"/>
        </w:trPr>
        <w:tc>
          <w:tcPr>
            <w:tcW w:w="345" w:type="dxa"/>
            <w:shd w:val="clear" w:color="auto" w:fill="F1F7FA"/>
          </w:tcPr>
          <w:p w14:paraId="3A31370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D1806AB" w14:textId="77777777" w:rsidR="00DB46A8" w:rsidRPr="00985C3C" w:rsidRDefault="00DB46A8" w:rsidP="002870A8">
            <w:pPr>
              <w:pStyle w:val="Question"/>
              <w:keepNext/>
              <w:rPr>
                <w:rFonts w:ascii="Arial" w:hAnsi="Arial" w:cs="Arial"/>
                <w:b/>
              </w:rPr>
            </w:pPr>
            <w:r w:rsidRPr="00985C3C">
              <w:rPr>
                <w:rFonts w:ascii="Arial" w:hAnsi="Arial" w:cs="Arial"/>
                <w:b/>
              </w:rPr>
              <w:t>Q50</w:t>
            </w:r>
          </w:p>
        </w:tc>
        <w:tc>
          <w:tcPr>
            <w:tcW w:w="281" w:type="dxa"/>
            <w:shd w:val="clear" w:color="auto" w:fill="F1F7FA"/>
          </w:tcPr>
          <w:p w14:paraId="6DC497C6" w14:textId="77777777" w:rsidR="00DB46A8" w:rsidRPr="00985C3C" w:rsidRDefault="00DB46A8" w:rsidP="002870A8">
            <w:pPr>
              <w:keepNext/>
              <w:rPr>
                <w:rFonts w:ascii="Arial" w:hAnsi="Arial" w:cs="Arial"/>
              </w:rPr>
            </w:pPr>
          </w:p>
        </w:tc>
        <w:tc>
          <w:tcPr>
            <w:tcW w:w="6821" w:type="dxa"/>
            <w:vMerge w:val="restart"/>
            <w:shd w:val="clear" w:color="auto" w:fill="F1F7FA"/>
          </w:tcPr>
          <w:p w14:paraId="29FF75F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Are current quality assurance and accountability arrangements robust enough to support a wide range of new models? </w:t>
            </w:r>
          </w:p>
        </w:tc>
        <w:tc>
          <w:tcPr>
            <w:tcW w:w="1134" w:type="dxa"/>
            <w:shd w:val="clear" w:color="auto" w:fill="F1F7FA"/>
          </w:tcPr>
          <w:p w14:paraId="36B5F0FA" w14:textId="1421C9F3"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75</w:t>
            </w:r>
          </w:p>
        </w:tc>
      </w:tr>
      <w:tr w:rsidR="00DB46A8" w:rsidRPr="00985C3C" w14:paraId="7748485C" w14:textId="56A2E82C" w:rsidTr="00145E9A">
        <w:trPr>
          <w:trHeight w:val="120"/>
        </w:trPr>
        <w:tc>
          <w:tcPr>
            <w:tcW w:w="1401" w:type="dxa"/>
            <w:gridSpan w:val="3"/>
            <w:shd w:val="clear" w:color="auto" w:fill="F1F7FA"/>
          </w:tcPr>
          <w:p w14:paraId="4DA0C759" w14:textId="77777777" w:rsidR="00DB46A8" w:rsidRPr="00985C3C" w:rsidRDefault="00DB46A8" w:rsidP="002870A8">
            <w:pPr>
              <w:rPr>
                <w:rFonts w:ascii="Arial" w:hAnsi="Arial" w:cs="Arial"/>
                <w:sz w:val="4"/>
                <w:szCs w:val="4"/>
              </w:rPr>
            </w:pPr>
          </w:p>
        </w:tc>
        <w:tc>
          <w:tcPr>
            <w:tcW w:w="6821" w:type="dxa"/>
            <w:vMerge/>
            <w:shd w:val="clear" w:color="auto" w:fill="F1F7FA"/>
          </w:tcPr>
          <w:p w14:paraId="2C0C849D" w14:textId="77777777" w:rsidR="00DB46A8" w:rsidRPr="00985C3C" w:rsidRDefault="00DB46A8" w:rsidP="002870A8">
            <w:pPr>
              <w:pStyle w:val="BodyText"/>
              <w:rPr>
                <w:rFonts w:ascii="Arial" w:hAnsi="Arial" w:cs="Arial"/>
              </w:rPr>
            </w:pPr>
          </w:p>
        </w:tc>
        <w:tc>
          <w:tcPr>
            <w:tcW w:w="1134" w:type="dxa"/>
            <w:shd w:val="clear" w:color="auto" w:fill="F1F7FA"/>
          </w:tcPr>
          <w:p w14:paraId="42B1D4DF" w14:textId="77777777" w:rsidR="00DB46A8" w:rsidRPr="00985C3C" w:rsidRDefault="00DB46A8" w:rsidP="002870A8">
            <w:pPr>
              <w:pStyle w:val="BodyText"/>
              <w:rPr>
                <w:rFonts w:ascii="Arial" w:hAnsi="Arial" w:cs="Arial"/>
              </w:rPr>
            </w:pPr>
          </w:p>
        </w:tc>
      </w:tr>
    </w:tbl>
    <w:p w14:paraId="63D8C710" w14:textId="77777777" w:rsidR="00985C3C" w:rsidRPr="00985C3C" w:rsidRDefault="00985C3C">
      <w:pPr>
        <w:rPr>
          <w:rFonts w:ascii="Arial" w:hAnsi="Arial" w:cs="Arial"/>
        </w:rPr>
      </w:pPr>
    </w:p>
    <w:p w14:paraId="7C44D0EC" w14:textId="0E598E54" w:rsidR="00985C3C" w:rsidRPr="00985C3C" w:rsidRDefault="00985C3C">
      <w:pPr>
        <w:rPr>
          <w:rFonts w:ascii="Arial" w:hAnsi="Arial" w:cs="Arial"/>
        </w:rPr>
      </w:pPr>
    </w:p>
    <w:p w14:paraId="7396AE3E" w14:textId="77777777" w:rsidR="00985C3C" w:rsidRPr="00985C3C" w:rsidRDefault="00985C3C">
      <w:pPr>
        <w:rPr>
          <w:rFonts w:ascii="Arial" w:hAnsi="Arial" w:cs="Arial"/>
        </w:rPr>
      </w:pPr>
    </w:p>
    <w:p w14:paraId="76A77ABA" w14:textId="77777777" w:rsidR="00985C3C" w:rsidRPr="00985C3C" w:rsidRDefault="00985C3C">
      <w:pPr>
        <w:rPr>
          <w:rFonts w:ascii="Arial" w:hAnsi="Arial" w:cs="Arial"/>
        </w:rPr>
      </w:pPr>
    </w:p>
    <w:p w14:paraId="121C3BAB"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AC071FB" w14:textId="3058CDEC" w:rsidTr="00145E9A">
        <w:trPr>
          <w:trHeight w:hRule="exact" w:val="170"/>
        </w:trPr>
        <w:tc>
          <w:tcPr>
            <w:tcW w:w="1401" w:type="dxa"/>
            <w:gridSpan w:val="3"/>
            <w:shd w:val="clear" w:color="auto" w:fill="F1F7FA"/>
          </w:tcPr>
          <w:p w14:paraId="2B0CDCA5" w14:textId="133891FA" w:rsidR="00DB46A8" w:rsidRPr="00985C3C" w:rsidRDefault="00DB46A8" w:rsidP="002870A8">
            <w:pPr>
              <w:keepNext/>
              <w:rPr>
                <w:rFonts w:ascii="Arial" w:hAnsi="Arial" w:cs="Arial"/>
                <w:sz w:val="4"/>
                <w:szCs w:val="4"/>
              </w:rPr>
            </w:pPr>
          </w:p>
        </w:tc>
        <w:tc>
          <w:tcPr>
            <w:tcW w:w="6821" w:type="dxa"/>
            <w:shd w:val="clear" w:color="auto" w:fill="F1F7FA"/>
            <w:vAlign w:val="center"/>
          </w:tcPr>
          <w:p w14:paraId="27797D16" w14:textId="77777777" w:rsidR="00DB46A8" w:rsidRPr="00985C3C" w:rsidRDefault="00DB46A8" w:rsidP="002870A8">
            <w:pPr>
              <w:keepNext/>
              <w:rPr>
                <w:rFonts w:ascii="Arial" w:hAnsi="Arial" w:cs="Arial"/>
                <w:sz w:val="4"/>
                <w:szCs w:val="4"/>
              </w:rPr>
            </w:pPr>
          </w:p>
        </w:tc>
        <w:tc>
          <w:tcPr>
            <w:tcW w:w="1134" w:type="dxa"/>
            <w:shd w:val="clear" w:color="auto" w:fill="F1F7FA"/>
          </w:tcPr>
          <w:p w14:paraId="59E09D2A" w14:textId="77777777" w:rsidR="00DB46A8" w:rsidRPr="00985C3C" w:rsidRDefault="00DB46A8" w:rsidP="002870A8">
            <w:pPr>
              <w:keepNext/>
              <w:rPr>
                <w:rFonts w:ascii="Arial" w:hAnsi="Arial" w:cs="Arial"/>
                <w:sz w:val="4"/>
                <w:szCs w:val="4"/>
              </w:rPr>
            </w:pPr>
          </w:p>
        </w:tc>
      </w:tr>
      <w:tr w:rsidR="00DB46A8" w:rsidRPr="00985C3C" w14:paraId="35CC4D7F" w14:textId="387761F5" w:rsidTr="00145E9A">
        <w:trPr>
          <w:trHeight w:val="392"/>
        </w:trPr>
        <w:tc>
          <w:tcPr>
            <w:tcW w:w="345" w:type="dxa"/>
            <w:shd w:val="clear" w:color="auto" w:fill="F1F7FA"/>
          </w:tcPr>
          <w:p w14:paraId="43E1A4D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27DB348" w14:textId="77777777" w:rsidR="00DB46A8" w:rsidRPr="00985C3C" w:rsidRDefault="00DB46A8" w:rsidP="002870A8">
            <w:pPr>
              <w:pStyle w:val="Question"/>
              <w:keepNext/>
              <w:rPr>
                <w:rFonts w:ascii="Arial" w:hAnsi="Arial" w:cs="Arial"/>
                <w:b/>
              </w:rPr>
            </w:pPr>
            <w:r w:rsidRPr="00985C3C">
              <w:rPr>
                <w:rFonts w:ascii="Arial" w:hAnsi="Arial" w:cs="Arial"/>
                <w:b/>
              </w:rPr>
              <w:t>Q51</w:t>
            </w:r>
          </w:p>
        </w:tc>
        <w:tc>
          <w:tcPr>
            <w:tcW w:w="281" w:type="dxa"/>
            <w:shd w:val="clear" w:color="auto" w:fill="F1F7FA"/>
          </w:tcPr>
          <w:p w14:paraId="6B53AF90" w14:textId="77777777" w:rsidR="00DB46A8" w:rsidRPr="00985C3C" w:rsidRDefault="00DB46A8" w:rsidP="002870A8">
            <w:pPr>
              <w:keepNext/>
              <w:rPr>
                <w:rFonts w:ascii="Arial" w:hAnsi="Arial" w:cs="Arial"/>
              </w:rPr>
            </w:pPr>
          </w:p>
        </w:tc>
        <w:tc>
          <w:tcPr>
            <w:tcW w:w="6821" w:type="dxa"/>
            <w:vMerge w:val="restart"/>
            <w:shd w:val="clear" w:color="auto" w:fill="F1F7FA"/>
          </w:tcPr>
          <w:p w14:paraId="0483226C"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might new models of tertiary education affect the New Zealand brand in the international market for tertiary educations, students, education products and services? </w:t>
            </w:r>
          </w:p>
        </w:tc>
        <w:tc>
          <w:tcPr>
            <w:tcW w:w="1134" w:type="dxa"/>
            <w:shd w:val="clear" w:color="auto" w:fill="F1F7FA"/>
          </w:tcPr>
          <w:p w14:paraId="56F5B723" w14:textId="77777777" w:rsidR="00DB46A8" w:rsidRPr="00985C3C" w:rsidRDefault="00DB46A8" w:rsidP="002870A8">
            <w:pPr>
              <w:pStyle w:val="Questiontext"/>
              <w:keepNext/>
              <w:framePr w:hSpace="0" w:wrap="auto" w:vAnchor="margin" w:yAlign="inline"/>
              <w:suppressOverlap w:val="0"/>
              <w:rPr>
                <w:rFonts w:ascii="Arial" w:hAnsi="Arial" w:cs="Arial"/>
                <w:b/>
              </w:rPr>
            </w:pPr>
          </w:p>
        </w:tc>
      </w:tr>
      <w:tr w:rsidR="00DB46A8" w:rsidRPr="00985C3C" w14:paraId="6760C8A6" w14:textId="73801361" w:rsidTr="00145E9A">
        <w:trPr>
          <w:trHeight w:val="120"/>
        </w:trPr>
        <w:tc>
          <w:tcPr>
            <w:tcW w:w="1401" w:type="dxa"/>
            <w:gridSpan w:val="3"/>
            <w:shd w:val="clear" w:color="auto" w:fill="F1F7FA"/>
          </w:tcPr>
          <w:p w14:paraId="79C5C6D1" w14:textId="77777777" w:rsidR="00DB46A8" w:rsidRPr="00985C3C" w:rsidRDefault="00DB46A8" w:rsidP="002870A8">
            <w:pPr>
              <w:rPr>
                <w:rFonts w:ascii="Arial" w:hAnsi="Arial" w:cs="Arial"/>
                <w:sz w:val="4"/>
                <w:szCs w:val="4"/>
              </w:rPr>
            </w:pPr>
          </w:p>
        </w:tc>
        <w:tc>
          <w:tcPr>
            <w:tcW w:w="6821" w:type="dxa"/>
            <w:vMerge/>
            <w:shd w:val="clear" w:color="auto" w:fill="F1F7FA"/>
          </w:tcPr>
          <w:p w14:paraId="33693D48" w14:textId="77777777" w:rsidR="00DB46A8" w:rsidRPr="00985C3C" w:rsidRDefault="00DB46A8" w:rsidP="002870A8">
            <w:pPr>
              <w:pStyle w:val="BodyText"/>
              <w:rPr>
                <w:rFonts w:ascii="Arial" w:hAnsi="Arial" w:cs="Arial"/>
              </w:rPr>
            </w:pPr>
          </w:p>
        </w:tc>
        <w:tc>
          <w:tcPr>
            <w:tcW w:w="1134" w:type="dxa"/>
            <w:shd w:val="clear" w:color="auto" w:fill="F1F7FA"/>
          </w:tcPr>
          <w:p w14:paraId="13745B3D" w14:textId="77777777" w:rsidR="00DB46A8" w:rsidRPr="00985C3C" w:rsidRDefault="00DB46A8" w:rsidP="002870A8">
            <w:pPr>
              <w:pStyle w:val="BodyText"/>
              <w:rPr>
                <w:rFonts w:ascii="Arial" w:hAnsi="Arial" w:cs="Arial"/>
              </w:rPr>
            </w:pPr>
          </w:p>
        </w:tc>
      </w:tr>
    </w:tbl>
    <w:p w14:paraId="7EF50A32" w14:textId="77777777" w:rsidR="00985C3C" w:rsidRPr="00985C3C" w:rsidRDefault="00985C3C">
      <w:pPr>
        <w:rPr>
          <w:rFonts w:ascii="Arial" w:hAnsi="Arial" w:cs="Arial"/>
        </w:rPr>
      </w:pPr>
    </w:p>
    <w:p w14:paraId="0414B209" w14:textId="19950F36" w:rsidR="00985C3C" w:rsidRPr="00985C3C" w:rsidRDefault="00985C3C">
      <w:pPr>
        <w:rPr>
          <w:rFonts w:ascii="Arial" w:hAnsi="Arial" w:cs="Arial"/>
        </w:rPr>
      </w:pPr>
    </w:p>
    <w:p w14:paraId="6029B99B" w14:textId="77777777" w:rsidR="00985C3C" w:rsidRPr="00985C3C" w:rsidRDefault="00985C3C">
      <w:pPr>
        <w:rPr>
          <w:rFonts w:ascii="Arial" w:hAnsi="Arial" w:cs="Arial"/>
        </w:rPr>
      </w:pPr>
    </w:p>
    <w:p w14:paraId="3BC248C6" w14:textId="77777777" w:rsidR="00985C3C" w:rsidRPr="00985C3C" w:rsidRDefault="00985C3C">
      <w:pPr>
        <w:rPr>
          <w:rFonts w:ascii="Arial" w:hAnsi="Arial" w:cs="Arial"/>
        </w:rPr>
      </w:pPr>
    </w:p>
    <w:p w14:paraId="276EA92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61B48D2" w14:textId="03120C94" w:rsidTr="00145E9A">
        <w:trPr>
          <w:trHeight w:hRule="exact" w:val="170"/>
        </w:trPr>
        <w:tc>
          <w:tcPr>
            <w:tcW w:w="1401" w:type="dxa"/>
            <w:gridSpan w:val="3"/>
            <w:shd w:val="clear" w:color="auto" w:fill="F1F7FA"/>
          </w:tcPr>
          <w:p w14:paraId="06FE6BD0" w14:textId="6E2106F4" w:rsidR="00DB46A8" w:rsidRPr="00985C3C" w:rsidRDefault="00DB46A8" w:rsidP="002870A8">
            <w:pPr>
              <w:keepNext/>
              <w:rPr>
                <w:rFonts w:ascii="Arial" w:hAnsi="Arial" w:cs="Arial"/>
                <w:sz w:val="4"/>
                <w:szCs w:val="4"/>
              </w:rPr>
            </w:pPr>
          </w:p>
        </w:tc>
        <w:tc>
          <w:tcPr>
            <w:tcW w:w="6821" w:type="dxa"/>
            <w:shd w:val="clear" w:color="auto" w:fill="F1F7FA"/>
            <w:vAlign w:val="center"/>
          </w:tcPr>
          <w:p w14:paraId="697AC66E" w14:textId="77777777" w:rsidR="00DB46A8" w:rsidRPr="00985C3C" w:rsidRDefault="00DB46A8" w:rsidP="002870A8">
            <w:pPr>
              <w:keepNext/>
              <w:rPr>
                <w:rFonts w:ascii="Arial" w:hAnsi="Arial" w:cs="Arial"/>
                <w:sz w:val="4"/>
                <w:szCs w:val="4"/>
              </w:rPr>
            </w:pPr>
          </w:p>
        </w:tc>
        <w:tc>
          <w:tcPr>
            <w:tcW w:w="1134" w:type="dxa"/>
            <w:shd w:val="clear" w:color="auto" w:fill="F1F7FA"/>
          </w:tcPr>
          <w:p w14:paraId="66793C44" w14:textId="77777777" w:rsidR="00DB46A8" w:rsidRPr="00985C3C" w:rsidRDefault="00DB46A8" w:rsidP="002870A8">
            <w:pPr>
              <w:keepNext/>
              <w:rPr>
                <w:rFonts w:ascii="Arial" w:hAnsi="Arial" w:cs="Arial"/>
                <w:sz w:val="4"/>
                <w:szCs w:val="4"/>
              </w:rPr>
            </w:pPr>
          </w:p>
        </w:tc>
      </w:tr>
      <w:tr w:rsidR="00DB46A8" w:rsidRPr="00985C3C" w14:paraId="3F7DC886" w14:textId="49104379" w:rsidTr="00145E9A">
        <w:trPr>
          <w:trHeight w:val="392"/>
        </w:trPr>
        <w:tc>
          <w:tcPr>
            <w:tcW w:w="345" w:type="dxa"/>
            <w:shd w:val="clear" w:color="auto" w:fill="F1F7FA"/>
          </w:tcPr>
          <w:p w14:paraId="7FC5787A"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5ABD881" w14:textId="77777777" w:rsidR="00DB46A8" w:rsidRPr="00985C3C" w:rsidRDefault="00DB46A8" w:rsidP="002870A8">
            <w:pPr>
              <w:pStyle w:val="Question"/>
              <w:keepNext/>
              <w:rPr>
                <w:rFonts w:ascii="Arial" w:hAnsi="Arial" w:cs="Arial"/>
                <w:b/>
              </w:rPr>
            </w:pPr>
            <w:r w:rsidRPr="00985C3C">
              <w:rPr>
                <w:rFonts w:ascii="Arial" w:hAnsi="Arial" w:cs="Arial"/>
                <w:b/>
              </w:rPr>
              <w:t>Q52</w:t>
            </w:r>
          </w:p>
        </w:tc>
        <w:tc>
          <w:tcPr>
            <w:tcW w:w="281" w:type="dxa"/>
            <w:shd w:val="clear" w:color="auto" w:fill="F1F7FA"/>
          </w:tcPr>
          <w:p w14:paraId="3C9DB431" w14:textId="77777777" w:rsidR="00DB46A8" w:rsidRPr="00985C3C" w:rsidRDefault="00DB46A8" w:rsidP="002870A8">
            <w:pPr>
              <w:keepNext/>
              <w:rPr>
                <w:rFonts w:ascii="Arial" w:hAnsi="Arial" w:cs="Arial"/>
              </w:rPr>
            </w:pPr>
          </w:p>
        </w:tc>
        <w:tc>
          <w:tcPr>
            <w:tcW w:w="6821" w:type="dxa"/>
            <w:vMerge w:val="restart"/>
            <w:shd w:val="clear" w:color="auto" w:fill="F1F7FA"/>
          </w:tcPr>
          <w:p w14:paraId="091681CA"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can be learnt from the tertiary education systems of other countries? Are there models that could be usefully applied here?</w:t>
            </w:r>
          </w:p>
        </w:tc>
        <w:tc>
          <w:tcPr>
            <w:tcW w:w="1134" w:type="dxa"/>
            <w:shd w:val="clear" w:color="auto" w:fill="F1F7FA"/>
          </w:tcPr>
          <w:p w14:paraId="0FF94CF4" w14:textId="577B69BB"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77</w:t>
            </w:r>
          </w:p>
        </w:tc>
      </w:tr>
      <w:tr w:rsidR="00DB46A8" w:rsidRPr="00985C3C" w14:paraId="2BFA84CE" w14:textId="3B9EC9C5" w:rsidTr="00145E9A">
        <w:trPr>
          <w:trHeight w:val="120"/>
        </w:trPr>
        <w:tc>
          <w:tcPr>
            <w:tcW w:w="1401" w:type="dxa"/>
            <w:gridSpan w:val="3"/>
            <w:shd w:val="clear" w:color="auto" w:fill="F1F7FA"/>
          </w:tcPr>
          <w:p w14:paraId="5782819D" w14:textId="77777777" w:rsidR="00DB46A8" w:rsidRPr="00985C3C" w:rsidRDefault="00DB46A8" w:rsidP="002870A8">
            <w:pPr>
              <w:rPr>
                <w:rFonts w:ascii="Arial" w:hAnsi="Arial" w:cs="Arial"/>
                <w:sz w:val="4"/>
                <w:szCs w:val="4"/>
              </w:rPr>
            </w:pPr>
          </w:p>
        </w:tc>
        <w:tc>
          <w:tcPr>
            <w:tcW w:w="6821" w:type="dxa"/>
            <w:vMerge/>
            <w:shd w:val="clear" w:color="auto" w:fill="F1F7FA"/>
          </w:tcPr>
          <w:p w14:paraId="44B34212" w14:textId="77777777" w:rsidR="00DB46A8" w:rsidRPr="00985C3C" w:rsidRDefault="00DB46A8" w:rsidP="002870A8">
            <w:pPr>
              <w:pStyle w:val="BodyText"/>
              <w:rPr>
                <w:rFonts w:ascii="Arial" w:hAnsi="Arial" w:cs="Arial"/>
              </w:rPr>
            </w:pPr>
          </w:p>
        </w:tc>
        <w:tc>
          <w:tcPr>
            <w:tcW w:w="1134" w:type="dxa"/>
            <w:shd w:val="clear" w:color="auto" w:fill="F1F7FA"/>
          </w:tcPr>
          <w:p w14:paraId="55AF5C76" w14:textId="77777777" w:rsidR="00DB46A8" w:rsidRPr="00985C3C" w:rsidRDefault="00DB46A8" w:rsidP="002870A8">
            <w:pPr>
              <w:pStyle w:val="BodyText"/>
              <w:rPr>
                <w:rFonts w:ascii="Arial" w:hAnsi="Arial" w:cs="Arial"/>
              </w:rPr>
            </w:pPr>
          </w:p>
        </w:tc>
      </w:tr>
    </w:tbl>
    <w:p w14:paraId="05C233DF" w14:textId="77777777" w:rsidR="00985C3C" w:rsidRPr="00985C3C" w:rsidRDefault="00985C3C">
      <w:pPr>
        <w:rPr>
          <w:rFonts w:ascii="Arial" w:hAnsi="Arial" w:cs="Arial"/>
        </w:rPr>
      </w:pPr>
    </w:p>
    <w:p w14:paraId="1F47104E" w14:textId="064CA80A" w:rsidR="00985C3C" w:rsidRPr="00985C3C" w:rsidRDefault="00985C3C">
      <w:pPr>
        <w:rPr>
          <w:rFonts w:ascii="Arial" w:hAnsi="Arial" w:cs="Arial"/>
        </w:rPr>
      </w:pPr>
    </w:p>
    <w:p w14:paraId="5B5AF841" w14:textId="77777777" w:rsidR="00985C3C" w:rsidRPr="00985C3C" w:rsidRDefault="00985C3C">
      <w:pPr>
        <w:rPr>
          <w:rFonts w:ascii="Arial" w:hAnsi="Arial" w:cs="Arial"/>
        </w:rPr>
      </w:pPr>
    </w:p>
    <w:p w14:paraId="4BF2C854" w14:textId="77777777" w:rsidR="00985C3C" w:rsidRPr="00985C3C" w:rsidRDefault="00985C3C">
      <w:pPr>
        <w:rPr>
          <w:rFonts w:ascii="Arial" w:hAnsi="Arial" w:cs="Arial"/>
        </w:rPr>
      </w:pPr>
    </w:p>
    <w:p w14:paraId="3BFC1BE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3BE0F3C" w14:textId="4D2A3C23" w:rsidTr="00145E9A">
        <w:trPr>
          <w:trHeight w:hRule="exact" w:val="170"/>
        </w:trPr>
        <w:tc>
          <w:tcPr>
            <w:tcW w:w="1401" w:type="dxa"/>
            <w:gridSpan w:val="3"/>
            <w:shd w:val="clear" w:color="auto" w:fill="F1F7FA"/>
          </w:tcPr>
          <w:p w14:paraId="44C5ABA0" w14:textId="4D3FAFC6" w:rsidR="00DB46A8" w:rsidRPr="00985C3C" w:rsidRDefault="00DB46A8" w:rsidP="002870A8">
            <w:pPr>
              <w:keepNext/>
              <w:rPr>
                <w:rFonts w:ascii="Arial" w:hAnsi="Arial" w:cs="Arial"/>
                <w:sz w:val="4"/>
                <w:szCs w:val="4"/>
              </w:rPr>
            </w:pPr>
          </w:p>
        </w:tc>
        <w:tc>
          <w:tcPr>
            <w:tcW w:w="6821" w:type="dxa"/>
            <w:shd w:val="clear" w:color="auto" w:fill="F1F7FA"/>
            <w:vAlign w:val="center"/>
          </w:tcPr>
          <w:p w14:paraId="6E55FC54" w14:textId="77777777" w:rsidR="00DB46A8" w:rsidRPr="00985C3C" w:rsidRDefault="00DB46A8" w:rsidP="002870A8">
            <w:pPr>
              <w:keepNext/>
              <w:rPr>
                <w:rFonts w:ascii="Arial" w:hAnsi="Arial" w:cs="Arial"/>
                <w:sz w:val="4"/>
                <w:szCs w:val="4"/>
              </w:rPr>
            </w:pPr>
          </w:p>
        </w:tc>
        <w:tc>
          <w:tcPr>
            <w:tcW w:w="1134" w:type="dxa"/>
            <w:shd w:val="clear" w:color="auto" w:fill="F1F7FA"/>
          </w:tcPr>
          <w:p w14:paraId="6851F27D" w14:textId="77777777" w:rsidR="00DB46A8" w:rsidRPr="00985C3C" w:rsidRDefault="00DB46A8" w:rsidP="002870A8">
            <w:pPr>
              <w:keepNext/>
              <w:rPr>
                <w:rFonts w:ascii="Arial" w:hAnsi="Arial" w:cs="Arial"/>
                <w:sz w:val="4"/>
                <w:szCs w:val="4"/>
              </w:rPr>
            </w:pPr>
          </w:p>
        </w:tc>
      </w:tr>
      <w:tr w:rsidR="00DB46A8" w:rsidRPr="00985C3C" w14:paraId="79026D51" w14:textId="48D1E817" w:rsidTr="00145E9A">
        <w:trPr>
          <w:trHeight w:val="392"/>
        </w:trPr>
        <w:tc>
          <w:tcPr>
            <w:tcW w:w="345" w:type="dxa"/>
            <w:shd w:val="clear" w:color="auto" w:fill="F1F7FA"/>
          </w:tcPr>
          <w:p w14:paraId="5D5B603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586FBB8" w14:textId="77777777" w:rsidR="00DB46A8" w:rsidRPr="00985C3C" w:rsidRDefault="00DB46A8" w:rsidP="002870A8">
            <w:pPr>
              <w:pStyle w:val="Question"/>
              <w:keepNext/>
              <w:rPr>
                <w:rFonts w:ascii="Arial" w:hAnsi="Arial" w:cs="Arial"/>
                <w:b/>
              </w:rPr>
            </w:pPr>
            <w:r w:rsidRPr="00985C3C">
              <w:rPr>
                <w:rFonts w:ascii="Arial" w:hAnsi="Arial" w:cs="Arial"/>
                <w:b/>
              </w:rPr>
              <w:t>Q53</w:t>
            </w:r>
          </w:p>
        </w:tc>
        <w:tc>
          <w:tcPr>
            <w:tcW w:w="281" w:type="dxa"/>
            <w:shd w:val="clear" w:color="auto" w:fill="F1F7FA"/>
          </w:tcPr>
          <w:p w14:paraId="76737E3C" w14:textId="77777777" w:rsidR="00DB46A8" w:rsidRPr="00985C3C" w:rsidRDefault="00DB46A8" w:rsidP="002870A8">
            <w:pPr>
              <w:keepNext/>
              <w:rPr>
                <w:rFonts w:ascii="Arial" w:hAnsi="Arial" w:cs="Arial"/>
              </w:rPr>
            </w:pPr>
          </w:p>
        </w:tc>
        <w:tc>
          <w:tcPr>
            <w:tcW w:w="6821" w:type="dxa"/>
            <w:vMerge w:val="restart"/>
            <w:shd w:val="clear" w:color="auto" w:fill="F1F7FA"/>
          </w:tcPr>
          <w:p w14:paraId="47BEAD1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measures have been successful in improving access, participation, achievement and outcomes for Māori? What measures have been less successful? Why?</w:t>
            </w:r>
          </w:p>
        </w:tc>
        <w:tc>
          <w:tcPr>
            <w:tcW w:w="1134" w:type="dxa"/>
            <w:shd w:val="clear" w:color="auto" w:fill="F1F7FA"/>
          </w:tcPr>
          <w:p w14:paraId="37C18343" w14:textId="36BE517F"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78</w:t>
            </w:r>
          </w:p>
        </w:tc>
      </w:tr>
      <w:tr w:rsidR="00DB46A8" w:rsidRPr="00985C3C" w14:paraId="0AF93411" w14:textId="3C9362C1" w:rsidTr="00145E9A">
        <w:trPr>
          <w:trHeight w:val="120"/>
        </w:trPr>
        <w:tc>
          <w:tcPr>
            <w:tcW w:w="1401" w:type="dxa"/>
            <w:gridSpan w:val="3"/>
            <w:shd w:val="clear" w:color="auto" w:fill="F1F7FA"/>
          </w:tcPr>
          <w:p w14:paraId="6D28BE33" w14:textId="77777777" w:rsidR="00DB46A8" w:rsidRPr="00985C3C" w:rsidRDefault="00DB46A8" w:rsidP="002870A8">
            <w:pPr>
              <w:rPr>
                <w:rFonts w:ascii="Arial" w:hAnsi="Arial" w:cs="Arial"/>
                <w:sz w:val="4"/>
                <w:szCs w:val="4"/>
              </w:rPr>
            </w:pPr>
          </w:p>
        </w:tc>
        <w:tc>
          <w:tcPr>
            <w:tcW w:w="6821" w:type="dxa"/>
            <w:vMerge/>
            <w:shd w:val="clear" w:color="auto" w:fill="F1F7FA"/>
          </w:tcPr>
          <w:p w14:paraId="4F159B72" w14:textId="77777777" w:rsidR="00DB46A8" w:rsidRPr="00985C3C" w:rsidRDefault="00DB46A8" w:rsidP="002870A8">
            <w:pPr>
              <w:pStyle w:val="BodyText"/>
              <w:rPr>
                <w:rFonts w:ascii="Arial" w:hAnsi="Arial" w:cs="Arial"/>
              </w:rPr>
            </w:pPr>
          </w:p>
        </w:tc>
        <w:tc>
          <w:tcPr>
            <w:tcW w:w="1134" w:type="dxa"/>
            <w:shd w:val="clear" w:color="auto" w:fill="F1F7FA"/>
          </w:tcPr>
          <w:p w14:paraId="7D40481F" w14:textId="77777777" w:rsidR="00DB46A8" w:rsidRPr="00985C3C" w:rsidRDefault="00DB46A8" w:rsidP="002870A8">
            <w:pPr>
              <w:pStyle w:val="BodyText"/>
              <w:rPr>
                <w:rFonts w:ascii="Arial" w:hAnsi="Arial" w:cs="Arial"/>
              </w:rPr>
            </w:pPr>
          </w:p>
        </w:tc>
      </w:tr>
    </w:tbl>
    <w:p w14:paraId="5B041A7C" w14:textId="77777777" w:rsidR="00985C3C" w:rsidRPr="00985C3C" w:rsidRDefault="00985C3C">
      <w:pPr>
        <w:rPr>
          <w:rFonts w:ascii="Arial" w:hAnsi="Arial" w:cs="Arial"/>
        </w:rPr>
      </w:pPr>
    </w:p>
    <w:p w14:paraId="2666B45D" w14:textId="4778EB73" w:rsidR="00985C3C" w:rsidRPr="00985C3C" w:rsidRDefault="00985C3C">
      <w:pPr>
        <w:rPr>
          <w:rFonts w:ascii="Arial" w:hAnsi="Arial" w:cs="Arial"/>
        </w:rPr>
      </w:pPr>
    </w:p>
    <w:p w14:paraId="51C646A7" w14:textId="77777777" w:rsidR="00985C3C" w:rsidRPr="00985C3C" w:rsidRDefault="00985C3C">
      <w:pPr>
        <w:rPr>
          <w:rFonts w:ascii="Arial" w:hAnsi="Arial" w:cs="Arial"/>
        </w:rPr>
      </w:pPr>
    </w:p>
    <w:p w14:paraId="300286C1" w14:textId="77777777" w:rsidR="00985C3C" w:rsidRPr="00985C3C" w:rsidRDefault="00985C3C">
      <w:pPr>
        <w:rPr>
          <w:rFonts w:ascii="Arial" w:hAnsi="Arial" w:cs="Arial"/>
        </w:rPr>
      </w:pPr>
    </w:p>
    <w:p w14:paraId="3E914C2F" w14:textId="77777777" w:rsidR="00985C3C" w:rsidRPr="00985C3C" w:rsidRDefault="00985C3C">
      <w:pPr>
        <w:rPr>
          <w:rFonts w:ascii="Arial" w:hAnsi="Arial" w:cs="Arial"/>
        </w:rPr>
      </w:pPr>
    </w:p>
    <w:p w14:paraId="672486E8" w14:textId="77777777" w:rsidR="00985C3C" w:rsidRDefault="00985C3C">
      <w:pPr>
        <w:rPr>
          <w:rFonts w:ascii="Arial" w:hAnsi="Arial" w:cs="Arial"/>
        </w:rPr>
      </w:pPr>
    </w:p>
    <w:p w14:paraId="5DAB8F97" w14:textId="77777777" w:rsidR="00985C3C" w:rsidRDefault="00985C3C">
      <w:pPr>
        <w:rPr>
          <w:rFonts w:ascii="Arial" w:hAnsi="Arial" w:cs="Arial"/>
        </w:rPr>
      </w:pPr>
    </w:p>
    <w:p w14:paraId="32C6CCB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0B69F4B" w14:textId="00B61AE4" w:rsidTr="00145E9A">
        <w:trPr>
          <w:trHeight w:hRule="exact" w:val="170"/>
        </w:trPr>
        <w:tc>
          <w:tcPr>
            <w:tcW w:w="1401" w:type="dxa"/>
            <w:gridSpan w:val="3"/>
            <w:shd w:val="clear" w:color="auto" w:fill="F1F7FA"/>
          </w:tcPr>
          <w:p w14:paraId="154F26E0" w14:textId="5E6D691F" w:rsidR="00DB46A8" w:rsidRPr="00985C3C" w:rsidRDefault="00DB46A8" w:rsidP="002870A8">
            <w:pPr>
              <w:keepNext/>
              <w:rPr>
                <w:rFonts w:ascii="Arial" w:hAnsi="Arial" w:cs="Arial"/>
                <w:sz w:val="4"/>
                <w:szCs w:val="4"/>
              </w:rPr>
            </w:pPr>
          </w:p>
        </w:tc>
        <w:tc>
          <w:tcPr>
            <w:tcW w:w="6821" w:type="dxa"/>
            <w:shd w:val="clear" w:color="auto" w:fill="F1F7FA"/>
            <w:vAlign w:val="center"/>
          </w:tcPr>
          <w:p w14:paraId="189329C8" w14:textId="77777777" w:rsidR="00DB46A8" w:rsidRPr="00985C3C" w:rsidRDefault="00DB46A8" w:rsidP="002870A8">
            <w:pPr>
              <w:keepNext/>
              <w:rPr>
                <w:rFonts w:ascii="Arial" w:hAnsi="Arial" w:cs="Arial"/>
                <w:sz w:val="4"/>
                <w:szCs w:val="4"/>
              </w:rPr>
            </w:pPr>
          </w:p>
        </w:tc>
        <w:tc>
          <w:tcPr>
            <w:tcW w:w="1134" w:type="dxa"/>
            <w:shd w:val="clear" w:color="auto" w:fill="F1F7FA"/>
          </w:tcPr>
          <w:p w14:paraId="6532498F" w14:textId="77777777" w:rsidR="00DB46A8" w:rsidRPr="00985C3C" w:rsidRDefault="00DB46A8" w:rsidP="002870A8">
            <w:pPr>
              <w:keepNext/>
              <w:rPr>
                <w:rFonts w:ascii="Arial" w:hAnsi="Arial" w:cs="Arial"/>
                <w:sz w:val="4"/>
                <w:szCs w:val="4"/>
              </w:rPr>
            </w:pPr>
          </w:p>
        </w:tc>
      </w:tr>
      <w:tr w:rsidR="00DB46A8" w:rsidRPr="00985C3C" w14:paraId="3390AECD" w14:textId="50135716" w:rsidTr="00145E9A">
        <w:trPr>
          <w:trHeight w:val="392"/>
        </w:trPr>
        <w:tc>
          <w:tcPr>
            <w:tcW w:w="345" w:type="dxa"/>
            <w:shd w:val="clear" w:color="auto" w:fill="F1F7FA"/>
          </w:tcPr>
          <w:p w14:paraId="5909DE94"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AACC7E7" w14:textId="77777777" w:rsidR="00DB46A8" w:rsidRPr="00985C3C" w:rsidRDefault="00DB46A8" w:rsidP="002870A8">
            <w:pPr>
              <w:pStyle w:val="Question"/>
              <w:keepNext/>
              <w:rPr>
                <w:rFonts w:ascii="Arial" w:hAnsi="Arial" w:cs="Arial"/>
                <w:b/>
              </w:rPr>
            </w:pPr>
            <w:r w:rsidRPr="00985C3C">
              <w:rPr>
                <w:rFonts w:ascii="Arial" w:hAnsi="Arial" w:cs="Arial"/>
                <w:b/>
              </w:rPr>
              <w:t>Q54</w:t>
            </w:r>
          </w:p>
        </w:tc>
        <w:tc>
          <w:tcPr>
            <w:tcW w:w="281" w:type="dxa"/>
            <w:shd w:val="clear" w:color="auto" w:fill="F1F7FA"/>
          </w:tcPr>
          <w:p w14:paraId="017DD797" w14:textId="77777777" w:rsidR="00DB46A8" w:rsidRPr="00985C3C" w:rsidRDefault="00DB46A8" w:rsidP="002870A8">
            <w:pPr>
              <w:keepNext/>
              <w:rPr>
                <w:rFonts w:ascii="Arial" w:hAnsi="Arial" w:cs="Arial"/>
              </w:rPr>
            </w:pPr>
          </w:p>
        </w:tc>
        <w:tc>
          <w:tcPr>
            <w:tcW w:w="6821" w:type="dxa"/>
            <w:vMerge w:val="restart"/>
            <w:shd w:val="clear" w:color="auto" w:fill="F1F7FA"/>
          </w:tcPr>
          <w:p w14:paraId="53C47A3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measures have been successful in improving access, participation, achievement and outcomes for Pasifika? What measures have been less successful? Why? </w:t>
            </w:r>
          </w:p>
        </w:tc>
        <w:tc>
          <w:tcPr>
            <w:tcW w:w="1134" w:type="dxa"/>
            <w:shd w:val="clear" w:color="auto" w:fill="F1F7FA"/>
          </w:tcPr>
          <w:p w14:paraId="1100D271" w14:textId="22BDC7C0"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79</w:t>
            </w:r>
          </w:p>
        </w:tc>
      </w:tr>
      <w:tr w:rsidR="00DB46A8" w:rsidRPr="00985C3C" w14:paraId="42CDABDE" w14:textId="34740769" w:rsidTr="00145E9A">
        <w:trPr>
          <w:trHeight w:val="120"/>
        </w:trPr>
        <w:tc>
          <w:tcPr>
            <w:tcW w:w="1401" w:type="dxa"/>
            <w:gridSpan w:val="3"/>
            <w:shd w:val="clear" w:color="auto" w:fill="F1F7FA"/>
          </w:tcPr>
          <w:p w14:paraId="508EBD39" w14:textId="77777777" w:rsidR="00DB46A8" w:rsidRPr="00985C3C" w:rsidRDefault="00DB46A8" w:rsidP="002870A8">
            <w:pPr>
              <w:rPr>
                <w:rFonts w:ascii="Arial" w:hAnsi="Arial" w:cs="Arial"/>
                <w:sz w:val="4"/>
                <w:szCs w:val="4"/>
              </w:rPr>
            </w:pPr>
          </w:p>
        </w:tc>
        <w:tc>
          <w:tcPr>
            <w:tcW w:w="6821" w:type="dxa"/>
            <w:vMerge/>
            <w:shd w:val="clear" w:color="auto" w:fill="F1F7FA"/>
          </w:tcPr>
          <w:p w14:paraId="0EFE09E1" w14:textId="77777777" w:rsidR="00DB46A8" w:rsidRPr="00985C3C" w:rsidRDefault="00DB46A8" w:rsidP="002870A8">
            <w:pPr>
              <w:pStyle w:val="BodyText"/>
              <w:rPr>
                <w:rFonts w:ascii="Arial" w:hAnsi="Arial" w:cs="Arial"/>
              </w:rPr>
            </w:pPr>
          </w:p>
        </w:tc>
        <w:tc>
          <w:tcPr>
            <w:tcW w:w="1134" w:type="dxa"/>
            <w:shd w:val="clear" w:color="auto" w:fill="F1F7FA"/>
          </w:tcPr>
          <w:p w14:paraId="624D234E" w14:textId="77777777" w:rsidR="00DB46A8" w:rsidRPr="00985C3C" w:rsidRDefault="00DB46A8" w:rsidP="002870A8">
            <w:pPr>
              <w:pStyle w:val="BodyText"/>
              <w:rPr>
                <w:rFonts w:ascii="Arial" w:hAnsi="Arial" w:cs="Arial"/>
              </w:rPr>
            </w:pPr>
          </w:p>
        </w:tc>
      </w:tr>
    </w:tbl>
    <w:p w14:paraId="61B64431" w14:textId="77777777" w:rsidR="00985C3C" w:rsidRPr="00985C3C" w:rsidRDefault="00985C3C">
      <w:pPr>
        <w:rPr>
          <w:rFonts w:ascii="Arial" w:hAnsi="Arial" w:cs="Arial"/>
        </w:rPr>
      </w:pPr>
    </w:p>
    <w:p w14:paraId="24F54A8D" w14:textId="2862EB30" w:rsidR="00985C3C" w:rsidRPr="00985C3C" w:rsidRDefault="00985C3C">
      <w:pPr>
        <w:rPr>
          <w:rFonts w:ascii="Arial" w:hAnsi="Arial" w:cs="Arial"/>
        </w:rPr>
      </w:pPr>
    </w:p>
    <w:p w14:paraId="7F585854" w14:textId="77777777" w:rsidR="00985C3C" w:rsidRPr="00985C3C" w:rsidRDefault="00985C3C">
      <w:pPr>
        <w:rPr>
          <w:rFonts w:ascii="Arial" w:hAnsi="Arial" w:cs="Arial"/>
        </w:rPr>
      </w:pPr>
    </w:p>
    <w:p w14:paraId="7B419DDA" w14:textId="77777777" w:rsidR="00985C3C" w:rsidRPr="00985C3C" w:rsidRDefault="00985C3C">
      <w:pPr>
        <w:rPr>
          <w:rFonts w:ascii="Arial" w:hAnsi="Arial" w:cs="Arial"/>
        </w:rPr>
      </w:pPr>
    </w:p>
    <w:p w14:paraId="1F51A07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7E778E9" w14:textId="1E34E1D1" w:rsidTr="00145E9A">
        <w:trPr>
          <w:trHeight w:hRule="exact" w:val="170"/>
        </w:trPr>
        <w:tc>
          <w:tcPr>
            <w:tcW w:w="1401" w:type="dxa"/>
            <w:gridSpan w:val="3"/>
            <w:shd w:val="clear" w:color="auto" w:fill="F1F7FA"/>
          </w:tcPr>
          <w:p w14:paraId="67474727" w14:textId="2CDC92B7" w:rsidR="00DB46A8" w:rsidRPr="00985C3C" w:rsidRDefault="00DB46A8" w:rsidP="002870A8">
            <w:pPr>
              <w:keepNext/>
              <w:rPr>
                <w:rFonts w:ascii="Arial" w:hAnsi="Arial" w:cs="Arial"/>
                <w:sz w:val="4"/>
                <w:szCs w:val="4"/>
              </w:rPr>
            </w:pPr>
          </w:p>
        </w:tc>
        <w:tc>
          <w:tcPr>
            <w:tcW w:w="6821" w:type="dxa"/>
            <w:shd w:val="clear" w:color="auto" w:fill="F1F7FA"/>
            <w:vAlign w:val="center"/>
          </w:tcPr>
          <w:p w14:paraId="34818566" w14:textId="77777777" w:rsidR="00DB46A8" w:rsidRPr="00985C3C" w:rsidRDefault="00DB46A8" w:rsidP="002870A8">
            <w:pPr>
              <w:keepNext/>
              <w:rPr>
                <w:rFonts w:ascii="Arial" w:hAnsi="Arial" w:cs="Arial"/>
                <w:sz w:val="4"/>
                <w:szCs w:val="4"/>
              </w:rPr>
            </w:pPr>
          </w:p>
        </w:tc>
        <w:tc>
          <w:tcPr>
            <w:tcW w:w="1134" w:type="dxa"/>
            <w:shd w:val="clear" w:color="auto" w:fill="F1F7FA"/>
          </w:tcPr>
          <w:p w14:paraId="6DC7DBCD" w14:textId="77777777" w:rsidR="00DB46A8" w:rsidRPr="00985C3C" w:rsidRDefault="00DB46A8" w:rsidP="002870A8">
            <w:pPr>
              <w:keepNext/>
              <w:rPr>
                <w:rFonts w:ascii="Arial" w:hAnsi="Arial" w:cs="Arial"/>
                <w:sz w:val="4"/>
                <w:szCs w:val="4"/>
              </w:rPr>
            </w:pPr>
          </w:p>
        </w:tc>
      </w:tr>
      <w:tr w:rsidR="00DB46A8" w:rsidRPr="00985C3C" w14:paraId="6527EEBD" w14:textId="77EA9438" w:rsidTr="00145E9A">
        <w:trPr>
          <w:trHeight w:val="392"/>
        </w:trPr>
        <w:tc>
          <w:tcPr>
            <w:tcW w:w="345" w:type="dxa"/>
            <w:shd w:val="clear" w:color="auto" w:fill="F1F7FA"/>
          </w:tcPr>
          <w:p w14:paraId="3616813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867535A" w14:textId="77777777" w:rsidR="00DB46A8" w:rsidRPr="00985C3C" w:rsidRDefault="00DB46A8" w:rsidP="002870A8">
            <w:pPr>
              <w:pStyle w:val="Question"/>
              <w:keepNext/>
              <w:rPr>
                <w:rFonts w:ascii="Arial" w:hAnsi="Arial" w:cs="Arial"/>
                <w:b/>
              </w:rPr>
            </w:pPr>
            <w:r w:rsidRPr="00985C3C">
              <w:rPr>
                <w:rFonts w:ascii="Arial" w:hAnsi="Arial" w:cs="Arial"/>
                <w:b/>
              </w:rPr>
              <w:t>Q55</w:t>
            </w:r>
          </w:p>
        </w:tc>
        <w:tc>
          <w:tcPr>
            <w:tcW w:w="281" w:type="dxa"/>
            <w:shd w:val="clear" w:color="auto" w:fill="F1F7FA"/>
          </w:tcPr>
          <w:p w14:paraId="4EF564A8" w14:textId="77777777" w:rsidR="00DB46A8" w:rsidRPr="00985C3C" w:rsidRDefault="00DB46A8" w:rsidP="002870A8">
            <w:pPr>
              <w:keepNext/>
              <w:rPr>
                <w:rFonts w:ascii="Arial" w:hAnsi="Arial" w:cs="Arial"/>
              </w:rPr>
            </w:pPr>
          </w:p>
        </w:tc>
        <w:tc>
          <w:tcPr>
            <w:tcW w:w="6821" w:type="dxa"/>
            <w:vMerge w:val="restart"/>
            <w:shd w:val="clear" w:color="auto" w:fill="F1F7FA"/>
          </w:tcPr>
          <w:p w14:paraId="37236D6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measures have been successful in improving access, participation, achievement and outcomes for at-risk youth? What measures have been less successful? Why? </w:t>
            </w:r>
          </w:p>
        </w:tc>
        <w:tc>
          <w:tcPr>
            <w:tcW w:w="1134" w:type="dxa"/>
            <w:shd w:val="clear" w:color="auto" w:fill="F1F7FA"/>
          </w:tcPr>
          <w:p w14:paraId="7D4511C4" w14:textId="205CE4AE"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79</w:t>
            </w:r>
          </w:p>
        </w:tc>
      </w:tr>
      <w:tr w:rsidR="00DB46A8" w:rsidRPr="00985C3C" w14:paraId="765103E5" w14:textId="4F427274" w:rsidTr="00145E9A">
        <w:trPr>
          <w:trHeight w:val="120"/>
        </w:trPr>
        <w:tc>
          <w:tcPr>
            <w:tcW w:w="1401" w:type="dxa"/>
            <w:gridSpan w:val="3"/>
            <w:shd w:val="clear" w:color="auto" w:fill="F1F7FA"/>
          </w:tcPr>
          <w:p w14:paraId="47FEB3F5" w14:textId="77777777" w:rsidR="00DB46A8" w:rsidRPr="00985C3C" w:rsidRDefault="00DB46A8" w:rsidP="002870A8">
            <w:pPr>
              <w:rPr>
                <w:rFonts w:ascii="Arial" w:hAnsi="Arial" w:cs="Arial"/>
                <w:sz w:val="4"/>
                <w:szCs w:val="4"/>
              </w:rPr>
            </w:pPr>
          </w:p>
        </w:tc>
        <w:tc>
          <w:tcPr>
            <w:tcW w:w="6821" w:type="dxa"/>
            <w:vMerge/>
            <w:shd w:val="clear" w:color="auto" w:fill="F1F7FA"/>
          </w:tcPr>
          <w:p w14:paraId="114A9C0B" w14:textId="77777777" w:rsidR="00DB46A8" w:rsidRPr="00985C3C" w:rsidRDefault="00DB46A8" w:rsidP="002870A8">
            <w:pPr>
              <w:pStyle w:val="BodyText"/>
              <w:rPr>
                <w:rFonts w:ascii="Arial" w:hAnsi="Arial" w:cs="Arial"/>
              </w:rPr>
            </w:pPr>
          </w:p>
        </w:tc>
        <w:tc>
          <w:tcPr>
            <w:tcW w:w="1134" w:type="dxa"/>
            <w:shd w:val="clear" w:color="auto" w:fill="F1F7FA"/>
          </w:tcPr>
          <w:p w14:paraId="432DB6EA" w14:textId="77777777" w:rsidR="00DB46A8" w:rsidRPr="00985C3C" w:rsidRDefault="00DB46A8" w:rsidP="002870A8">
            <w:pPr>
              <w:pStyle w:val="BodyText"/>
              <w:rPr>
                <w:rFonts w:ascii="Arial" w:hAnsi="Arial" w:cs="Arial"/>
              </w:rPr>
            </w:pPr>
          </w:p>
        </w:tc>
      </w:tr>
    </w:tbl>
    <w:p w14:paraId="7BD6FAC8" w14:textId="77777777" w:rsidR="00985C3C" w:rsidRPr="00985C3C" w:rsidRDefault="00985C3C">
      <w:pPr>
        <w:rPr>
          <w:rFonts w:ascii="Arial" w:hAnsi="Arial" w:cs="Arial"/>
        </w:rPr>
      </w:pPr>
    </w:p>
    <w:p w14:paraId="4F30B001" w14:textId="015FC3D2" w:rsidR="00985C3C" w:rsidRPr="00985C3C" w:rsidRDefault="00985C3C">
      <w:pPr>
        <w:rPr>
          <w:rFonts w:ascii="Arial" w:hAnsi="Arial" w:cs="Arial"/>
        </w:rPr>
      </w:pPr>
    </w:p>
    <w:p w14:paraId="1985E134" w14:textId="77777777" w:rsidR="00985C3C" w:rsidRPr="00985C3C" w:rsidRDefault="00985C3C">
      <w:pPr>
        <w:rPr>
          <w:rFonts w:ascii="Arial" w:hAnsi="Arial" w:cs="Arial"/>
        </w:rPr>
      </w:pPr>
    </w:p>
    <w:p w14:paraId="401D57EA" w14:textId="77777777" w:rsidR="00985C3C" w:rsidRPr="00985C3C" w:rsidRDefault="00985C3C">
      <w:pPr>
        <w:rPr>
          <w:rFonts w:ascii="Arial" w:hAnsi="Arial" w:cs="Arial"/>
        </w:rPr>
      </w:pPr>
    </w:p>
    <w:p w14:paraId="40C2858C"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B842A93" w14:textId="4AFD5F54" w:rsidTr="00145E9A">
        <w:trPr>
          <w:trHeight w:hRule="exact" w:val="170"/>
        </w:trPr>
        <w:tc>
          <w:tcPr>
            <w:tcW w:w="1401" w:type="dxa"/>
            <w:gridSpan w:val="3"/>
            <w:shd w:val="clear" w:color="auto" w:fill="F1F7FA"/>
          </w:tcPr>
          <w:p w14:paraId="1D0F6759" w14:textId="7258AEA4" w:rsidR="00DB46A8" w:rsidRPr="00985C3C" w:rsidRDefault="00DB46A8" w:rsidP="002870A8">
            <w:pPr>
              <w:keepNext/>
              <w:rPr>
                <w:rFonts w:ascii="Arial" w:hAnsi="Arial" w:cs="Arial"/>
                <w:sz w:val="4"/>
                <w:szCs w:val="4"/>
              </w:rPr>
            </w:pPr>
          </w:p>
        </w:tc>
        <w:tc>
          <w:tcPr>
            <w:tcW w:w="6821" w:type="dxa"/>
            <w:shd w:val="clear" w:color="auto" w:fill="F1F7FA"/>
            <w:vAlign w:val="center"/>
          </w:tcPr>
          <w:p w14:paraId="72FC7E3F" w14:textId="77777777" w:rsidR="00DB46A8" w:rsidRPr="00985C3C" w:rsidRDefault="00DB46A8" w:rsidP="002870A8">
            <w:pPr>
              <w:keepNext/>
              <w:rPr>
                <w:rFonts w:ascii="Arial" w:hAnsi="Arial" w:cs="Arial"/>
                <w:sz w:val="4"/>
                <w:szCs w:val="4"/>
              </w:rPr>
            </w:pPr>
          </w:p>
        </w:tc>
        <w:tc>
          <w:tcPr>
            <w:tcW w:w="1134" w:type="dxa"/>
            <w:shd w:val="clear" w:color="auto" w:fill="F1F7FA"/>
          </w:tcPr>
          <w:p w14:paraId="753EEF02" w14:textId="77777777" w:rsidR="00DB46A8" w:rsidRPr="00985C3C" w:rsidRDefault="00DB46A8" w:rsidP="002870A8">
            <w:pPr>
              <w:keepNext/>
              <w:rPr>
                <w:rFonts w:ascii="Arial" w:hAnsi="Arial" w:cs="Arial"/>
                <w:sz w:val="4"/>
                <w:szCs w:val="4"/>
              </w:rPr>
            </w:pPr>
          </w:p>
        </w:tc>
      </w:tr>
      <w:tr w:rsidR="00DB46A8" w:rsidRPr="00985C3C" w14:paraId="19B107B5" w14:textId="673DE89D" w:rsidTr="00145E9A">
        <w:trPr>
          <w:trHeight w:val="392"/>
        </w:trPr>
        <w:tc>
          <w:tcPr>
            <w:tcW w:w="345" w:type="dxa"/>
            <w:shd w:val="clear" w:color="auto" w:fill="F1F7FA"/>
          </w:tcPr>
          <w:p w14:paraId="7862349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A89B530" w14:textId="77777777" w:rsidR="00DB46A8" w:rsidRPr="00985C3C" w:rsidRDefault="00DB46A8" w:rsidP="002870A8">
            <w:pPr>
              <w:pStyle w:val="Question"/>
              <w:keepNext/>
              <w:rPr>
                <w:rFonts w:ascii="Arial" w:hAnsi="Arial" w:cs="Arial"/>
                <w:b/>
              </w:rPr>
            </w:pPr>
            <w:r w:rsidRPr="00985C3C">
              <w:rPr>
                <w:rFonts w:ascii="Arial" w:hAnsi="Arial" w:cs="Arial"/>
                <w:b/>
              </w:rPr>
              <w:t>Q56</w:t>
            </w:r>
          </w:p>
        </w:tc>
        <w:tc>
          <w:tcPr>
            <w:tcW w:w="281" w:type="dxa"/>
            <w:shd w:val="clear" w:color="auto" w:fill="F1F7FA"/>
          </w:tcPr>
          <w:p w14:paraId="3FF8F556" w14:textId="77777777" w:rsidR="00DB46A8" w:rsidRPr="00985C3C" w:rsidRDefault="00DB46A8" w:rsidP="002870A8">
            <w:pPr>
              <w:keepNext/>
              <w:rPr>
                <w:rFonts w:ascii="Arial" w:hAnsi="Arial" w:cs="Arial"/>
              </w:rPr>
            </w:pPr>
          </w:p>
        </w:tc>
        <w:tc>
          <w:tcPr>
            <w:tcW w:w="6821" w:type="dxa"/>
            <w:vMerge w:val="restart"/>
            <w:shd w:val="clear" w:color="auto" w:fill="F1F7FA"/>
          </w:tcPr>
          <w:p w14:paraId="4CE8CA98"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measures have been successful in improving access, participation, achievement and outcomes for those with limited access to traditional campus-based provision? What measures have been less successful? Why? </w:t>
            </w:r>
          </w:p>
        </w:tc>
        <w:tc>
          <w:tcPr>
            <w:tcW w:w="1134" w:type="dxa"/>
            <w:shd w:val="clear" w:color="auto" w:fill="F1F7FA"/>
          </w:tcPr>
          <w:p w14:paraId="4D11CD97" w14:textId="31EDFD6D"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79</w:t>
            </w:r>
          </w:p>
        </w:tc>
      </w:tr>
      <w:tr w:rsidR="00DB46A8" w:rsidRPr="00985C3C" w14:paraId="26DE6F77" w14:textId="24260B55" w:rsidTr="00145E9A">
        <w:trPr>
          <w:trHeight w:val="120"/>
        </w:trPr>
        <w:tc>
          <w:tcPr>
            <w:tcW w:w="1401" w:type="dxa"/>
            <w:gridSpan w:val="3"/>
            <w:shd w:val="clear" w:color="auto" w:fill="F1F7FA"/>
          </w:tcPr>
          <w:p w14:paraId="3781601B" w14:textId="77777777" w:rsidR="00DB46A8" w:rsidRPr="00985C3C" w:rsidRDefault="00DB46A8" w:rsidP="002870A8">
            <w:pPr>
              <w:rPr>
                <w:rFonts w:ascii="Arial" w:hAnsi="Arial" w:cs="Arial"/>
                <w:sz w:val="4"/>
                <w:szCs w:val="4"/>
              </w:rPr>
            </w:pPr>
          </w:p>
        </w:tc>
        <w:tc>
          <w:tcPr>
            <w:tcW w:w="6821" w:type="dxa"/>
            <w:vMerge/>
            <w:shd w:val="clear" w:color="auto" w:fill="F1F7FA"/>
          </w:tcPr>
          <w:p w14:paraId="7950ABDE" w14:textId="77777777" w:rsidR="00DB46A8" w:rsidRPr="00985C3C" w:rsidRDefault="00DB46A8" w:rsidP="002870A8">
            <w:pPr>
              <w:pStyle w:val="BodyText"/>
              <w:rPr>
                <w:rFonts w:ascii="Arial" w:hAnsi="Arial" w:cs="Arial"/>
              </w:rPr>
            </w:pPr>
          </w:p>
        </w:tc>
        <w:tc>
          <w:tcPr>
            <w:tcW w:w="1134" w:type="dxa"/>
            <w:shd w:val="clear" w:color="auto" w:fill="F1F7FA"/>
          </w:tcPr>
          <w:p w14:paraId="628D8861" w14:textId="77777777" w:rsidR="00DB46A8" w:rsidRPr="00985C3C" w:rsidRDefault="00DB46A8" w:rsidP="002870A8">
            <w:pPr>
              <w:pStyle w:val="BodyText"/>
              <w:rPr>
                <w:rFonts w:ascii="Arial" w:hAnsi="Arial" w:cs="Arial"/>
              </w:rPr>
            </w:pPr>
          </w:p>
        </w:tc>
      </w:tr>
    </w:tbl>
    <w:p w14:paraId="66B31B02" w14:textId="77777777" w:rsidR="00985C3C" w:rsidRPr="00985C3C" w:rsidRDefault="00985C3C">
      <w:pPr>
        <w:rPr>
          <w:rFonts w:ascii="Arial" w:hAnsi="Arial" w:cs="Arial"/>
        </w:rPr>
      </w:pPr>
    </w:p>
    <w:p w14:paraId="3D2157F0" w14:textId="00201830" w:rsidR="00985C3C" w:rsidRPr="00985C3C" w:rsidRDefault="00985C3C">
      <w:pPr>
        <w:rPr>
          <w:rFonts w:ascii="Arial" w:hAnsi="Arial" w:cs="Arial"/>
        </w:rPr>
      </w:pPr>
    </w:p>
    <w:p w14:paraId="018A2806" w14:textId="77777777" w:rsidR="00985C3C" w:rsidRPr="00985C3C" w:rsidRDefault="00985C3C">
      <w:pPr>
        <w:rPr>
          <w:rFonts w:ascii="Arial" w:hAnsi="Arial" w:cs="Arial"/>
        </w:rPr>
      </w:pPr>
    </w:p>
    <w:p w14:paraId="2C2E31B1" w14:textId="77777777" w:rsidR="00985C3C" w:rsidRPr="00985C3C" w:rsidRDefault="00985C3C">
      <w:pPr>
        <w:rPr>
          <w:rFonts w:ascii="Arial" w:hAnsi="Arial" w:cs="Arial"/>
        </w:rPr>
      </w:pPr>
    </w:p>
    <w:p w14:paraId="03352008"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6F6E212" w14:textId="1B81241B" w:rsidTr="00145E9A">
        <w:trPr>
          <w:trHeight w:hRule="exact" w:val="170"/>
        </w:trPr>
        <w:tc>
          <w:tcPr>
            <w:tcW w:w="1401" w:type="dxa"/>
            <w:gridSpan w:val="3"/>
            <w:shd w:val="clear" w:color="auto" w:fill="F1F7FA"/>
          </w:tcPr>
          <w:p w14:paraId="3E66FFF9" w14:textId="1BA2519B" w:rsidR="00DB46A8" w:rsidRPr="00985C3C" w:rsidRDefault="00DB46A8" w:rsidP="002870A8">
            <w:pPr>
              <w:keepNext/>
              <w:rPr>
                <w:rFonts w:ascii="Arial" w:hAnsi="Arial" w:cs="Arial"/>
                <w:sz w:val="4"/>
                <w:szCs w:val="4"/>
              </w:rPr>
            </w:pPr>
          </w:p>
        </w:tc>
        <w:tc>
          <w:tcPr>
            <w:tcW w:w="6821" w:type="dxa"/>
            <w:shd w:val="clear" w:color="auto" w:fill="F1F7FA"/>
            <w:vAlign w:val="center"/>
          </w:tcPr>
          <w:p w14:paraId="1076C1D6" w14:textId="77777777" w:rsidR="00DB46A8" w:rsidRPr="00985C3C" w:rsidRDefault="00DB46A8" w:rsidP="002870A8">
            <w:pPr>
              <w:keepNext/>
              <w:rPr>
                <w:rFonts w:ascii="Arial" w:hAnsi="Arial" w:cs="Arial"/>
                <w:sz w:val="4"/>
                <w:szCs w:val="4"/>
              </w:rPr>
            </w:pPr>
          </w:p>
        </w:tc>
        <w:tc>
          <w:tcPr>
            <w:tcW w:w="1134" w:type="dxa"/>
            <w:shd w:val="clear" w:color="auto" w:fill="F1F7FA"/>
          </w:tcPr>
          <w:p w14:paraId="4452D23C" w14:textId="77777777" w:rsidR="00DB46A8" w:rsidRPr="00985C3C" w:rsidRDefault="00DB46A8" w:rsidP="002870A8">
            <w:pPr>
              <w:keepNext/>
              <w:rPr>
                <w:rFonts w:ascii="Arial" w:hAnsi="Arial" w:cs="Arial"/>
                <w:sz w:val="4"/>
                <w:szCs w:val="4"/>
              </w:rPr>
            </w:pPr>
          </w:p>
        </w:tc>
      </w:tr>
      <w:tr w:rsidR="00DB46A8" w:rsidRPr="00985C3C" w14:paraId="774FFD08" w14:textId="43DB0130" w:rsidTr="00145E9A">
        <w:trPr>
          <w:trHeight w:val="392"/>
        </w:trPr>
        <w:tc>
          <w:tcPr>
            <w:tcW w:w="345" w:type="dxa"/>
            <w:shd w:val="clear" w:color="auto" w:fill="F1F7FA"/>
          </w:tcPr>
          <w:p w14:paraId="384B9046"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5EAAF10" w14:textId="77777777" w:rsidR="00DB46A8" w:rsidRPr="00985C3C" w:rsidRDefault="00DB46A8" w:rsidP="002870A8">
            <w:pPr>
              <w:pStyle w:val="Question"/>
              <w:keepNext/>
              <w:rPr>
                <w:rFonts w:ascii="Arial" w:hAnsi="Arial" w:cs="Arial"/>
                <w:b/>
              </w:rPr>
            </w:pPr>
            <w:r w:rsidRPr="00985C3C">
              <w:rPr>
                <w:rFonts w:ascii="Arial" w:hAnsi="Arial" w:cs="Arial"/>
                <w:b/>
              </w:rPr>
              <w:t>Q57</w:t>
            </w:r>
          </w:p>
        </w:tc>
        <w:tc>
          <w:tcPr>
            <w:tcW w:w="281" w:type="dxa"/>
            <w:shd w:val="clear" w:color="auto" w:fill="F1F7FA"/>
          </w:tcPr>
          <w:p w14:paraId="574AC64A" w14:textId="77777777" w:rsidR="00DB46A8" w:rsidRPr="00985C3C" w:rsidRDefault="00DB46A8" w:rsidP="002870A8">
            <w:pPr>
              <w:keepNext/>
              <w:rPr>
                <w:rFonts w:ascii="Arial" w:hAnsi="Arial" w:cs="Arial"/>
              </w:rPr>
            </w:pPr>
          </w:p>
        </w:tc>
        <w:tc>
          <w:tcPr>
            <w:tcW w:w="6821" w:type="dxa"/>
            <w:vMerge w:val="restart"/>
            <w:shd w:val="clear" w:color="auto" w:fill="F1F7FA"/>
          </w:tcPr>
          <w:p w14:paraId="6AA5D7AD"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measures have been successful in improving access, participation, achievement and outcomes for people with disabilities? What measures have been less successful? Why?</w:t>
            </w:r>
          </w:p>
        </w:tc>
        <w:tc>
          <w:tcPr>
            <w:tcW w:w="1134" w:type="dxa"/>
            <w:shd w:val="clear" w:color="auto" w:fill="F1F7FA"/>
          </w:tcPr>
          <w:p w14:paraId="43C96521" w14:textId="71DA1A3A"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79</w:t>
            </w:r>
          </w:p>
        </w:tc>
      </w:tr>
      <w:tr w:rsidR="00DB46A8" w:rsidRPr="00985C3C" w14:paraId="0AEF5DEC" w14:textId="3E939479" w:rsidTr="00145E9A">
        <w:trPr>
          <w:trHeight w:val="120"/>
        </w:trPr>
        <w:tc>
          <w:tcPr>
            <w:tcW w:w="1401" w:type="dxa"/>
            <w:gridSpan w:val="3"/>
            <w:shd w:val="clear" w:color="auto" w:fill="F1F7FA"/>
          </w:tcPr>
          <w:p w14:paraId="52AB1F68" w14:textId="77777777" w:rsidR="00DB46A8" w:rsidRPr="00985C3C" w:rsidRDefault="00DB46A8" w:rsidP="002870A8">
            <w:pPr>
              <w:rPr>
                <w:rFonts w:ascii="Arial" w:hAnsi="Arial" w:cs="Arial"/>
                <w:sz w:val="4"/>
                <w:szCs w:val="4"/>
              </w:rPr>
            </w:pPr>
          </w:p>
        </w:tc>
        <w:tc>
          <w:tcPr>
            <w:tcW w:w="6821" w:type="dxa"/>
            <w:vMerge/>
            <w:shd w:val="clear" w:color="auto" w:fill="F1F7FA"/>
          </w:tcPr>
          <w:p w14:paraId="09E0AA3B" w14:textId="77777777" w:rsidR="00DB46A8" w:rsidRPr="00985C3C" w:rsidRDefault="00DB46A8" w:rsidP="002870A8">
            <w:pPr>
              <w:pStyle w:val="BodyText"/>
              <w:rPr>
                <w:rFonts w:ascii="Arial" w:hAnsi="Arial" w:cs="Arial"/>
              </w:rPr>
            </w:pPr>
          </w:p>
        </w:tc>
        <w:tc>
          <w:tcPr>
            <w:tcW w:w="1134" w:type="dxa"/>
            <w:shd w:val="clear" w:color="auto" w:fill="F1F7FA"/>
          </w:tcPr>
          <w:p w14:paraId="3EB3AC2A" w14:textId="77777777" w:rsidR="00DB46A8" w:rsidRPr="00985C3C" w:rsidRDefault="00DB46A8" w:rsidP="002870A8">
            <w:pPr>
              <w:pStyle w:val="BodyText"/>
              <w:rPr>
                <w:rFonts w:ascii="Arial" w:hAnsi="Arial" w:cs="Arial"/>
              </w:rPr>
            </w:pPr>
          </w:p>
        </w:tc>
      </w:tr>
    </w:tbl>
    <w:p w14:paraId="5F7EA191" w14:textId="77777777" w:rsidR="00985C3C" w:rsidRPr="00985C3C" w:rsidRDefault="00985C3C">
      <w:pPr>
        <w:rPr>
          <w:rFonts w:ascii="Arial" w:hAnsi="Arial" w:cs="Arial"/>
        </w:rPr>
      </w:pPr>
    </w:p>
    <w:p w14:paraId="4291C9BF" w14:textId="18091484" w:rsidR="00985C3C" w:rsidRPr="00985C3C" w:rsidRDefault="00985C3C">
      <w:pPr>
        <w:rPr>
          <w:rFonts w:ascii="Arial" w:hAnsi="Arial" w:cs="Arial"/>
        </w:rPr>
      </w:pPr>
    </w:p>
    <w:p w14:paraId="281A91E3" w14:textId="77777777" w:rsidR="00985C3C" w:rsidRPr="00985C3C" w:rsidRDefault="00985C3C">
      <w:pPr>
        <w:rPr>
          <w:rFonts w:ascii="Arial" w:hAnsi="Arial" w:cs="Arial"/>
        </w:rPr>
      </w:pPr>
    </w:p>
    <w:p w14:paraId="1E5B6B6D" w14:textId="77777777" w:rsidR="00985C3C" w:rsidRPr="00985C3C" w:rsidRDefault="00985C3C">
      <w:pPr>
        <w:rPr>
          <w:rFonts w:ascii="Arial" w:hAnsi="Arial" w:cs="Arial"/>
        </w:rPr>
      </w:pPr>
    </w:p>
    <w:p w14:paraId="3434FF0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DA5E22E" w14:textId="42914576" w:rsidTr="00145E9A">
        <w:trPr>
          <w:trHeight w:hRule="exact" w:val="170"/>
        </w:trPr>
        <w:tc>
          <w:tcPr>
            <w:tcW w:w="1401" w:type="dxa"/>
            <w:gridSpan w:val="3"/>
            <w:shd w:val="clear" w:color="auto" w:fill="F1F7FA"/>
          </w:tcPr>
          <w:p w14:paraId="1BF2DAF6" w14:textId="1441FCF4" w:rsidR="00DB46A8" w:rsidRPr="00985C3C" w:rsidRDefault="00DB46A8" w:rsidP="002870A8">
            <w:pPr>
              <w:keepNext/>
              <w:rPr>
                <w:rFonts w:ascii="Arial" w:hAnsi="Arial" w:cs="Arial"/>
                <w:sz w:val="4"/>
                <w:szCs w:val="4"/>
              </w:rPr>
            </w:pPr>
          </w:p>
        </w:tc>
        <w:tc>
          <w:tcPr>
            <w:tcW w:w="6821" w:type="dxa"/>
            <w:shd w:val="clear" w:color="auto" w:fill="F1F7FA"/>
            <w:vAlign w:val="center"/>
          </w:tcPr>
          <w:p w14:paraId="4EC6D9FF" w14:textId="77777777" w:rsidR="00DB46A8" w:rsidRPr="00985C3C" w:rsidRDefault="00DB46A8" w:rsidP="002870A8">
            <w:pPr>
              <w:keepNext/>
              <w:rPr>
                <w:rFonts w:ascii="Arial" w:hAnsi="Arial" w:cs="Arial"/>
                <w:sz w:val="4"/>
                <w:szCs w:val="4"/>
              </w:rPr>
            </w:pPr>
          </w:p>
        </w:tc>
        <w:tc>
          <w:tcPr>
            <w:tcW w:w="1134" w:type="dxa"/>
            <w:shd w:val="clear" w:color="auto" w:fill="F1F7FA"/>
          </w:tcPr>
          <w:p w14:paraId="5A228DB7" w14:textId="77777777" w:rsidR="00DB46A8" w:rsidRPr="00985C3C" w:rsidRDefault="00DB46A8" w:rsidP="002870A8">
            <w:pPr>
              <w:keepNext/>
              <w:rPr>
                <w:rFonts w:ascii="Arial" w:hAnsi="Arial" w:cs="Arial"/>
                <w:sz w:val="4"/>
                <w:szCs w:val="4"/>
              </w:rPr>
            </w:pPr>
          </w:p>
        </w:tc>
      </w:tr>
      <w:tr w:rsidR="00DB46A8" w:rsidRPr="00985C3C" w14:paraId="45CF7F24" w14:textId="3D6C83C5" w:rsidTr="00145E9A">
        <w:trPr>
          <w:trHeight w:val="392"/>
        </w:trPr>
        <w:tc>
          <w:tcPr>
            <w:tcW w:w="345" w:type="dxa"/>
            <w:shd w:val="clear" w:color="auto" w:fill="F1F7FA"/>
          </w:tcPr>
          <w:p w14:paraId="1FE2D0A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B6C9879" w14:textId="77777777" w:rsidR="00DB46A8" w:rsidRPr="00985C3C" w:rsidRDefault="00DB46A8" w:rsidP="002870A8">
            <w:pPr>
              <w:pStyle w:val="Question"/>
              <w:keepNext/>
              <w:rPr>
                <w:rFonts w:ascii="Arial" w:hAnsi="Arial" w:cs="Arial"/>
                <w:b/>
              </w:rPr>
            </w:pPr>
            <w:r w:rsidRPr="00985C3C">
              <w:rPr>
                <w:rFonts w:ascii="Arial" w:hAnsi="Arial" w:cs="Arial"/>
                <w:b/>
              </w:rPr>
              <w:t>Q58</w:t>
            </w:r>
          </w:p>
        </w:tc>
        <w:tc>
          <w:tcPr>
            <w:tcW w:w="281" w:type="dxa"/>
            <w:shd w:val="clear" w:color="auto" w:fill="F1F7FA"/>
          </w:tcPr>
          <w:p w14:paraId="70223E0F" w14:textId="77777777" w:rsidR="00DB46A8" w:rsidRPr="00985C3C" w:rsidRDefault="00DB46A8" w:rsidP="002870A8">
            <w:pPr>
              <w:keepNext/>
              <w:rPr>
                <w:rFonts w:ascii="Arial" w:hAnsi="Arial" w:cs="Arial"/>
              </w:rPr>
            </w:pPr>
          </w:p>
        </w:tc>
        <w:tc>
          <w:tcPr>
            <w:tcW w:w="6821" w:type="dxa"/>
            <w:vMerge w:val="restart"/>
            <w:shd w:val="clear" w:color="auto" w:fill="F1F7FA"/>
          </w:tcPr>
          <w:p w14:paraId="6CB3B910"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measures have been successful in improving access, participation, achievement and outcomes for adults with low levels of literacy or numeracy? What measures have been less successful? Why?</w:t>
            </w:r>
          </w:p>
        </w:tc>
        <w:tc>
          <w:tcPr>
            <w:tcW w:w="1134" w:type="dxa"/>
            <w:shd w:val="clear" w:color="auto" w:fill="F1F7FA"/>
          </w:tcPr>
          <w:p w14:paraId="0707E361" w14:textId="62D4DAC1"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79</w:t>
            </w:r>
          </w:p>
        </w:tc>
      </w:tr>
      <w:tr w:rsidR="00DB46A8" w:rsidRPr="00985C3C" w14:paraId="7C044123" w14:textId="63D6B820" w:rsidTr="00145E9A">
        <w:trPr>
          <w:trHeight w:val="120"/>
        </w:trPr>
        <w:tc>
          <w:tcPr>
            <w:tcW w:w="1401" w:type="dxa"/>
            <w:gridSpan w:val="3"/>
            <w:shd w:val="clear" w:color="auto" w:fill="F1F7FA"/>
          </w:tcPr>
          <w:p w14:paraId="444D6A4F" w14:textId="77777777" w:rsidR="00DB46A8" w:rsidRPr="00985C3C" w:rsidRDefault="00DB46A8" w:rsidP="002870A8">
            <w:pPr>
              <w:rPr>
                <w:rFonts w:ascii="Arial" w:hAnsi="Arial" w:cs="Arial"/>
                <w:sz w:val="4"/>
                <w:szCs w:val="4"/>
              </w:rPr>
            </w:pPr>
          </w:p>
        </w:tc>
        <w:tc>
          <w:tcPr>
            <w:tcW w:w="6821" w:type="dxa"/>
            <w:vMerge/>
            <w:shd w:val="clear" w:color="auto" w:fill="F1F7FA"/>
          </w:tcPr>
          <w:p w14:paraId="68F4378E" w14:textId="77777777" w:rsidR="00DB46A8" w:rsidRPr="00985C3C" w:rsidRDefault="00DB46A8" w:rsidP="002870A8">
            <w:pPr>
              <w:pStyle w:val="BodyText"/>
              <w:rPr>
                <w:rFonts w:ascii="Arial" w:hAnsi="Arial" w:cs="Arial"/>
              </w:rPr>
            </w:pPr>
          </w:p>
        </w:tc>
        <w:tc>
          <w:tcPr>
            <w:tcW w:w="1134" w:type="dxa"/>
            <w:shd w:val="clear" w:color="auto" w:fill="F1F7FA"/>
          </w:tcPr>
          <w:p w14:paraId="3F62A1E1" w14:textId="77777777" w:rsidR="00DB46A8" w:rsidRPr="00985C3C" w:rsidRDefault="00DB46A8" w:rsidP="002870A8">
            <w:pPr>
              <w:pStyle w:val="BodyText"/>
              <w:rPr>
                <w:rFonts w:ascii="Arial" w:hAnsi="Arial" w:cs="Arial"/>
              </w:rPr>
            </w:pPr>
          </w:p>
        </w:tc>
      </w:tr>
    </w:tbl>
    <w:p w14:paraId="67C30450" w14:textId="77777777" w:rsidR="00985C3C" w:rsidRPr="00985C3C" w:rsidRDefault="00985C3C">
      <w:pPr>
        <w:rPr>
          <w:rFonts w:ascii="Arial" w:hAnsi="Arial" w:cs="Arial"/>
        </w:rPr>
      </w:pPr>
    </w:p>
    <w:p w14:paraId="0D1ED2E3" w14:textId="3F895E29" w:rsidR="00985C3C" w:rsidRPr="00985C3C" w:rsidRDefault="00985C3C">
      <w:pPr>
        <w:rPr>
          <w:rFonts w:ascii="Arial" w:hAnsi="Arial" w:cs="Arial"/>
        </w:rPr>
      </w:pPr>
    </w:p>
    <w:p w14:paraId="7028FAEF" w14:textId="77777777" w:rsidR="00985C3C" w:rsidRPr="00985C3C" w:rsidRDefault="00985C3C">
      <w:pPr>
        <w:rPr>
          <w:rFonts w:ascii="Arial" w:hAnsi="Arial" w:cs="Arial"/>
        </w:rPr>
      </w:pPr>
    </w:p>
    <w:p w14:paraId="6F2F9247" w14:textId="77777777" w:rsidR="00985C3C" w:rsidRPr="00985C3C" w:rsidRDefault="00985C3C">
      <w:pPr>
        <w:rPr>
          <w:rFonts w:ascii="Arial" w:hAnsi="Arial" w:cs="Arial"/>
        </w:rPr>
      </w:pPr>
    </w:p>
    <w:p w14:paraId="0F0BA22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25F7515" w14:textId="4513E978" w:rsidTr="00145E9A">
        <w:trPr>
          <w:trHeight w:hRule="exact" w:val="195"/>
        </w:trPr>
        <w:tc>
          <w:tcPr>
            <w:tcW w:w="1401" w:type="dxa"/>
            <w:gridSpan w:val="3"/>
            <w:shd w:val="clear" w:color="auto" w:fill="F1F7FA"/>
          </w:tcPr>
          <w:p w14:paraId="4A43D3E6" w14:textId="1FC96B1C" w:rsidR="00DB46A8" w:rsidRPr="00985C3C" w:rsidRDefault="00DB46A8" w:rsidP="002870A8">
            <w:pPr>
              <w:keepNext/>
              <w:rPr>
                <w:rFonts w:ascii="Arial" w:hAnsi="Arial" w:cs="Arial"/>
                <w:sz w:val="4"/>
                <w:szCs w:val="4"/>
              </w:rPr>
            </w:pPr>
          </w:p>
        </w:tc>
        <w:tc>
          <w:tcPr>
            <w:tcW w:w="6821" w:type="dxa"/>
            <w:shd w:val="clear" w:color="auto" w:fill="F1F7FA"/>
            <w:vAlign w:val="center"/>
          </w:tcPr>
          <w:p w14:paraId="272505E2" w14:textId="77777777" w:rsidR="00DB46A8" w:rsidRPr="00985C3C" w:rsidRDefault="00DB46A8" w:rsidP="002870A8">
            <w:pPr>
              <w:keepNext/>
              <w:rPr>
                <w:rFonts w:ascii="Arial" w:hAnsi="Arial" w:cs="Arial"/>
                <w:sz w:val="4"/>
                <w:szCs w:val="4"/>
              </w:rPr>
            </w:pPr>
          </w:p>
        </w:tc>
        <w:tc>
          <w:tcPr>
            <w:tcW w:w="1134" w:type="dxa"/>
            <w:shd w:val="clear" w:color="auto" w:fill="F1F7FA"/>
          </w:tcPr>
          <w:p w14:paraId="27F07B2F" w14:textId="77777777" w:rsidR="00DB46A8" w:rsidRPr="00985C3C" w:rsidRDefault="00DB46A8" w:rsidP="002870A8">
            <w:pPr>
              <w:keepNext/>
              <w:rPr>
                <w:rFonts w:ascii="Arial" w:hAnsi="Arial" w:cs="Arial"/>
                <w:sz w:val="4"/>
                <w:szCs w:val="4"/>
              </w:rPr>
            </w:pPr>
          </w:p>
        </w:tc>
      </w:tr>
      <w:tr w:rsidR="00DB46A8" w:rsidRPr="00985C3C" w14:paraId="1B5175EA" w14:textId="3BFE79CC" w:rsidTr="00145E9A">
        <w:trPr>
          <w:trHeight w:val="392"/>
        </w:trPr>
        <w:tc>
          <w:tcPr>
            <w:tcW w:w="345" w:type="dxa"/>
            <w:shd w:val="clear" w:color="auto" w:fill="F1F7FA"/>
          </w:tcPr>
          <w:p w14:paraId="331B997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4DC6212" w14:textId="77777777" w:rsidR="00DB46A8" w:rsidRPr="00985C3C" w:rsidRDefault="00DB46A8" w:rsidP="002870A8">
            <w:pPr>
              <w:pStyle w:val="Question"/>
              <w:keepNext/>
              <w:rPr>
                <w:rFonts w:ascii="Arial" w:hAnsi="Arial" w:cs="Arial"/>
                <w:b/>
              </w:rPr>
            </w:pPr>
            <w:r w:rsidRPr="00985C3C">
              <w:rPr>
                <w:rFonts w:ascii="Arial" w:hAnsi="Arial" w:cs="Arial"/>
                <w:b/>
              </w:rPr>
              <w:t>Q59</w:t>
            </w:r>
          </w:p>
        </w:tc>
        <w:tc>
          <w:tcPr>
            <w:tcW w:w="281" w:type="dxa"/>
            <w:shd w:val="clear" w:color="auto" w:fill="F1F7FA"/>
          </w:tcPr>
          <w:p w14:paraId="55AB2A93" w14:textId="77777777" w:rsidR="00DB46A8" w:rsidRPr="00985C3C" w:rsidRDefault="00DB46A8" w:rsidP="002870A8">
            <w:pPr>
              <w:keepNext/>
              <w:rPr>
                <w:rFonts w:ascii="Arial" w:hAnsi="Arial" w:cs="Arial"/>
              </w:rPr>
            </w:pPr>
          </w:p>
        </w:tc>
        <w:tc>
          <w:tcPr>
            <w:tcW w:w="6821" w:type="dxa"/>
            <w:vMerge w:val="restart"/>
            <w:shd w:val="clear" w:color="auto" w:fill="F1F7FA"/>
          </w:tcPr>
          <w:p w14:paraId="228D21AC"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innovative do you consider the New Zealand tertiary education system is? Do you agree that there is “considerable inertia” in the system compared to other countries? If so, in what way and why?</w:t>
            </w:r>
          </w:p>
        </w:tc>
        <w:tc>
          <w:tcPr>
            <w:tcW w:w="1134" w:type="dxa"/>
            <w:shd w:val="clear" w:color="auto" w:fill="F1F7FA"/>
          </w:tcPr>
          <w:p w14:paraId="2C935603" w14:textId="50A6C69F"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81</w:t>
            </w:r>
          </w:p>
        </w:tc>
      </w:tr>
      <w:tr w:rsidR="00DB46A8" w:rsidRPr="00985C3C" w14:paraId="6A4A5B90" w14:textId="438F3ABE" w:rsidTr="00145E9A">
        <w:trPr>
          <w:trHeight w:val="120"/>
        </w:trPr>
        <w:tc>
          <w:tcPr>
            <w:tcW w:w="1401" w:type="dxa"/>
            <w:gridSpan w:val="3"/>
            <w:shd w:val="clear" w:color="auto" w:fill="F1F7FA"/>
          </w:tcPr>
          <w:p w14:paraId="1F254EDA" w14:textId="77777777" w:rsidR="00DB46A8" w:rsidRPr="00985C3C" w:rsidRDefault="00DB46A8" w:rsidP="002870A8">
            <w:pPr>
              <w:rPr>
                <w:rFonts w:ascii="Arial" w:hAnsi="Arial" w:cs="Arial"/>
                <w:sz w:val="4"/>
                <w:szCs w:val="4"/>
              </w:rPr>
            </w:pPr>
          </w:p>
        </w:tc>
        <w:tc>
          <w:tcPr>
            <w:tcW w:w="6821" w:type="dxa"/>
            <w:vMerge/>
            <w:shd w:val="clear" w:color="auto" w:fill="F1F7FA"/>
          </w:tcPr>
          <w:p w14:paraId="754EC78D" w14:textId="77777777" w:rsidR="00DB46A8" w:rsidRPr="00985C3C" w:rsidRDefault="00DB46A8" w:rsidP="002870A8">
            <w:pPr>
              <w:pStyle w:val="BodyText"/>
              <w:rPr>
                <w:rFonts w:ascii="Arial" w:hAnsi="Arial" w:cs="Arial"/>
              </w:rPr>
            </w:pPr>
          </w:p>
        </w:tc>
        <w:tc>
          <w:tcPr>
            <w:tcW w:w="1134" w:type="dxa"/>
            <w:shd w:val="clear" w:color="auto" w:fill="F1F7FA"/>
          </w:tcPr>
          <w:p w14:paraId="68CD6636" w14:textId="77777777" w:rsidR="00DB46A8" w:rsidRPr="00985C3C" w:rsidRDefault="00DB46A8" w:rsidP="002870A8">
            <w:pPr>
              <w:pStyle w:val="BodyText"/>
              <w:rPr>
                <w:rFonts w:ascii="Arial" w:hAnsi="Arial" w:cs="Arial"/>
              </w:rPr>
            </w:pPr>
          </w:p>
        </w:tc>
      </w:tr>
    </w:tbl>
    <w:p w14:paraId="4D940CA6" w14:textId="77777777" w:rsidR="00985C3C" w:rsidRPr="00985C3C" w:rsidRDefault="00985C3C">
      <w:pPr>
        <w:rPr>
          <w:rFonts w:ascii="Arial" w:hAnsi="Arial" w:cs="Arial"/>
        </w:rPr>
      </w:pPr>
    </w:p>
    <w:p w14:paraId="45D26AEC" w14:textId="43B60DE7" w:rsidR="00985C3C" w:rsidRPr="00985C3C" w:rsidRDefault="00985C3C">
      <w:pPr>
        <w:rPr>
          <w:rFonts w:ascii="Arial" w:hAnsi="Arial" w:cs="Arial"/>
        </w:rPr>
      </w:pPr>
    </w:p>
    <w:p w14:paraId="4C58B5D1" w14:textId="77777777" w:rsidR="00985C3C" w:rsidRPr="00985C3C" w:rsidRDefault="00985C3C">
      <w:pPr>
        <w:rPr>
          <w:rFonts w:ascii="Arial" w:hAnsi="Arial" w:cs="Arial"/>
        </w:rPr>
      </w:pPr>
    </w:p>
    <w:p w14:paraId="0243F23D" w14:textId="77777777" w:rsidR="00985C3C" w:rsidRPr="00985C3C" w:rsidRDefault="00985C3C">
      <w:pPr>
        <w:rPr>
          <w:rFonts w:ascii="Arial" w:hAnsi="Arial" w:cs="Arial"/>
        </w:rPr>
      </w:pPr>
    </w:p>
    <w:p w14:paraId="03B0C370"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EA7D7E2" w14:textId="12817F92" w:rsidTr="00145E9A">
        <w:trPr>
          <w:trHeight w:hRule="exact" w:val="170"/>
        </w:trPr>
        <w:tc>
          <w:tcPr>
            <w:tcW w:w="1401" w:type="dxa"/>
            <w:gridSpan w:val="3"/>
            <w:shd w:val="clear" w:color="auto" w:fill="F1F7FA"/>
          </w:tcPr>
          <w:p w14:paraId="41A7A085" w14:textId="49E73469" w:rsidR="00DB46A8" w:rsidRPr="00985C3C" w:rsidRDefault="00DB46A8" w:rsidP="002870A8">
            <w:pPr>
              <w:keepNext/>
              <w:rPr>
                <w:rFonts w:ascii="Arial" w:hAnsi="Arial" w:cs="Arial"/>
                <w:sz w:val="4"/>
                <w:szCs w:val="4"/>
              </w:rPr>
            </w:pPr>
          </w:p>
        </w:tc>
        <w:tc>
          <w:tcPr>
            <w:tcW w:w="6821" w:type="dxa"/>
            <w:shd w:val="clear" w:color="auto" w:fill="F1F7FA"/>
            <w:vAlign w:val="center"/>
          </w:tcPr>
          <w:p w14:paraId="56C5D5CC" w14:textId="77777777" w:rsidR="00DB46A8" w:rsidRPr="00985C3C" w:rsidRDefault="00DB46A8" w:rsidP="002870A8">
            <w:pPr>
              <w:keepNext/>
              <w:rPr>
                <w:rFonts w:ascii="Arial" w:hAnsi="Arial" w:cs="Arial"/>
                <w:sz w:val="4"/>
                <w:szCs w:val="4"/>
              </w:rPr>
            </w:pPr>
          </w:p>
        </w:tc>
        <w:tc>
          <w:tcPr>
            <w:tcW w:w="1134" w:type="dxa"/>
            <w:shd w:val="clear" w:color="auto" w:fill="F1F7FA"/>
          </w:tcPr>
          <w:p w14:paraId="0D07B6C5" w14:textId="77777777" w:rsidR="00DB46A8" w:rsidRPr="00985C3C" w:rsidRDefault="00DB46A8" w:rsidP="002870A8">
            <w:pPr>
              <w:keepNext/>
              <w:rPr>
                <w:rFonts w:ascii="Arial" w:hAnsi="Arial" w:cs="Arial"/>
                <w:sz w:val="4"/>
                <w:szCs w:val="4"/>
              </w:rPr>
            </w:pPr>
          </w:p>
        </w:tc>
      </w:tr>
      <w:tr w:rsidR="00DB46A8" w:rsidRPr="00985C3C" w14:paraId="23B34E50" w14:textId="6F83CF39" w:rsidTr="00145E9A">
        <w:trPr>
          <w:trHeight w:val="392"/>
        </w:trPr>
        <w:tc>
          <w:tcPr>
            <w:tcW w:w="345" w:type="dxa"/>
            <w:shd w:val="clear" w:color="auto" w:fill="F1F7FA"/>
          </w:tcPr>
          <w:p w14:paraId="0812051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65942B4" w14:textId="77777777" w:rsidR="00DB46A8" w:rsidRPr="00985C3C" w:rsidRDefault="00DB46A8" w:rsidP="002870A8">
            <w:pPr>
              <w:pStyle w:val="Question"/>
              <w:keepNext/>
              <w:rPr>
                <w:rFonts w:ascii="Arial" w:hAnsi="Arial" w:cs="Arial"/>
                <w:b/>
              </w:rPr>
            </w:pPr>
            <w:r w:rsidRPr="00985C3C">
              <w:rPr>
                <w:rFonts w:ascii="Arial" w:hAnsi="Arial" w:cs="Arial"/>
                <w:b/>
              </w:rPr>
              <w:t>Q60</w:t>
            </w:r>
          </w:p>
        </w:tc>
        <w:tc>
          <w:tcPr>
            <w:tcW w:w="281" w:type="dxa"/>
            <w:shd w:val="clear" w:color="auto" w:fill="F1F7FA"/>
          </w:tcPr>
          <w:p w14:paraId="1960D1F4" w14:textId="77777777" w:rsidR="00DB46A8" w:rsidRPr="00985C3C" w:rsidRDefault="00DB46A8" w:rsidP="002870A8">
            <w:pPr>
              <w:keepNext/>
              <w:rPr>
                <w:rFonts w:ascii="Arial" w:hAnsi="Arial" w:cs="Arial"/>
              </w:rPr>
            </w:pPr>
          </w:p>
        </w:tc>
        <w:tc>
          <w:tcPr>
            <w:tcW w:w="6821" w:type="dxa"/>
            <w:vMerge w:val="restart"/>
            <w:shd w:val="clear" w:color="auto" w:fill="F1F7FA"/>
          </w:tcPr>
          <w:p w14:paraId="326339F6"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are the factors associated with successful innovation in the tertiary education system? </w:t>
            </w:r>
          </w:p>
        </w:tc>
        <w:tc>
          <w:tcPr>
            <w:tcW w:w="1134" w:type="dxa"/>
            <w:shd w:val="clear" w:color="auto" w:fill="F1F7FA"/>
          </w:tcPr>
          <w:p w14:paraId="2EB1B3B8" w14:textId="54575D04"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81</w:t>
            </w:r>
          </w:p>
        </w:tc>
      </w:tr>
      <w:tr w:rsidR="00DB46A8" w:rsidRPr="00985C3C" w14:paraId="3CF5BFBB" w14:textId="3CCAC79E" w:rsidTr="00145E9A">
        <w:trPr>
          <w:trHeight w:val="120"/>
        </w:trPr>
        <w:tc>
          <w:tcPr>
            <w:tcW w:w="1401" w:type="dxa"/>
            <w:gridSpan w:val="3"/>
            <w:shd w:val="clear" w:color="auto" w:fill="F1F7FA"/>
          </w:tcPr>
          <w:p w14:paraId="30D01287" w14:textId="77777777" w:rsidR="00DB46A8" w:rsidRPr="00985C3C" w:rsidRDefault="00DB46A8" w:rsidP="002870A8">
            <w:pPr>
              <w:rPr>
                <w:rFonts w:ascii="Arial" w:hAnsi="Arial" w:cs="Arial"/>
                <w:sz w:val="4"/>
                <w:szCs w:val="4"/>
              </w:rPr>
            </w:pPr>
          </w:p>
        </w:tc>
        <w:tc>
          <w:tcPr>
            <w:tcW w:w="6821" w:type="dxa"/>
            <w:vMerge/>
            <w:shd w:val="clear" w:color="auto" w:fill="F1F7FA"/>
          </w:tcPr>
          <w:p w14:paraId="3963991D" w14:textId="77777777" w:rsidR="00DB46A8" w:rsidRPr="00985C3C" w:rsidRDefault="00DB46A8" w:rsidP="002870A8">
            <w:pPr>
              <w:pStyle w:val="BodyText"/>
              <w:rPr>
                <w:rFonts w:ascii="Arial" w:hAnsi="Arial" w:cs="Arial"/>
              </w:rPr>
            </w:pPr>
          </w:p>
        </w:tc>
        <w:tc>
          <w:tcPr>
            <w:tcW w:w="1134" w:type="dxa"/>
            <w:shd w:val="clear" w:color="auto" w:fill="F1F7FA"/>
          </w:tcPr>
          <w:p w14:paraId="4A58BEAE" w14:textId="77777777" w:rsidR="00DB46A8" w:rsidRPr="00985C3C" w:rsidRDefault="00DB46A8" w:rsidP="002870A8">
            <w:pPr>
              <w:pStyle w:val="BodyText"/>
              <w:rPr>
                <w:rFonts w:ascii="Arial" w:hAnsi="Arial" w:cs="Arial"/>
              </w:rPr>
            </w:pPr>
          </w:p>
        </w:tc>
      </w:tr>
    </w:tbl>
    <w:p w14:paraId="54EA90BD" w14:textId="77777777" w:rsidR="00985C3C" w:rsidRPr="00985C3C" w:rsidRDefault="00985C3C">
      <w:pPr>
        <w:rPr>
          <w:rFonts w:ascii="Arial" w:hAnsi="Arial" w:cs="Arial"/>
        </w:rPr>
      </w:pPr>
    </w:p>
    <w:p w14:paraId="667D308D" w14:textId="45BF85CA" w:rsidR="00985C3C" w:rsidRPr="00985C3C" w:rsidRDefault="00985C3C">
      <w:pPr>
        <w:rPr>
          <w:rFonts w:ascii="Arial" w:hAnsi="Arial" w:cs="Arial"/>
        </w:rPr>
      </w:pPr>
    </w:p>
    <w:p w14:paraId="2F4658C9" w14:textId="77777777" w:rsidR="00985C3C" w:rsidRPr="00985C3C" w:rsidRDefault="00985C3C">
      <w:pPr>
        <w:rPr>
          <w:rFonts w:ascii="Arial" w:hAnsi="Arial" w:cs="Arial"/>
        </w:rPr>
      </w:pPr>
    </w:p>
    <w:p w14:paraId="38C8F139" w14:textId="77777777" w:rsidR="00985C3C" w:rsidRPr="00985C3C" w:rsidRDefault="00985C3C">
      <w:pPr>
        <w:rPr>
          <w:rFonts w:ascii="Arial" w:hAnsi="Arial" w:cs="Arial"/>
        </w:rPr>
      </w:pPr>
    </w:p>
    <w:p w14:paraId="0FDAFCF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0E752BCC" w14:textId="75A239DE" w:rsidTr="00145E9A">
        <w:trPr>
          <w:trHeight w:hRule="exact" w:val="170"/>
        </w:trPr>
        <w:tc>
          <w:tcPr>
            <w:tcW w:w="1401" w:type="dxa"/>
            <w:gridSpan w:val="3"/>
            <w:shd w:val="clear" w:color="auto" w:fill="F1F7FA"/>
          </w:tcPr>
          <w:p w14:paraId="3AC94CBD" w14:textId="16236242" w:rsidR="00DB46A8" w:rsidRPr="00985C3C" w:rsidRDefault="00DB46A8" w:rsidP="002870A8">
            <w:pPr>
              <w:keepNext/>
              <w:rPr>
                <w:rFonts w:ascii="Arial" w:hAnsi="Arial" w:cs="Arial"/>
                <w:sz w:val="4"/>
                <w:szCs w:val="4"/>
              </w:rPr>
            </w:pPr>
          </w:p>
        </w:tc>
        <w:tc>
          <w:tcPr>
            <w:tcW w:w="6821" w:type="dxa"/>
            <w:shd w:val="clear" w:color="auto" w:fill="F1F7FA"/>
            <w:vAlign w:val="center"/>
          </w:tcPr>
          <w:p w14:paraId="5791C666" w14:textId="77777777" w:rsidR="00DB46A8" w:rsidRPr="00985C3C" w:rsidRDefault="00DB46A8" w:rsidP="002870A8">
            <w:pPr>
              <w:keepNext/>
              <w:rPr>
                <w:rFonts w:ascii="Arial" w:hAnsi="Arial" w:cs="Arial"/>
                <w:sz w:val="4"/>
                <w:szCs w:val="4"/>
              </w:rPr>
            </w:pPr>
          </w:p>
        </w:tc>
        <w:tc>
          <w:tcPr>
            <w:tcW w:w="1134" w:type="dxa"/>
            <w:shd w:val="clear" w:color="auto" w:fill="F1F7FA"/>
          </w:tcPr>
          <w:p w14:paraId="6B92EA30" w14:textId="77777777" w:rsidR="00DB46A8" w:rsidRPr="00985C3C" w:rsidRDefault="00DB46A8" w:rsidP="002870A8">
            <w:pPr>
              <w:keepNext/>
              <w:rPr>
                <w:rFonts w:ascii="Arial" w:hAnsi="Arial" w:cs="Arial"/>
                <w:sz w:val="4"/>
                <w:szCs w:val="4"/>
              </w:rPr>
            </w:pPr>
          </w:p>
        </w:tc>
      </w:tr>
      <w:tr w:rsidR="00DB46A8" w:rsidRPr="00985C3C" w14:paraId="6032986B" w14:textId="152EA636" w:rsidTr="00145E9A">
        <w:trPr>
          <w:trHeight w:val="392"/>
        </w:trPr>
        <w:tc>
          <w:tcPr>
            <w:tcW w:w="345" w:type="dxa"/>
            <w:shd w:val="clear" w:color="auto" w:fill="F1F7FA"/>
          </w:tcPr>
          <w:p w14:paraId="401DE47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5D1606C" w14:textId="77777777" w:rsidR="00DB46A8" w:rsidRPr="00985C3C" w:rsidRDefault="00DB46A8" w:rsidP="002870A8">
            <w:pPr>
              <w:pStyle w:val="Question"/>
              <w:keepNext/>
              <w:rPr>
                <w:rFonts w:ascii="Arial" w:hAnsi="Arial" w:cs="Arial"/>
                <w:b/>
              </w:rPr>
            </w:pPr>
            <w:r w:rsidRPr="00985C3C">
              <w:rPr>
                <w:rFonts w:ascii="Arial" w:hAnsi="Arial" w:cs="Arial"/>
                <w:b/>
              </w:rPr>
              <w:t>Q61</w:t>
            </w:r>
          </w:p>
        </w:tc>
        <w:tc>
          <w:tcPr>
            <w:tcW w:w="281" w:type="dxa"/>
            <w:shd w:val="clear" w:color="auto" w:fill="F1F7FA"/>
          </w:tcPr>
          <w:p w14:paraId="5C6CF0DD" w14:textId="77777777" w:rsidR="00DB46A8" w:rsidRPr="00985C3C" w:rsidRDefault="00DB46A8" w:rsidP="002870A8">
            <w:pPr>
              <w:keepNext/>
              <w:rPr>
                <w:rFonts w:ascii="Arial" w:hAnsi="Arial" w:cs="Arial"/>
              </w:rPr>
            </w:pPr>
          </w:p>
        </w:tc>
        <w:tc>
          <w:tcPr>
            <w:tcW w:w="6821" w:type="dxa"/>
            <w:vMerge w:val="restart"/>
            <w:shd w:val="clear" w:color="auto" w:fill="F1F7FA"/>
          </w:tcPr>
          <w:p w14:paraId="5A61421F"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are the benefits to innovators in the tertiary education system? What challenges do they face in capturing these benefits? </w:t>
            </w:r>
          </w:p>
        </w:tc>
        <w:tc>
          <w:tcPr>
            <w:tcW w:w="1134" w:type="dxa"/>
            <w:shd w:val="clear" w:color="auto" w:fill="F1F7FA"/>
          </w:tcPr>
          <w:p w14:paraId="39AB15CC" w14:textId="3459727E"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81</w:t>
            </w:r>
          </w:p>
        </w:tc>
      </w:tr>
      <w:tr w:rsidR="00DB46A8" w:rsidRPr="00985C3C" w14:paraId="10CEDDDE" w14:textId="5FC9B038" w:rsidTr="00145E9A">
        <w:trPr>
          <w:trHeight w:val="120"/>
        </w:trPr>
        <w:tc>
          <w:tcPr>
            <w:tcW w:w="1401" w:type="dxa"/>
            <w:gridSpan w:val="3"/>
            <w:shd w:val="clear" w:color="auto" w:fill="F1F7FA"/>
          </w:tcPr>
          <w:p w14:paraId="100E3610" w14:textId="77777777" w:rsidR="00DB46A8" w:rsidRPr="00985C3C" w:rsidRDefault="00DB46A8" w:rsidP="002870A8">
            <w:pPr>
              <w:rPr>
                <w:rFonts w:ascii="Arial" w:hAnsi="Arial" w:cs="Arial"/>
                <w:sz w:val="4"/>
                <w:szCs w:val="4"/>
              </w:rPr>
            </w:pPr>
          </w:p>
        </w:tc>
        <w:tc>
          <w:tcPr>
            <w:tcW w:w="6821" w:type="dxa"/>
            <w:vMerge/>
            <w:shd w:val="clear" w:color="auto" w:fill="F1F7FA"/>
          </w:tcPr>
          <w:p w14:paraId="0C3CBA97" w14:textId="77777777" w:rsidR="00DB46A8" w:rsidRPr="00985C3C" w:rsidRDefault="00DB46A8" w:rsidP="002870A8">
            <w:pPr>
              <w:pStyle w:val="BodyText"/>
              <w:rPr>
                <w:rFonts w:ascii="Arial" w:hAnsi="Arial" w:cs="Arial"/>
              </w:rPr>
            </w:pPr>
          </w:p>
        </w:tc>
        <w:tc>
          <w:tcPr>
            <w:tcW w:w="1134" w:type="dxa"/>
            <w:shd w:val="clear" w:color="auto" w:fill="F1F7FA"/>
          </w:tcPr>
          <w:p w14:paraId="577A4EED" w14:textId="77777777" w:rsidR="00DB46A8" w:rsidRPr="00985C3C" w:rsidRDefault="00DB46A8" w:rsidP="002870A8">
            <w:pPr>
              <w:pStyle w:val="BodyText"/>
              <w:rPr>
                <w:rFonts w:ascii="Arial" w:hAnsi="Arial" w:cs="Arial"/>
              </w:rPr>
            </w:pPr>
          </w:p>
        </w:tc>
      </w:tr>
    </w:tbl>
    <w:p w14:paraId="5D3B5AE6" w14:textId="77777777" w:rsidR="00985C3C" w:rsidRPr="00985C3C" w:rsidRDefault="00985C3C">
      <w:pPr>
        <w:rPr>
          <w:rFonts w:ascii="Arial" w:hAnsi="Arial" w:cs="Arial"/>
        </w:rPr>
      </w:pPr>
    </w:p>
    <w:p w14:paraId="262F58DF" w14:textId="491B1EAB" w:rsidR="00985C3C" w:rsidRPr="00985C3C" w:rsidRDefault="00985C3C">
      <w:pPr>
        <w:rPr>
          <w:rFonts w:ascii="Arial" w:hAnsi="Arial" w:cs="Arial"/>
        </w:rPr>
      </w:pPr>
    </w:p>
    <w:p w14:paraId="5F27B5C5" w14:textId="77777777" w:rsidR="00985C3C" w:rsidRPr="00985C3C" w:rsidRDefault="00985C3C">
      <w:pPr>
        <w:rPr>
          <w:rFonts w:ascii="Arial" w:hAnsi="Arial" w:cs="Arial"/>
        </w:rPr>
      </w:pPr>
    </w:p>
    <w:p w14:paraId="11753431" w14:textId="77777777" w:rsidR="00985C3C" w:rsidRPr="00985C3C" w:rsidRDefault="00985C3C">
      <w:pPr>
        <w:rPr>
          <w:rFonts w:ascii="Arial" w:hAnsi="Arial" w:cs="Arial"/>
        </w:rPr>
      </w:pPr>
    </w:p>
    <w:p w14:paraId="585FE54F"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D89BC59" w14:textId="65A6C320" w:rsidTr="00145E9A">
        <w:trPr>
          <w:trHeight w:hRule="exact" w:val="170"/>
        </w:trPr>
        <w:tc>
          <w:tcPr>
            <w:tcW w:w="1401" w:type="dxa"/>
            <w:gridSpan w:val="3"/>
            <w:shd w:val="clear" w:color="auto" w:fill="F1F7FA"/>
          </w:tcPr>
          <w:p w14:paraId="6B224B2A" w14:textId="3BCF990D" w:rsidR="00DB46A8" w:rsidRPr="00985C3C" w:rsidRDefault="00DB46A8" w:rsidP="002870A8">
            <w:pPr>
              <w:keepNext/>
              <w:rPr>
                <w:rFonts w:ascii="Arial" w:hAnsi="Arial" w:cs="Arial"/>
                <w:sz w:val="4"/>
                <w:szCs w:val="4"/>
              </w:rPr>
            </w:pPr>
          </w:p>
        </w:tc>
        <w:tc>
          <w:tcPr>
            <w:tcW w:w="6821" w:type="dxa"/>
            <w:shd w:val="clear" w:color="auto" w:fill="F1F7FA"/>
            <w:vAlign w:val="center"/>
          </w:tcPr>
          <w:p w14:paraId="1DAA68F8" w14:textId="77777777" w:rsidR="00DB46A8" w:rsidRPr="00985C3C" w:rsidRDefault="00DB46A8" w:rsidP="002870A8">
            <w:pPr>
              <w:keepNext/>
              <w:rPr>
                <w:rFonts w:ascii="Arial" w:hAnsi="Arial" w:cs="Arial"/>
                <w:sz w:val="4"/>
                <w:szCs w:val="4"/>
              </w:rPr>
            </w:pPr>
          </w:p>
        </w:tc>
        <w:tc>
          <w:tcPr>
            <w:tcW w:w="1134" w:type="dxa"/>
            <w:shd w:val="clear" w:color="auto" w:fill="F1F7FA"/>
          </w:tcPr>
          <w:p w14:paraId="49989052" w14:textId="77777777" w:rsidR="00DB46A8" w:rsidRPr="00985C3C" w:rsidRDefault="00DB46A8" w:rsidP="002870A8">
            <w:pPr>
              <w:keepNext/>
              <w:rPr>
                <w:rFonts w:ascii="Arial" w:hAnsi="Arial" w:cs="Arial"/>
                <w:sz w:val="4"/>
                <w:szCs w:val="4"/>
              </w:rPr>
            </w:pPr>
          </w:p>
        </w:tc>
      </w:tr>
      <w:tr w:rsidR="00DB46A8" w:rsidRPr="00985C3C" w14:paraId="300CE8CE" w14:textId="7B78A7CE" w:rsidTr="00145E9A">
        <w:trPr>
          <w:trHeight w:val="392"/>
        </w:trPr>
        <w:tc>
          <w:tcPr>
            <w:tcW w:w="345" w:type="dxa"/>
            <w:shd w:val="clear" w:color="auto" w:fill="F1F7FA"/>
          </w:tcPr>
          <w:p w14:paraId="180B7C66"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BB01546" w14:textId="77777777" w:rsidR="00DB46A8" w:rsidRPr="00985C3C" w:rsidRDefault="00DB46A8" w:rsidP="002870A8">
            <w:pPr>
              <w:pStyle w:val="Question"/>
              <w:keepNext/>
              <w:rPr>
                <w:rFonts w:ascii="Arial" w:hAnsi="Arial" w:cs="Arial"/>
                <w:b/>
              </w:rPr>
            </w:pPr>
            <w:r w:rsidRPr="00985C3C">
              <w:rPr>
                <w:rFonts w:ascii="Arial" w:hAnsi="Arial" w:cs="Arial"/>
                <w:b/>
              </w:rPr>
              <w:t>Q62</w:t>
            </w:r>
          </w:p>
        </w:tc>
        <w:tc>
          <w:tcPr>
            <w:tcW w:w="281" w:type="dxa"/>
            <w:shd w:val="clear" w:color="auto" w:fill="F1F7FA"/>
          </w:tcPr>
          <w:p w14:paraId="7D2CC517" w14:textId="77777777" w:rsidR="00DB46A8" w:rsidRPr="00985C3C" w:rsidRDefault="00DB46A8" w:rsidP="002870A8">
            <w:pPr>
              <w:keepNext/>
              <w:rPr>
                <w:rFonts w:ascii="Arial" w:hAnsi="Arial" w:cs="Arial"/>
              </w:rPr>
            </w:pPr>
          </w:p>
        </w:tc>
        <w:tc>
          <w:tcPr>
            <w:tcW w:w="6821" w:type="dxa"/>
            <w:vMerge w:val="restart"/>
            <w:shd w:val="clear" w:color="auto" w:fill="F1F7FA"/>
          </w:tcPr>
          <w:p w14:paraId="3991F91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are the barriers to innovation in the tertiary education system? What might happen if those barriers are lowered? </w:t>
            </w:r>
          </w:p>
        </w:tc>
        <w:tc>
          <w:tcPr>
            <w:tcW w:w="1134" w:type="dxa"/>
            <w:shd w:val="clear" w:color="auto" w:fill="F1F7FA"/>
          </w:tcPr>
          <w:p w14:paraId="5ECA7D60" w14:textId="0EFF97C5"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81</w:t>
            </w:r>
          </w:p>
        </w:tc>
      </w:tr>
      <w:tr w:rsidR="00DB46A8" w:rsidRPr="00985C3C" w14:paraId="64AE480F" w14:textId="59639F4F" w:rsidTr="00145E9A">
        <w:trPr>
          <w:trHeight w:val="120"/>
        </w:trPr>
        <w:tc>
          <w:tcPr>
            <w:tcW w:w="1401" w:type="dxa"/>
            <w:gridSpan w:val="3"/>
            <w:shd w:val="clear" w:color="auto" w:fill="F1F7FA"/>
          </w:tcPr>
          <w:p w14:paraId="7A4BE253" w14:textId="77777777" w:rsidR="00DB46A8" w:rsidRPr="00985C3C" w:rsidRDefault="00DB46A8" w:rsidP="002870A8">
            <w:pPr>
              <w:rPr>
                <w:rFonts w:ascii="Arial" w:hAnsi="Arial" w:cs="Arial"/>
                <w:sz w:val="4"/>
                <w:szCs w:val="4"/>
              </w:rPr>
            </w:pPr>
          </w:p>
        </w:tc>
        <w:tc>
          <w:tcPr>
            <w:tcW w:w="6821" w:type="dxa"/>
            <w:vMerge/>
            <w:shd w:val="clear" w:color="auto" w:fill="F1F7FA"/>
          </w:tcPr>
          <w:p w14:paraId="4C3692E5" w14:textId="77777777" w:rsidR="00DB46A8" w:rsidRPr="00985C3C" w:rsidRDefault="00DB46A8" w:rsidP="002870A8">
            <w:pPr>
              <w:pStyle w:val="BodyText"/>
              <w:rPr>
                <w:rFonts w:ascii="Arial" w:hAnsi="Arial" w:cs="Arial"/>
              </w:rPr>
            </w:pPr>
          </w:p>
        </w:tc>
        <w:tc>
          <w:tcPr>
            <w:tcW w:w="1134" w:type="dxa"/>
            <w:shd w:val="clear" w:color="auto" w:fill="F1F7FA"/>
          </w:tcPr>
          <w:p w14:paraId="5DE379E8" w14:textId="77777777" w:rsidR="00DB46A8" w:rsidRPr="00985C3C" w:rsidRDefault="00DB46A8" w:rsidP="002870A8">
            <w:pPr>
              <w:pStyle w:val="BodyText"/>
              <w:rPr>
                <w:rFonts w:ascii="Arial" w:hAnsi="Arial" w:cs="Arial"/>
              </w:rPr>
            </w:pPr>
          </w:p>
        </w:tc>
      </w:tr>
    </w:tbl>
    <w:p w14:paraId="0332A556" w14:textId="77777777" w:rsidR="00985C3C" w:rsidRPr="00985C3C" w:rsidRDefault="00985C3C">
      <w:pPr>
        <w:rPr>
          <w:rFonts w:ascii="Arial" w:hAnsi="Arial" w:cs="Arial"/>
        </w:rPr>
      </w:pPr>
    </w:p>
    <w:p w14:paraId="11A86905" w14:textId="48FD7FB3" w:rsidR="00985C3C" w:rsidRPr="00985C3C" w:rsidRDefault="00985C3C">
      <w:pPr>
        <w:rPr>
          <w:rFonts w:ascii="Arial" w:hAnsi="Arial" w:cs="Arial"/>
        </w:rPr>
      </w:pPr>
    </w:p>
    <w:p w14:paraId="71ECF9AA" w14:textId="77777777" w:rsidR="00985C3C" w:rsidRPr="00985C3C" w:rsidRDefault="00985C3C">
      <w:pPr>
        <w:rPr>
          <w:rFonts w:ascii="Arial" w:hAnsi="Arial" w:cs="Arial"/>
        </w:rPr>
      </w:pPr>
    </w:p>
    <w:p w14:paraId="2B32D32A" w14:textId="77777777" w:rsidR="00985C3C" w:rsidRPr="00985C3C" w:rsidRDefault="00985C3C">
      <w:pPr>
        <w:rPr>
          <w:rFonts w:ascii="Arial" w:hAnsi="Arial" w:cs="Arial"/>
        </w:rPr>
      </w:pPr>
    </w:p>
    <w:p w14:paraId="57DBB505"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42521842" w14:textId="28F6EEAF" w:rsidTr="00145E9A">
        <w:trPr>
          <w:trHeight w:hRule="exact" w:val="170"/>
        </w:trPr>
        <w:tc>
          <w:tcPr>
            <w:tcW w:w="1401" w:type="dxa"/>
            <w:gridSpan w:val="3"/>
            <w:shd w:val="clear" w:color="auto" w:fill="F1F7FA"/>
          </w:tcPr>
          <w:p w14:paraId="0D0F64BC" w14:textId="080A63EE" w:rsidR="00DB46A8" w:rsidRPr="00985C3C" w:rsidRDefault="00DB46A8" w:rsidP="002870A8">
            <w:pPr>
              <w:keepNext/>
              <w:rPr>
                <w:rFonts w:ascii="Arial" w:hAnsi="Arial" w:cs="Arial"/>
                <w:sz w:val="4"/>
                <w:szCs w:val="4"/>
              </w:rPr>
            </w:pPr>
          </w:p>
        </w:tc>
        <w:tc>
          <w:tcPr>
            <w:tcW w:w="6821" w:type="dxa"/>
            <w:shd w:val="clear" w:color="auto" w:fill="F1F7FA"/>
            <w:vAlign w:val="center"/>
          </w:tcPr>
          <w:p w14:paraId="22982863" w14:textId="77777777" w:rsidR="00DB46A8" w:rsidRPr="00985C3C" w:rsidRDefault="00DB46A8" w:rsidP="002870A8">
            <w:pPr>
              <w:keepNext/>
              <w:rPr>
                <w:rFonts w:ascii="Arial" w:hAnsi="Arial" w:cs="Arial"/>
                <w:sz w:val="4"/>
                <w:szCs w:val="4"/>
              </w:rPr>
            </w:pPr>
          </w:p>
        </w:tc>
        <w:tc>
          <w:tcPr>
            <w:tcW w:w="1134" w:type="dxa"/>
            <w:shd w:val="clear" w:color="auto" w:fill="F1F7FA"/>
          </w:tcPr>
          <w:p w14:paraId="242F6A8B" w14:textId="77777777" w:rsidR="00DB46A8" w:rsidRPr="00985C3C" w:rsidRDefault="00DB46A8" w:rsidP="002870A8">
            <w:pPr>
              <w:keepNext/>
              <w:rPr>
                <w:rFonts w:ascii="Arial" w:hAnsi="Arial" w:cs="Arial"/>
                <w:sz w:val="4"/>
                <w:szCs w:val="4"/>
              </w:rPr>
            </w:pPr>
          </w:p>
        </w:tc>
      </w:tr>
      <w:tr w:rsidR="00DB46A8" w:rsidRPr="00985C3C" w14:paraId="504CDF1A" w14:textId="1A02A722" w:rsidTr="00145E9A">
        <w:trPr>
          <w:trHeight w:val="392"/>
        </w:trPr>
        <w:tc>
          <w:tcPr>
            <w:tcW w:w="345" w:type="dxa"/>
            <w:shd w:val="clear" w:color="auto" w:fill="F1F7FA"/>
          </w:tcPr>
          <w:p w14:paraId="627981F4"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A7B4FA5" w14:textId="77777777" w:rsidR="00DB46A8" w:rsidRPr="00985C3C" w:rsidRDefault="00DB46A8" w:rsidP="002870A8">
            <w:pPr>
              <w:pStyle w:val="Question"/>
              <w:keepNext/>
              <w:rPr>
                <w:rFonts w:ascii="Arial" w:hAnsi="Arial" w:cs="Arial"/>
                <w:b/>
              </w:rPr>
            </w:pPr>
            <w:r w:rsidRPr="00985C3C">
              <w:rPr>
                <w:rFonts w:ascii="Arial" w:hAnsi="Arial" w:cs="Arial"/>
                <w:b/>
              </w:rPr>
              <w:t>Q63</w:t>
            </w:r>
          </w:p>
        </w:tc>
        <w:tc>
          <w:tcPr>
            <w:tcW w:w="281" w:type="dxa"/>
            <w:shd w:val="clear" w:color="auto" w:fill="F1F7FA"/>
          </w:tcPr>
          <w:p w14:paraId="17AB5D43" w14:textId="77777777" w:rsidR="00DB46A8" w:rsidRPr="00985C3C" w:rsidRDefault="00DB46A8" w:rsidP="002870A8">
            <w:pPr>
              <w:keepNext/>
              <w:rPr>
                <w:rFonts w:ascii="Arial" w:hAnsi="Arial" w:cs="Arial"/>
              </w:rPr>
            </w:pPr>
          </w:p>
        </w:tc>
        <w:tc>
          <w:tcPr>
            <w:tcW w:w="6821" w:type="dxa"/>
            <w:vMerge w:val="restart"/>
            <w:shd w:val="clear" w:color="auto" w:fill="F1F7FA"/>
          </w:tcPr>
          <w:p w14:paraId="24259188"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well do innovations spread in the tertiary education system? What helps or hinders their diffusion?</w:t>
            </w:r>
          </w:p>
        </w:tc>
        <w:tc>
          <w:tcPr>
            <w:tcW w:w="1134" w:type="dxa"/>
            <w:shd w:val="clear" w:color="auto" w:fill="F1F7FA"/>
          </w:tcPr>
          <w:p w14:paraId="72D28835" w14:textId="496F13A9"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81</w:t>
            </w:r>
          </w:p>
        </w:tc>
      </w:tr>
      <w:tr w:rsidR="00DB46A8" w:rsidRPr="00985C3C" w14:paraId="4AADC418" w14:textId="5F099C86" w:rsidTr="00145E9A">
        <w:trPr>
          <w:trHeight w:val="120"/>
        </w:trPr>
        <w:tc>
          <w:tcPr>
            <w:tcW w:w="1401" w:type="dxa"/>
            <w:gridSpan w:val="3"/>
            <w:shd w:val="clear" w:color="auto" w:fill="F1F7FA"/>
          </w:tcPr>
          <w:p w14:paraId="3017DA56" w14:textId="77777777" w:rsidR="00DB46A8" w:rsidRPr="00985C3C" w:rsidRDefault="00DB46A8" w:rsidP="002870A8">
            <w:pPr>
              <w:rPr>
                <w:rFonts w:ascii="Arial" w:hAnsi="Arial" w:cs="Arial"/>
                <w:sz w:val="4"/>
                <w:szCs w:val="4"/>
              </w:rPr>
            </w:pPr>
          </w:p>
        </w:tc>
        <w:tc>
          <w:tcPr>
            <w:tcW w:w="6821" w:type="dxa"/>
            <w:vMerge/>
            <w:shd w:val="clear" w:color="auto" w:fill="F1F7FA"/>
          </w:tcPr>
          <w:p w14:paraId="1E1FF2AE" w14:textId="77777777" w:rsidR="00DB46A8" w:rsidRPr="00985C3C" w:rsidRDefault="00DB46A8" w:rsidP="002870A8">
            <w:pPr>
              <w:pStyle w:val="BodyText"/>
              <w:rPr>
                <w:rFonts w:ascii="Arial" w:hAnsi="Arial" w:cs="Arial"/>
              </w:rPr>
            </w:pPr>
          </w:p>
        </w:tc>
        <w:tc>
          <w:tcPr>
            <w:tcW w:w="1134" w:type="dxa"/>
            <w:shd w:val="clear" w:color="auto" w:fill="F1F7FA"/>
          </w:tcPr>
          <w:p w14:paraId="0EC69F2B" w14:textId="77777777" w:rsidR="00DB46A8" w:rsidRPr="00985C3C" w:rsidRDefault="00DB46A8" w:rsidP="002870A8">
            <w:pPr>
              <w:pStyle w:val="BodyText"/>
              <w:rPr>
                <w:rFonts w:ascii="Arial" w:hAnsi="Arial" w:cs="Arial"/>
              </w:rPr>
            </w:pPr>
          </w:p>
        </w:tc>
      </w:tr>
    </w:tbl>
    <w:p w14:paraId="6EAB9ED6" w14:textId="77777777" w:rsidR="00985C3C" w:rsidRPr="00985C3C" w:rsidRDefault="00985C3C">
      <w:pPr>
        <w:rPr>
          <w:rFonts w:ascii="Arial" w:hAnsi="Arial" w:cs="Arial"/>
        </w:rPr>
      </w:pPr>
    </w:p>
    <w:p w14:paraId="225FFB88" w14:textId="48F976E5" w:rsidR="00985C3C" w:rsidRPr="00985C3C" w:rsidRDefault="00985C3C">
      <w:pPr>
        <w:rPr>
          <w:rFonts w:ascii="Arial" w:hAnsi="Arial" w:cs="Arial"/>
        </w:rPr>
      </w:pPr>
    </w:p>
    <w:p w14:paraId="22BC5497" w14:textId="77777777" w:rsidR="00985C3C" w:rsidRPr="00985C3C" w:rsidRDefault="00985C3C">
      <w:pPr>
        <w:rPr>
          <w:rFonts w:ascii="Arial" w:hAnsi="Arial" w:cs="Arial"/>
        </w:rPr>
      </w:pPr>
    </w:p>
    <w:p w14:paraId="2E05DB2E" w14:textId="77777777" w:rsidR="00985C3C" w:rsidRDefault="00985C3C">
      <w:pPr>
        <w:rPr>
          <w:rFonts w:ascii="Arial" w:hAnsi="Arial" w:cs="Arial"/>
        </w:rPr>
      </w:pPr>
    </w:p>
    <w:p w14:paraId="4618E3D0" w14:textId="77777777" w:rsidR="00985C3C" w:rsidRPr="00985C3C" w:rsidRDefault="00985C3C">
      <w:pPr>
        <w:rPr>
          <w:rFonts w:ascii="Arial" w:hAnsi="Arial" w:cs="Arial"/>
        </w:rPr>
      </w:pPr>
    </w:p>
    <w:p w14:paraId="31B641A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4E0538E" w14:textId="2CE094D9" w:rsidTr="00145E9A">
        <w:trPr>
          <w:trHeight w:hRule="exact" w:val="170"/>
        </w:trPr>
        <w:tc>
          <w:tcPr>
            <w:tcW w:w="1401" w:type="dxa"/>
            <w:gridSpan w:val="3"/>
            <w:shd w:val="clear" w:color="auto" w:fill="F1F7FA"/>
          </w:tcPr>
          <w:p w14:paraId="0748A01E" w14:textId="40E16802" w:rsidR="00DB46A8" w:rsidRPr="00985C3C" w:rsidRDefault="00DB46A8" w:rsidP="002870A8">
            <w:pPr>
              <w:keepNext/>
              <w:rPr>
                <w:rFonts w:ascii="Arial" w:hAnsi="Arial" w:cs="Arial"/>
                <w:sz w:val="4"/>
                <w:szCs w:val="4"/>
              </w:rPr>
            </w:pPr>
          </w:p>
        </w:tc>
        <w:tc>
          <w:tcPr>
            <w:tcW w:w="6821" w:type="dxa"/>
            <w:shd w:val="clear" w:color="auto" w:fill="F1F7FA"/>
            <w:vAlign w:val="center"/>
          </w:tcPr>
          <w:p w14:paraId="083358BF" w14:textId="77777777" w:rsidR="00DB46A8" w:rsidRPr="00985C3C" w:rsidRDefault="00DB46A8" w:rsidP="002870A8">
            <w:pPr>
              <w:keepNext/>
              <w:rPr>
                <w:rFonts w:ascii="Arial" w:hAnsi="Arial" w:cs="Arial"/>
                <w:sz w:val="4"/>
                <w:szCs w:val="4"/>
              </w:rPr>
            </w:pPr>
          </w:p>
        </w:tc>
        <w:tc>
          <w:tcPr>
            <w:tcW w:w="1134" w:type="dxa"/>
            <w:shd w:val="clear" w:color="auto" w:fill="F1F7FA"/>
          </w:tcPr>
          <w:p w14:paraId="3EBB0107" w14:textId="77777777" w:rsidR="00DB46A8" w:rsidRPr="00985C3C" w:rsidRDefault="00DB46A8" w:rsidP="002870A8">
            <w:pPr>
              <w:keepNext/>
              <w:rPr>
                <w:rFonts w:ascii="Arial" w:hAnsi="Arial" w:cs="Arial"/>
                <w:sz w:val="4"/>
                <w:szCs w:val="4"/>
              </w:rPr>
            </w:pPr>
          </w:p>
        </w:tc>
      </w:tr>
      <w:tr w:rsidR="00DB46A8" w:rsidRPr="00985C3C" w14:paraId="5587E0C0" w14:textId="1DD69DEB" w:rsidTr="00145E9A">
        <w:trPr>
          <w:trHeight w:val="392"/>
        </w:trPr>
        <w:tc>
          <w:tcPr>
            <w:tcW w:w="345" w:type="dxa"/>
            <w:shd w:val="clear" w:color="auto" w:fill="F1F7FA"/>
          </w:tcPr>
          <w:p w14:paraId="1CF242F5"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4FF78B7" w14:textId="77777777" w:rsidR="00DB46A8" w:rsidRPr="00985C3C" w:rsidRDefault="00DB46A8" w:rsidP="002870A8">
            <w:pPr>
              <w:pStyle w:val="Question"/>
              <w:keepNext/>
              <w:rPr>
                <w:rFonts w:ascii="Arial" w:hAnsi="Arial" w:cs="Arial"/>
                <w:b/>
              </w:rPr>
            </w:pPr>
            <w:r w:rsidRPr="00985C3C">
              <w:rPr>
                <w:rFonts w:ascii="Arial" w:hAnsi="Arial" w:cs="Arial"/>
                <w:b/>
              </w:rPr>
              <w:t>Q64</w:t>
            </w:r>
          </w:p>
        </w:tc>
        <w:tc>
          <w:tcPr>
            <w:tcW w:w="281" w:type="dxa"/>
            <w:shd w:val="clear" w:color="auto" w:fill="F1F7FA"/>
          </w:tcPr>
          <w:p w14:paraId="27C6B170" w14:textId="77777777" w:rsidR="00DB46A8" w:rsidRPr="00985C3C" w:rsidRDefault="00DB46A8" w:rsidP="002870A8">
            <w:pPr>
              <w:keepNext/>
              <w:rPr>
                <w:rFonts w:ascii="Arial" w:hAnsi="Arial" w:cs="Arial"/>
              </w:rPr>
            </w:pPr>
          </w:p>
        </w:tc>
        <w:tc>
          <w:tcPr>
            <w:tcW w:w="6821" w:type="dxa"/>
            <w:vMerge w:val="restart"/>
            <w:shd w:val="clear" w:color="auto" w:fill="F1F7FA"/>
          </w:tcPr>
          <w:p w14:paraId="0C91EEEE"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successful was the Encouraging and Supporting Innovation fund in promoting innovation in the tertiary sector? What evidence supports your view?</w:t>
            </w:r>
          </w:p>
        </w:tc>
        <w:tc>
          <w:tcPr>
            <w:tcW w:w="1134" w:type="dxa"/>
            <w:shd w:val="clear" w:color="auto" w:fill="F1F7FA"/>
          </w:tcPr>
          <w:p w14:paraId="4D751471" w14:textId="0F4BA5ED"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83</w:t>
            </w:r>
          </w:p>
        </w:tc>
      </w:tr>
      <w:tr w:rsidR="00DB46A8" w:rsidRPr="00985C3C" w14:paraId="423171F6" w14:textId="7A7ECF0A" w:rsidTr="00145E9A">
        <w:trPr>
          <w:trHeight w:val="120"/>
        </w:trPr>
        <w:tc>
          <w:tcPr>
            <w:tcW w:w="1401" w:type="dxa"/>
            <w:gridSpan w:val="3"/>
            <w:shd w:val="clear" w:color="auto" w:fill="F1F7FA"/>
          </w:tcPr>
          <w:p w14:paraId="58C5F9BE" w14:textId="77777777" w:rsidR="00DB46A8" w:rsidRPr="00985C3C" w:rsidRDefault="00DB46A8" w:rsidP="002870A8">
            <w:pPr>
              <w:rPr>
                <w:rFonts w:ascii="Arial" w:hAnsi="Arial" w:cs="Arial"/>
                <w:sz w:val="4"/>
                <w:szCs w:val="4"/>
              </w:rPr>
            </w:pPr>
          </w:p>
        </w:tc>
        <w:tc>
          <w:tcPr>
            <w:tcW w:w="6821" w:type="dxa"/>
            <w:vMerge/>
            <w:shd w:val="clear" w:color="auto" w:fill="F1F7FA"/>
          </w:tcPr>
          <w:p w14:paraId="3E0ADF9D" w14:textId="77777777" w:rsidR="00DB46A8" w:rsidRPr="00985C3C" w:rsidRDefault="00DB46A8" w:rsidP="002870A8">
            <w:pPr>
              <w:pStyle w:val="BodyText"/>
              <w:rPr>
                <w:rFonts w:ascii="Arial" w:hAnsi="Arial" w:cs="Arial"/>
              </w:rPr>
            </w:pPr>
          </w:p>
        </w:tc>
        <w:tc>
          <w:tcPr>
            <w:tcW w:w="1134" w:type="dxa"/>
            <w:shd w:val="clear" w:color="auto" w:fill="F1F7FA"/>
          </w:tcPr>
          <w:p w14:paraId="6DD9A75E" w14:textId="77777777" w:rsidR="00DB46A8" w:rsidRPr="00985C3C" w:rsidRDefault="00DB46A8" w:rsidP="002870A8">
            <w:pPr>
              <w:pStyle w:val="BodyText"/>
              <w:rPr>
                <w:rFonts w:ascii="Arial" w:hAnsi="Arial" w:cs="Arial"/>
              </w:rPr>
            </w:pPr>
          </w:p>
        </w:tc>
      </w:tr>
    </w:tbl>
    <w:p w14:paraId="21E88984" w14:textId="77777777" w:rsidR="00985C3C" w:rsidRPr="00985C3C" w:rsidRDefault="00985C3C">
      <w:pPr>
        <w:rPr>
          <w:rFonts w:ascii="Arial" w:hAnsi="Arial" w:cs="Arial"/>
        </w:rPr>
      </w:pPr>
    </w:p>
    <w:p w14:paraId="2B90E29C" w14:textId="70F04DB0" w:rsidR="00985C3C" w:rsidRPr="00985C3C" w:rsidRDefault="00985C3C">
      <w:pPr>
        <w:rPr>
          <w:rFonts w:ascii="Arial" w:hAnsi="Arial" w:cs="Arial"/>
        </w:rPr>
      </w:pPr>
    </w:p>
    <w:p w14:paraId="3800E075" w14:textId="77777777" w:rsidR="00985C3C" w:rsidRPr="00985C3C" w:rsidRDefault="00985C3C">
      <w:pPr>
        <w:rPr>
          <w:rFonts w:ascii="Arial" w:hAnsi="Arial" w:cs="Arial"/>
        </w:rPr>
      </w:pPr>
    </w:p>
    <w:p w14:paraId="14AFC4F8" w14:textId="77777777" w:rsidR="00985C3C" w:rsidRPr="00985C3C" w:rsidRDefault="00985C3C">
      <w:pPr>
        <w:rPr>
          <w:rFonts w:ascii="Arial" w:hAnsi="Arial" w:cs="Arial"/>
        </w:rPr>
      </w:pPr>
    </w:p>
    <w:p w14:paraId="3624171D"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4D6152B" w14:textId="617AAE68" w:rsidTr="00145E9A">
        <w:trPr>
          <w:trHeight w:hRule="exact" w:val="170"/>
        </w:trPr>
        <w:tc>
          <w:tcPr>
            <w:tcW w:w="1401" w:type="dxa"/>
            <w:gridSpan w:val="3"/>
            <w:shd w:val="clear" w:color="auto" w:fill="F1F7FA"/>
          </w:tcPr>
          <w:p w14:paraId="7DEDC1BB" w14:textId="1D71A342" w:rsidR="00DB46A8" w:rsidRPr="00985C3C" w:rsidRDefault="00DB46A8" w:rsidP="002870A8">
            <w:pPr>
              <w:keepNext/>
              <w:rPr>
                <w:rFonts w:ascii="Arial" w:hAnsi="Arial" w:cs="Arial"/>
                <w:sz w:val="4"/>
                <w:szCs w:val="4"/>
              </w:rPr>
            </w:pPr>
          </w:p>
        </w:tc>
        <w:tc>
          <w:tcPr>
            <w:tcW w:w="6821" w:type="dxa"/>
            <w:shd w:val="clear" w:color="auto" w:fill="F1F7FA"/>
            <w:vAlign w:val="center"/>
          </w:tcPr>
          <w:p w14:paraId="252E1B32" w14:textId="77777777" w:rsidR="00DB46A8" w:rsidRPr="00985C3C" w:rsidRDefault="00DB46A8" w:rsidP="002870A8">
            <w:pPr>
              <w:keepNext/>
              <w:rPr>
                <w:rFonts w:ascii="Arial" w:hAnsi="Arial" w:cs="Arial"/>
                <w:sz w:val="4"/>
                <w:szCs w:val="4"/>
              </w:rPr>
            </w:pPr>
          </w:p>
        </w:tc>
        <w:tc>
          <w:tcPr>
            <w:tcW w:w="1134" w:type="dxa"/>
            <w:shd w:val="clear" w:color="auto" w:fill="F1F7FA"/>
          </w:tcPr>
          <w:p w14:paraId="3A81BC40" w14:textId="77777777" w:rsidR="00DB46A8" w:rsidRPr="00985C3C" w:rsidRDefault="00DB46A8" w:rsidP="002870A8">
            <w:pPr>
              <w:keepNext/>
              <w:rPr>
                <w:rFonts w:ascii="Arial" w:hAnsi="Arial" w:cs="Arial"/>
                <w:sz w:val="4"/>
                <w:szCs w:val="4"/>
              </w:rPr>
            </w:pPr>
          </w:p>
        </w:tc>
      </w:tr>
      <w:tr w:rsidR="00DB46A8" w:rsidRPr="00985C3C" w14:paraId="40DE9933" w14:textId="5C9E4960" w:rsidTr="00145E9A">
        <w:trPr>
          <w:trHeight w:val="392"/>
        </w:trPr>
        <w:tc>
          <w:tcPr>
            <w:tcW w:w="345" w:type="dxa"/>
            <w:shd w:val="clear" w:color="auto" w:fill="F1F7FA"/>
          </w:tcPr>
          <w:p w14:paraId="53F701D0"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60D77AE" w14:textId="77777777" w:rsidR="00DB46A8" w:rsidRPr="00985C3C" w:rsidRDefault="00DB46A8" w:rsidP="002870A8">
            <w:pPr>
              <w:pStyle w:val="Question"/>
              <w:keepNext/>
              <w:rPr>
                <w:rFonts w:ascii="Arial" w:hAnsi="Arial" w:cs="Arial"/>
                <w:b/>
              </w:rPr>
            </w:pPr>
            <w:r w:rsidRPr="00985C3C">
              <w:rPr>
                <w:rFonts w:ascii="Arial" w:hAnsi="Arial" w:cs="Arial"/>
                <w:b/>
              </w:rPr>
              <w:t>Q65</w:t>
            </w:r>
          </w:p>
        </w:tc>
        <w:tc>
          <w:tcPr>
            <w:tcW w:w="281" w:type="dxa"/>
            <w:shd w:val="clear" w:color="auto" w:fill="F1F7FA"/>
          </w:tcPr>
          <w:p w14:paraId="0DB5365D" w14:textId="77777777" w:rsidR="00DB46A8" w:rsidRPr="00985C3C" w:rsidRDefault="00DB46A8" w:rsidP="002870A8">
            <w:pPr>
              <w:keepNext/>
              <w:rPr>
                <w:rFonts w:ascii="Arial" w:hAnsi="Arial" w:cs="Arial"/>
              </w:rPr>
            </w:pPr>
          </w:p>
        </w:tc>
        <w:tc>
          <w:tcPr>
            <w:tcW w:w="6821" w:type="dxa"/>
            <w:vMerge w:val="restart"/>
            <w:shd w:val="clear" w:color="auto" w:fill="F1F7FA"/>
          </w:tcPr>
          <w:p w14:paraId="7BF353B1"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Are there examples where the New Zealand Government has directly purchased innovation or innovative capacity in tertiary education? If so, was it successful?</w:t>
            </w:r>
          </w:p>
        </w:tc>
        <w:tc>
          <w:tcPr>
            <w:tcW w:w="1134" w:type="dxa"/>
            <w:shd w:val="clear" w:color="auto" w:fill="F1F7FA"/>
          </w:tcPr>
          <w:p w14:paraId="3F71BE31" w14:textId="40B46027"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83</w:t>
            </w:r>
          </w:p>
        </w:tc>
      </w:tr>
      <w:tr w:rsidR="00DB46A8" w:rsidRPr="00985C3C" w14:paraId="219D802C" w14:textId="158F42A6" w:rsidTr="00145E9A">
        <w:trPr>
          <w:trHeight w:val="120"/>
        </w:trPr>
        <w:tc>
          <w:tcPr>
            <w:tcW w:w="1401" w:type="dxa"/>
            <w:gridSpan w:val="3"/>
            <w:shd w:val="clear" w:color="auto" w:fill="F1F7FA"/>
          </w:tcPr>
          <w:p w14:paraId="36A80295" w14:textId="77777777" w:rsidR="00DB46A8" w:rsidRPr="00985C3C" w:rsidRDefault="00DB46A8" w:rsidP="002870A8">
            <w:pPr>
              <w:rPr>
                <w:rFonts w:ascii="Arial" w:hAnsi="Arial" w:cs="Arial"/>
                <w:sz w:val="4"/>
                <w:szCs w:val="4"/>
              </w:rPr>
            </w:pPr>
          </w:p>
        </w:tc>
        <w:tc>
          <w:tcPr>
            <w:tcW w:w="6821" w:type="dxa"/>
            <w:vMerge/>
            <w:shd w:val="clear" w:color="auto" w:fill="F1F7FA"/>
          </w:tcPr>
          <w:p w14:paraId="6677EBCA" w14:textId="77777777" w:rsidR="00DB46A8" w:rsidRPr="00985C3C" w:rsidRDefault="00DB46A8" w:rsidP="002870A8">
            <w:pPr>
              <w:pStyle w:val="BodyText"/>
              <w:rPr>
                <w:rFonts w:ascii="Arial" w:hAnsi="Arial" w:cs="Arial"/>
              </w:rPr>
            </w:pPr>
          </w:p>
        </w:tc>
        <w:tc>
          <w:tcPr>
            <w:tcW w:w="1134" w:type="dxa"/>
            <w:shd w:val="clear" w:color="auto" w:fill="F1F7FA"/>
          </w:tcPr>
          <w:p w14:paraId="33FC8BD5" w14:textId="77777777" w:rsidR="00DB46A8" w:rsidRPr="00985C3C" w:rsidRDefault="00DB46A8" w:rsidP="002870A8">
            <w:pPr>
              <w:pStyle w:val="BodyText"/>
              <w:rPr>
                <w:rFonts w:ascii="Arial" w:hAnsi="Arial" w:cs="Arial"/>
              </w:rPr>
            </w:pPr>
          </w:p>
        </w:tc>
      </w:tr>
    </w:tbl>
    <w:p w14:paraId="28C265B3" w14:textId="77777777" w:rsidR="00985C3C" w:rsidRPr="00985C3C" w:rsidRDefault="00985C3C">
      <w:pPr>
        <w:rPr>
          <w:rFonts w:ascii="Arial" w:hAnsi="Arial" w:cs="Arial"/>
        </w:rPr>
      </w:pPr>
    </w:p>
    <w:p w14:paraId="4450D222" w14:textId="44C43ABA" w:rsidR="00985C3C" w:rsidRPr="00985C3C" w:rsidRDefault="00985C3C">
      <w:pPr>
        <w:rPr>
          <w:rFonts w:ascii="Arial" w:hAnsi="Arial" w:cs="Arial"/>
        </w:rPr>
      </w:pPr>
    </w:p>
    <w:p w14:paraId="21979625" w14:textId="77777777" w:rsidR="00985C3C" w:rsidRPr="00985C3C" w:rsidRDefault="00985C3C">
      <w:pPr>
        <w:rPr>
          <w:rFonts w:ascii="Arial" w:hAnsi="Arial" w:cs="Arial"/>
        </w:rPr>
      </w:pPr>
    </w:p>
    <w:p w14:paraId="4F67BE6A" w14:textId="77777777" w:rsidR="00985C3C" w:rsidRPr="00985C3C" w:rsidRDefault="00985C3C">
      <w:pPr>
        <w:rPr>
          <w:rFonts w:ascii="Arial" w:hAnsi="Arial" w:cs="Arial"/>
        </w:rPr>
      </w:pPr>
    </w:p>
    <w:p w14:paraId="5A00D275"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13985FFD" w14:textId="0EF81B50" w:rsidTr="00145E9A">
        <w:trPr>
          <w:trHeight w:hRule="exact" w:val="170"/>
        </w:trPr>
        <w:tc>
          <w:tcPr>
            <w:tcW w:w="1401" w:type="dxa"/>
            <w:gridSpan w:val="3"/>
            <w:shd w:val="clear" w:color="auto" w:fill="F1F7FA"/>
          </w:tcPr>
          <w:p w14:paraId="324ADF04" w14:textId="6D467DB1" w:rsidR="00DB46A8" w:rsidRPr="00985C3C" w:rsidRDefault="00DB46A8" w:rsidP="002870A8">
            <w:pPr>
              <w:keepNext/>
              <w:rPr>
                <w:rFonts w:ascii="Arial" w:hAnsi="Arial" w:cs="Arial"/>
                <w:sz w:val="4"/>
                <w:szCs w:val="4"/>
              </w:rPr>
            </w:pPr>
          </w:p>
        </w:tc>
        <w:tc>
          <w:tcPr>
            <w:tcW w:w="6821" w:type="dxa"/>
            <w:shd w:val="clear" w:color="auto" w:fill="F1F7FA"/>
            <w:vAlign w:val="center"/>
          </w:tcPr>
          <w:p w14:paraId="7D5A7DC8" w14:textId="77777777" w:rsidR="00DB46A8" w:rsidRPr="00985C3C" w:rsidRDefault="00DB46A8" w:rsidP="002870A8">
            <w:pPr>
              <w:keepNext/>
              <w:rPr>
                <w:rFonts w:ascii="Arial" w:hAnsi="Arial" w:cs="Arial"/>
                <w:sz w:val="4"/>
                <w:szCs w:val="4"/>
              </w:rPr>
            </w:pPr>
          </w:p>
        </w:tc>
        <w:tc>
          <w:tcPr>
            <w:tcW w:w="1134" w:type="dxa"/>
            <w:shd w:val="clear" w:color="auto" w:fill="F1F7FA"/>
          </w:tcPr>
          <w:p w14:paraId="5F3C8741" w14:textId="77777777" w:rsidR="00DB46A8" w:rsidRPr="00985C3C" w:rsidRDefault="00DB46A8" w:rsidP="002870A8">
            <w:pPr>
              <w:keepNext/>
              <w:rPr>
                <w:rFonts w:ascii="Arial" w:hAnsi="Arial" w:cs="Arial"/>
                <w:sz w:val="4"/>
                <w:szCs w:val="4"/>
              </w:rPr>
            </w:pPr>
          </w:p>
        </w:tc>
      </w:tr>
      <w:tr w:rsidR="00DB46A8" w:rsidRPr="00985C3C" w14:paraId="441943C1" w14:textId="6071CE2E" w:rsidTr="00145E9A">
        <w:trPr>
          <w:trHeight w:val="392"/>
        </w:trPr>
        <w:tc>
          <w:tcPr>
            <w:tcW w:w="345" w:type="dxa"/>
            <w:shd w:val="clear" w:color="auto" w:fill="F1F7FA"/>
          </w:tcPr>
          <w:p w14:paraId="57A729FA"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3023715" w14:textId="77777777" w:rsidR="00DB46A8" w:rsidRPr="00985C3C" w:rsidRDefault="00DB46A8" w:rsidP="002870A8">
            <w:pPr>
              <w:pStyle w:val="Question"/>
              <w:keepNext/>
              <w:rPr>
                <w:rFonts w:ascii="Arial" w:hAnsi="Arial" w:cs="Arial"/>
                <w:b/>
              </w:rPr>
            </w:pPr>
            <w:r w:rsidRPr="00985C3C">
              <w:rPr>
                <w:rFonts w:ascii="Arial" w:hAnsi="Arial" w:cs="Arial"/>
                <w:b/>
              </w:rPr>
              <w:t>Q66</w:t>
            </w:r>
          </w:p>
        </w:tc>
        <w:tc>
          <w:tcPr>
            <w:tcW w:w="281" w:type="dxa"/>
            <w:shd w:val="clear" w:color="auto" w:fill="F1F7FA"/>
          </w:tcPr>
          <w:p w14:paraId="4708039C" w14:textId="77777777" w:rsidR="00DB46A8" w:rsidRPr="00985C3C" w:rsidRDefault="00DB46A8" w:rsidP="002870A8">
            <w:pPr>
              <w:keepNext/>
              <w:rPr>
                <w:rFonts w:ascii="Arial" w:hAnsi="Arial" w:cs="Arial"/>
              </w:rPr>
            </w:pPr>
          </w:p>
        </w:tc>
        <w:tc>
          <w:tcPr>
            <w:tcW w:w="6821" w:type="dxa"/>
            <w:vMerge w:val="restart"/>
            <w:shd w:val="clear" w:color="auto" w:fill="F1F7FA"/>
          </w:tcPr>
          <w:p w14:paraId="197F4F7E"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easy or hard is it for a new provider or ITO to access TEC funding? </w:t>
            </w:r>
          </w:p>
        </w:tc>
        <w:tc>
          <w:tcPr>
            <w:tcW w:w="1134" w:type="dxa"/>
            <w:shd w:val="clear" w:color="auto" w:fill="F1F7FA"/>
          </w:tcPr>
          <w:p w14:paraId="08FF9B72" w14:textId="02F2C1B4"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84</w:t>
            </w:r>
          </w:p>
        </w:tc>
      </w:tr>
      <w:tr w:rsidR="00DB46A8" w:rsidRPr="00985C3C" w14:paraId="31FAD8AF" w14:textId="6ADD1D02" w:rsidTr="00145E9A">
        <w:trPr>
          <w:trHeight w:val="120"/>
        </w:trPr>
        <w:tc>
          <w:tcPr>
            <w:tcW w:w="1401" w:type="dxa"/>
            <w:gridSpan w:val="3"/>
            <w:shd w:val="clear" w:color="auto" w:fill="F1F7FA"/>
          </w:tcPr>
          <w:p w14:paraId="184918AF" w14:textId="77777777" w:rsidR="00DB46A8" w:rsidRPr="00985C3C" w:rsidRDefault="00DB46A8" w:rsidP="002870A8">
            <w:pPr>
              <w:rPr>
                <w:rFonts w:ascii="Arial" w:hAnsi="Arial" w:cs="Arial"/>
                <w:sz w:val="4"/>
                <w:szCs w:val="4"/>
              </w:rPr>
            </w:pPr>
          </w:p>
        </w:tc>
        <w:tc>
          <w:tcPr>
            <w:tcW w:w="6821" w:type="dxa"/>
            <w:vMerge/>
            <w:shd w:val="clear" w:color="auto" w:fill="F1F7FA"/>
          </w:tcPr>
          <w:p w14:paraId="4744B5AF" w14:textId="77777777" w:rsidR="00DB46A8" w:rsidRPr="00985C3C" w:rsidRDefault="00DB46A8" w:rsidP="002870A8">
            <w:pPr>
              <w:pStyle w:val="BodyText"/>
              <w:rPr>
                <w:rFonts w:ascii="Arial" w:hAnsi="Arial" w:cs="Arial"/>
              </w:rPr>
            </w:pPr>
          </w:p>
        </w:tc>
        <w:tc>
          <w:tcPr>
            <w:tcW w:w="1134" w:type="dxa"/>
            <w:shd w:val="clear" w:color="auto" w:fill="F1F7FA"/>
          </w:tcPr>
          <w:p w14:paraId="3FAEB6C2" w14:textId="77777777" w:rsidR="00DB46A8" w:rsidRPr="00985C3C" w:rsidRDefault="00DB46A8" w:rsidP="002870A8">
            <w:pPr>
              <w:pStyle w:val="BodyText"/>
              <w:rPr>
                <w:rFonts w:ascii="Arial" w:hAnsi="Arial" w:cs="Arial"/>
              </w:rPr>
            </w:pPr>
          </w:p>
        </w:tc>
      </w:tr>
    </w:tbl>
    <w:p w14:paraId="1E968A7D" w14:textId="77777777" w:rsidR="00985C3C" w:rsidRPr="00985C3C" w:rsidRDefault="00985C3C">
      <w:pPr>
        <w:rPr>
          <w:rFonts w:ascii="Arial" w:hAnsi="Arial" w:cs="Arial"/>
        </w:rPr>
      </w:pPr>
    </w:p>
    <w:p w14:paraId="44BA6BFB" w14:textId="104B95AF" w:rsidR="00985C3C" w:rsidRPr="00985C3C" w:rsidRDefault="00985C3C">
      <w:pPr>
        <w:rPr>
          <w:rFonts w:ascii="Arial" w:hAnsi="Arial" w:cs="Arial"/>
        </w:rPr>
      </w:pPr>
    </w:p>
    <w:p w14:paraId="6C96A632" w14:textId="77777777" w:rsidR="00985C3C" w:rsidRPr="00985C3C" w:rsidRDefault="00985C3C">
      <w:pPr>
        <w:rPr>
          <w:rFonts w:ascii="Arial" w:hAnsi="Arial" w:cs="Arial"/>
        </w:rPr>
      </w:pPr>
    </w:p>
    <w:p w14:paraId="6A72C83E" w14:textId="77777777" w:rsidR="00985C3C" w:rsidRPr="00985C3C" w:rsidRDefault="00985C3C">
      <w:pPr>
        <w:rPr>
          <w:rFonts w:ascii="Arial" w:hAnsi="Arial" w:cs="Arial"/>
        </w:rPr>
      </w:pPr>
    </w:p>
    <w:p w14:paraId="5078EAEF"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0D620D62" w14:textId="39276ECA" w:rsidTr="00145E9A">
        <w:trPr>
          <w:trHeight w:hRule="exact" w:val="170"/>
        </w:trPr>
        <w:tc>
          <w:tcPr>
            <w:tcW w:w="1401" w:type="dxa"/>
            <w:gridSpan w:val="3"/>
            <w:shd w:val="clear" w:color="auto" w:fill="F1F7FA"/>
          </w:tcPr>
          <w:p w14:paraId="7F5790CE" w14:textId="1E267746" w:rsidR="00DB46A8" w:rsidRPr="00985C3C" w:rsidRDefault="00DB46A8" w:rsidP="002870A8">
            <w:pPr>
              <w:keepNext/>
              <w:rPr>
                <w:rFonts w:ascii="Arial" w:hAnsi="Arial" w:cs="Arial"/>
                <w:sz w:val="4"/>
                <w:szCs w:val="4"/>
              </w:rPr>
            </w:pPr>
          </w:p>
        </w:tc>
        <w:tc>
          <w:tcPr>
            <w:tcW w:w="6821" w:type="dxa"/>
            <w:shd w:val="clear" w:color="auto" w:fill="F1F7FA"/>
            <w:vAlign w:val="center"/>
          </w:tcPr>
          <w:p w14:paraId="5D5B29DE" w14:textId="77777777" w:rsidR="00DB46A8" w:rsidRPr="00985C3C" w:rsidRDefault="00DB46A8" w:rsidP="002870A8">
            <w:pPr>
              <w:keepNext/>
              <w:rPr>
                <w:rFonts w:ascii="Arial" w:hAnsi="Arial" w:cs="Arial"/>
                <w:sz w:val="4"/>
                <w:szCs w:val="4"/>
              </w:rPr>
            </w:pPr>
          </w:p>
        </w:tc>
        <w:tc>
          <w:tcPr>
            <w:tcW w:w="1134" w:type="dxa"/>
            <w:shd w:val="clear" w:color="auto" w:fill="F1F7FA"/>
          </w:tcPr>
          <w:p w14:paraId="38D20EC7" w14:textId="77777777" w:rsidR="00DB46A8" w:rsidRPr="00985C3C" w:rsidRDefault="00DB46A8" w:rsidP="002870A8">
            <w:pPr>
              <w:keepNext/>
              <w:rPr>
                <w:rFonts w:ascii="Arial" w:hAnsi="Arial" w:cs="Arial"/>
                <w:sz w:val="4"/>
                <w:szCs w:val="4"/>
              </w:rPr>
            </w:pPr>
          </w:p>
        </w:tc>
      </w:tr>
      <w:tr w:rsidR="00DB46A8" w:rsidRPr="00985C3C" w14:paraId="2C597B61" w14:textId="6E40B322" w:rsidTr="00145E9A">
        <w:trPr>
          <w:trHeight w:val="392"/>
        </w:trPr>
        <w:tc>
          <w:tcPr>
            <w:tcW w:w="345" w:type="dxa"/>
            <w:shd w:val="clear" w:color="auto" w:fill="F1F7FA"/>
          </w:tcPr>
          <w:p w14:paraId="05A81304"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BEE2C97" w14:textId="77777777" w:rsidR="00DB46A8" w:rsidRPr="00985C3C" w:rsidRDefault="00DB46A8" w:rsidP="002870A8">
            <w:pPr>
              <w:pStyle w:val="Question"/>
              <w:keepNext/>
              <w:rPr>
                <w:rFonts w:ascii="Arial" w:hAnsi="Arial" w:cs="Arial"/>
                <w:b/>
              </w:rPr>
            </w:pPr>
            <w:r w:rsidRPr="00985C3C">
              <w:rPr>
                <w:rFonts w:ascii="Arial" w:hAnsi="Arial" w:cs="Arial"/>
                <w:b/>
              </w:rPr>
              <w:t>Q67</w:t>
            </w:r>
          </w:p>
        </w:tc>
        <w:tc>
          <w:tcPr>
            <w:tcW w:w="281" w:type="dxa"/>
            <w:shd w:val="clear" w:color="auto" w:fill="F1F7FA"/>
          </w:tcPr>
          <w:p w14:paraId="1B314FCF" w14:textId="77777777" w:rsidR="00DB46A8" w:rsidRPr="00985C3C" w:rsidRDefault="00DB46A8" w:rsidP="002870A8">
            <w:pPr>
              <w:keepNext/>
              <w:rPr>
                <w:rFonts w:ascii="Arial" w:hAnsi="Arial" w:cs="Arial"/>
              </w:rPr>
            </w:pPr>
          </w:p>
        </w:tc>
        <w:tc>
          <w:tcPr>
            <w:tcW w:w="6821" w:type="dxa"/>
            <w:vMerge w:val="restart"/>
            <w:shd w:val="clear" w:color="auto" w:fill="F1F7FA"/>
          </w:tcPr>
          <w:p w14:paraId="4DCF7F7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Does the programme or qualification approval process via NZQA or CUAP enable or hinder innovation? Why? </w:t>
            </w:r>
          </w:p>
        </w:tc>
        <w:tc>
          <w:tcPr>
            <w:tcW w:w="1134" w:type="dxa"/>
            <w:shd w:val="clear" w:color="auto" w:fill="F1F7FA"/>
          </w:tcPr>
          <w:p w14:paraId="432516A3" w14:textId="3E4F45C2"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85</w:t>
            </w:r>
          </w:p>
        </w:tc>
      </w:tr>
      <w:tr w:rsidR="00DB46A8" w:rsidRPr="00985C3C" w14:paraId="74FBEB59" w14:textId="481E813F" w:rsidTr="00145E9A">
        <w:trPr>
          <w:trHeight w:val="120"/>
        </w:trPr>
        <w:tc>
          <w:tcPr>
            <w:tcW w:w="1401" w:type="dxa"/>
            <w:gridSpan w:val="3"/>
            <w:shd w:val="clear" w:color="auto" w:fill="F1F7FA"/>
          </w:tcPr>
          <w:p w14:paraId="7FDF03D6" w14:textId="77777777" w:rsidR="00DB46A8" w:rsidRPr="00985C3C" w:rsidRDefault="00DB46A8" w:rsidP="002870A8">
            <w:pPr>
              <w:rPr>
                <w:rFonts w:ascii="Arial" w:hAnsi="Arial" w:cs="Arial"/>
                <w:sz w:val="4"/>
                <w:szCs w:val="4"/>
              </w:rPr>
            </w:pPr>
          </w:p>
        </w:tc>
        <w:tc>
          <w:tcPr>
            <w:tcW w:w="6821" w:type="dxa"/>
            <w:vMerge/>
            <w:shd w:val="clear" w:color="auto" w:fill="F1F7FA"/>
          </w:tcPr>
          <w:p w14:paraId="29A33383" w14:textId="77777777" w:rsidR="00DB46A8" w:rsidRPr="00985C3C" w:rsidRDefault="00DB46A8" w:rsidP="002870A8">
            <w:pPr>
              <w:pStyle w:val="BodyText"/>
              <w:rPr>
                <w:rFonts w:ascii="Arial" w:hAnsi="Arial" w:cs="Arial"/>
              </w:rPr>
            </w:pPr>
          </w:p>
        </w:tc>
        <w:tc>
          <w:tcPr>
            <w:tcW w:w="1134" w:type="dxa"/>
            <w:shd w:val="clear" w:color="auto" w:fill="F1F7FA"/>
          </w:tcPr>
          <w:p w14:paraId="55512236" w14:textId="77777777" w:rsidR="00DB46A8" w:rsidRPr="00985C3C" w:rsidRDefault="00DB46A8" w:rsidP="002870A8">
            <w:pPr>
              <w:pStyle w:val="BodyText"/>
              <w:rPr>
                <w:rFonts w:ascii="Arial" w:hAnsi="Arial" w:cs="Arial"/>
              </w:rPr>
            </w:pPr>
          </w:p>
        </w:tc>
      </w:tr>
    </w:tbl>
    <w:p w14:paraId="180BA84D" w14:textId="77777777" w:rsidR="00985C3C" w:rsidRPr="00985C3C" w:rsidRDefault="00985C3C">
      <w:pPr>
        <w:rPr>
          <w:rFonts w:ascii="Arial" w:hAnsi="Arial" w:cs="Arial"/>
        </w:rPr>
      </w:pPr>
    </w:p>
    <w:p w14:paraId="1B89162B" w14:textId="1244581C" w:rsidR="00985C3C" w:rsidRPr="00985C3C" w:rsidRDefault="00985C3C">
      <w:pPr>
        <w:rPr>
          <w:rFonts w:ascii="Arial" w:hAnsi="Arial" w:cs="Arial"/>
        </w:rPr>
      </w:pPr>
    </w:p>
    <w:p w14:paraId="49D9A8B1" w14:textId="77777777" w:rsidR="00985C3C" w:rsidRPr="00985C3C" w:rsidRDefault="00985C3C">
      <w:pPr>
        <w:rPr>
          <w:rFonts w:ascii="Arial" w:hAnsi="Arial" w:cs="Arial"/>
        </w:rPr>
      </w:pPr>
    </w:p>
    <w:p w14:paraId="3E296E49" w14:textId="77777777" w:rsidR="00985C3C" w:rsidRPr="00985C3C" w:rsidRDefault="00985C3C">
      <w:pPr>
        <w:rPr>
          <w:rFonts w:ascii="Arial" w:hAnsi="Arial" w:cs="Arial"/>
        </w:rPr>
      </w:pPr>
    </w:p>
    <w:p w14:paraId="5678B425"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1DE791D" w14:textId="65F28768" w:rsidTr="00145E9A">
        <w:trPr>
          <w:trHeight w:hRule="exact" w:val="170"/>
        </w:trPr>
        <w:tc>
          <w:tcPr>
            <w:tcW w:w="1401" w:type="dxa"/>
            <w:gridSpan w:val="3"/>
            <w:shd w:val="clear" w:color="auto" w:fill="F1F7FA"/>
          </w:tcPr>
          <w:p w14:paraId="7F80AF76" w14:textId="70AC42BC" w:rsidR="00DB46A8" w:rsidRPr="00985C3C" w:rsidRDefault="00DB46A8" w:rsidP="002870A8">
            <w:pPr>
              <w:keepNext/>
              <w:rPr>
                <w:rFonts w:ascii="Arial" w:hAnsi="Arial" w:cs="Arial"/>
                <w:sz w:val="4"/>
                <w:szCs w:val="4"/>
              </w:rPr>
            </w:pPr>
          </w:p>
        </w:tc>
        <w:tc>
          <w:tcPr>
            <w:tcW w:w="6821" w:type="dxa"/>
            <w:shd w:val="clear" w:color="auto" w:fill="F1F7FA"/>
            <w:vAlign w:val="center"/>
          </w:tcPr>
          <w:p w14:paraId="06D84512" w14:textId="77777777" w:rsidR="00DB46A8" w:rsidRPr="00985C3C" w:rsidRDefault="00DB46A8" w:rsidP="002870A8">
            <w:pPr>
              <w:keepNext/>
              <w:rPr>
                <w:rFonts w:ascii="Arial" w:hAnsi="Arial" w:cs="Arial"/>
                <w:sz w:val="4"/>
                <w:szCs w:val="4"/>
              </w:rPr>
            </w:pPr>
          </w:p>
        </w:tc>
        <w:tc>
          <w:tcPr>
            <w:tcW w:w="1134" w:type="dxa"/>
            <w:shd w:val="clear" w:color="auto" w:fill="F1F7FA"/>
          </w:tcPr>
          <w:p w14:paraId="24418988" w14:textId="77777777" w:rsidR="00DB46A8" w:rsidRPr="00985C3C" w:rsidRDefault="00DB46A8" w:rsidP="002870A8">
            <w:pPr>
              <w:keepNext/>
              <w:rPr>
                <w:rFonts w:ascii="Arial" w:hAnsi="Arial" w:cs="Arial"/>
                <w:sz w:val="4"/>
                <w:szCs w:val="4"/>
              </w:rPr>
            </w:pPr>
          </w:p>
        </w:tc>
      </w:tr>
      <w:tr w:rsidR="00DB46A8" w:rsidRPr="00985C3C" w14:paraId="3B9E6517" w14:textId="48A0310F" w:rsidTr="00145E9A">
        <w:trPr>
          <w:trHeight w:val="392"/>
        </w:trPr>
        <w:tc>
          <w:tcPr>
            <w:tcW w:w="345" w:type="dxa"/>
            <w:shd w:val="clear" w:color="auto" w:fill="F1F7FA"/>
          </w:tcPr>
          <w:p w14:paraId="3ED92281"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2B0D87F4" w14:textId="77777777" w:rsidR="00DB46A8" w:rsidRPr="00985C3C" w:rsidRDefault="00DB46A8" w:rsidP="002870A8">
            <w:pPr>
              <w:pStyle w:val="Question"/>
              <w:keepNext/>
              <w:rPr>
                <w:rFonts w:ascii="Arial" w:hAnsi="Arial" w:cs="Arial"/>
                <w:b/>
              </w:rPr>
            </w:pPr>
            <w:r w:rsidRPr="00985C3C">
              <w:rPr>
                <w:rFonts w:ascii="Arial" w:hAnsi="Arial" w:cs="Arial"/>
                <w:b/>
              </w:rPr>
              <w:t>Q68</w:t>
            </w:r>
          </w:p>
        </w:tc>
        <w:tc>
          <w:tcPr>
            <w:tcW w:w="281" w:type="dxa"/>
            <w:shd w:val="clear" w:color="auto" w:fill="F1F7FA"/>
          </w:tcPr>
          <w:p w14:paraId="4125745B" w14:textId="77777777" w:rsidR="00DB46A8" w:rsidRPr="00985C3C" w:rsidRDefault="00DB46A8" w:rsidP="002870A8">
            <w:pPr>
              <w:keepNext/>
              <w:rPr>
                <w:rFonts w:ascii="Arial" w:hAnsi="Arial" w:cs="Arial"/>
              </w:rPr>
            </w:pPr>
          </w:p>
        </w:tc>
        <w:tc>
          <w:tcPr>
            <w:tcW w:w="6821" w:type="dxa"/>
            <w:vMerge w:val="restart"/>
            <w:shd w:val="clear" w:color="auto" w:fill="F1F7FA"/>
          </w:tcPr>
          <w:p w14:paraId="54EDA34B"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impact has Performance-Linked Funding had on providers’ incentives to innovate? </w:t>
            </w:r>
          </w:p>
        </w:tc>
        <w:tc>
          <w:tcPr>
            <w:tcW w:w="1134" w:type="dxa"/>
            <w:shd w:val="clear" w:color="auto" w:fill="F1F7FA"/>
          </w:tcPr>
          <w:p w14:paraId="4486D98D" w14:textId="7AD33D1B"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86</w:t>
            </w:r>
          </w:p>
        </w:tc>
      </w:tr>
      <w:tr w:rsidR="00DB46A8" w:rsidRPr="00985C3C" w14:paraId="05EC2048" w14:textId="270A4894" w:rsidTr="00145E9A">
        <w:trPr>
          <w:trHeight w:val="120"/>
        </w:trPr>
        <w:tc>
          <w:tcPr>
            <w:tcW w:w="1401" w:type="dxa"/>
            <w:gridSpan w:val="3"/>
            <w:shd w:val="clear" w:color="auto" w:fill="F1F7FA"/>
          </w:tcPr>
          <w:p w14:paraId="4698EBF6" w14:textId="77777777" w:rsidR="00DB46A8" w:rsidRPr="00985C3C" w:rsidRDefault="00DB46A8" w:rsidP="002870A8">
            <w:pPr>
              <w:rPr>
                <w:rFonts w:ascii="Arial" w:hAnsi="Arial" w:cs="Arial"/>
                <w:sz w:val="4"/>
                <w:szCs w:val="4"/>
              </w:rPr>
            </w:pPr>
          </w:p>
        </w:tc>
        <w:tc>
          <w:tcPr>
            <w:tcW w:w="6821" w:type="dxa"/>
            <w:vMerge/>
            <w:shd w:val="clear" w:color="auto" w:fill="F1F7FA"/>
          </w:tcPr>
          <w:p w14:paraId="73A11694" w14:textId="77777777" w:rsidR="00DB46A8" w:rsidRPr="00985C3C" w:rsidRDefault="00DB46A8" w:rsidP="002870A8">
            <w:pPr>
              <w:pStyle w:val="BodyText"/>
              <w:rPr>
                <w:rFonts w:ascii="Arial" w:hAnsi="Arial" w:cs="Arial"/>
              </w:rPr>
            </w:pPr>
          </w:p>
        </w:tc>
        <w:tc>
          <w:tcPr>
            <w:tcW w:w="1134" w:type="dxa"/>
            <w:shd w:val="clear" w:color="auto" w:fill="F1F7FA"/>
          </w:tcPr>
          <w:p w14:paraId="508F1262" w14:textId="77777777" w:rsidR="00DB46A8" w:rsidRPr="00985C3C" w:rsidRDefault="00DB46A8" w:rsidP="002870A8">
            <w:pPr>
              <w:pStyle w:val="BodyText"/>
              <w:rPr>
                <w:rFonts w:ascii="Arial" w:hAnsi="Arial" w:cs="Arial"/>
              </w:rPr>
            </w:pPr>
          </w:p>
        </w:tc>
      </w:tr>
    </w:tbl>
    <w:p w14:paraId="5CD926EF" w14:textId="77777777" w:rsidR="00985C3C" w:rsidRPr="00985C3C" w:rsidRDefault="00985C3C">
      <w:pPr>
        <w:rPr>
          <w:rFonts w:ascii="Arial" w:hAnsi="Arial" w:cs="Arial"/>
        </w:rPr>
      </w:pPr>
    </w:p>
    <w:p w14:paraId="5FEF9BBD" w14:textId="11B78EB2" w:rsidR="00985C3C" w:rsidRPr="00985C3C" w:rsidRDefault="00985C3C">
      <w:pPr>
        <w:rPr>
          <w:rFonts w:ascii="Arial" w:hAnsi="Arial" w:cs="Arial"/>
        </w:rPr>
      </w:pPr>
    </w:p>
    <w:p w14:paraId="15F8F2E3" w14:textId="77777777" w:rsidR="00985C3C" w:rsidRPr="00985C3C" w:rsidRDefault="00985C3C">
      <w:pPr>
        <w:rPr>
          <w:rFonts w:ascii="Arial" w:hAnsi="Arial" w:cs="Arial"/>
        </w:rPr>
      </w:pPr>
    </w:p>
    <w:p w14:paraId="1EE884EA" w14:textId="77777777" w:rsidR="00985C3C" w:rsidRPr="00985C3C" w:rsidRDefault="00985C3C">
      <w:pPr>
        <w:rPr>
          <w:rFonts w:ascii="Arial" w:hAnsi="Arial" w:cs="Arial"/>
        </w:rPr>
      </w:pPr>
    </w:p>
    <w:p w14:paraId="6FA3D02C" w14:textId="77777777" w:rsidR="00985C3C" w:rsidRPr="00985C3C" w:rsidRDefault="00985C3C">
      <w:pPr>
        <w:rPr>
          <w:rFonts w:ascii="Arial" w:hAnsi="Arial" w:cs="Arial"/>
        </w:rPr>
      </w:pPr>
    </w:p>
    <w:p w14:paraId="7A7614ED" w14:textId="77777777" w:rsidR="00985C3C" w:rsidRPr="00985C3C" w:rsidRDefault="00985C3C">
      <w:pPr>
        <w:rPr>
          <w:rFonts w:ascii="Arial" w:hAnsi="Arial" w:cs="Arial"/>
        </w:rPr>
      </w:pPr>
    </w:p>
    <w:p w14:paraId="1F0DCC80" w14:textId="77777777" w:rsidR="00985C3C" w:rsidRDefault="00985C3C">
      <w:pPr>
        <w:rPr>
          <w:rFonts w:ascii="Arial" w:hAnsi="Arial" w:cs="Arial"/>
        </w:rPr>
      </w:pPr>
    </w:p>
    <w:p w14:paraId="33413364"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F5161B4" w14:textId="40A9128D" w:rsidTr="00145E9A">
        <w:trPr>
          <w:trHeight w:hRule="exact" w:val="170"/>
        </w:trPr>
        <w:tc>
          <w:tcPr>
            <w:tcW w:w="1401" w:type="dxa"/>
            <w:gridSpan w:val="3"/>
            <w:shd w:val="clear" w:color="auto" w:fill="F1F7FA"/>
          </w:tcPr>
          <w:p w14:paraId="4E9F2F04" w14:textId="34DB6648" w:rsidR="00DB46A8" w:rsidRPr="00985C3C" w:rsidRDefault="00DB46A8" w:rsidP="002870A8">
            <w:pPr>
              <w:keepNext/>
              <w:rPr>
                <w:rFonts w:ascii="Arial" w:hAnsi="Arial" w:cs="Arial"/>
                <w:sz w:val="4"/>
                <w:szCs w:val="4"/>
              </w:rPr>
            </w:pPr>
          </w:p>
        </w:tc>
        <w:tc>
          <w:tcPr>
            <w:tcW w:w="6821" w:type="dxa"/>
            <w:shd w:val="clear" w:color="auto" w:fill="F1F7FA"/>
            <w:vAlign w:val="center"/>
          </w:tcPr>
          <w:p w14:paraId="4BDB8385" w14:textId="77777777" w:rsidR="00DB46A8" w:rsidRPr="00985C3C" w:rsidRDefault="00DB46A8" w:rsidP="002870A8">
            <w:pPr>
              <w:keepNext/>
              <w:rPr>
                <w:rFonts w:ascii="Arial" w:hAnsi="Arial" w:cs="Arial"/>
                <w:sz w:val="4"/>
                <w:szCs w:val="4"/>
              </w:rPr>
            </w:pPr>
          </w:p>
        </w:tc>
        <w:tc>
          <w:tcPr>
            <w:tcW w:w="1134" w:type="dxa"/>
            <w:shd w:val="clear" w:color="auto" w:fill="F1F7FA"/>
          </w:tcPr>
          <w:p w14:paraId="31396F55" w14:textId="77777777" w:rsidR="00DB46A8" w:rsidRPr="00985C3C" w:rsidRDefault="00DB46A8" w:rsidP="002870A8">
            <w:pPr>
              <w:keepNext/>
              <w:rPr>
                <w:rFonts w:ascii="Arial" w:hAnsi="Arial" w:cs="Arial"/>
                <w:sz w:val="4"/>
                <w:szCs w:val="4"/>
              </w:rPr>
            </w:pPr>
          </w:p>
        </w:tc>
      </w:tr>
      <w:tr w:rsidR="00DB46A8" w:rsidRPr="00985C3C" w14:paraId="30574FDB" w14:textId="6BFE7A1C" w:rsidTr="00145E9A">
        <w:trPr>
          <w:trHeight w:val="392"/>
        </w:trPr>
        <w:tc>
          <w:tcPr>
            <w:tcW w:w="345" w:type="dxa"/>
            <w:shd w:val="clear" w:color="auto" w:fill="F1F7FA"/>
          </w:tcPr>
          <w:p w14:paraId="301E0EC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C2ADB91" w14:textId="77777777" w:rsidR="00DB46A8" w:rsidRPr="00985C3C" w:rsidRDefault="00DB46A8" w:rsidP="002870A8">
            <w:pPr>
              <w:pStyle w:val="Question"/>
              <w:keepNext/>
              <w:rPr>
                <w:rFonts w:ascii="Arial" w:hAnsi="Arial" w:cs="Arial"/>
                <w:b/>
              </w:rPr>
            </w:pPr>
            <w:r w:rsidRPr="00985C3C">
              <w:rPr>
                <w:rFonts w:ascii="Arial" w:hAnsi="Arial" w:cs="Arial"/>
                <w:b/>
              </w:rPr>
              <w:t>Q69</w:t>
            </w:r>
          </w:p>
        </w:tc>
        <w:tc>
          <w:tcPr>
            <w:tcW w:w="281" w:type="dxa"/>
            <w:shd w:val="clear" w:color="auto" w:fill="F1F7FA"/>
          </w:tcPr>
          <w:p w14:paraId="6335FE46" w14:textId="77777777" w:rsidR="00DB46A8" w:rsidRPr="00985C3C" w:rsidRDefault="00DB46A8" w:rsidP="002870A8">
            <w:pPr>
              <w:keepNext/>
              <w:rPr>
                <w:rFonts w:ascii="Arial" w:hAnsi="Arial" w:cs="Arial"/>
              </w:rPr>
            </w:pPr>
          </w:p>
        </w:tc>
        <w:tc>
          <w:tcPr>
            <w:tcW w:w="6821" w:type="dxa"/>
            <w:vMerge w:val="restart"/>
            <w:shd w:val="clear" w:color="auto" w:fill="F1F7FA"/>
          </w:tcPr>
          <w:p w14:paraId="2968B0E7"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much does funding shift between PTEs based on assessments of performance? Whose assessments are they, and what are they based on?</w:t>
            </w:r>
          </w:p>
        </w:tc>
        <w:tc>
          <w:tcPr>
            <w:tcW w:w="1134" w:type="dxa"/>
            <w:shd w:val="clear" w:color="auto" w:fill="F1F7FA"/>
          </w:tcPr>
          <w:p w14:paraId="1C9F67C1" w14:textId="125D6E05"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88</w:t>
            </w:r>
          </w:p>
        </w:tc>
      </w:tr>
      <w:tr w:rsidR="00DB46A8" w:rsidRPr="00985C3C" w14:paraId="11BFE1B6" w14:textId="223C8DE9" w:rsidTr="00145E9A">
        <w:trPr>
          <w:trHeight w:val="120"/>
        </w:trPr>
        <w:tc>
          <w:tcPr>
            <w:tcW w:w="1401" w:type="dxa"/>
            <w:gridSpan w:val="3"/>
            <w:shd w:val="clear" w:color="auto" w:fill="F1F7FA"/>
          </w:tcPr>
          <w:p w14:paraId="209F5868" w14:textId="77777777" w:rsidR="00DB46A8" w:rsidRPr="00985C3C" w:rsidRDefault="00DB46A8" w:rsidP="002870A8">
            <w:pPr>
              <w:rPr>
                <w:rFonts w:ascii="Arial" w:hAnsi="Arial" w:cs="Arial"/>
                <w:sz w:val="4"/>
                <w:szCs w:val="4"/>
              </w:rPr>
            </w:pPr>
          </w:p>
        </w:tc>
        <w:tc>
          <w:tcPr>
            <w:tcW w:w="6821" w:type="dxa"/>
            <w:vMerge/>
            <w:shd w:val="clear" w:color="auto" w:fill="F1F7FA"/>
          </w:tcPr>
          <w:p w14:paraId="1C0F4B13" w14:textId="77777777" w:rsidR="00DB46A8" w:rsidRPr="00985C3C" w:rsidRDefault="00DB46A8" w:rsidP="002870A8">
            <w:pPr>
              <w:pStyle w:val="BodyText"/>
              <w:rPr>
                <w:rFonts w:ascii="Arial" w:hAnsi="Arial" w:cs="Arial"/>
              </w:rPr>
            </w:pPr>
          </w:p>
        </w:tc>
        <w:tc>
          <w:tcPr>
            <w:tcW w:w="1134" w:type="dxa"/>
            <w:shd w:val="clear" w:color="auto" w:fill="F1F7FA"/>
          </w:tcPr>
          <w:p w14:paraId="081CF253" w14:textId="77777777" w:rsidR="00DB46A8" w:rsidRPr="00985C3C" w:rsidRDefault="00DB46A8" w:rsidP="002870A8">
            <w:pPr>
              <w:pStyle w:val="BodyText"/>
              <w:rPr>
                <w:rFonts w:ascii="Arial" w:hAnsi="Arial" w:cs="Arial"/>
              </w:rPr>
            </w:pPr>
          </w:p>
        </w:tc>
      </w:tr>
    </w:tbl>
    <w:p w14:paraId="7AEE9E41" w14:textId="77777777" w:rsidR="00985C3C" w:rsidRPr="00985C3C" w:rsidRDefault="00985C3C">
      <w:pPr>
        <w:rPr>
          <w:rFonts w:ascii="Arial" w:hAnsi="Arial" w:cs="Arial"/>
        </w:rPr>
      </w:pPr>
    </w:p>
    <w:p w14:paraId="47407BBD" w14:textId="2F3A20BF" w:rsidR="00985C3C" w:rsidRPr="00985C3C" w:rsidRDefault="00985C3C">
      <w:pPr>
        <w:rPr>
          <w:rFonts w:ascii="Arial" w:hAnsi="Arial" w:cs="Arial"/>
        </w:rPr>
      </w:pPr>
    </w:p>
    <w:p w14:paraId="6F6AFC79" w14:textId="77777777" w:rsidR="00985C3C" w:rsidRPr="00985C3C" w:rsidRDefault="00985C3C">
      <w:pPr>
        <w:rPr>
          <w:rFonts w:ascii="Arial" w:hAnsi="Arial" w:cs="Arial"/>
        </w:rPr>
      </w:pPr>
    </w:p>
    <w:p w14:paraId="7664B413" w14:textId="77777777" w:rsidR="00985C3C" w:rsidRPr="00985C3C" w:rsidRDefault="00985C3C">
      <w:pPr>
        <w:rPr>
          <w:rFonts w:ascii="Arial" w:hAnsi="Arial" w:cs="Arial"/>
        </w:rPr>
      </w:pPr>
    </w:p>
    <w:p w14:paraId="105D4281"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099858EC" w14:textId="769060CF" w:rsidTr="00145E9A">
        <w:trPr>
          <w:trHeight w:hRule="exact" w:val="170"/>
        </w:trPr>
        <w:tc>
          <w:tcPr>
            <w:tcW w:w="1401" w:type="dxa"/>
            <w:gridSpan w:val="3"/>
            <w:shd w:val="clear" w:color="auto" w:fill="F1F7FA"/>
          </w:tcPr>
          <w:p w14:paraId="0942B360" w14:textId="0349F4C9" w:rsidR="00DB46A8" w:rsidRPr="00985C3C" w:rsidRDefault="00DB46A8" w:rsidP="002870A8">
            <w:pPr>
              <w:keepNext/>
              <w:rPr>
                <w:rFonts w:ascii="Arial" w:hAnsi="Arial" w:cs="Arial"/>
                <w:sz w:val="4"/>
                <w:szCs w:val="4"/>
              </w:rPr>
            </w:pPr>
          </w:p>
        </w:tc>
        <w:tc>
          <w:tcPr>
            <w:tcW w:w="6821" w:type="dxa"/>
            <w:shd w:val="clear" w:color="auto" w:fill="F1F7FA"/>
            <w:vAlign w:val="center"/>
          </w:tcPr>
          <w:p w14:paraId="5EE81C73" w14:textId="77777777" w:rsidR="00DB46A8" w:rsidRPr="00985C3C" w:rsidRDefault="00DB46A8" w:rsidP="002870A8">
            <w:pPr>
              <w:keepNext/>
              <w:rPr>
                <w:rFonts w:ascii="Arial" w:hAnsi="Arial" w:cs="Arial"/>
                <w:sz w:val="4"/>
                <w:szCs w:val="4"/>
              </w:rPr>
            </w:pPr>
          </w:p>
        </w:tc>
        <w:tc>
          <w:tcPr>
            <w:tcW w:w="1134" w:type="dxa"/>
            <w:shd w:val="clear" w:color="auto" w:fill="F1F7FA"/>
          </w:tcPr>
          <w:p w14:paraId="1BDECB08" w14:textId="77777777" w:rsidR="00DB46A8" w:rsidRPr="00985C3C" w:rsidRDefault="00DB46A8" w:rsidP="002870A8">
            <w:pPr>
              <w:keepNext/>
              <w:rPr>
                <w:rFonts w:ascii="Arial" w:hAnsi="Arial" w:cs="Arial"/>
                <w:sz w:val="4"/>
                <w:szCs w:val="4"/>
              </w:rPr>
            </w:pPr>
          </w:p>
        </w:tc>
      </w:tr>
      <w:tr w:rsidR="00DB46A8" w:rsidRPr="00985C3C" w14:paraId="3B200455" w14:textId="51FD5121" w:rsidTr="00145E9A">
        <w:trPr>
          <w:trHeight w:val="392"/>
        </w:trPr>
        <w:tc>
          <w:tcPr>
            <w:tcW w:w="345" w:type="dxa"/>
            <w:shd w:val="clear" w:color="auto" w:fill="F1F7FA"/>
          </w:tcPr>
          <w:p w14:paraId="349813DA"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93E5BED" w14:textId="77777777" w:rsidR="00DB46A8" w:rsidRPr="00985C3C" w:rsidRDefault="00DB46A8" w:rsidP="002870A8">
            <w:pPr>
              <w:pStyle w:val="Question"/>
              <w:keepNext/>
              <w:rPr>
                <w:rFonts w:ascii="Arial" w:hAnsi="Arial" w:cs="Arial"/>
                <w:b/>
              </w:rPr>
            </w:pPr>
            <w:r w:rsidRPr="00985C3C">
              <w:rPr>
                <w:rFonts w:ascii="Arial" w:hAnsi="Arial" w:cs="Arial"/>
                <w:b/>
              </w:rPr>
              <w:t>Q70</w:t>
            </w:r>
          </w:p>
        </w:tc>
        <w:tc>
          <w:tcPr>
            <w:tcW w:w="281" w:type="dxa"/>
            <w:shd w:val="clear" w:color="auto" w:fill="F1F7FA"/>
          </w:tcPr>
          <w:p w14:paraId="785962BE" w14:textId="77777777" w:rsidR="00DB46A8" w:rsidRPr="00985C3C" w:rsidRDefault="00DB46A8" w:rsidP="002870A8">
            <w:pPr>
              <w:keepNext/>
              <w:rPr>
                <w:rFonts w:ascii="Arial" w:hAnsi="Arial" w:cs="Arial"/>
              </w:rPr>
            </w:pPr>
          </w:p>
        </w:tc>
        <w:tc>
          <w:tcPr>
            <w:tcW w:w="6821" w:type="dxa"/>
            <w:vMerge w:val="restart"/>
            <w:shd w:val="clear" w:color="auto" w:fill="F1F7FA"/>
          </w:tcPr>
          <w:p w14:paraId="182E1673"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How much does funding shift inside a TEI (eg, between courses, academics, or faculties) based on assessments of performance? Whose assessments are they, and what are they based on? </w:t>
            </w:r>
          </w:p>
        </w:tc>
        <w:tc>
          <w:tcPr>
            <w:tcW w:w="1134" w:type="dxa"/>
            <w:shd w:val="clear" w:color="auto" w:fill="F1F7FA"/>
          </w:tcPr>
          <w:p w14:paraId="7E1E371A" w14:textId="2E9413D8"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89</w:t>
            </w:r>
          </w:p>
        </w:tc>
      </w:tr>
      <w:tr w:rsidR="00DB46A8" w:rsidRPr="00985C3C" w14:paraId="7F8B2451" w14:textId="640DA2F2" w:rsidTr="00145E9A">
        <w:trPr>
          <w:trHeight w:val="120"/>
        </w:trPr>
        <w:tc>
          <w:tcPr>
            <w:tcW w:w="1401" w:type="dxa"/>
            <w:gridSpan w:val="3"/>
            <w:shd w:val="clear" w:color="auto" w:fill="F1F7FA"/>
          </w:tcPr>
          <w:p w14:paraId="56530074" w14:textId="77777777" w:rsidR="00DB46A8" w:rsidRPr="00985C3C" w:rsidRDefault="00DB46A8" w:rsidP="002870A8">
            <w:pPr>
              <w:rPr>
                <w:rFonts w:ascii="Arial" w:hAnsi="Arial" w:cs="Arial"/>
                <w:sz w:val="4"/>
                <w:szCs w:val="4"/>
              </w:rPr>
            </w:pPr>
          </w:p>
        </w:tc>
        <w:tc>
          <w:tcPr>
            <w:tcW w:w="6821" w:type="dxa"/>
            <w:vMerge/>
            <w:shd w:val="clear" w:color="auto" w:fill="F1F7FA"/>
          </w:tcPr>
          <w:p w14:paraId="4945383C" w14:textId="77777777" w:rsidR="00DB46A8" w:rsidRPr="00985C3C" w:rsidRDefault="00DB46A8" w:rsidP="002870A8">
            <w:pPr>
              <w:pStyle w:val="BodyText"/>
              <w:rPr>
                <w:rFonts w:ascii="Arial" w:hAnsi="Arial" w:cs="Arial"/>
              </w:rPr>
            </w:pPr>
          </w:p>
        </w:tc>
        <w:tc>
          <w:tcPr>
            <w:tcW w:w="1134" w:type="dxa"/>
            <w:shd w:val="clear" w:color="auto" w:fill="F1F7FA"/>
          </w:tcPr>
          <w:p w14:paraId="7A31102D" w14:textId="77777777" w:rsidR="00DB46A8" w:rsidRPr="00985C3C" w:rsidRDefault="00DB46A8" w:rsidP="002870A8">
            <w:pPr>
              <w:pStyle w:val="BodyText"/>
              <w:rPr>
                <w:rFonts w:ascii="Arial" w:hAnsi="Arial" w:cs="Arial"/>
              </w:rPr>
            </w:pPr>
          </w:p>
        </w:tc>
      </w:tr>
    </w:tbl>
    <w:p w14:paraId="75EF8106" w14:textId="77777777" w:rsidR="00985C3C" w:rsidRPr="00985C3C" w:rsidRDefault="00985C3C">
      <w:pPr>
        <w:rPr>
          <w:rFonts w:ascii="Arial" w:hAnsi="Arial" w:cs="Arial"/>
        </w:rPr>
      </w:pPr>
    </w:p>
    <w:p w14:paraId="1A04D0F9" w14:textId="0035BB38" w:rsidR="00985C3C" w:rsidRPr="00985C3C" w:rsidRDefault="00985C3C">
      <w:pPr>
        <w:rPr>
          <w:rFonts w:ascii="Arial" w:hAnsi="Arial" w:cs="Arial"/>
        </w:rPr>
      </w:pPr>
    </w:p>
    <w:p w14:paraId="64CCFD3E" w14:textId="77777777" w:rsidR="00985C3C" w:rsidRPr="00985C3C" w:rsidRDefault="00985C3C">
      <w:pPr>
        <w:rPr>
          <w:rFonts w:ascii="Arial" w:hAnsi="Arial" w:cs="Arial"/>
        </w:rPr>
      </w:pPr>
    </w:p>
    <w:p w14:paraId="271C1E13" w14:textId="77777777" w:rsidR="00985C3C" w:rsidRPr="00985C3C" w:rsidRDefault="00985C3C">
      <w:pPr>
        <w:rPr>
          <w:rFonts w:ascii="Arial" w:hAnsi="Arial" w:cs="Arial"/>
        </w:rPr>
      </w:pPr>
    </w:p>
    <w:p w14:paraId="7CBA7D9D"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46828F2" w14:textId="6DF1FC78" w:rsidTr="00145E9A">
        <w:trPr>
          <w:trHeight w:hRule="exact" w:val="170"/>
        </w:trPr>
        <w:tc>
          <w:tcPr>
            <w:tcW w:w="1401" w:type="dxa"/>
            <w:gridSpan w:val="3"/>
            <w:shd w:val="clear" w:color="auto" w:fill="F1F7FA"/>
          </w:tcPr>
          <w:p w14:paraId="6A5CD570" w14:textId="28EFFE8B" w:rsidR="00DB46A8" w:rsidRPr="00985C3C" w:rsidRDefault="00DB46A8" w:rsidP="002870A8">
            <w:pPr>
              <w:keepNext/>
              <w:rPr>
                <w:rFonts w:ascii="Arial" w:hAnsi="Arial" w:cs="Arial"/>
                <w:sz w:val="4"/>
                <w:szCs w:val="4"/>
              </w:rPr>
            </w:pPr>
          </w:p>
        </w:tc>
        <w:tc>
          <w:tcPr>
            <w:tcW w:w="6821" w:type="dxa"/>
            <w:shd w:val="clear" w:color="auto" w:fill="F1F7FA"/>
            <w:vAlign w:val="center"/>
          </w:tcPr>
          <w:p w14:paraId="0675130A" w14:textId="77777777" w:rsidR="00DB46A8" w:rsidRPr="00985C3C" w:rsidRDefault="00DB46A8" w:rsidP="002870A8">
            <w:pPr>
              <w:keepNext/>
              <w:rPr>
                <w:rFonts w:ascii="Arial" w:hAnsi="Arial" w:cs="Arial"/>
                <w:sz w:val="4"/>
                <w:szCs w:val="4"/>
              </w:rPr>
            </w:pPr>
          </w:p>
        </w:tc>
        <w:tc>
          <w:tcPr>
            <w:tcW w:w="1134" w:type="dxa"/>
            <w:shd w:val="clear" w:color="auto" w:fill="F1F7FA"/>
          </w:tcPr>
          <w:p w14:paraId="776F7CB4" w14:textId="77777777" w:rsidR="00DB46A8" w:rsidRPr="00985C3C" w:rsidRDefault="00DB46A8" w:rsidP="002870A8">
            <w:pPr>
              <w:keepNext/>
              <w:rPr>
                <w:rFonts w:ascii="Arial" w:hAnsi="Arial" w:cs="Arial"/>
                <w:sz w:val="4"/>
                <w:szCs w:val="4"/>
              </w:rPr>
            </w:pPr>
          </w:p>
        </w:tc>
      </w:tr>
      <w:tr w:rsidR="00DB46A8" w:rsidRPr="00985C3C" w14:paraId="4F087067" w14:textId="50C12E56" w:rsidTr="00145E9A">
        <w:trPr>
          <w:trHeight w:val="392"/>
        </w:trPr>
        <w:tc>
          <w:tcPr>
            <w:tcW w:w="345" w:type="dxa"/>
            <w:shd w:val="clear" w:color="auto" w:fill="F1F7FA"/>
          </w:tcPr>
          <w:p w14:paraId="3AF79C3D"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48319F36" w14:textId="77777777" w:rsidR="00DB46A8" w:rsidRPr="00985C3C" w:rsidRDefault="00DB46A8" w:rsidP="002870A8">
            <w:pPr>
              <w:pStyle w:val="Question"/>
              <w:keepNext/>
              <w:rPr>
                <w:rFonts w:ascii="Arial" w:hAnsi="Arial" w:cs="Arial"/>
                <w:b/>
              </w:rPr>
            </w:pPr>
            <w:r w:rsidRPr="00985C3C">
              <w:rPr>
                <w:rFonts w:ascii="Arial" w:hAnsi="Arial" w:cs="Arial"/>
                <w:b/>
              </w:rPr>
              <w:t>Q71</w:t>
            </w:r>
          </w:p>
        </w:tc>
        <w:tc>
          <w:tcPr>
            <w:tcW w:w="281" w:type="dxa"/>
            <w:shd w:val="clear" w:color="auto" w:fill="F1F7FA"/>
          </w:tcPr>
          <w:p w14:paraId="32B5A64C" w14:textId="77777777" w:rsidR="00DB46A8" w:rsidRPr="00985C3C" w:rsidRDefault="00DB46A8" w:rsidP="002870A8">
            <w:pPr>
              <w:keepNext/>
              <w:rPr>
                <w:rFonts w:ascii="Arial" w:hAnsi="Arial" w:cs="Arial"/>
              </w:rPr>
            </w:pPr>
          </w:p>
        </w:tc>
        <w:tc>
          <w:tcPr>
            <w:tcW w:w="6821" w:type="dxa"/>
            <w:vMerge w:val="restart"/>
            <w:shd w:val="clear" w:color="auto" w:fill="F1F7FA"/>
          </w:tcPr>
          <w:p w14:paraId="7DB9769D"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What influences tertiary providers towards offering a broad or narrow range of course offerings? What are the advantages and disadvantages (for providers, students, and the sector as a whole) of a relatively homogenous system?</w:t>
            </w:r>
          </w:p>
        </w:tc>
        <w:tc>
          <w:tcPr>
            <w:tcW w:w="1134" w:type="dxa"/>
            <w:shd w:val="clear" w:color="auto" w:fill="F1F7FA"/>
          </w:tcPr>
          <w:p w14:paraId="1E1B77BB" w14:textId="2C5597D0"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89</w:t>
            </w:r>
          </w:p>
        </w:tc>
      </w:tr>
      <w:tr w:rsidR="00DB46A8" w:rsidRPr="00985C3C" w14:paraId="29208C01" w14:textId="3638BA97" w:rsidTr="00145E9A">
        <w:trPr>
          <w:trHeight w:val="120"/>
        </w:trPr>
        <w:tc>
          <w:tcPr>
            <w:tcW w:w="1401" w:type="dxa"/>
            <w:gridSpan w:val="3"/>
            <w:shd w:val="clear" w:color="auto" w:fill="F1F7FA"/>
          </w:tcPr>
          <w:p w14:paraId="11CCF391" w14:textId="77777777" w:rsidR="00DB46A8" w:rsidRPr="00985C3C" w:rsidRDefault="00DB46A8" w:rsidP="002870A8">
            <w:pPr>
              <w:rPr>
                <w:rFonts w:ascii="Arial" w:hAnsi="Arial" w:cs="Arial"/>
                <w:sz w:val="4"/>
                <w:szCs w:val="4"/>
              </w:rPr>
            </w:pPr>
          </w:p>
        </w:tc>
        <w:tc>
          <w:tcPr>
            <w:tcW w:w="6821" w:type="dxa"/>
            <w:vMerge/>
            <w:shd w:val="clear" w:color="auto" w:fill="F1F7FA"/>
          </w:tcPr>
          <w:p w14:paraId="7EA8B479" w14:textId="77777777" w:rsidR="00DB46A8" w:rsidRPr="00985C3C" w:rsidRDefault="00DB46A8" w:rsidP="002870A8">
            <w:pPr>
              <w:pStyle w:val="BodyText"/>
              <w:rPr>
                <w:rFonts w:ascii="Arial" w:hAnsi="Arial" w:cs="Arial"/>
              </w:rPr>
            </w:pPr>
          </w:p>
        </w:tc>
        <w:tc>
          <w:tcPr>
            <w:tcW w:w="1134" w:type="dxa"/>
            <w:shd w:val="clear" w:color="auto" w:fill="F1F7FA"/>
          </w:tcPr>
          <w:p w14:paraId="395B05A7" w14:textId="77777777" w:rsidR="00DB46A8" w:rsidRPr="00985C3C" w:rsidRDefault="00DB46A8" w:rsidP="002870A8">
            <w:pPr>
              <w:pStyle w:val="BodyText"/>
              <w:rPr>
                <w:rFonts w:ascii="Arial" w:hAnsi="Arial" w:cs="Arial"/>
              </w:rPr>
            </w:pPr>
          </w:p>
        </w:tc>
      </w:tr>
    </w:tbl>
    <w:p w14:paraId="0A38E290" w14:textId="77777777" w:rsidR="00985C3C" w:rsidRPr="00985C3C" w:rsidRDefault="00985C3C">
      <w:pPr>
        <w:rPr>
          <w:rFonts w:ascii="Arial" w:hAnsi="Arial" w:cs="Arial"/>
        </w:rPr>
      </w:pPr>
    </w:p>
    <w:p w14:paraId="4CC49075" w14:textId="435872F2" w:rsidR="00985C3C" w:rsidRPr="00985C3C" w:rsidRDefault="00985C3C">
      <w:pPr>
        <w:rPr>
          <w:rFonts w:ascii="Arial" w:hAnsi="Arial" w:cs="Arial"/>
        </w:rPr>
      </w:pPr>
    </w:p>
    <w:p w14:paraId="1971F184" w14:textId="77777777" w:rsidR="00985C3C" w:rsidRPr="00985C3C" w:rsidRDefault="00985C3C">
      <w:pPr>
        <w:rPr>
          <w:rFonts w:ascii="Arial" w:hAnsi="Arial" w:cs="Arial"/>
        </w:rPr>
      </w:pPr>
    </w:p>
    <w:p w14:paraId="434B03A2" w14:textId="77777777" w:rsidR="00985C3C" w:rsidRPr="00985C3C" w:rsidRDefault="00985C3C">
      <w:pPr>
        <w:rPr>
          <w:rFonts w:ascii="Arial" w:hAnsi="Arial" w:cs="Arial"/>
        </w:rPr>
      </w:pPr>
    </w:p>
    <w:p w14:paraId="2FD73DE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BF1BC1B" w14:textId="2F901818" w:rsidTr="00145E9A">
        <w:trPr>
          <w:trHeight w:hRule="exact" w:val="170"/>
        </w:trPr>
        <w:tc>
          <w:tcPr>
            <w:tcW w:w="1401" w:type="dxa"/>
            <w:gridSpan w:val="3"/>
            <w:shd w:val="clear" w:color="auto" w:fill="F1F7FA"/>
          </w:tcPr>
          <w:p w14:paraId="60A7DA8D" w14:textId="318EC266" w:rsidR="00DB46A8" w:rsidRPr="00985C3C" w:rsidRDefault="00DB46A8" w:rsidP="002870A8">
            <w:pPr>
              <w:keepNext/>
              <w:rPr>
                <w:rFonts w:ascii="Arial" w:hAnsi="Arial" w:cs="Arial"/>
                <w:sz w:val="4"/>
                <w:szCs w:val="4"/>
              </w:rPr>
            </w:pPr>
          </w:p>
        </w:tc>
        <w:tc>
          <w:tcPr>
            <w:tcW w:w="6821" w:type="dxa"/>
            <w:shd w:val="clear" w:color="auto" w:fill="F1F7FA"/>
            <w:vAlign w:val="center"/>
          </w:tcPr>
          <w:p w14:paraId="22784B69" w14:textId="77777777" w:rsidR="00DB46A8" w:rsidRPr="00985C3C" w:rsidRDefault="00DB46A8" w:rsidP="002870A8">
            <w:pPr>
              <w:keepNext/>
              <w:rPr>
                <w:rFonts w:ascii="Arial" w:hAnsi="Arial" w:cs="Arial"/>
                <w:sz w:val="4"/>
                <w:szCs w:val="4"/>
              </w:rPr>
            </w:pPr>
          </w:p>
        </w:tc>
        <w:tc>
          <w:tcPr>
            <w:tcW w:w="1134" w:type="dxa"/>
            <w:shd w:val="clear" w:color="auto" w:fill="F1F7FA"/>
          </w:tcPr>
          <w:p w14:paraId="45F91534" w14:textId="77777777" w:rsidR="00DB46A8" w:rsidRPr="00985C3C" w:rsidRDefault="00DB46A8" w:rsidP="002870A8">
            <w:pPr>
              <w:keepNext/>
              <w:rPr>
                <w:rFonts w:ascii="Arial" w:hAnsi="Arial" w:cs="Arial"/>
                <w:sz w:val="4"/>
                <w:szCs w:val="4"/>
              </w:rPr>
            </w:pPr>
          </w:p>
        </w:tc>
      </w:tr>
      <w:tr w:rsidR="00DB46A8" w:rsidRPr="00985C3C" w14:paraId="15E9193C" w14:textId="79327E9A" w:rsidTr="00145E9A">
        <w:trPr>
          <w:trHeight w:val="392"/>
        </w:trPr>
        <w:tc>
          <w:tcPr>
            <w:tcW w:w="345" w:type="dxa"/>
            <w:shd w:val="clear" w:color="auto" w:fill="F1F7FA"/>
          </w:tcPr>
          <w:p w14:paraId="03CA4429"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01A57F30" w14:textId="77777777" w:rsidR="00DB46A8" w:rsidRPr="00985C3C" w:rsidRDefault="00DB46A8" w:rsidP="002870A8">
            <w:pPr>
              <w:pStyle w:val="Question"/>
              <w:keepNext/>
              <w:rPr>
                <w:rFonts w:ascii="Arial" w:hAnsi="Arial" w:cs="Arial"/>
                <w:b/>
              </w:rPr>
            </w:pPr>
            <w:r w:rsidRPr="00985C3C">
              <w:rPr>
                <w:rFonts w:ascii="Arial" w:hAnsi="Arial" w:cs="Arial"/>
                <w:b/>
              </w:rPr>
              <w:t>Q72</w:t>
            </w:r>
          </w:p>
        </w:tc>
        <w:tc>
          <w:tcPr>
            <w:tcW w:w="281" w:type="dxa"/>
            <w:shd w:val="clear" w:color="auto" w:fill="F1F7FA"/>
          </w:tcPr>
          <w:p w14:paraId="450D00F2" w14:textId="77777777" w:rsidR="00DB46A8" w:rsidRPr="00985C3C" w:rsidRDefault="00DB46A8" w:rsidP="002870A8">
            <w:pPr>
              <w:keepNext/>
              <w:rPr>
                <w:rFonts w:ascii="Arial" w:hAnsi="Arial" w:cs="Arial"/>
              </w:rPr>
            </w:pPr>
          </w:p>
        </w:tc>
        <w:tc>
          <w:tcPr>
            <w:tcW w:w="6821" w:type="dxa"/>
            <w:vMerge w:val="restart"/>
            <w:shd w:val="clear" w:color="auto" w:fill="F1F7FA"/>
          </w:tcPr>
          <w:p w14:paraId="1EEA19B6"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Do New Zealand’s tertiary policy and regulatory frameworks enable or hinder innovation? What might happen if existing constraints are loosened? </w:t>
            </w:r>
          </w:p>
        </w:tc>
        <w:tc>
          <w:tcPr>
            <w:tcW w:w="1134" w:type="dxa"/>
            <w:shd w:val="clear" w:color="auto" w:fill="F1F7FA"/>
          </w:tcPr>
          <w:p w14:paraId="212FD249" w14:textId="0FF7F8B2"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90</w:t>
            </w:r>
          </w:p>
        </w:tc>
      </w:tr>
      <w:tr w:rsidR="00DB46A8" w:rsidRPr="00985C3C" w14:paraId="52BDC15C" w14:textId="4646AF60" w:rsidTr="00145E9A">
        <w:trPr>
          <w:trHeight w:val="120"/>
        </w:trPr>
        <w:tc>
          <w:tcPr>
            <w:tcW w:w="1401" w:type="dxa"/>
            <w:gridSpan w:val="3"/>
            <w:shd w:val="clear" w:color="auto" w:fill="F1F7FA"/>
          </w:tcPr>
          <w:p w14:paraId="2A79DC87" w14:textId="77777777" w:rsidR="00DB46A8" w:rsidRPr="00985C3C" w:rsidRDefault="00DB46A8" w:rsidP="002870A8">
            <w:pPr>
              <w:rPr>
                <w:rFonts w:ascii="Arial" w:hAnsi="Arial" w:cs="Arial"/>
                <w:sz w:val="4"/>
                <w:szCs w:val="4"/>
              </w:rPr>
            </w:pPr>
          </w:p>
        </w:tc>
        <w:tc>
          <w:tcPr>
            <w:tcW w:w="6821" w:type="dxa"/>
            <w:vMerge/>
            <w:shd w:val="clear" w:color="auto" w:fill="F1F7FA"/>
          </w:tcPr>
          <w:p w14:paraId="200DF6B2" w14:textId="77777777" w:rsidR="00DB46A8" w:rsidRPr="00985C3C" w:rsidRDefault="00DB46A8" w:rsidP="002870A8">
            <w:pPr>
              <w:pStyle w:val="BodyText"/>
              <w:rPr>
                <w:rFonts w:ascii="Arial" w:hAnsi="Arial" w:cs="Arial"/>
              </w:rPr>
            </w:pPr>
          </w:p>
        </w:tc>
        <w:tc>
          <w:tcPr>
            <w:tcW w:w="1134" w:type="dxa"/>
            <w:shd w:val="clear" w:color="auto" w:fill="F1F7FA"/>
          </w:tcPr>
          <w:p w14:paraId="20C2DA6F" w14:textId="77777777" w:rsidR="00DB46A8" w:rsidRPr="00985C3C" w:rsidRDefault="00DB46A8" w:rsidP="002870A8">
            <w:pPr>
              <w:pStyle w:val="BodyText"/>
              <w:rPr>
                <w:rFonts w:ascii="Arial" w:hAnsi="Arial" w:cs="Arial"/>
              </w:rPr>
            </w:pPr>
          </w:p>
        </w:tc>
      </w:tr>
    </w:tbl>
    <w:p w14:paraId="71DD10A3" w14:textId="77777777" w:rsidR="00985C3C" w:rsidRPr="00985C3C" w:rsidRDefault="00985C3C">
      <w:pPr>
        <w:rPr>
          <w:rFonts w:ascii="Arial" w:hAnsi="Arial" w:cs="Arial"/>
        </w:rPr>
      </w:pPr>
    </w:p>
    <w:p w14:paraId="7FCB4F1F" w14:textId="48D434CD" w:rsidR="00985C3C" w:rsidRPr="00985C3C" w:rsidRDefault="00985C3C">
      <w:pPr>
        <w:rPr>
          <w:rFonts w:ascii="Arial" w:hAnsi="Arial" w:cs="Arial"/>
        </w:rPr>
      </w:pPr>
    </w:p>
    <w:p w14:paraId="6F6EE83C" w14:textId="77777777" w:rsidR="00985C3C" w:rsidRPr="00985C3C" w:rsidRDefault="00985C3C">
      <w:pPr>
        <w:rPr>
          <w:rFonts w:ascii="Arial" w:hAnsi="Arial" w:cs="Arial"/>
        </w:rPr>
      </w:pPr>
    </w:p>
    <w:p w14:paraId="0CD048C6" w14:textId="77777777" w:rsidR="00985C3C" w:rsidRPr="00985C3C" w:rsidRDefault="00985C3C">
      <w:pPr>
        <w:rPr>
          <w:rFonts w:ascii="Arial" w:hAnsi="Arial" w:cs="Arial"/>
        </w:rPr>
      </w:pPr>
    </w:p>
    <w:p w14:paraId="2D849AE3"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25EB8B06" w14:textId="33CD5884" w:rsidTr="00145E9A">
        <w:trPr>
          <w:trHeight w:hRule="exact" w:val="170"/>
        </w:trPr>
        <w:tc>
          <w:tcPr>
            <w:tcW w:w="1401" w:type="dxa"/>
            <w:gridSpan w:val="3"/>
            <w:shd w:val="clear" w:color="auto" w:fill="F1F7FA"/>
          </w:tcPr>
          <w:p w14:paraId="54AFD730" w14:textId="4425F8EC" w:rsidR="00DB46A8" w:rsidRPr="00985C3C" w:rsidRDefault="00DB46A8" w:rsidP="002870A8">
            <w:pPr>
              <w:keepNext/>
              <w:rPr>
                <w:rFonts w:ascii="Arial" w:hAnsi="Arial" w:cs="Arial"/>
                <w:sz w:val="4"/>
                <w:szCs w:val="4"/>
              </w:rPr>
            </w:pPr>
          </w:p>
        </w:tc>
        <w:tc>
          <w:tcPr>
            <w:tcW w:w="6821" w:type="dxa"/>
            <w:shd w:val="clear" w:color="auto" w:fill="F1F7FA"/>
            <w:vAlign w:val="center"/>
          </w:tcPr>
          <w:p w14:paraId="78DF346F" w14:textId="77777777" w:rsidR="00DB46A8" w:rsidRPr="00985C3C" w:rsidRDefault="00DB46A8" w:rsidP="002870A8">
            <w:pPr>
              <w:keepNext/>
              <w:rPr>
                <w:rFonts w:ascii="Arial" w:hAnsi="Arial" w:cs="Arial"/>
                <w:sz w:val="4"/>
                <w:szCs w:val="4"/>
              </w:rPr>
            </w:pPr>
          </w:p>
        </w:tc>
        <w:tc>
          <w:tcPr>
            <w:tcW w:w="1134" w:type="dxa"/>
            <w:shd w:val="clear" w:color="auto" w:fill="F1F7FA"/>
          </w:tcPr>
          <w:p w14:paraId="67C9A0C2" w14:textId="77777777" w:rsidR="00DB46A8" w:rsidRPr="00985C3C" w:rsidRDefault="00DB46A8" w:rsidP="002870A8">
            <w:pPr>
              <w:keepNext/>
              <w:rPr>
                <w:rFonts w:ascii="Arial" w:hAnsi="Arial" w:cs="Arial"/>
                <w:sz w:val="4"/>
                <w:szCs w:val="4"/>
              </w:rPr>
            </w:pPr>
          </w:p>
        </w:tc>
      </w:tr>
      <w:tr w:rsidR="00DB46A8" w:rsidRPr="00985C3C" w14:paraId="248D29BE" w14:textId="564DF76C" w:rsidTr="00145E9A">
        <w:trPr>
          <w:trHeight w:val="392"/>
        </w:trPr>
        <w:tc>
          <w:tcPr>
            <w:tcW w:w="345" w:type="dxa"/>
            <w:shd w:val="clear" w:color="auto" w:fill="F1F7FA"/>
          </w:tcPr>
          <w:p w14:paraId="5841330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584F892E" w14:textId="77777777" w:rsidR="00DB46A8" w:rsidRPr="00985C3C" w:rsidRDefault="00DB46A8" w:rsidP="002870A8">
            <w:pPr>
              <w:pStyle w:val="Question"/>
              <w:keepNext/>
              <w:rPr>
                <w:rFonts w:ascii="Arial" w:hAnsi="Arial" w:cs="Arial"/>
                <w:b/>
              </w:rPr>
            </w:pPr>
            <w:r w:rsidRPr="00985C3C">
              <w:rPr>
                <w:rFonts w:ascii="Arial" w:hAnsi="Arial" w:cs="Arial"/>
                <w:b/>
              </w:rPr>
              <w:t>Q73</w:t>
            </w:r>
          </w:p>
        </w:tc>
        <w:tc>
          <w:tcPr>
            <w:tcW w:w="281" w:type="dxa"/>
            <w:shd w:val="clear" w:color="auto" w:fill="F1F7FA"/>
          </w:tcPr>
          <w:p w14:paraId="7E4E8A4A" w14:textId="77777777" w:rsidR="00DB46A8" w:rsidRPr="00985C3C" w:rsidRDefault="00DB46A8" w:rsidP="002870A8">
            <w:pPr>
              <w:keepNext/>
              <w:rPr>
                <w:rFonts w:ascii="Arial" w:hAnsi="Arial" w:cs="Arial"/>
              </w:rPr>
            </w:pPr>
          </w:p>
        </w:tc>
        <w:tc>
          <w:tcPr>
            <w:tcW w:w="6821" w:type="dxa"/>
            <w:vMerge w:val="restart"/>
            <w:shd w:val="clear" w:color="auto" w:fill="F1F7FA"/>
          </w:tcPr>
          <w:p w14:paraId="261C3E42"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intellectual property protections in tertiary education foster or hinder innovation? Are the effects different in different parts of the system or for different kinds of provider?</w:t>
            </w:r>
          </w:p>
        </w:tc>
        <w:tc>
          <w:tcPr>
            <w:tcW w:w="1134" w:type="dxa"/>
            <w:shd w:val="clear" w:color="auto" w:fill="F1F7FA"/>
          </w:tcPr>
          <w:p w14:paraId="0819C7D3" w14:textId="3FF17FA1"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91</w:t>
            </w:r>
          </w:p>
        </w:tc>
      </w:tr>
      <w:tr w:rsidR="00DB46A8" w:rsidRPr="00985C3C" w14:paraId="1F70D01F" w14:textId="446D921C" w:rsidTr="00145E9A">
        <w:trPr>
          <w:trHeight w:val="120"/>
        </w:trPr>
        <w:tc>
          <w:tcPr>
            <w:tcW w:w="1401" w:type="dxa"/>
            <w:gridSpan w:val="3"/>
            <w:shd w:val="clear" w:color="auto" w:fill="F1F7FA"/>
          </w:tcPr>
          <w:p w14:paraId="5687279A" w14:textId="77777777" w:rsidR="00DB46A8" w:rsidRPr="00985C3C" w:rsidRDefault="00DB46A8" w:rsidP="002870A8">
            <w:pPr>
              <w:rPr>
                <w:rFonts w:ascii="Arial" w:hAnsi="Arial" w:cs="Arial"/>
                <w:sz w:val="4"/>
                <w:szCs w:val="4"/>
              </w:rPr>
            </w:pPr>
          </w:p>
        </w:tc>
        <w:tc>
          <w:tcPr>
            <w:tcW w:w="6821" w:type="dxa"/>
            <w:vMerge/>
            <w:shd w:val="clear" w:color="auto" w:fill="F1F7FA"/>
          </w:tcPr>
          <w:p w14:paraId="1A072706" w14:textId="77777777" w:rsidR="00DB46A8" w:rsidRPr="00985C3C" w:rsidRDefault="00DB46A8" w:rsidP="002870A8">
            <w:pPr>
              <w:pStyle w:val="BodyText"/>
              <w:rPr>
                <w:rFonts w:ascii="Arial" w:hAnsi="Arial" w:cs="Arial"/>
              </w:rPr>
            </w:pPr>
          </w:p>
        </w:tc>
        <w:tc>
          <w:tcPr>
            <w:tcW w:w="1134" w:type="dxa"/>
            <w:shd w:val="clear" w:color="auto" w:fill="F1F7FA"/>
          </w:tcPr>
          <w:p w14:paraId="3A8B17A9" w14:textId="77777777" w:rsidR="00DB46A8" w:rsidRPr="00985C3C" w:rsidRDefault="00DB46A8" w:rsidP="002870A8">
            <w:pPr>
              <w:pStyle w:val="BodyText"/>
              <w:rPr>
                <w:rFonts w:ascii="Arial" w:hAnsi="Arial" w:cs="Arial"/>
              </w:rPr>
            </w:pPr>
          </w:p>
        </w:tc>
      </w:tr>
    </w:tbl>
    <w:p w14:paraId="1CB8A602" w14:textId="77777777" w:rsidR="00985C3C" w:rsidRPr="00985C3C" w:rsidRDefault="00985C3C">
      <w:pPr>
        <w:rPr>
          <w:rFonts w:ascii="Arial" w:hAnsi="Arial" w:cs="Arial"/>
        </w:rPr>
      </w:pPr>
    </w:p>
    <w:p w14:paraId="07D5C629" w14:textId="72C56DE5" w:rsidR="00985C3C" w:rsidRPr="00985C3C" w:rsidRDefault="00985C3C">
      <w:pPr>
        <w:rPr>
          <w:rFonts w:ascii="Arial" w:hAnsi="Arial" w:cs="Arial"/>
        </w:rPr>
      </w:pPr>
    </w:p>
    <w:p w14:paraId="5336D0D4" w14:textId="77777777" w:rsidR="00985C3C" w:rsidRPr="00985C3C" w:rsidRDefault="00985C3C">
      <w:pPr>
        <w:rPr>
          <w:rFonts w:ascii="Arial" w:hAnsi="Arial" w:cs="Arial"/>
        </w:rPr>
      </w:pPr>
    </w:p>
    <w:p w14:paraId="78F63119" w14:textId="77777777" w:rsidR="00985C3C" w:rsidRDefault="00985C3C">
      <w:pPr>
        <w:rPr>
          <w:rFonts w:ascii="Arial" w:hAnsi="Arial" w:cs="Arial"/>
        </w:rPr>
      </w:pPr>
    </w:p>
    <w:p w14:paraId="7BE91D62" w14:textId="77777777" w:rsidR="00985C3C" w:rsidRPr="00985C3C" w:rsidRDefault="00985C3C">
      <w:pPr>
        <w:rPr>
          <w:rFonts w:ascii="Arial" w:hAnsi="Arial" w:cs="Arial"/>
        </w:rPr>
      </w:pPr>
    </w:p>
    <w:p w14:paraId="17C6955A"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7C1841E7" w14:textId="351EE61F" w:rsidTr="00145E9A">
        <w:trPr>
          <w:trHeight w:hRule="exact" w:val="170"/>
        </w:trPr>
        <w:tc>
          <w:tcPr>
            <w:tcW w:w="1401" w:type="dxa"/>
            <w:gridSpan w:val="3"/>
            <w:shd w:val="clear" w:color="auto" w:fill="F1F7FA"/>
          </w:tcPr>
          <w:p w14:paraId="45ECFEEB" w14:textId="75ACF8E8" w:rsidR="00DB46A8" w:rsidRPr="00985C3C" w:rsidRDefault="00DB46A8" w:rsidP="002870A8">
            <w:pPr>
              <w:keepNext/>
              <w:rPr>
                <w:rFonts w:ascii="Arial" w:hAnsi="Arial" w:cs="Arial"/>
                <w:sz w:val="4"/>
                <w:szCs w:val="4"/>
              </w:rPr>
            </w:pPr>
          </w:p>
        </w:tc>
        <w:tc>
          <w:tcPr>
            <w:tcW w:w="6821" w:type="dxa"/>
            <w:shd w:val="clear" w:color="auto" w:fill="F1F7FA"/>
            <w:vAlign w:val="center"/>
          </w:tcPr>
          <w:p w14:paraId="2FFC460E" w14:textId="77777777" w:rsidR="00DB46A8" w:rsidRPr="00985C3C" w:rsidRDefault="00DB46A8" w:rsidP="002870A8">
            <w:pPr>
              <w:keepNext/>
              <w:rPr>
                <w:rFonts w:ascii="Arial" w:hAnsi="Arial" w:cs="Arial"/>
                <w:sz w:val="4"/>
                <w:szCs w:val="4"/>
              </w:rPr>
            </w:pPr>
          </w:p>
        </w:tc>
        <w:tc>
          <w:tcPr>
            <w:tcW w:w="1134" w:type="dxa"/>
            <w:shd w:val="clear" w:color="auto" w:fill="F1F7FA"/>
          </w:tcPr>
          <w:p w14:paraId="7D6EFE69" w14:textId="77777777" w:rsidR="00DB46A8" w:rsidRPr="00985C3C" w:rsidRDefault="00DB46A8" w:rsidP="002870A8">
            <w:pPr>
              <w:keepNext/>
              <w:rPr>
                <w:rFonts w:ascii="Arial" w:hAnsi="Arial" w:cs="Arial"/>
                <w:sz w:val="4"/>
                <w:szCs w:val="4"/>
              </w:rPr>
            </w:pPr>
          </w:p>
        </w:tc>
      </w:tr>
      <w:tr w:rsidR="00DB46A8" w:rsidRPr="00985C3C" w14:paraId="1FD1893A" w14:textId="099B251C" w:rsidTr="00145E9A">
        <w:trPr>
          <w:trHeight w:val="392"/>
        </w:trPr>
        <w:tc>
          <w:tcPr>
            <w:tcW w:w="345" w:type="dxa"/>
            <w:shd w:val="clear" w:color="auto" w:fill="F1F7FA"/>
          </w:tcPr>
          <w:p w14:paraId="49A52B4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07B6138" w14:textId="77777777" w:rsidR="00DB46A8" w:rsidRPr="00985C3C" w:rsidRDefault="00DB46A8" w:rsidP="002870A8">
            <w:pPr>
              <w:pStyle w:val="Question"/>
              <w:keepNext/>
              <w:rPr>
                <w:rFonts w:ascii="Arial" w:hAnsi="Arial" w:cs="Arial"/>
                <w:b/>
              </w:rPr>
            </w:pPr>
            <w:r w:rsidRPr="00985C3C">
              <w:rPr>
                <w:rFonts w:ascii="Arial" w:hAnsi="Arial" w:cs="Arial"/>
                <w:b/>
              </w:rPr>
              <w:t>Q74</w:t>
            </w:r>
          </w:p>
        </w:tc>
        <w:tc>
          <w:tcPr>
            <w:tcW w:w="281" w:type="dxa"/>
            <w:shd w:val="clear" w:color="auto" w:fill="F1F7FA"/>
          </w:tcPr>
          <w:p w14:paraId="784D9448" w14:textId="77777777" w:rsidR="00DB46A8" w:rsidRPr="00985C3C" w:rsidRDefault="00DB46A8" w:rsidP="002870A8">
            <w:pPr>
              <w:keepNext/>
              <w:rPr>
                <w:rFonts w:ascii="Arial" w:hAnsi="Arial" w:cs="Arial"/>
              </w:rPr>
            </w:pPr>
          </w:p>
        </w:tc>
        <w:tc>
          <w:tcPr>
            <w:tcW w:w="6821" w:type="dxa"/>
            <w:vMerge w:val="restart"/>
            <w:shd w:val="clear" w:color="auto" w:fill="F1F7FA"/>
          </w:tcPr>
          <w:p w14:paraId="533E806C"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does the Crown’s approach to its ownership role affect TEI behaviour? Is it conducive to innovation?</w:t>
            </w:r>
          </w:p>
        </w:tc>
        <w:tc>
          <w:tcPr>
            <w:tcW w:w="1134" w:type="dxa"/>
            <w:shd w:val="clear" w:color="auto" w:fill="F1F7FA"/>
          </w:tcPr>
          <w:p w14:paraId="1FEB6663" w14:textId="511CDD53"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92</w:t>
            </w:r>
          </w:p>
        </w:tc>
      </w:tr>
      <w:tr w:rsidR="00DB46A8" w:rsidRPr="00985C3C" w14:paraId="0D9D6161" w14:textId="38E3676D" w:rsidTr="00145E9A">
        <w:trPr>
          <w:trHeight w:val="120"/>
        </w:trPr>
        <w:tc>
          <w:tcPr>
            <w:tcW w:w="1401" w:type="dxa"/>
            <w:gridSpan w:val="3"/>
            <w:shd w:val="clear" w:color="auto" w:fill="F1F7FA"/>
          </w:tcPr>
          <w:p w14:paraId="448A2F51" w14:textId="77777777" w:rsidR="00DB46A8" w:rsidRPr="00985C3C" w:rsidRDefault="00DB46A8" w:rsidP="002870A8">
            <w:pPr>
              <w:rPr>
                <w:rFonts w:ascii="Arial" w:hAnsi="Arial" w:cs="Arial"/>
                <w:sz w:val="4"/>
                <w:szCs w:val="4"/>
              </w:rPr>
            </w:pPr>
          </w:p>
        </w:tc>
        <w:tc>
          <w:tcPr>
            <w:tcW w:w="6821" w:type="dxa"/>
            <w:vMerge/>
            <w:shd w:val="clear" w:color="auto" w:fill="F1F7FA"/>
          </w:tcPr>
          <w:p w14:paraId="04460794" w14:textId="77777777" w:rsidR="00DB46A8" w:rsidRPr="00985C3C" w:rsidRDefault="00DB46A8" w:rsidP="002870A8">
            <w:pPr>
              <w:pStyle w:val="BodyText"/>
              <w:rPr>
                <w:rFonts w:ascii="Arial" w:hAnsi="Arial" w:cs="Arial"/>
              </w:rPr>
            </w:pPr>
          </w:p>
        </w:tc>
        <w:tc>
          <w:tcPr>
            <w:tcW w:w="1134" w:type="dxa"/>
            <w:shd w:val="clear" w:color="auto" w:fill="F1F7FA"/>
          </w:tcPr>
          <w:p w14:paraId="070381DD" w14:textId="77777777" w:rsidR="00DB46A8" w:rsidRPr="00985C3C" w:rsidRDefault="00DB46A8" w:rsidP="002870A8">
            <w:pPr>
              <w:pStyle w:val="BodyText"/>
              <w:rPr>
                <w:rFonts w:ascii="Arial" w:hAnsi="Arial" w:cs="Arial"/>
              </w:rPr>
            </w:pPr>
          </w:p>
        </w:tc>
      </w:tr>
    </w:tbl>
    <w:p w14:paraId="27904408" w14:textId="77777777" w:rsidR="00985C3C" w:rsidRPr="00985C3C" w:rsidRDefault="00985C3C">
      <w:pPr>
        <w:rPr>
          <w:rFonts w:ascii="Arial" w:hAnsi="Arial" w:cs="Arial"/>
        </w:rPr>
      </w:pPr>
    </w:p>
    <w:p w14:paraId="18EF69D9" w14:textId="648EA10D" w:rsidR="00985C3C" w:rsidRPr="00985C3C" w:rsidRDefault="00985C3C">
      <w:pPr>
        <w:rPr>
          <w:rFonts w:ascii="Arial" w:hAnsi="Arial" w:cs="Arial"/>
        </w:rPr>
      </w:pPr>
    </w:p>
    <w:p w14:paraId="385C6E8B" w14:textId="77777777" w:rsidR="00985C3C" w:rsidRPr="00985C3C" w:rsidRDefault="00985C3C">
      <w:pPr>
        <w:rPr>
          <w:rFonts w:ascii="Arial" w:hAnsi="Arial" w:cs="Arial"/>
        </w:rPr>
      </w:pPr>
    </w:p>
    <w:p w14:paraId="4D09A3F6" w14:textId="77777777" w:rsidR="00985C3C" w:rsidRPr="00985C3C" w:rsidRDefault="00985C3C">
      <w:pPr>
        <w:rPr>
          <w:rFonts w:ascii="Arial" w:hAnsi="Arial" w:cs="Arial"/>
        </w:rPr>
      </w:pPr>
    </w:p>
    <w:p w14:paraId="05E3E991"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57B15B69" w14:textId="1A6FFD48" w:rsidTr="00145E9A">
        <w:trPr>
          <w:trHeight w:hRule="exact" w:val="170"/>
        </w:trPr>
        <w:tc>
          <w:tcPr>
            <w:tcW w:w="1401" w:type="dxa"/>
            <w:gridSpan w:val="3"/>
            <w:shd w:val="clear" w:color="auto" w:fill="F1F7FA"/>
          </w:tcPr>
          <w:p w14:paraId="69AD8AF2" w14:textId="34616F16" w:rsidR="00DB46A8" w:rsidRPr="00985C3C" w:rsidRDefault="00DB46A8" w:rsidP="002870A8">
            <w:pPr>
              <w:keepNext/>
              <w:rPr>
                <w:rFonts w:ascii="Arial" w:hAnsi="Arial" w:cs="Arial"/>
                <w:sz w:val="4"/>
                <w:szCs w:val="4"/>
              </w:rPr>
            </w:pPr>
          </w:p>
        </w:tc>
        <w:tc>
          <w:tcPr>
            <w:tcW w:w="6821" w:type="dxa"/>
            <w:shd w:val="clear" w:color="auto" w:fill="F1F7FA"/>
            <w:vAlign w:val="center"/>
          </w:tcPr>
          <w:p w14:paraId="41B85568" w14:textId="77777777" w:rsidR="00DB46A8" w:rsidRPr="00985C3C" w:rsidRDefault="00DB46A8" w:rsidP="002870A8">
            <w:pPr>
              <w:keepNext/>
              <w:rPr>
                <w:rFonts w:ascii="Arial" w:hAnsi="Arial" w:cs="Arial"/>
                <w:sz w:val="4"/>
                <w:szCs w:val="4"/>
              </w:rPr>
            </w:pPr>
          </w:p>
        </w:tc>
        <w:tc>
          <w:tcPr>
            <w:tcW w:w="1134" w:type="dxa"/>
            <w:shd w:val="clear" w:color="auto" w:fill="F1F7FA"/>
          </w:tcPr>
          <w:p w14:paraId="5554831B" w14:textId="77777777" w:rsidR="00DB46A8" w:rsidRPr="00985C3C" w:rsidRDefault="00DB46A8" w:rsidP="002870A8">
            <w:pPr>
              <w:keepNext/>
              <w:rPr>
                <w:rFonts w:ascii="Arial" w:hAnsi="Arial" w:cs="Arial"/>
                <w:sz w:val="4"/>
                <w:szCs w:val="4"/>
              </w:rPr>
            </w:pPr>
          </w:p>
        </w:tc>
      </w:tr>
      <w:tr w:rsidR="00DB46A8" w:rsidRPr="00985C3C" w14:paraId="284FFEBC" w14:textId="05CED9D2" w:rsidTr="00145E9A">
        <w:trPr>
          <w:trHeight w:val="392"/>
        </w:trPr>
        <w:tc>
          <w:tcPr>
            <w:tcW w:w="345" w:type="dxa"/>
            <w:shd w:val="clear" w:color="auto" w:fill="F1F7FA"/>
          </w:tcPr>
          <w:p w14:paraId="4A0CA2CF"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61CECCF8" w14:textId="77777777" w:rsidR="00DB46A8" w:rsidRPr="00985C3C" w:rsidRDefault="00DB46A8" w:rsidP="002870A8">
            <w:pPr>
              <w:pStyle w:val="Question"/>
              <w:keepNext/>
              <w:rPr>
                <w:rFonts w:ascii="Arial" w:hAnsi="Arial" w:cs="Arial"/>
                <w:b/>
              </w:rPr>
            </w:pPr>
            <w:r w:rsidRPr="00985C3C">
              <w:rPr>
                <w:rFonts w:ascii="Arial" w:hAnsi="Arial" w:cs="Arial"/>
                <w:b/>
              </w:rPr>
              <w:t>Q75</w:t>
            </w:r>
          </w:p>
        </w:tc>
        <w:tc>
          <w:tcPr>
            <w:tcW w:w="281" w:type="dxa"/>
            <w:shd w:val="clear" w:color="auto" w:fill="F1F7FA"/>
          </w:tcPr>
          <w:p w14:paraId="559A23E7" w14:textId="77777777" w:rsidR="00DB46A8" w:rsidRPr="00985C3C" w:rsidRDefault="00DB46A8" w:rsidP="002870A8">
            <w:pPr>
              <w:keepNext/>
              <w:rPr>
                <w:rFonts w:ascii="Arial" w:hAnsi="Arial" w:cs="Arial"/>
              </w:rPr>
            </w:pPr>
          </w:p>
        </w:tc>
        <w:tc>
          <w:tcPr>
            <w:tcW w:w="6821" w:type="dxa"/>
            <w:vMerge w:val="restart"/>
            <w:shd w:val="clear" w:color="auto" w:fill="F1F7FA"/>
          </w:tcPr>
          <w:p w14:paraId="15603EA5"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Do regulatory or funding settings encourage or discourage providers from engaging in joint ventures? If so, how? </w:t>
            </w:r>
          </w:p>
        </w:tc>
        <w:tc>
          <w:tcPr>
            <w:tcW w:w="1134" w:type="dxa"/>
            <w:shd w:val="clear" w:color="auto" w:fill="F1F7FA"/>
          </w:tcPr>
          <w:p w14:paraId="6B86F72C" w14:textId="023D7A70"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93</w:t>
            </w:r>
          </w:p>
        </w:tc>
      </w:tr>
      <w:tr w:rsidR="00DB46A8" w:rsidRPr="00985C3C" w14:paraId="2D1CE34F" w14:textId="13D30538" w:rsidTr="00145E9A">
        <w:trPr>
          <w:trHeight w:val="120"/>
        </w:trPr>
        <w:tc>
          <w:tcPr>
            <w:tcW w:w="1401" w:type="dxa"/>
            <w:gridSpan w:val="3"/>
            <w:shd w:val="clear" w:color="auto" w:fill="F1F7FA"/>
          </w:tcPr>
          <w:p w14:paraId="1FEC2E04" w14:textId="77777777" w:rsidR="00DB46A8" w:rsidRPr="00985C3C" w:rsidRDefault="00DB46A8" w:rsidP="002870A8">
            <w:pPr>
              <w:rPr>
                <w:rFonts w:ascii="Arial" w:hAnsi="Arial" w:cs="Arial"/>
                <w:sz w:val="4"/>
                <w:szCs w:val="4"/>
              </w:rPr>
            </w:pPr>
          </w:p>
        </w:tc>
        <w:tc>
          <w:tcPr>
            <w:tcW w:w="6821" w:type="dxa"/>
            <w:vMerge/>
            <w:shd w:val="clear" w:color="auto" w:fill="F1F7FA"/>
          </w:tcPr>
          <w:p w14:paraId="42AE2060" w14:textId="77777777" w:rsidR="00DB46A8" w:rsidRPr="00985C3C" w:rsidRDefault="00DB46A8" w:rsidP="002870A8">
            <w:pPr>
              <w:pStyle w:val="BodyText"/>
              <w:rPr>
                <w:rFonts w:ascii="Arial" w:hAnsi="Arial" w:cs="Arial"/>
              </w:rPr>
            </w:pPr>
          </w:p>
        </w:tc>
        <w:tc>
          <w:tcPr>
            <w:tcW w:w="1134" w:type="dxa"/>
            <w:shd w:val="clear" w:color="auto" w:fill="F1F7FA"/>
          </w:tcPr>
          <w:p w14:paraId="217BEF44" w14:textId="77777777" w:rsidR="00DB46A8" w:rsidRPr="00985C3C" w:rsidRDefault="00DB46A8" w:rsidP="002870A8">
            <w:pPr>
              <w:pStyle w:val="BodyText"/>
              <w:rPr>
                <w:rFonts w:ascii="Arial" w:hAnsi="Arial" w:cs="Arial"/>
              </w:rPr>
            </w:pPr>
          </w:p>
        </w:tc>
      </w:tr>
    </w:tbl>
    <w:p w14:paraId="44F5A5B6" w14:textId="77777777" w:rsidR="00985C3C" w:rsidRPr="00985C3C" w:rsidRDefault="00985C3C">
      <w:pPr>
        <w:rPr>
          <w:rFonts w:ascii="Arial" w:hAnsi="Arial" w:cs="Arial"/>
        </w:rPr>
      </w:pPr>
    </w:p>
    <w:p w14:paraId="58444463" w14:textId="1EE30CEA" w:rsidR="00985C3C" w:rsidRPr="00985C3C" w:rsidRDefault="00985C3C">
      <w:pPr>
        <w:rPr>
          <w:rFonts w:ascii="Arial" w:hAnsi="Arial" w:cs="Arial"/>
        </w:rPr>
      </w:pPr>
    </w:p>
    <w:p w14:paraId="138400F2" w14:textId="77777777" w:rsidR="00985C3C" w:rsidRPr="00985C3C" w:rsidRDefault="00985C3C">
      <w:pPr>
        <w:rPr>
          <w:rFonts w:ascii="Arial" w:hAnsi="Arial" w:cs="Arial"/>
        </w:rPr>
      </w:pPr>
    </w:p>
    <w:p w14:paraId="4A251044" w14:textId="77777777" w:rsidR="00985C3C" w:rsidRPr="00985C3C" w:rsidRDefault="00985C3C">
      <w:pPr>
        <w:rPr>
          <w:rFonts w:ascii="Arial" w:hAnsi="Arial" w:cs="Arial"/>
        </w:rPr>
      </w:pPr>
    </w:p>
    <w:p w14:paraId="0AEDDE11"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653D1504" w14:textId="2435C924" w:rsidTr="00145E9A">
        <w:trPr>
          <w:trHeight w:hRule="exact" w:val="170"/>
        </w:trPr>
        <w:tc>
          <w:tcPr>
            <w:tcW w:w="1401" w:type="dxa"/>
            <w:gridSpan w:val="3"/>
            <w:shd w:val="clear" w:color="auto" w:fill="F1F7FA"/>
          </w:tcPr>
          <w:p w14:paraId="48491EC5" w14:textId="776AD397" w:rsidR="00DB46A8" w:rsidRPr="00985C3C" w:rsidRDefault="00DB46A8" w:rsidP="002870A8">
            <w:pPr>
              <w:keepNext/>
              <w:rPr>
                <w:rFonts w:ascii="Arial" w:hAnsi="Arial" w:cs="Arial"/>
                <w:sz w:val="4"/>
                <w:szCs w:val="4"/>
              </w:rPr>
            </w:pPr>
          </w:p>
        </w:tc>
        <w:tc>
          <w:tcPr>
            <w:tcW w:w="6821" w:type="dxa"/>
            <w:shd w:val="clear" w:color="auto" w:fill="F1F7FA"/>
            <w:vAlign w:val="center"/>
          </w:tcPr>
          <w:p w14:paraId="382E59F0" w14:textId="77777777" w:rsidR="00DB46A8" w:rsidRPr="00985C3C" w:rsidRDefault="00DB46A8" w:rsidP="002870A8">
            <w:pPr>
              <w:keepNext/>
              <w:rPr>
                <w:rFonts w:ascii="Arial" w:hAnsi="Arial" w:cs="Arial"/>
                <w:sz w:val="4"/>
                <w:szCs w:val="4"/>
              </w:rPr>
            </w:pPr>
          </w:p>
        </w:tc>
        <w:tc>
          <w:tcPr>
            <w:tcW w:w="1134" w:type="dxa"/>
            <w:shd w:val="clear" w:color="auto" w:fill="F1F7FA"/>
          </w:tcPr>
          <w:p w14:paraId="3E723A07" w14:textId="77777777" w:rsidR="00DB46A8" w:rsidRPr="00985C3C" w:rsidRDefault="00DB46A8" w:rsidP="002870A8">
            <w:pPr>
              <w:keepNext/>
              <w:rPr>
                <w:rFonts w:ascii="Arial" w:hAnsi="Arial" w:cs="Arial"/>
                <w:sz w:val="4"/>
                <w:szCs w:val="4"/>
              </w:rPr>
            </w:pPr>
          </w:p>
        </w:tc>
      </w:tr>
      <w:tr w:rsidR="00DB46A8" w:rsidRPr="00985C3C" w14:paraId="4886CD81" w14:textId="1ECFCC6D" w:rsidTr="00145E9A">
        <w:trPr>
          <w:trHeight w:val="392"/>
        </w:trPr>
        <w:tc>
          <w:tcPr>
            <w:tcW w:w="345" w:type="dxa"/>
            <w:shd w:val="clear" w:color="auto" w:fill="F1F7FA"/>
          </w:tcPr>
          <w:p w14:paraId="735C2992"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31B3AE31" w14:textId="77777777" w:rsidR="00DB46A8" w:rsidRPr="00985C3C" w:rsidRDefault="00DB46A8" w:rsidP="002870A8">
            <w:pPr>
              <w:pStyle w:val="Question"/>
              <w:keepNext/>
              <w:rPr>
                <w:rFonts w:ascii="Arial" w:hAnsi="Arial" w:cs="Arial"/>
                <w:b/>
              </w:rPr>
            </w:pPr>
            <w:r w:rsidRPr="00985C3C">
              <w:rPr>
                <w:rFonts w:ascii="Arial" w:hAnsi="Arial" w:cs="Arial"/>
                <w:b/>
              </w:rPr>
              <w:t>Q76</w:t>
            </w:r>
          </w:p>
        </w:tc>
        <w:tc>
          <w:tcPr>
            <w:tcW w:w="281" w:type="dxa"/>
            <w:shd w:val="clear" w:color="auto" w:fill="F1F7FA"/>
          </w:tcPr>
          <w:p w14:paraId="552E53DC" w14:textId="77777777" w:rsidR="00DB46A8" w:rsidRPr="00985C3C" w:rsidRDefault="00DB46A8" w:rsidP="002870A8">
            <w:pPr>
              <w:keepNext/>
              <w:rPr>
                <w:rFonts w:ascii="Arial" w:hAnsi="Arial" w:cs="Arial"/>
              </w:rPr>
            </w:pPr>
          </w:p>
        </w:tc>
        <w:tc>
          <w:tcPr>
            <w:tcW w:w="6821" w:type="dxa"/>
            <w:vMerge w:val="restart"/>
            <w:shd w:val="clear" w:color="auto" w:fill="F1F7FA"/>
          </w:tcPr>
          <w:p w14:paraId="6D53F264"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regulatory or funding settings encourage or discourage providers from seeking external investment?</w:t>
            </w:r>
          </w:p>
        </w:tc>
        <w:tc>
          <w:tcPr>
            <w:tcW w:w="1134" w:type="dxa"/>
            <w:shd w:val="clear" w:color="auto" w:fill="F1F7FA"/>
          </w:tcPr>
          <w:p w14:paraId="24E241D9" w14:textId="44F56B32"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93</w:t>
            </w:r>
          </w:p>
        </w:tc>
      </w:tr>
      <w:tr w:rsidR="00DB46A8" w:rsidRPr="00985C3C" w14:paraId="27B7C26D" w14:textId="20B01AD6" w:rsidTr="00145E9A">
        <w:trPr>
          <w:trHeight w:val="120"/>
        </w:trPr>
        <w:tc>
          <w:tcPr>
            <w:tcW w:w="1401" w:type="dxa"/>
            <w:gridSpan w:val="3"/>
            <w:shd w:val="clear" w:color="auto" w:fill="F1F7FA"/>
          </w:tcPr>
          <w:p w14:paraId="7686AC58" w14:textId="77777777" w:rsidR="00DB46A8" w:rsidRPr="00985C3C" w:rsidRDefault="00DB46A8" w:rsidP="002870A8">
            <w:pPr>
              <w:rPr>
                <w:rFonts w:ascii="Arial" w:hAnsi="Arial" w:cs="Arial"/>
                <w:sz w:val="4"/>
                <w:szCs w:val="4"/>
              </w:rPr>
            </w:pPr>
          </w:p>
        </w:tc>
        <w:tc>
          <w:tcPr>
            <w:tcW w:w="6821" w:type="dxa"/>
            <w:vMerge/>
            <w:shd w:val="clear" w:color="auto" w:fill="F1F7FA"/>
          </w:tcPr>
          <w:p w14:paraId="278EAE0C" w14:textId="77777777" w:rsidR="00DB46A8" w:rsidRPr="00985C3C" w:rsidRDefault="00DB46A8" w:rsidP="002870A8">
            <w:pPr>
              <w:pStyle w:val="BodyText"/>
              <w:rPr>
                <w:rFonts w:ascii="Arial" w:hAnsi="Arial" w:cs="Arial"/>
              </w:rPr>
            </w:pPr>
          </w:p>
        </w:tc>
        <w:tc>
          <w:tcPr>
            <w:tcW w:w="1134" w:type="dxa"/>
            <w:shd w:val="clear" w:color="auto" w:fill="F1F7FA"/>
          </w:tcPr>
          <w:p w14:paraId="1F0245E8" w14:textId="77777777" w:rsidR="00DB46A8" w:rsidRPr="00985C3C" w:rsidRDefault="00DB46A8" w:rsidP="002870A8">
            <w:pPr>
              <w:pStyle w:val="BodyText"/>
              <w:rPr>
                <w:rFonts w:ascii="Arial" w:hAnsi="Arial" w:cs="Arial"/>
              </w:rPr>
            </w:pPr>
          </w:p>
        </w:tc>
      </w:tr>
    </w:tbl>
    <w:p w14:paraId="42AF37D5" w14:textId="77777777" w:rsidR="00985C3C" w:rsidRPr="00985C3C" w:rsidRDefault="00985C3C">
      <w:pPr>
        <w:rPr>
          <w:rFonts w:ascii="Arial" w:hAnsi="Arial" w:cs="Arial"/>
        </w:rPr>
      </w:pPr>
    </w:p>
    <w:p w14:paraId="4E425F53" w14:textId="56FDB2A8" w:rsidR="00985C3C" w:rsidRPr="00985C3C" w:rsidRDefault="00985C3C">
      <w:pPr>
        <w:rPr>
          <w:rFonts w:ascii="Arial" w:hAnsi="Arial" w:cs="Arial"/>
        </w:rPr>
      </w:pPr>
    </w:p>
    <w:p w14:paraId="626CF216" w14:textId="77777777" w:rsidR="00985C3C" w:rsidRPr="00985C3C" w:rsidRDefault="00985C3C">
      <w:pPr>
        <w:rPr>
          <w:rFonts w:ascii="Arial" w:hAnsi="Arial" w:cs="Arial"/>
        </w:rPr>
      </w:pPr>
    </w:p>
    <w:p w14:paraId="089033E0" w14:textId="77777777" w:rsidR="00985C3C" w:rsidRPr="00985C3C" w:rsidRDefault="00985C3C">
      <w:pPr>
        <w:rPr>
          <w:rFonts w:ascii="Arial" w:hAnsi="Arial" w:cs="Arial"/>
        </w:rPr>
      </w:pPr>
    </w:p>
    <w:p w14:paraId="1F22D1D9"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4499AD8" w14:textId="55F1776F" w:rsidTr="00145E9A">
        <w:trPr>
          <w:trHeight w:hRule="exact" w:val="170"/>
        </w:trPr>
        <w:tc>
          <w:tcPr>
            <w:tcW w:w="1401" w:type="dxa"/>
            <w:gridSpan w:val="3"/>
            <w:shd w:val="clear" w:color="auto" w:fill="F1F7FA"/>
          </w:tcPr>
          <w:p w14:paraId="4FAA8EB0" w14:textId="7BB79E57" w:rsidR="00DB46A8" w:rsidRPr="00985C3C" w:rsidRDefault="00DB46A8" w:rsidP="002870A8">
            <w:pPr>
              <w:keepNext/>
              <w:rPr>
                <w:rFonts w:ascii="Arial" w:hAnsi="Arial" w:cs="Arial"/>
                <w:sz w:val="4"/>
                <w:szCs w:val="4"/>
              </w:rPr>
            </w:pPr>
          </w:p>
        </w:tc>
        <w:tc>
          <w:tcPr>
            <w:tcW w:w="6821" w:type="dxa"/>
            <w:shd w:val="clear" w:color="auto" w:fill="F1F7FA"/>
            <w:vAlign w:val="center"/>
          </w:tcPr>
          <w:p w14:paraId="5D30CD87" w14:textId="77777777" w:rsidR="00DB46A8" w:rsidRPr="00985C3C" w:rsidRDefault="00DB46A8" w:rsidP="002870A8">
            <w:pPr>
              <w:keepNext/>
              <w:rPr>
                <w:rFonts w:ascii="Arial" w:hAnsi="Arial" w:cs="Arial"/>
                <w:sz w:val="4"/>
                <w:szCs w:val="4"/>
              </w:rPr>
            </w:pPr>
          </w:p>
        </w:tc>
        <w:tc>
          <w:tcPr>
            <w:tcW w:w="1134" w:type="dxa"/>
            <w:shd w:val="clear" w:color="auto" w:fill="F1F7FA"/>
          </w:tcPr>
          <w:p w14:paraId="2B7FCFBE" w14:textId="77777777" w:rsidR="00DB46A8" w:rsidRPr="00985C3C" w:rsidRDefault="00DB46A8" w:rsidP="002870A8">
            <w:pPr>
              <w:keepNext/>
              <w:rPr>
                <w:rFonts w:ascii="Arial" w:hAnsi="Arial" w:cs="Arial"/>
                <w:sz w:val="4"/>
                <w:szCs w:val="4"/>
              </w:rPr>
            </w:pPr>
          </w:p>
        </w:tc>
      </w:tr>
      <w:tr w:rsidR="00DB46A8" w:rsidRPr="00985C3C" w14:paraId="08605DEB" w14:textId="202961EE" w:rsidTr="00145E9A">
        <w:trPr>
          <w:trHeight w:val="392"/>
        </w:trPr>
        <w:tc>
          <w:tcPr>
            <w:tcW w:w="345" w:type="dxa"/>
            <w:shd w:val="clear" w:color="auto" w:fill="F1F7FA"/>
          </w:tcPr>
          <w:p w14:paraId="06C63267"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7C885C67" w14:textId="77777777" w:rsidR="00DB46A8" w:rsidRPr="00985C3C" w:rsidRDefault="00DB46A8" w:rsidP="002870A8">
            <w:pPr>
              <w:pStyle w:val="Question"/>
              <w:keepNext/>
              <w:rPr>
                <w:rFonts w:ascii="Arial" w:hAnsi="Arial" w:cs="Arial"/>
                <w:b/>
              </w:rPr>
            </w:pPr>
            <w:r w:rsidRPr="00985C3C">
              <w:rPr>
                <w:rFonts w:ascii="Arial" w:hAnsi="Arial" w:cs="Arial"/>
                <w:b/>
              </w:rPr>
              <w:t>Q77</w:t>
            </w:r>
          </w:p>
        </w:tc>
        <w:tc>
          <w:tcPr>
            <w:tcW w:w="281" w:type="dxa"/>
            <w:shd w:val="clear" w:color="auto" w:fill="F1F7FA"/>
          </w:tcPr>
          <w:p w14:paraId="164DC418" w14:textId="77777777" w:rsidR="00DB46A8" w:rsidRPr="00985C3C" w:rsidRDefault="00DB46A8" w:rsidP="002870A8">
            <w:pPr>
              <w:keepNext/>
              <w:rPr>
                <w:rFonts w:ascii="Arial" w:hAnsi="Arial" w:cs="Arial"/>
              </w:rPr>
            </w:pPr>
          </w:p>
        </w:tc>
        <w:tc>
          <w:tcPr>
            <w:tcW w:w="6821" w:type="dxa"/>
            <w:vMerge w:val="restart"/>
            <w:shd w:val="clear" w:color="auto" w:fill="F1F7FA"/>
          </w:tcPr>
          <w:p w14:paraId="40689D1E"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How do tertiary providers create incentives for internal participants to innovate? What kinds of choices by providers have the biggest “downstream effects” on their level of innovation?</w:t>
            </w:r>
          </w:p>
        </w:tc>
        <w:tc>
          <w:tcPr>
            <w:tcW w:w="1134" w:type="dxa"/>
            <w:shd w:val="clear" w:color="auto" w:fill="F1F7FA"/>
          </w:tcPr>
          <w:p w14:paraId="6E9EAF04" w14:textId="6128E1DE"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93</w:t>
            </w:r>
          </w:p>
        </w:tc>
      </w:tr>
      <w:tr w:rsidR="00DB46A8" w:rsidRPr="00985C3C" w14:paraId="0EFDD21B" w14:textId="500B785F" w:rsidTr="00145E9A">
        <w:trPr>
          <w:trHeight w:val="120"/>
        </w:trPr>
        <w:tc>
          <w:tcPr>
            <w:tcW w:w="1401" w:type="dxa"/>
            <w:gridSpan w:val="3"/>
            <w:shd w:val="clear" w:color="auto" w:fill="F1F7FA"/>
          </w:tcPr>
          <w:p w14:paraId="73FFC7ED" w14:textId="77777777" w:rsidR="00DB46A8" w:rsidRPr="00985C3C" w:rsidRDefault="00DB46A8" w:rsidP="002870A8">
            <w:pPr>
              <w:rPr>
                <w:rFonts w:ascii="Arial" w:hAnsi="Arial" w:cs="Arial"/>
                <w:sz w:val="4"/>
                <w:szCs w:val="4"/>
              </w:rPr>
            </w:pPr>
          </w:p>
        </w:tc>
        <w:tc>
          <w:tcPr>
            <w:tcW w:w="6821" w:type="dxa"/>
            <w:vMerge/>
            <w:shd w:val="clear" w:color="auto" w:fill="F1F7FA"/>
          </w:tcPr>
          <w:p w14:paraId="36A5BAD8" w14:textId="77777777" w:rsidR="00DB46A8" w:rsidRPr="00985C3C" w:rsidRDefault="00DB46A8" w:rsidP="002870A8">
            <w:pPr>
              <w:pStyle w:val="BodyText"/>
              <w:rPr>
                <w:rFonts w:ascii="Arial" w:hAnsi="Arial" w:cs="Arial"/>
              </w:rPr>
            </w:pPr>
          </w:p>
        </w:tc>
        <w:tc>
          <w:tcPr>
            <w:tcW w:w="1134" w:type="dxa"/>
            <w:shd w:val="clear" w:color="auto" w:fill="F1F7FA"/>
          </w:tcPr>
          <w:p w14:paraId="6315A74E" w14:textId="77777777" w:rsidR="00DB46A8" w:rsidRPr="00985C3C" w:rsidRDefault="00DB46A8" w:rsidP="002870A8">
            <w:pPr>
              <w:pStyle w:val="BodyText"/>
              <w:rPr>
                <w:rFonts w:ascii="Arial" w:hAnsi="Arial" w:cs="Arial"/>
              </w:rPr>
            </w:pPr>
          </w:p>
        </w:tc>
      </w:tr>
    </w:tbl>
    <w:p w14:paraId="4E347D5F" w14:textId="77777777" w:rsidR="00985C3C" w:rsidRPr="00985C3C" w:rsidRDefault="00985C3C">
      <w:pPr>
        <w:rPr>
          <w:rFonts w:ascii="Arial" w:hAnsi="Arial" w:cs="Arial"/>
        </w:rPr>
      </w:pPr>
    </w:p>
    <w:p w14:paraId="63550445" w14:textId="4EBA82F2" w:rsidR="00985C3C" w:rsidRPr="00985C3C" w:rsidRDefault="00985C3C">
      <w:pPr>
        <w:rPr>
          <w:rFonts w:ascii="Arial" w:hAnsi="Arial" w:cs="Arial"/>
        </w:rPr>
      </w:pPr>
    </w:p>
    <w:p w14:paraId="15D93186" w14:textId="77777777" w:rsidR="00985C3C" w:rsidRPr="00985C3C" w:rsidRDefault="00985C3C">
      <w:pPr>
        <w:rPr>
          <w:rFonts w:ascii="Arial" w:hAnsi="Arial" w:cs="Arial"/>
        </w:rPr>
      </w:pPr>
    </w:p>
    <w:p w14:paraId="484DA44A" w14:textId="77777777" w:rsidR="00985C3C" w:rsidRPr="00985C3C" w:rsidRDefault="00985C3C">
      <w:pPr>
        <w:rPr>
          <w:rFonts w:ascii="Arial" w:hAnsi="Arial" w:cs="Arial"/>
        </w:rPr>
      </w:pPr>
    </w:p>
    <w:p w14:paraId="65A49714" w14:textId="77777777" w:rsidR="00985C3C" w:rsidRPr="00985C3C" w:rsidRDefault="00985C3C">
      <w:pPr>
        <w:rPr>
          <w:rFonts w:ascii="Arial" w:hAnsi="Arial" w:cs="Arial"/>
        </w:rPr>
      </w:pPr>
    </w:p>
    <w:tbl>
      <w:tblPr>
        <w:tblW w:w="9356" w:type="dxa"/>
        <w:shd w:val="clear" w:color="auto" w:fill="F2F2F2" w:themeFill="background1" w:themeFillShade="F2"/>
        <w:tblLayout w:type="fixed"/>
        <w:tblLook w:val="0000" w:firstRow="0" w:lastRow="0" w:firstColumn="0" w:lastColumn="0" w:noHBand="0" w:noVBand="0"/>
      </w:tblPr>
      <w:tblGrid>
        <w:gridCol w:w="345"/>
        <w:gridCol w:w="775"/>
        <w:gridCol w:w="281"/>
        <w:gridCol w:w="6821"/>
        <w:gridCol w:w="1134"/>
      </w:tblGrid>
      <w:tr w:rsidR="00DB46A8" w:rsidRPr="00985C3C" w14:paraId="314D7C3B" w14:textId="6BF8804C" w:rsidTr="00145E9A">
        <w:trPr>
          <w:trHeight w:hRule="exact" w:val="170"/>
        </w:trPr>
        <w:tc>
          <w:tcPr>
            <w:tcW w:w="1401" w:type="dxa"/>
            <w:gridSpan w:val="3"/>
            <w:shd w:val="clear" w:color="auto" w:fill="F1F7FA"/>
          </w:tcPr>
          <w:p w14:paraId="3A71FCEC" w14:textId="22138EAB" w:rsidR="00DB46A8" w:rsidRPr="00985C3C" w:rsidRDefault="00DB46A8" w:rsidP="002870A8">
            <w:pPr>
              <w:keepNext/>
              <w:rPr>
                <w:rFonts w:ascii="Arial" w:hAnsi="Arial" w:cs="Arial"/>
                <w:sz w:val="4"/>
                <w:szCs w:val="4"/>
              </w:rPr>
            </w:pPr>
          </w:p>
        </w:tc>
        <w:tc>
          <w:tcPr>
            <w:tcW w:w="6821" w:type="dxa"/>
            <w:shd w:val="clear" w:color="auto" w:fill="F1F7FA"/>
            <w:vAlign w:val="center"/>
          </w:tcPr>
          <w:p w14:paraId="4200BC88" w14:textId="77777777" w:rsidR="00DB46A8" w:rsidRPr="00985C3C" w:rsidRDefault="00DB46A8" w:rsidP="002870A8">
            <w:pPr>
              <w:keepNext/>
              <w:rPr>
                <w:rFonts w:ascii="Arial" w:hAnsi="Arial" w:cs="Arial"/>
                <w:sz w:val="4"/>
                <w:szCs w:val="4"/>
              </w:rPr>
            </w:pPr>
          </w:p>
        </w:tc>
        <w:tc>
          <w:tcPr>
            <w:tcW w:w="1134" w:type="dxa"/>
            <w:shd w:val="clear" w:color="auto" w:fill="F1F7FA"/>
          </w:tcPr>
          <w:p w14:paraId="375EC7A4" w14:textId="77777777" w:rsidR="00DB46A8" w:rsidRPr="00985C3C" w:rsidRDefault="00DB46A8" w:rsidP="002870A8">
            <w:pPr>
              <w:keepNext/>
              <w:rPr>
                <w:rFonts w:ascii="Arial" w:hAnsi="Arial" w:cs="Arial"/>
                <w:sz w:val="4"/>
                <w:szCs w:val="4"/>
              </w:rPr>
            </w:pPr>
          </w:p>
        </w:tc>
      </w:tr>
      <w:tr w:rsidR="00DB46A8" w:rsidRPr="00985C3C" w14:paraId="4A8E0315" w14:textId="27A2CC51" w:rsidTr="00145E9A">
        <w:trPr>
          <w:trHeight w:val="392"/>
        </w:trPr>
        <w:tc>
          <w:tcPr>
            <w:tcW w:w="345" w:type="dxa"/>
            <w:shd w:val="clear" w:color="auto" w:fill="F1F7FA"/>
          </w:tcPr>
          <w:p w14:paraId="04A3C093" w14:textId="77777777" w:rsidR="00DB46A8" w:rsidRPr="00985C3C" w:rsidRDefault="00DB46A8" w:rsidP="002870A8">
            <w:pPr>
              <w:pStyle w:val="BodyText"/>
              <w:keepNext/>
              <w:rPr>
                <w:rFonts w:ascii="Arial" w:hAnsi="Arial" w:cs="Arial"/>
              </w:rPr>
            </w:pPr>
          </w:p>
        </w:tc>
        <w:tc>
          <w:tcPr>
            <w:tcW w:w="775" w:type="dxa"/>
            <w:shd w:val="clear" w:color="auto" w:fill="4298B5"/>
            <w:vAlign w:val="center"/>
          </w:tcPr>
          <w:p w14:paraId="191F726A" w14:textId="77777777" w:rsidR="00DB46A8" w:rsidRPr="00985C3C" w:rsidRDefault="00DB46A8" w:rsidP="002870A8">
            <w:pPr>
              <w:pStyle w:val="Question"/>
              <w:keepNext/>
              <w:rPr>
                <w:rFonts w:ascii="Arial" w:hAnsi="Arial" w:cs="Arial"/>
                <w:b/>
              </w:rPr>
            </w:pPr>
            <w:r w:rsidRPr="00985C3C">
              <w:rPr>
                <w:rFonts w:ascii="Arial" w:hAnsi="Arial" w:cs="Arial"/>
                <w:b/>
              </w:rPr>
              <w:t>Q78</w:t>
            </w:r>
          </w:p>
        </w:tc>
        <w:tc>
          <w:tcPr>
            <w:tcW w:w="281" w:type="dxa"/>
            <w:shd w:val="clear" w:color="auto" w:fill="F1F7FA"/>
          </w:tcPr>
          <w:p w14:paraId="66750A06" w14:textId="77777777" w:rsidR="00DB46A8" w:rsidRPr="00985C3C" w:rsidRDefault="00DB46A8" w:rsidP="002870A8">
            <w:pPr>
              <w:keepNext/>
              <w:rPr>
                <w:rFonts w:ascii="Arial" w:hAnsi="Arial" w:cs="Arial"/>
              </w:rPr>
            </w:pPr>
          </w:p>
        </w:tc>
        <w:tc>
          <w:tcPr>
            <w:tcW w:w="6821" w:type="dxa"/>
            <w:vMerge w:val="restart"/>
            <w:shd w:val="clear" w:color="auto" w:fill="F1F7FA"/>
          </w:tcPr>
          <w:p w14:paraId="330E66E4" w14:textId="77777777" w:rsidR="00DB46A8" w:rsidRPr="00985C3C" w:rsidRDefault="00DB46A8" w:rsidP="002870A8">
            <w:pPr>
              <w:pStyle w:val="Questiontext"/>
              <w:keepNext/>
              <w:framePr w:hSpace="0" w:wrap="auto" w:vAnchor="margin" w:yAlign="inline"/>
              <w:suppressOverlap w:val="0"/>
              <w:rPr>
                <w:rFonts w:ascii="Arial" w:hAnsi="Arial" w:cs="Arial"/>
                <w:b/>
              </w:rPr>
            </w:pPr>
            <w:r w:rsidRPr="00985C3C">
              <w:rPr>
                <w:rFonts w:ascii="Arial" w:hAnsi="Arial" w:cs="Arial"/>
                <w:b/>
              </w:rPr>
              <w:t xml:space="preserve">What incentives do government education agencies have to innovate in the way they carry out their functions, both within and across agencies? What constraints do they face? </w:t>
            </w:r>
          </w:p>
        </w:tc>
        <w:tc>
          <w:tcPr>
            <w:tcW w:w="1134" w:type="dxa"/>
            <w:shd w:val="clear" w:color="auto" w:fill="F1F7FA"/>
          </w:tcPr>
          <w:p w14:paraId="2B84F90C" w14:textId="3921A3EB" w:rsidR="00DB46A8" w:rsidRPr="00985C3C" w:rsidRDefault="00ED3F69" w:rsidP="002870A8">
            <w:pPr>
              <w:pStyle w:val="Questiontext"/>
              <w:keepNext/>
              <w:framePr w:hSpace="0" w:wrap="auto" w:vAnchor="margin" w:yAlign="inline"/>
              <w:suppressOverlap w:val="0"/>
              <w:rPr>
                <w:rFonts w:ascii="Arial" w:hAnsi="Arial" w:cs="Arial"/>
                <w:b/>
              </w:rPr>
            </w:pPr>
            <w:r w:rsidRPr="00985C3C">
              <w:rPr>
                <w:rFonts w:ascii="Arial" w:hAnsi="Arial" w:cs="Arial"/>
                <w:b/>
              </w:rPr>
              <w:t>Page 94</w:t>
            </w:r>
          </w:p>
        </w:tc>
      </w:tr>
      <w:tr w:rsidR="00DB46A8" w:rsidRPr="00985C3C" w14:paraId="027906C5" w14:textId="246122BE" w:rsidTr="00145E9A">
        <w:trPr>
          <w:trHeight w:val="120"/>
        </w:trPr>
        <w:tc>
          <w:tcPr>
            <w:tcW w:w="1401" w:type="dxa"/>
            <w:gridSpan w:val="3"/>
            <w:shd w:val="clear" w:color="auto" w:fill="F1F7FA"/>
          </w:tcPr>
          <w:p w14:paraId="451916B1" w14:textId="77777777" w:rsidR="00DB46A8" w:rsidRPr="00985C3C" w:rsidRDefault="00DB46A8" w:rsidP="002870A8">
            <w:pPr>
              <w:rPr>
                <w:rFonts w:ascii="Arial" w:hAnsi="Arial" w:cs="Arial"/>
                <w:sz w:val="4"/>
                <w:szCs w:val="4"/>
              </w:rPr>
            </w:pPr>
          </w:p>
        </w:tc>
        <w:tc>
          <w:tcPr>
            <w:tcW w:w="6821" w:type="dxa"/>
            <w:vMerge/>
            <w:shd w:val="clear" w:color="auto" w:fill="F1F7FA"/>
          </w:tcPr>
          <w:p w14:paraId="6E886AE0" w14:textId="77777777" w:rsidR="00DB46A8" w:rsidRPr="00985C3C" w:rsidRDefault="00DB46A8" w:rsidP="002870A8">
            <w:pPr>
              <w:pStyle w:val="BodyText"/>
              <w:rPr>
                <w:rFonts w:ascii="Arial" w:hAnsi="Arial" w:cs="Arial"/>
              </w:rPr>
            </w:pPr>
          </w:p>
        </w:tc>
        <w:tc>
          <w:tcPr>
            <w:tcW w:w="1134" w:type="dxa"/>
            <w:shd w:val="clear" w:color="auto" w:fill="F1F7FA"/>
          </w:tcPr>
          <w:p w14:paraId="3D7E8A8C" w14:textId="77777777" w:rsidR="00DB46A8" w:rsidRPr="00985C3C" w:rsidRDefault="00DB46A8" w:rsidP="002870A8">
            <w:pPr>
              <w:pStyle w:val="BodyText"/>
              <w:rPr>
                <w:rFonts w:ascii="Arial" w:hAnsi="Arial" w:cs="Arial"/>
              </w:rPr>
            </w:pPr>
          </w:p>
        </w:tc>
      </w:tr>
    </w:tbl>
    <w:p w14:paraId="78055C8D" w14:textId="77777777" w:rsidR="000B40BA" w:rsidRPr="00985C3C" w:rsidRDefault="000B40BA" w:rsidP="000B40BA">
      <w:pPr>
        <w:rPr>
          <w:rFonts w:ascii="Arial" w:hAnsi="Arial" w:cs="Arial"/>
        </w:rPr>
      </w:pPr>
    </w:p>
    <w:p w14:paraId="00BC74C8" w14:textId="77777777" w:rsidR="000B40BA" w:rsidRPr="00985C3C" w:rsidRDefault="000B40BA" w:rsidP="000B40BA">
      <w:pPr>
        <w:pStyle w:val="BodyText"/>
        <w:rPr>
          <w:rFonts w:ascii="Arial" w:hAnsi="Arial" w:cs="Arial"/>
        </w:rPr>
      </w:pPr>
    </w:p>
    <w:p w14:paraId="503937EC" w14:textId="77777777" w:rsidR="00985C3C" w:rsidRPr="00985C3C" w:rsidRDefault="00985C3C" w:rsidP="000B40BA">
      <w:pPr>
        <w:pStyle w:val="BodyText"/>
        <w:rPr>
          <w:rFonts w:ascii="Arial" w:hAnsi="Arial" w:cs="Arial"/>
        </w:rPr>
      </w:pPr>
    </w:p>
    <w:p w14:paraId="1866234A" w14:textId="0E492465" w:rsidR="000B40BA" w:rsidRPr="00985C3C" w:rsidRDefault="000B40BA">
      <w:pPr>
        <w:rPr>
          <w:rFonts w:ascii="Arial" w:eastAsia="Times New Roman" w:hAnsi="Arial" w:cs="Arial"/>
          <w:sz w:val="20"/>
          <w:szCs w:val="20"/>
          <w:lang w:eastAsia="en-NZ"/>
        </w:rPr>
      </w:pPr>
      <w:bookmarkStart w:id="636" w:name="_GoBack"/>
      <w:bookmarkEnd w:id="636"/>
    </w:p>
    <w:sectPr w:rsidR="000B40BA" w:rsidRPr="00985C3C" w:rsidSect="0031525E">
      <w:headerReference w:type="default" r:id="rId20"/>
      <w:pgSz w:w="11906" w:h="16838" w:code="9"/>
      <w:pgMar w:top="1440" w:right="1440" w:bottom="1440" w:left="1440"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A0A9E" w14:textId="77777777" w:rsidR="002870A8" w:rsidRDefault="002870A8">
      <w:r>
        <w:separator/>
      </w:r>
    </w:p>
    <w:p w14:paraId="7F664D59" w14:textId="77777777" w:rsidR="002870A8" w:rsidRDefault="002870A8"/>
    <w:p w14:paraId="12B25C93" w14:textId="77777777" w:rsidR="002870A8" w:rsidRDefault="002870A8"/>
  </w:endnote>
  <w:endnote w:type="continuationSeparator" w:id="0">
    <w:p w14:paraId="20A2FD4A" w14:textId="77777777" w:rsidR="002870A8" w:rsidRDefault="002870A8">
      <w:r>
        <w:continuationSeparator/>
      </w:r>
    </w:p>
    <w:p w14:paraId="27DBBE73" w14:textId="77777777" w:rsidR="002870A8" w:rsidRDefault="002870A8"/>
    <w:p w14:paraId="34260EF4" w14:textId="77777777" w:rsidR="002870A8" w:rsidRDefault="002870A8"/>
  </w:endnote>
  <w:endnote w:type="continuationNotice" w:id="1">
    <w:p w14:paraId="4E89FA68" w14:textId="77777777" w:rsidR="002870A8" w:rsidRDefault="00287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MaoriBold">
    <w:altName w:val="Rockwell Extra Bold"/>
    <w:panose1 w:val="020B0703020203020204"/>
    <w:charset w:val="00"/>
    <w:family w:val="swiss"/>
    <w:pitch w:val="variable"/>
    <w:sig w:usb0="800000AF" w:usb1="5000204A" w:usb2="00000000" w:usb3="00000000" w:csb0="0000009B"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venirMaoriLight">
    <w:altName w:val="Bell MT"/>
    <w:panose1 w:val="020B0402020203020204"/>
    <w:charset w:val="00"/>
    <w:family w:val="swiss"/>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venir LT Std 55 Roman">
    <w:panose1 w:val="00000000000000000000"/>
    <w:charset w:val="00"/>
    <w:family w:val="swiss"/>
    <w:notTrueType/>
    <w:pitch w:val="variable"/>
    <w:sig w:usb0="800000AF" w:usb1="4000204A" w:usb2="00000000" w:usb3="00000000" w:csb0="00000001" w:csb1="00000000"/>
  </w:font>
  <w:font w:name="Avenir LT Std 35 Light">
    <w:altName w:val="Century Gothic"/>
    <w:panose1 w:val="00000000000000000000"/>
    <w:charset w:val="00"/>
    <w:family w:val="swiss"/>
    <w:notTrueType/>
    <w:pitch w:val="variable"/>
    <w:sig w:usb0="800000AF" w:usb1="4000204A" w:usb2="00000000" w:usb3="00000000" w:csb0="00000001" w:csb1="00000000"/>
  </w:font>
  <w:font w:name="Gill Sans MT Pro Light">
    <w:altName w:val="Gill Sans MT Pro Light"/>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Udimat">
    <w:altName w:val="AUdima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C631C" w14:textId="77777777" w:rsidR="002870A8" w:rsidRDefault="002870A8">
      <w:r>
        <w:separator/>
      </w:r>
    </w:p>
  </w:footnote>
  <w:footnote w:type="continuationSeparator" w:id="0">
    <w:p w14:paraId="449E6B48" w14:textId="77777777" w:rsidR="002870A8" w:rsidRDefault="002870A8">
      <w:r>
        <w:continuationSeparator/>
      </w:r>
    </w:p>
    <w:p w14:paraId="0C867E5A" w14:textId="77777777" w:rsidR="002870A8" w:rsidRDefault="002870A8"/>
    <w:p w14:paraId="1EAA0A54" w14:textId="77777777" w:rsidR="002870A8" w:rsidRDefault="002870A8"/>
  </w:footnote>
  <w:footnote w:type="continuationNotice" w:id="1">
    <w:p w14:paraId="4AD69602" w14:textId="77777777" w:rsidR="002870A8" w:rsidRDefault="002870A8"/>
  </w:footnote>
  <w:footnote w:id="2">
    <w:p w14:paraId="5FCEB8BC" w14:textId="67325752" w:rsidR="002870A8" w:rsidRPr="00103A20" w:rsidRDefault="002870A8" w:rsidP="004D0B64">
      <w:pPr>
        <w:pStyle w:val="FootnoteText"/>
        <w:rPr>
          <w:rFonts w:ascii="Arial" w:hAnsi="Arial"/>
        </w:rPr>
      </w:pPr>
      <w:r w:rsidRPr="00103A20">
        <w:rPr>
          <w:rStyle w:val="FootnoteReference"/>
          <w:rFonts w:ascii="Arial" w:hAnsi="Arial"/>
        </w:rPr>
        <w:footnoteRef/>
      </w:r>
      <w:r w:rsidRPr="00103A20">
        <w:rPr>
          <w:rFonts w:ascii="Arial" w:hAnsi="Arial"/>
        </w:rPr>
        <w:t xml:space="preserve"> The Commission that pursues abundance for New Zealand.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BAB58" w14:textId="139D950F" w:rsidR="0031525E" w:rsidRPr="0031525E" w:rsidRDefault="0031525E" w:rsidP="0031525E">
    <w:pPr>
      <w:pStyle w:val="Header"/>
      <w:tabs>
        <w:tab w:val="left" w:pos="0"/>
      </w:tabs>
      <w:spacing w:line="288" w:lineRule="atLeast"/>
      <w:ind w:left="-567"/>
      <w:rPr>
        <w:color w:val="808080" w:themeColor="background1" w:themeShade="80"/>
      </w:rPr>
    </w:pPr>
    <w:r w:rsidRPr="0031525E">
      <w:rPr>
        <w:rFonts w:ascii="Arial" w:hAnsi="Arial"/>
        <w:color w:val="808080" w:themeColor="background1" w:themeShade="80"/>
      </w:rPr>
      <w:fldChar w:fldCharType="begin"/>
    </w:r>
    <w:r w:rsidRPr="0031525E">
      <w:rPr>
        <w:rFonts w:ascii="Arial" w:hAnsi="Arial"/>
        <w:color w:val="808080" w:themeColor="background1" w:themeShade="80"/>
      </w:rPr>
      <w:instrText xml:space="preserve"> PAGE </w:instrText>
    </w:r>
    <w:r w:rsidRPr="0031525E">
      <w:rPr>
        <w:rFonts w:ascii="Arial" w:hAnsi="Arial"/>
        <w:color w:val="808080" w:themeColor="background1" w:themeShade="80"/>
      </w:rPr>
      <w:fldChar w:fldCharType="separate"/>
    </w:r>
    <w:r w:rsidR="00FB3A94">
      <w:rPr>
        <w:rFonts w:ascii="Arial" w:hAnsi="Arial"/>
        <w:noProof/>
        <w:color w:val="808080" w:themeColor="background1" w:themeShade="80"/>
      </w:rPr>
      <w:t>20</w:t>
    </w:r>
    <w:r w:rsidRPr="0031525E">
      <w:rPr>
        <w:rFonts w:ascii="Arial" w:hAnsi="Arial"/>
        <w:noProof/>
        <w:color w:val="808080" w:themeColor="background1" w:themeShade="80"/>
      </w:rPr>
      <w:fldChar w:fldCharType="end"/>
    </w:r>
    <w:r w:rsidRPr="0031525E">
      <w:rPr>
        <w:rFonts w:ascii="Arial" w:hAnsi="Arial"/>
        <w:noProof/>
        <w:color w:val="808080" w:themeColor="background1" w:themeShade="80"/>
      </w:rPr>
      <w:tab/>
      <w:t>New model</w:t>
    </w:r>
    <w:r>
      <w:rPr>
        <w:rFonts w:ascii="Arial" w:hAnsi="Arial"/>
        <w:noProof/>
        <w:color w:val="808080" w:themeColor="background1" w:themeShade="80"/>
      </w:rPr>
      <w:t>s</w:t>
    </w:r>
    <w:r w:rsidRPr="0031525E">
      <w:rPr>
        <w:rFonts w:ascii="Arial" w:hAnsi="Arial"/>
        <w:noProof/>
        <w:color w:val="808080" w:themeColor="background1" w:themeShade="80"/>
      </w:rPr>
      <w:t xml:space="preserve"> of tertiary education: Questions from the Issues paper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EBF00" w14:textId="4812A602" w:rsidR="002870A8" w:rsidRPr="00103A20" w:rsidRDefault="002870A8" w:rsidP="00387F97">
    <w:pPr>
      <w:pStyle w:val="zHeaderOdd"/>
      <w:rPr>
        <w:rFonts w:ascii="Arial" w:hAnsi="Arial"/>
      </w:rPr>
    </w:pPr>
    <w:r w:rsidRPr="00103A20">
      <w:rPr>
        <w:rFonts w:ascii="Arial" w:hAnsi="Arial"/>
      </w:rPr>
      <w:tab/>
    </w:r>
    <w:r w:rsidR="0031525E">
      <w:rPr>
        <w:rFonts w:ascii="Arial" w:hAnsi="Arial"/>
      </w:rPr>
      <w:t>About this document</w:t>
    </w:r>
    <w:r w:rsidRPr="00103A20">
      <w:rPr>
        <w:rFonts w:ascii="Arial" w:hAnsi="Arial"/>
      </w:rPr>
      <w:tab/>
    </w:r>
    <w:r w:rsidRPr="00103A20">
      <w:rPr>
        <w:rFonts w:ascii="Arial" w:hAnsi="Arial"/>
      </w:rPr>
      <w:fldChar w:fldCharType="begin"/>
    </w:r>
    <w:r w:rsidRPr="00103A20">
      <w:rPr>
        <w:rFonts w:ascii="Arial" w:hAnsi="Arial"/>
      </w:rPr>
      <w:instrText xml:space="preserve"> PAGE </w:instrText>
    </w:r>
    <w:r w:rsidRPr="00103A20">
      <w:rPr>
        <w:rFonts w:ascii="Arial" w:hAnsi="Arial"/>
      </w:rPr>
      <w:fldChar w:fldCharType="separate"/>
    </w:r>
    <w:r w:rsidR="00FB3A94">
      <w:rPr>
        <w:rFonts w:ascii="Arial" w:hAnsi="Arial"/>
        <w:noProof/>
      </w:rPr>
      <w:t>3</w:t>
    </w:r>
    <w:r w:rsidRPr="00103A20">
      <w:rPr>
        <w:rFonts w:ascii="Arial" w:hAnsi="Arial"/>
        <w:noProof/>
      </w:rPr>
      <w:fldChar w:fldCharType="end"/>
    </w:r>
  </w:p>
  <w:p w14:paraId="4C0224A3" w14:textId="77777777" w:rsidR="002870A8" w:rsidRPr="00103A20" w:rsidRDefault="002870A8">
    <w:pPr>
      <w:pStyle w:val="Heade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C6C47" w14:textId="04B41925" w:rsidR="0031525E" w:rsidRDefault="0031525E">
    <w:pPr>
      <w:pStyle w:val="Header"/>
    </w:pPr>
    <w:r w:rsidRPr="00576DA8">
      <w:rPr>
        <w:rFonts w:ascii="AvenirMaoriBold" w:hAnsi="AvenirMaoriBold" w:cstheme="minorHAnsi"/>
        <w:b/>
        <w:noProof/>
        <w:lang w:eastAsia="en-NZ"/>
      </w:rPr>
      <w:drawing>
        <wp:anchor distT="0" distB="0" distL="114300" distR="114300" simplePos="0" relativeHeight="251659264" behindDoc="1" locked="0" layoutInCell="1" allowOverlap="1" wp14:anchorId="0C355E1C" wp14:editId="6CC0CE7A">
          <wp:simplePos x="0" y="0"/>
          <wp:positionH relativeFrom="column">
            <wp:posOffset>4162567</wp:posOffset>
          </wp:positionH>
          <wp:positionV relativeFrom="paragraph">
            <wp:posOffset>81251</wp:posOffset>
          </wp:positionV>
          <wp:extent cx="2092274" cy="1214651"/>
          <wp:effectExtent l="0" t="0" r="3810" b="50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PC%20Logo%20Colour%20Lar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274" cy="1214651"/>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3FBA4" w14:textId="790F2C70" w:rsidR="0031525E" w:rsidRPr="00103A20" w:rsidRDefault="0031525E" w:rsidP="00387F97">
    <w:pPr>
      <w:pStyle w:val="zHeaderOdd"/>
      <w:rPr>
        <w:rFonts w:ascii="Arial" w:hAnsi="Arial"/>
      </w:rPr>
    </w:pPr>
    <w:r w:rsidRPr="00103A20">
      <w:rPr>
        <w:rFonts w:ascii="Arial" w:hAnsi="Arial"/>
      </w:rPr>
      <w:tab/>
    </w:r>
    <w:r>
      <w:rPr>
        <w:rFonts w:ascii="Arial" w:hAnsi="Arial"/>
      </w:rPr>
      <w:t>Questions</w:t>
    </w:r>
    <w:r w:rsidRPr="00103A20">
      <w:rPr>
        <w:rFonts w:ascii="Arial" w:hAnsi="Arial"/>
      </w:rPr>
      <w:tab/>
    </w:r>
    <w:r w:rsidRPr="00103A20">
      <w:rPr>
        <w:rFonts w:ascii="Arial" w:hAnsi="Arial"/>
      </w:rPr>
      <w:fldChar w:fldCharType="begin"/>
    </w:r>
    <w:r w:rsidRPr="00103A20">
      <w:rPr>
        <w:rFonts w:ascii="Arial" w:hAnsi="Arial"/>
      </w:rPr>
      <w:instrText xml:space="preserve"> PAGE </w:instrText>
    </w:r>
    <w:r w:rsidRPr="00103A20">
      <w:rPr>
        <w:rFonts w:ascii="Arial" w:hAnsi="Arial"/>
      </w:rPr>
      <w:fldChar w:fldCharType="separate"/>
    </w:r>
    <w:r w:rsidR="00FB3A94">
      <w:rPr>
        <w:rFonts w:ascii="Arial" w:hAnsi="Arial"/>
        <w:noProof/>
      </w:rPr>
      <w:t>19</w:t>
    </w:r>
    <w:r w:rsidRPr="00103A20">
      <w:rPr>
        <w:rFonts w:ascii="Arial" w:hAnsi="Arial"/>
        <w:noProof/>
      </w:rPr>
      <w:fldChar w:fldCharType="end"/>
    </w:r>
  </w:p>
  <w:p w14:paraId="6B29ACAD" w14:textId="77777777" w:rsidR="0031525E" w:rsidRPr="00103A20" w:rsidRDefault="0031525E">
    <w:pPr>
      <w:pStyle w:val="Head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A6EB6"/>
    <w:multiLevelType w:val="multilevel"/>
    <w:tmpl w:val="A5A41806"/>
    <w:styleLink w:val="PCTableNotesList"/>
    <w:lvl w:ilvl="0">
      <w:start w:val="1"/>
      <w:numFmt w:val="decimal"/>
      <w:pStyle w:val="Notesbodytext"/>
      <w:lvlText w:val="%1."/>
      <w:lvlJc w:val="left"/>
      <w:pPr>
        <w:ind w:left="284" w:hanging="284"/>
      </w:pPr>
      <w:rPr>
        <w:rFonts w:hint="default"/>
      </w:rPr>
    </w:lvl>
    <w:lvl w:ilvl="1">
      <w:start w:val="1"/>
      <w:numFmt w:val="none"/>
      <w:lvlText w:val=""/>
      <w:lvlJc w:val="left"/>
      <w:pPr>
        <w:ind w:left="-31680" w:firstLine="0"/>
      </w:pPr>
      <w:rPr>
        <w:rFonts w:hint="default"/>
      </w:rPr>
    </w:lvl>
    <w:lvl w:ilvl="2">
      <w:start w:val="1"/>
      <w:numFmt w:val="none"/>
      <w:lvlText w:val=""/>
      <w:lvlJc w:val="left"/>
      <w:pPr>
        <w:ind w:left="-31680" w:firstLine="0"/>
      </w:pPr>
      <w:rPr>
        <w:rFonts w:hint="default"/>
      </w:rPr>
    </w:lvl>
    <w:lvl w:ilvl="3">
      <w:start w:val="1"/>
      <w:numFmt w:val="none"/>
      <w:lvlText w:val=""/>
      <w:lvlJc w:val="left"/>
      <w:pPr>
        <w:ind w:left="-31680" w:firstLine="0"/>
      </w:pPr>
      <w:rPr>
        <w:rFonts w:hint="default"/>
      </w:rPr>
    </w:lvl>
    <w:lvl w:ilvl="4">
      <w:start w:val="1"/>
      <w:numFmt w:val="none"/>
      <w:lvlText w:val=""/>
      <w:lvlJc w:val="left"/>
      <w:pPr>
        <w:ind w:left="-31680" w:firstLine="0"/>
      </w:pPr>
      <w:rPr>
        <w:rFonts w:hint="default"/>
      </w:rPr>
    </w:lvl>
    <w:lvl w:ilvl="5">
      <w:start w:val="1"/>
      <w:numFmt w:val="none"/>
      <w:lvlText w:val=""/>
      <w:lvlJc w:val="left"/>
      <w:pPr>
        <w:ind w:left="-31680" w:firstLine="0"/>
      </w:pPr>
      <w:rPr>
        <w:rFonts w:hint="default"/>
      </w:rPr>
    </w:lvl>
    <w:lvl w:ilvl="6">
      <w:start w:val="1"/>
      <w:numFmt w:val="none"/>
      <w:lvlText w:val=""/>
      <w:lvlJc w:val="left"/>
      <w:pPr>
        <w:ind w:left="-31680" w:firstLine="0"/>
      </w:pPr>
      <w:rPr>
        <w:rFonts w:hint="default"/>
      </w:rPr>
    </w:lvl>
    <w:lvl w:ilvl="7">
      <w:start w:val="1"/>
      <w:numFmt w:val="none"/>
      <w:lvlText w:val=""/>
      <w:lvlJc w:val="left"/>
      <w:pPr>
        <w:ind w:left="-31680" w:firstLine="0"/>
      </w:pPr>
      <w:rPr>
        <w:rFonts w:hint="default"/>
      </w:rPr>
    </w:lvl>
    <w:lvl w:ilvl="8">
      <w:start w:val="1"/>
      <w:numFmt w:val="none"/>
      <w:lvlText w:val=""/>
      <w:lvlJc w:val="left"/>
      <w:pPr>
        <w:ind w:left="-31680" w:firstLine="0"/>
      </w:pPr>
      <w:rPr>
        <w:rFonts w:hint="default"/>
      </w:rPr>
    </w:lvl>
  </w:abstractNum>
  <w:abstractNum w:abstractNumId="1" w15:restartNumberingAfterBreak="0">
    <w:nsid w:val="0DB502C2"/>
    <w:multiLevelType w:val="hybridMultilevel"/>
    <w:tmpl w:val="7158A264"/>
    <w:lvl w:ilvl="0" w:tplc="F9F85342">
      <w:start w:val="1"/>
      <w:numFmt w:val="bullet"/>
      <w:pStyle w:val="zInstructionsBullet"/>
      <w:lvlText w:val="▪"/>
      <w:lvlJc w:val="left"/>
      <w:pPr>
        <w:tabs>
          <w:tab w:val="num" w:pos="709"/>
        </w:tabs>
        <w:ind w:left="709" w:hanging="425"/>
      </w:pPr>
      <w:rPr>
        <w:rFonts w:ascii="Arial" w:hAnsi="Arial" w:hint="default"/>
        <w:color w:val="FF00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0302F"/>
    <w:multiLevelType w:val="multilevel"/>
    <w:tmpl w:val="8642F0DC"/>
    <w:styleLink w:val="PCQuestionsummaryList"/>
    <w:lvl w:ilvl="0">
      <w:start w:val="1"/>
      <w:numFmt w:val="decimal"/>
      <w:lvlText w:val="Q%1"/>
      <w:lvlJc w:val="left"/>
      <w:pPr>
        <w:tabs>
          <w:tab w:val="num" w:pos="567"/>
        </w:tabs>
        <w:ind w:left="567" w:hanging="567"/>
      </w:pPr>
      <w:rPr>
        <w:rFonts w:ascii="AvenirMaoriBold" w:hAnsi="AvenirMaoriBold" w:hint="default"/>
        <w:sz w:val="23"/>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 w15:restartNumberingAfterBreak="0">
    <w:nsid w:val="19D652E4"/>
    <w:multiLevelType w:val="multilevel"/>
    <w:tmpl w:val="DFD22862"/>
    <w:styleLink w:val="PCAlphalist"/>
    <w:lvl w:ilvl="0">
      <w:start w:val="1"/>
      <w:numFmt w:val="lowerLetter"/>
      <w:pStyle w:val="Alphalist"/>
      <w:lvlText w:val="%1)"/>
      <w:lvlJc w:val="left"/>
      <w:pPr>
        <w:tabs>
          <w:tab w:val="num" w:pos="340"/>
        </w:tabs>
        <w:ind w:left="340" w:hanging="34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1D28300C"/>
    <w:multiLevelType w:val="multilevel"/>
    <w:tmpl w:val="97F89B04"/>
    <w:styleLink w:val="PCNumberedlist"/>
    <w:lvl w:ilvl="0">
      <w:start w:val="1"/>
      <w:numFmt w:val="decimal"/>
      <w:lvlText w:val="%1."/>
      <w:lvlJc w:val="left"/>
      <w:pPr>
        <w:tabs>
          <w:tab w:val="num" w:pos="340"/>
        </w:tabs>
        <w:ind w:left="340" w:hanging="34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 w15:restartNumberingAfterBreak="0">
    <w:nsid w:val="24133363"/>
    <w:multiLevelType w:val="multilevel"/>
    <w:tmpl w:val="A27E4586"/>
    <w:styleLink w:val="PCBullets"/>
    <w:lvl w:ilvl="0">
      <w:start w:val="1"/>
      <w:numFmt w:val="bullet"/>
      <w:pStyle w:val="Bullet1Orange"/>
      <w:lvlText w:val=""/>
      <w:lvlJc w:val="left"/>
      <w:pPr>
        <w:tabs>
          <w:tab w:val="num" w:pos="340"/>
        </w:tabs>
        <w:ind w:left="340" w:hanging="340"/>
      </w:pPr>
      <w:rPr>
        <w:rFonts w:ascii="Wingdings 2" w:hAnsi="Wingdings 2" w:hint="default"/>
        <w:color w:val="DC8633"/>
      </w:rPr>
    </w:lvl>
    <w:lvl w:ilvl="1">
      <w:start w:val="1"/>
      <w:numFmt w:val="bullet"/>
      <w:pStyle w:val="Bullet2Orange"/>
      <w:lvlText w:val="-"/>
      <w:lvlJc w:val="left"/>
      <w:pPr>
        <w:tabs>
          <w:tab w:val="num" w:pos="680"/>
        </w:tabs>
        <w:ind w:left="680" w:hanging="340"/>
      </w:pPr>
      <w:rPr>
        <w:rFonts w:ascii="Times New Roman" w:hAnsi="Times New Roman" w:cs="Times New Roman" w:hint="default"/>
        <w:color w:val="DC8633"/>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2A997561"/>
    <w:multiLevelType w:val="multilevel"/>
    <w:tmpl w:val="5B38E476"/>
    <w:styleLink w:val="PCTablenoteslist0"/>
    <w:lvl w:ilvl="0">
      <w:start w:val="1"/>
      <w:numFmt w:val="decimal"/>
      <w:lvlText w:val="%1."/>
      <w:lvlJc w:val="left"/>
      <w:pPr>
        <w:ind w:left="284" w:hanging="284"/>
      </w:pPr>
      <w:rPr>
        <w:rFonts w:hint="default"/>
      </w:rPr>
    </w:lvl>
    <w:lvl w:ilvl="1">
      <w:start w:val="1"/>
      <w:numFmt w:val="none"/>
      <w:lvlText w:val=""/>
      <w:lvlJc w:val="left"/>
      <w:pPr>
        <w:ind w:left="-31680" w:firstLine="0"/>
      </w:pPr>
      <w:rPr>
        <w:rFonts w:hint="default"/>
      </w:rPr>
    </w:lvl>
    <w:lvl w:ilvl="2">
      <w:start w:val="1"/>
      <w:numFmt w:val="none"/>
      <w:lvlText w:val=""/>
      <w:lvlJc w:val="left"/>
      <w:pPr>
        <w:ind w:left="-31680" w:firstLine="0"/>
      </w:pPr>
      <w:rPr>
        <w:rFonts w:hint="default"/>
      </w:rPr>
    </w:lvl>
    <w:lvl w:ilvl="3">
      <w:start w:val="1"/>
      <w:numFmt w:val="none"/>
      <w:lvlText w:val=""/>
      <w:lvlJc w:val="left"/>
      <w:pPr>
        <w:ind w:left="-31680" w:firstLine="0"/>
      </w:pPr>
      <w:rPr>
        <w:rFonts w:hint="default"/>
      </w:rPr>
    </w:lvl>
    <w:lvl w:ilvl="4">
      <w:start w:val="1"/>
      <w:numFmt w:val="none"/>
      <w:lvlText w:val=""/>
      <w:lvlJc w:val="left"/>
      <w:pPr>
        <w:ind w:left="-31680" w:firstLine="0"/>
      </w:pPr>
      <w:rPr>
        <w:rFonts w:hint="default"/>
      </w:rPr>
    </w:lvl>
    <w:lvl w:ilvl="5">
      <w:start w:val="1"/>
      <w:numFmt w:val="none"/>
      <w:lvlText w:val=""/>
      <w:lvlJc w:val="left"/>
      <w:pPr>
        <w:ind w:left="-31680" w:firstLine="0"/>
      </w:pPr>
      <w:rPr>
        <w:rFonts w:hint="default"/>
      </w:rPr>
    </w:lvl>
    <w:lvl w:ilvl="6">
      <w:start w:val="1"/>
      <w:numFmt w:val="none"/>
      <w:lvlText w:val=""/>
      <w:lvlJc w:val="left"/>
      <w:pPr>
        <w:ind w:left="-31680" w:firstLine="0"/>
      </w:pPr>
      <w:rPr>
        <w:rFonts w:hint="default"/>
      </w:rPr>
    </w:lvl>
    <w:lvl w:ilvl="7">
      <w:start w:val="1"/>
      <w:numFmt w:val="none"/>
      <w:lvlText w:val=""/>
      <w:lvlJc w:val="left"/>
      <w:pPr>
        <w:ind w:left="-31680" w:firstLine="0"/>
      </w:pPr>
      <w:rPr>
        <w:rFonts w:hint="default"/>
      </w:rPr>
    </w:lvl>
    <w:lvl w:ilvl="8">
      <w:start w:val="1"/>
      <w:numFmt w:val="none"/>
      <w:lvlText w:val=""/>
      <w:lvlJc w:val="left"/>
      <w:pPr>
        <w:ind w:left="-31680" w:firstLine="0"/>
      </w:pPr>
      <w:rPr>
        <w:rFonts w:hint="default"/>
      </w:rPr>
    </w:lvl>
  </w:abstractNum>
  <w:abstractNum w:abstractNumId="7" w15:restartNumberingAfterBreak="0">
    <w:nsid w:val="2BAD39DF"/>
    <w:multiLevelType w:val="multilevel"/>
    <w:tmpl w:val="53847908"/>
    <w:lvl w:ilvl="0">
      <w:start w:val="1"/>
      <w:numFmt w:val="decimal"/>
      <w:pStyle w:val="Heading1"/>
      <w:lvlText w:val="%1"/>
      <w:lvlJc w:val="left"/>
      <w:pPr>
        <w:tabs>
          <w:tab w:val="num" w:pos="992"/>
        </w:tabs>
        <w:ind w:left="992" w:hanging="992"/>
      </w:pPr>
      <w:rPr>
        <w:rFonts w:hint="default"/>
        <w:sz w:val="64"/>
        <w:szCs w:val="64"/>
      </w:rPr>
    </w:lvl>
    <w:lvl w:ilvl="1">
      <w:start w:val="1"/>
      <w:numFmt w:val="decimal"/>
      <w:lvlText w:val="%1.%2"/>
      <w:lvlJc w:val="left"/>
      <w:pPr>
        <w:ind w:left="851" w:hanging="851"/>
      </w:pPr>
      <w:rPr>
        <w:rFonts w:hint="default"/>
      </w:rPr>
    </w:lvl>
    <w:lvl w:ilvl="2">
      <w:start w:val="1"/>
      <w:numFmt w:val="none"/>
      <w:pStyle w:val="NumberedHeading3"/>
      <w:suff w:val="nothing"/>
      <w:lvlText w:val=""/>
      <w:lvlJc w:val="left"/>
      <w:pPr>
        <w:ind w:left="0" w:firstLine="0"/>
      </w:pPr>
      <w:rPr>
        <w:rFonts w:hint="default"/>
      </w:rPr>
    </w:lvl>
    <w:lvl w:ilvl="3">
      <w:start w:val="1"/>
      <w:numFmt w:val="none"/>
      <w:pStyle w:val="Heading2"/>
      <w:suff w:val="nothing"/>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15:restartNumberingAfterBreak="0">
    <w:nsid w:val="2D6C3CEF"/>
    <w:multiLevelType w:val="multilevel"/>
    <w:tmpl w:val="062AEC9C"/>
    <w:styleLink w:val="PCTableBulletList"/>
    <w:lvl w:ilvl="0">
      <w:start w:val="1"/>
      <w:numFmt w:val="bullet"/>
      <w:pStyle w:val="TableBullet"/>
      <w:lvlText w:val="−"/>
      <w:lvlJc w:val="left"/>
      <w:pPr>
        <w:tabs>
          <w:tab w:val="num" w:pos="284"/>
        </w:tabs>
        <w:ind w:left="284" w:hanging="284"/>
      </w:pPr>
      <w:rPr>
        <w:rFonts w:ascii="Lucida Sans Unicode" w:hAnsi="Lucida Sans Unicode"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2DF42106"/>
    <w:multiLevelType w:val="multilevel"/>
    <w:tmpl w:val="5B38E476"/>
    <w:styleLink w:val="PCTablenotes"/>
    <w:lvl w:ilvl="0">
      <w:start w:val="1"/>
      <w:numFmt w:val="decimal"/>
      <w:lvlText w:val="%1."/>
      <w:lvlJc w:val="left"/>
      <w:pPr>
        <w:ind w:left="284" w:hanging="284"/>
      </w:pPr>
      <w:rPr>
        <w:rFonts w:hint="default"/>
      </w:rPr>
    </w:lvl>
    <w:lvl w:ilvl="1">
      <w:start w:val="1"/>
      <w:numFmt w:val="none"/>
      <w:lvlText w:val=""/>
      <w:lvlJc w:val="left"/>
      <w:pPr>
        <w:ind w:left="-31680" w:firstLine="0"/>
      </w:pPr>
      <w:rPr>
        <w:rFonts w:hint="default"/>
      </w:rPr>
    </w:lvl>
    <w:lvl w:ilvl="2">
      <w:start w:val="1"/>
      <w:numFmt w:val="none"/>
      <w:lvlText w:val=""/>
      <w:lvlJc w:val="left"/>
      <w:pPr>
        <w:ind w:left="-31680" w:firstLine="0"/>
      </w:pPr>
      <w:rPr>
        <w:rFonts w:hint="default"/>
      </w:rPr>
    </w:lvl>
    <w:lvl w:ilvl="3">
      <w:start w:val="1"/>
      <w:numFmt w:val="none"/>
      <w:lvlText w:val=""/>
      <w:lvlJc w:val="left"/>
      <w:pPr>
        <w:ind w:left="-31680" w:firstLine="0"/>
      </w:pPr>
      <w:rPr>
        <w:rFonts w:hint="default"/>
      </w:rPr>
    </w:lvl>
    <w:lvl w:ilvl="4">
      <w:start w:val="1"/>
      <w:numFmt w:val="none"/>
      <w:lvlText w:val=""/>
      <w:lvlJc w:val="left"/>
      <w:pPr>
        <w:ind w:left="-31680" w:firstLine="0"/>
      </w:pPr>
      <w:rPr>
        <w:rFonts w:hint="default"/>
      </w:rPr>
    </w:lvl>
    <w:lvl w:ilvl="5">
      <w:start w:val="1"/>
      <w:numFmt w:val="none"/>
      <w:lvlText w:val=""/>
      <w:lvlJc w:val="left"/>
      <w:pPr>
        <w:ind w:left="-31680" w:firstLine="0"/>
      </w:pPr>
      <w:rPr>
        <w:rFonts w:hint="default"/>
      </w:rPr>
    </w:lvl>
    <w:lvl w:ilvl="6">
      <w:start w:val="1"/>
      <w:numFmt w:val="none"/>
      <w:lvlText w:val=""/>
      <w:lvlJc w:val="left"/>
      <w:pPr>
        <w:ind w:left="-31680" w:firstLine="0"/>
      </w:pPr>
      <w:rPr>
        <w:rFonts w:hint="default"/>
      </w:rPr>
    </w:lvl>
    <w:lvl w:ilvl="7">
      <w:start w:val="1"/>
      <w:numFmt w:val="none"/>
      <w:lvlText w:val=""/>
      <w:lvlJc w:val="left"/>
      <w:pPr>
        <w:ind w:left="-31680" w:firstLine="0"/>
      </w:pPr>
      <w:rPr>
        <w:rFonts w:hint="default"/>
      </w:rPr>
    </w:lvl>
    <w:lvl w:ilvl="8">
      <w:start w:val="1"/>
      <w:numFmt w:val="none"/>
      <w:lvlText w:val=""/>
      <w:lvlJc w:val="left"/>
      <w:pPr>
        <w:ind w:left="-31680" w:firstLine="0"/>
      </w:pPr>
      <w:rPr>
        <w:rFonts w:hint="default"/>
      </w:rPr>
    </w:lvl>
  </w:abstractNum>
  <w:abstractNum w:abstractNumId="10" w15:restartNumberingAfterBreak="0">
    <w:nsid w:val="34A71C6D"/>
    <w:multiLevelType w:val="multilevel"/>
    <w:tmpl w:val="3EC6C600"/>
    <w:styleLink w:val="PCBoxList"/>
    <w:lvl w:ilvl="0">
      <w:start w:val="1"/>
      <w:numFmt w:val="decimal"/>
      <w:lvlText w:val="Box %1"/>
      <w:lvlJc w:val="left"/>
      <w:pPr>
        <w:ind w:left="964" w:hanging="964"/>
      </w:pPr>
      <w:rPr>
        <w:rFonts w:ascii="AvenirMaoriLight" w:hAnsi="AvenirMaoriLight" w:hint="default"/>
        <w:b w:val="0"/>
        <w:i w:val="0"/>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3A7E2AEA"/>
    <w:multiLevelType w:val="multilevel"/>
    <w:tmpl w:val="32C4CE92"/>
    <w:styleLink w:val="PCQuotationnumberingliststyle"/>
    <w:lvl w:ilvl="0">
      <w:start w:val="1"/>
      <w:numFmt w:val="decimal"/>
      <w:pStyle w:val="Quotationnumberedlist"/>
      <w:lvlText w:val="%1."/>
      <w:lvlJc w:val="left"/>
      <w:pPr>
        <w:tabs>
          <w:tab w:val="num" w:pos="851"/>
        </w:tabs>
        <w:ind w:left="851" w:hanging="426"/>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3C096284"/>
    <w:multiLevelType w:val="multilevel"/>
    <w:tmpl w:val="97F89B04"/>
    <w:lvl w:ilvl="0">
      <w:start w:val="1"/>
      <w:numFmt w:val="decimal"/>
      <w:pStyle w:val="Numberedlist"/>
      <w:lvlText w:val="%1."/>
      <w:lvlJc w:val="left"/>
      <w:pPr>
        <w:tabs>
          <w:tab w:val="num" w:pos="340"/>
        </w:tabs>
        <w:ind w:left="340" w:hanging="340"/>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424629B8"/>
    <w:multiLevelType w:val="multilevel"/>
    <w:tmpl w:val="9E70D7BA"/>
    <w:styleLink w:val="PCQuotationbulletliststyle"/>
    <w:lvl w:ilvl="0">
      <w:start w:val="1"/>
      <w:numFmt w:val="bullet"/>
      <w:pStyle w:val="Quotationbullet"/>
      <w:lvlText w:val=""/>
      <w:lvlJc w:val="left"/>
      <w:pPr>
        <w:tabs>
          <w:tab w:val="num" w:pos="851"/>
        </w:tabs>
        <w:ind w:left="851" w:hanging="426"/>
      </w:pPr>
      <w:rPr>
        <w:rFonts w:ascii="Wingdings 2" w:hAnsi="Wingdings 2" w:hint="default"/>
        <w:color w:val="262626"/>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494648C9"/>
    <w:multiLevelType w:val="multilevel"/>
    <w:tmpl w:val="B8C021F0"/>
    <w:styleLink w:val="PCQuestionList"/>
    <w:lvl w:ilvl="0">
      <w:start w:val="1"/>
      <w:numFmt w:val="decimal"/>
      <w:suff w:val="nothing"/>
      <w:lvlText w:val="Q%1"/>
      <w:lvlJc w:val="left"/>
      <w:pPr>
        <w:ind w:left="0" w:firstLine="0"/>
      </w:pPr>
      <w:rPr>
        <w:rFonts w:hint="default"/>
        <w:color w:val="FFFFFF" w:themeColor="background1"/>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AC070D6"/>
    <w:multiLevelType w:val="multilevel"/>
    <w:tmpl w:val="1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CF17799"/>
    <w:multiLevelType w:val="multilevel"/>
    <w:tmpl w:val="F28EF6BC"/>
    <w:styleLink w:val="PCHeadingslist1"/>
    <w:lvl w:ilvl="0">
      <w:start w:val="1"/>
      <w:numFmt w:val="decimal"/>
      <w:lvlText w:val="%1."/>
      <w:lvlJc w:val="left"/>
      <w:pPr>
        <w:ind w:left="284" w:hanging="284"/>
      </w:pPr>
      <w:rPr>
        <w:rFonts w:hint="default"/>
      </w:rPr>
    </w:lvl>
    <w:lvl w:ilvl="1">
      <w:start w:val="1"/>
      <w:numFmt w:val="none"/>
      <w:lvlText w:val=""/>
      <w:lvlJc w:val="left"/>
      <w:pPr>
        <w:ind w:left="-31680" w:firstLine="0"/>
      </w:pPr>
      <w:rPr>
        <w:rFonts w:hint="default"/>
      </w:rPr>
    </w:lvl>
    <w:lvl w:ilvl="2">
      <w:start w:val="1"/>
      <w:numFmt w:val="none"/>
      <w:lvlText w:val=""/>
      <w:lvlJc w:val="left"/>
      <w:pPr>
        <w:ind w:left="-31680" w:firstLine="0"/>
      </w:pPr>
      <w:rPr>
        <w:rFonts w:hint="default"/>
      </w:rPr>
    </w:lvl>
    <w:lvl w:ilvl="3">
      <w:start w:val="1"/>
      <w:numFmt w:val="none"/>
      <w:lvlText w:val=""/>
      <w:lvlJc w:val="left"/>
      <w:pPr>
        <w:ind w:left="-31680" w:firstLine="0"/>
      </w:pPr>
      <w:rPr>
        <w:rFonts w:hint="default"/>
      </w:rPr>
    </w:lvl>
    <w:lvl w:ilvl="4">
      <w:start w:val="1"/>
      <w:numFmt w:val="none"/>
      <w:lvlText w:val=""/>
      <w:lvlJc w:val="left"/>
      <w:pPr>
        <w:ind w:left="-31680" w:firstLine="0"/>
      </w:pPr>
      <w:rPr>
        <w:rFonts w:hint="default"/>
      </w:rPr>
    </w:lvl>
    <w:lvl w:ilvl="5">
      <w:start w:val="1"/>
      <w:numFmt w:val="none"/>
      <w:lvlText w:val=""/>
      <w:lvlJc w:val="left"/>
      <w:pPr>
        <w:ind w:left="-31680" w:firstLine="0"/>
      </w:pPr>
      <w:rPr>
        <w:rFonts w:hint="default"/>
      </w:rPr>
    </w:lvl>
    <w:lvl w:ilvl="6">
      <w:start w:val="1"/>
      <w:numFmt w:val="none"/>
      <w:lvlText w:val=""/>
      <w:lvlJc w:val="left"/>
      <w:pPr>
        <w:ind w:left="-31680" w:firstLine="0"/>
      </w:pPr>
      <w:rPr>
        <w:rFonts w:hint="default"/>
      </w:rPr>
    </w:lvl>
    <w:lvl w:ilvl="7">
      <w:start w:val="1"/>
      <w:numFmt w:val="none"/>
      <w:lvlText w:val=""/>
      <w:lvlJc w:val="left"/>
      <w:pPr>
        <w:ind w:left="-31680" w:firstLine="0"/>
      </w:pPr>
      <w:rPr>
        <w:rFonts w:hint="default"/>
      </w:rPr>
    </w:lvl>
    <w:lvl w:ilvl="8">
      <w:start w:val="1"/>
      <w:numFmt w:val="none"/>
      <w:lvlText w:val=""/>
      <w:lvlJc w:val="left"/>
      <w:pPr>
        <w:ind w:left="-31680" w:firstLine="0"/>
      </w:pPr>
      <w:rPr>
        <w:rFonts w:hint="default"/>
      </w:rPr>
    </w:lvl>
  </w:abstractNum>
  <w:abstractNum w:abstractNumId="17" w15:restartNumberingAfterBreak="0">
    <w:nsid w:val="576D420F"/>
    <w:multiLevelType w:val="multilevel"/>
    <w:tmpl w:val="87FAF4E0"/>
    <w:styleLink w:val="PCAppendix"/>
    <w:lvl w:ilvl="0">
      <w:start w:val="1"/>
      <w:numFmt w:val="upperLetter"/>
      <w:pStyle w:val="Heading7"/>
      <w:lvlText w:val="Appendix %1"/>
      <w:lvlJc w:val="left"/>
      <w:pPr>
        <w:tabs>
          <w:tab w:val="num" w:pos="11765"/>
        </w:tabs>
        <w:ind w:left="11765" w:hanging="2693"/>
      </w:pPr>
      <w:rPr>
        <w:rFonts w:hint="default"/>
      </w:rPr>
    </w:lvl>
    <w:lvl w:ilvl="1">
      <w:start w:val="1"/>
      <w:numFmt w:val="decimal"/>
      <w:pStyle w:val="AppendixHeading2"/>
      <w:lvlText w:val="%1.%2"/>
      <w:lvlJc w:val="left"/>
      <w:pPr>
        <w:tabs>
          <w:tab w:val="num" w:pos="9923"/>
        </w:tabs>
        <w:ind w:left="9923" w:hanging="851"/>
      </w:pPr>
      <w:rPr>
        <w:rFonts w:hint="default"/>
      </w:rPr>
    </w:lvl>
    <w:lvl w:ilvl="2">
      <w:start w:val="1"/>
      <w:numFmt w:val="none"/>
      <w:lvlText w:val=""/>
      <w:lvlJc w:val="left"/>
      <w:pPr>
        <w:tabs>
          <w:tab w:val="num" w:pos="9072"/>
        </w:tabs>
        <w:ind w:left="9072" w:firstLine="0"/>
      </w:pPr>
      <w:rPr>
        <w:rFonts w:hint="default"/>
      </w:rPr>
    </w:lvl>
    <w:lvl w:ilvl="3">
      <w:start w:val="1"/>
      <w:numFmt w:val="none"/>
      <w:lvlText w:val=""/>
      <w:lvlJc w:val="left"/>
      <w:pPr>
        <w:tabs>
          <w:tab w:val="num" w:pos="9072"/>
        </w:tabs>
        <w:ind w:left="9072" w:firstLine="0"/>
      </w:pPr>
      <w:rPr>
        <w:rFonts w:hint="default"/>
      </w:rPr>
    </w:lvl>
    <w:lvl w:ilvl="4">
      <w:start w:val="1"/>
      <w:numFmt w:val="none"/>
      <w:lvlText w:val=""/>
      <w:lvlJc w:val="left"/>
      <w:pPr>
        <w:tabs>
          <w:tab w:val="num" w:pos="9072"/>
        </w:tabs>
        <w:ind w:left="9072" w:firstLine="0"/>
      </w:pPr>
      <w:rPr>
        <w:rFonts w:hint="default"/>
      </w:rPr>
    </w:lvl>
    <w:lvl w:ilvl="5">
      <w:start w:val="1"/>
      <w:numFmt w:val="none"/>
      <w:lvlText w:val=""/>
      <w:lvlJc w:val="left"/>
      <w:pPr>
        <w:tabs>
          <w:tab w:val="num" w:pos="9072"/>
        </w:tabs>
        <w:ind w:left="9072" w:firstLine="0"/>
      </w:pPr>
      <w:rPr>
        <w:rFonts w:hint="default"/>
      </w:rPr>
    </w:lvl>
    <w:lvl w:ilvl="6">
      <w:start w:val="1"/>
      <w:numFmt w:val="none"/>
      <w:lvlText w:val=""/>
      <w:lvlJc w:val="left"/>
      <w:pPr>
        <w:tabs>
          <w:tab w:val="num" w:pos="9072"/>
        </w:tabs>
        <w:ind w:left="9072" w:firstLine="0"/>
      </w:pPr>
      <w:rPr>
        <w:rFonts w:hint="default"/>
      </w:rPr>
    </w:lvl>
    <w:lvl w:ilvl="7">
      <w:start w:val="1"/>
      <w:numFmt w:val="none"/>
      <w:lvlText w:val=""/>
      <w:lvlJc w:val="left"/>
      <w:pPr>
        <w:tabs>
          <w:tab w:val="num" w:pos="9072"/>
        </w:tabs>
        <w:ind w:left="9072" w:firstLine="0"/>
      </w:pPr>
      <w:rPr>
        <w:rFonts w:hint="default"/>
      </w:rPr>
    </w:lvl>
    <w:lvl w:ilvl="8">
      <w:start w:val="1"/>
      <w:numFmt w:val="none"/>
      <w:lvlText w:val=""/>
      <w:lvlJc w:val="left"/>
      <w:pPr>
        <w:tabs>
          <w:tab w:val="num" w:pos="9072"/>
        </w:tabs>
        <w:ind w:left="9072" w:firstLine="0"/>
      </w:pPr>
      <w:rPr>
        <w:rFonts w:hint="default"/>
      </w:rPr>
    </w:lvl>
  </w:abstractNum>
  <w:abstractNum w:abstractNumId="18" w15:restartNumberingAfterBreak="0">
    <w:nsid w:val="58C70137"/>
    <w:multiLevelType w:val="multilevel"/>
    <w:tmpl w:val="624A08BE"/>
    <w:styleLink w:val="PCHeadingslist"/>
    <w:lvl w:ilvl="0">
      <w:start w:val="1"/>
      <w:numFmt w:val="decimal"/>
      <w:lvlText w:val="%1"/>
      <w:lvlJc w:val="left"/>
      <w:pPr>
        <w:tabs>
          <w:tab w:val="num" w:pos="992"/>
        </w:tabs>
        <w:ind w:left="992" w:hanging="992"/>
      </w:pPr>
      <w:rPr>
        <w:rFonts w:hint="default"/>
        <w:sz w:val="48"/>
      </w:rPr>
    </w:lvl>
    <w:lvl w:ilvl="1">
      <w:start w:val="1"/>
      <w:numFmt w:val="decimal"/>
      <w:lvlText w:val="%1.%2"/>
      <w:lvlJc w:val="left"/>
      <w:pPr>
        <w:ind w:left="851" w:hanging="851"/>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5C7B2B68"/>
    <w:multiLevelType w:val="multilevel"/>
    <w:tmpl w:val="66624E4C"/>
    <w:styleLink w:val="PCBulletBlue"/>
    <w:lvl w:ilvl="0">
      <w:start w:val="1"/>
      <w:numFmt w:val="bullet"/>
      <w:pStyle w:val="Bullet1Blue"/>
      <w:lvlText w:val=""/>
      <w:lvlJc w:val="left"/>
      <w:pPr>
        <w:ind w:left="340" w:hanging="340"/>
      </w:pPr>
      <w:rPr>
        <w:rFonts w:ascii="Wingdings 2" w:hAnsi="Wingdings 2" w:hint="default"/>
        <w:color w:val="4298B5"/>
      </w:rPr>
    </w:lvl>
    <w:lvl w:ilvl="1">
      <w:start w:val="1"/>
      <w:numFmt w:val="bullet"/>
      <w:pStyle w:val="Bullet2Blue"/>
      <w:lvlText w:val="-"/>
      <w:lvlJc w:val="left"/>
      <w:pPr>
        <w:tabs>
          <w:tab w:val="num" w:pos="680"/>
        </w:tabs>
        <w:ind w:left="680" w:hanging="340"/>
      </w:pPr>
      <w:rPr>
        <w:rFonts w:ascii="Times New Roman" w:hAnsi="Times New Roman" w:cs="Times New Roman" w:hint="default"/>
        <w:color w:val="4298B5"/>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7453533E"/>
    <w:multiLevelType w:val="multilevel"/>
    <w:tmpl w:val="64020DFA"/>
    <w:styleLink w:val="PCOverviewCaptionlist"/>
    <w:lvl w:ilvl="0">
      <w:start w:val="1"/>
      <w:numFmt w:val="decimal"/>
      <w:pStyle w:val="OverviewCaption"/>
      <w:lvlText w:val="Figure 0.%1"/>
      <w:lvlJc w:val="left"/>
      <w:pPr>
        <w:tabs>
          <w:tab w:val="num" w:pos="1276"/>
        </w:tabs>
        <w:ind w:left="0" w:firstLine="0"/>
      </w:pPr>
      <w:rPr>
        <w:rFonts w:ascii="AvenirMaoriLight" w:hAnsi="AvenirMaoriLight"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
  </w:num>
  <w:num w:numId="2">
    <w:abstractNumId w:val="19"/>
  </w:num>
  <w:num w:numId="3">
    <w:abstractNumId w:val="17"/>
  </w:num>
  <w:num w:numId="4">
    <w:abstractNumId w:val="10"/>
  </w:num>
  <w:num w:numId="5">
    <w:abstractNumId w:val="5"/>
  </w:num>
  <w:num w:numId="6">
    <w:abstractNumId w:val="8"/>
  </w:num>
  <w:num w:numId="7">
    <w:abstractNumId w:val="0"/>
  </w:num>
  <w:num w:numId="8">
    <w:abstractNumId w:val="20"/>
  </w:num>
  <w:num w:numId="9">
    <w:abstractNumId w:val="13"/>
  </w:num>
  <w:num w:numId="10">
    <w:abstractNumId w:val="11"/>
  </w:num>
  <w:num w:numId="11">
    <w:abstractNumId w:val="2"/>
  </w:num>
  <w:num w:numId="12">
    <w:abstractNumId w:val="15"/>
  </w:num>
  <w:num w:numId="13">
    <w:abstractNumId w:val="14"/>
  </w:num>
  <w:num w:numId="14">
    <w:abstractNumId w:val="9"/>
  </w:num>
  <w:num w:numId="15">
    <w:abstractNumId w:val="16"/>
  </w:num>
  <w:num w:numId="16">
    <w:abstractNumId w:val="6"/>
  </w:num>
  <w:num w:numId="17">
    <w:abstractNumId w:val="12"/>
  </w:num>
  <w:num w:numId="18">
    <w:abstractNumId w:val="3"/>
  </w:num>
  <w:num w:numId="19">
    <w:abstractNumId w:val="18"/>
  </w:num>
  <w:num w:numId="20">
    <w:abstractNumId w:val="7"/>
  </w:num>
  <w:num w:numId="21">
    <w:abstractNumId w:val="4"/>
  </w:num>
  <w:num w:numId="22">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567"/>
  <w:evenAndOddHeaders/>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apterNumberingFigure" w:val="False"/>
    <w:docVar w:name="ChapterNumberingTable" w:val="True"/>
    <w:docVar w:name="ClientID" w:val="525"/>
    <w:docVar w:name="DocumentStatus" w:val="DRAFT"/>
    <w:docVar w:name="HeaderText" w:val="Inquiry name"/>
    <w:docVar w:name="Me" w:val="IssuesPaper"/>
    <w:docVar w:name="NIWA_Address" w:val=" "/>
    <w:docVar w:name="PRODCOMTemplate" w:val="Issues Paper"/>
    <w:docVar w:name="ProjectNo" w:val=" "/>
    <w:docVar w:name="ReportNo" w:val=" "/>
    <w:docVar w:name="rptAuthorInfo" w:val=" "/>
    <w:docVar w:name="rptClient" w:val=" "/>
    <w:docVar w:name="rptDate" w:val=" "/>
    <w:docVar w:name="rptLocation" w:val=" "/>
    <w:docVar w:name="rptProjectNumber" w:val=" "/>
    <w:docVar w:name="rptReportNumber" w:val=" "/>
    <w:docVar w:name="rptSubtitle" w:val=" "/>
    <w:docVar w:name="rptTitle" w:val=" "/>
    <w:docVar w:name="Sharepoint" w:val="True"/>
    <w:docVar w:name="ShowHeaderText" w:val=" "/>
    <w:docVar w:name="ShowSaveDate" w:val=" "/>
  </w:docVars>
  <w:rsids>
    <w:rsidRoot w:val="002232FA"/>
    <w:rsid w:val="0000076B"/>
    <w:rsid w:val="00001E47"/>
    <w:rsid w:val="000020A5"/>
    <w:rsid w:val="00002216"/>
    <w:rsid w:val="00002280"/>
    <w:rsid w:val="00002733"/>
    <w:rsid w:val="00003316"/>
    <w:rsid w:val="00003AD6"/>
    <w:rsid w:val="000040A2"/>
    <w:rsid w:val="000047D6"/>
    <w:rsid w:val="00004B21"/>
    <w:rsid w:val="00004D93"/>
    <w:rsid w:val="00004E16"/>
    <w:rsid w:val="00005570"/>
    <w:rsid w:val="00005601"/>
    <w:rsid w:val="00005C4A"/>
    <w:rsid w:val="00005F1A"/>
    <w:rsid w:val="000061D8"/>
    <w:rsid w:val="00006CC5"/>
    <w:rsid w:val="0000761B"/>
    <w:rsid w:val="000079A7"/>
    <w:rsid w:val="00007AE4"/>
    <w:rsid w:val="00010FB8"/>
    <w:rsid w:val="00011678"/>
    <w:rsid w:val="00011E65"/>
    <w:rsid w:val="00011F7E"/>
    <w:rsid w:val="00012216"/>
    <w:rsid w:val="000129C5"/>
    <w:rsid w:val="00013690"/>
    <w:rsid w:val="00013B90"/>
    <w:rsid w:val="00013E9D"/>
    <w:rsid w:val="00014211"/>
    <w:rsid w:val="00014F0B"/>
    <w:rsid w:val="00014F6B"/>
    <w:rsid w:val="000153AD"/>
    <w:rsid w:val="000153B8"/>
    <w:rsid w:val="00015519"/>
    <w:rsid w:val="000157A5"/>
    <w:rsid w:val="000157BF"/>
    <w:rsid w:val="00015877"/>
    <w:rsid w:val="00015A5F"/>
    <w:rsid w:val="00015AE2"/>
    <w:rsid w:val="00015FA8"/>
    <w:rsid w:val="000162BD"/>
    <w:rsid w:val="0001674F"/>
    <w:rsid w:val="00016773"/>
    <w:rsid w:val="00016C1C"/>
    <w:rsid w:val="00016C55"/>
    <w:rsid w:val="0001730F"/>
    <w:rsid w:val="00017B55"/>
    <w:rsid w:val="00017FF5"/>
    <w:rsid w:val="000204B1"/>
    <w:rsid w:val="000205BD"/>
    <w:rsid w:val="0002085B"/>
    <w:rsid w:val="00020E4F"/>
    <w:rsid w:val="0002144E"/>
    <w:rsid w:val="000219F4"/>
    <w:rsid w:val="00021C94"/>
    <w:rsid w:val="00021E05"/>
    <w:rsid w:val="00021E66"/>
    <w:rsid w:val="0002217B"/>
    <w:rsid w:val="000224E1"/>
    <w:rsid w:val="000225D0"/>
    <w:rsid w:val="00023203"/>
    <w:rsid w:val="00023A55"/>
    <w:rsid w:val="00023D77"/>
    <w:rsid w:val="000244E5"/>
    <w:rsid w:val="0002481A"/>
    <w:rsid w:val="00024D76"/>
    <w:rsid w:val="00024ED7"/>
    <w:rsid w:val="000251DE"/>
    <w:rsid w:val="0002528D"/>
    <w:rsid w:val="0002567A"/>
    <w:rsid w:val="000257CF"/>
    <w:rsid w:val="000257F0"/>
    <w:rsid w:val="000263F3"/>
    <w:rsid w:val="00026AD5"/>
    <w:rsid w:val="00026AD9"/>
    <w:rsid w:val="000273C9"/>
    <w:rsid w:val="00030151"/>
    <w:rsid w:val="0003023B"/>
    <w:rsid w:val="00030D88"/>
    <w:rsid w:val="000312D6"/>
    <w:rsid w:val="00031598"/>
    <w:rsid w:val="00031932"/>
    <w:rsid w:val="00032652"/>
    <w:rsid w:val="000329AD"/>
    <w:rsid w:val="00032DFE"/>
    <w:rsid w:val="00032E57"/>
    <w:rsid w:val="000330F5"/>
    <w:rsid w:val="00033136"/>
    <w:rsid w:val="0003382F"/>
    <w:rsid w:val="0003387E"/>
    <w:rsid w:val="00033ACC"/>
    <w:rsid w:val="00034692"/>
    <w:rsid w:val="00034880"/>
    <w:rsid w:val="00035024"/>
    <w:rsid w:val="00035251"/>
    <w:rsid w:val="00035596"/>
    <w:rsid w:val="000355A1"/>
    <w:rsid w:val="0003668B"/>
    <w:rsid w:val="000375FB"/>
    <w:rsid w:val="0003764D"/>
    <w:rsid w:val="00040098"/>
    <w:rsid w:val="00040484"/>
    <w:rsid w:val="000405F2"/>
    <w:rsid w:val="000406B7"/>
    <w:rsid w:val="000408E2"/>
    <w:rsid w:val="00041A24"/>
    <w:rsid w:val="00041A91"/>
    <w:rsid w:val="00041F6C"/>
    <w:rsid w:val="00042993"/>
    <w:rsid w:val="00042D87"/>
    <w:rsid w:val="000430F9"/>
    <w:rsid w:val="00043348"/>
    <w:rsid w:val="0004382C"/>
    <w:rsid w:val="00043C1F"/>
    <w:rsid w:val="00044373"/>
    <w:rsid w:val="00044B37"/>
    <w:rsid w:val="0004526C"/>
    <w:rsid w:val="000456B0"/>
    <w:rsid w:val="00045853"/>
    <w:rsid w:val="000459B4"/>
    <w:rsid w:val="00046133"/>
    <w:rsid w:val="000461B2"/>
    <w:rsid w:val="00046229"/>
    <w:rsid w:val="00046611"/>
    <w:rsid w:val="00046984"/>
    <w:rsid w:val="00046DB3"/>
    <w:rsid w:val="00046EE1"/>
    <w:rsid w:val="0004760D"/>
    <w:rsid w:val="00047D01"/>
    <w:rsid w:val="00050F87"/>
    <w:rsid w:val="00052806"/>
    <w:rsid w:val="000529A3"/>
    <w:rsid w:val="00052E02"/>
    <w:rsid w:val="00053691"/>
    <w:rsid w:val="000536F7"/>
    <w:rsid w:val="0005370D"/>
    <w:rsid w:val="000547BC"/>
    <w:rsid w:val="00054B02"/>
    <w:rsid w:val="00055127"/>
    <w:rsid w:val="00055778"/>
    <w:rsid w:val="00055B57"/>
    <w:rsid w:val="00055DDC"/>
    <w:rsid w:val="00056D48"/>
    <w:rsid w:val="0005706E"/>
    <w:rsid w:val="000574D6"/>
    <w:rsid w:val="000575D1"/>
    <w:rsid w:val="00057D7B"/>
    <w:rsid w:val="00057F8C"/>
    <w:rsid w:val="0006214A"/>
    <w:rsid w:val="00062489"/>
    <w:rsid w:val="00062580"/>
    <w:rsid w:val="00062591"/>
    <w:rsid w:val="00062812"/>
    <w:rsid w:val="000628C9"/>
    <w:rsid w:val="00063B16"/>
    <w:rsid w:val="0006490F"/>
    <w:rsid w:val="000653D9"/>
    <w:rsid w:val="0006569C"/>
    <w:rsid w:val="00065969"/>
    <w:rsid w:val="00065999"/>
    <w:rsid w:val="00065D63"/>
    <w:rsid w:val="000665A7"/>
    <w:rsid w:val="00066702"/>
    <w:rsid w:val="00067665"/>
    <w:rsid w:val="0007004E"/>
    <w:rsid w:val="00070354"/>
    <w:rsid w:val="0007052A"/>
    <w:rsid w:val="0007054F"/>
    <w:rsid w:val="00070736"/>
    <w:rsid w:val="00071464"/>
    <w:rsid w:val="000714F5"/>
    <w:rsid w:val="000715C5"/>
    <w:rsid w:val="000720DF"/>
    <w:rsid w:val="000727EA"/>
    <w:rsid w:val="000729B1"/>
    <w:rsid w:val="0007323E"/>
    <w:rsid w:val="00073352"/>
    <w:rsid w:val="0007387D"/>
    <w:rsid w:val="000746BA"/>
    <w:rsid w:val="000747C4"/>
    <w:rsid w:val="00074998"/>
    <w:rsid w:val="00075355"/>
    <w:rsid w:val="000758EB"/>
    <w:rsid w:val="000777BF"/>
    <w:rsid w:val="00077B54"/>
    <w:rsid w:val="00077CEF"/>
    <w:rsid w:val="000803BF"/>
    <w:rsid w:val="0008046B"/>
    <w:rsid w:val="00080815"/>
    <w:rsid w:val="000817A0"/>
    <w:rsid w:val="00081A7D"/>
    <w:rsid w:val="000824D9"/>
    <w:rsid w:val="0008251B"/>
    <w:rsid w:val="0008325C"/>
    <w:rsid w:val="00084230"/>
    <w:rsid w:val="00084BFF"/>
    <w:rsid w:val="00084DA2"/>
    <w:rsid w:val="0008518F"/>
    <w:rsid w:val="00085D37"/>
    <w:rsid w:val="00085FC2"/>
    <w:rsid w:val="00085FD4"/>
    <w:rsid w:val="000867B1"/>
    <w:rsid w:val="000869F7"/>
    <w:rsid w:val="00090FD5"/>
    <w:rsid w:val="000917B4"/>
    <w:rsid w:val="0009185A"/>
    <w:rsid w:val="00091C2B"/>
    <w:rsid w:val="00091E2D"/>
    <w:rsid w:val="000925D6"/>
    <w:rsid w:val="0009278A"/>
    <w:rsid w:val="0009313B"/>
    <w:rsid w:val="00093372"/>
    <w:rsid w:val="00093491"/>
    <w:rsid w:val="000936BA"/>
    <w:rsid w:val="000939ED"/>
    <w:rsid w:val="00093C42"/>
    <w:rsid w:val="00093CD4"/>
    <w:rsid w:val="00094890"/>
    <w:rsid w:val="000948E6"/>
    <w:rsid w:val="00094A77"/>
    <w:rsid w:val="00095459"/>
    <w:rsid w:val="0009548D"/>
    <w:rsid w:val="00095E64"/>
    <w:rsid w:val="00095ED1"/>
    <w:rsid w:val="000960AB"/>
    <w:rsid w:val="00096767"/>
    <w:rsid w:val="0009682C"/>
    <w:rsid w:val="00096C03"/>
    <w:rsid w:val="00096CA6"/>
    <w:rsid w:val="00096CF5"/>
    <w:rsid w:val="00096E79"/>
    <w:rsid w:val="00096E96"/>
    <w:rsid w:val="00097179"/>
    <w:rsid w:val="0009754E"/>
    <w:rsid w:val="00097772"/>
    <w:rsid w:val="00097971"/>
    <w:rsid w:val="00097BCC"/>
    <w:rsid w:val="00097C2E"/>
    <w:rsid w:val="000A0382"/>
    <w:rsid w:val="000A03A4"/>
    <w:rsid w:val="000A0573"/>
    <w:rsid w:val="000A0DE2"/>
    <w:rsid w:val="000A0F32"/>
    <w:rsid w:val="000A11F2"/>
    <w:rsid w:val="000A16D4"/>
    <w:rsid w:val="000A1EA7"/>
    <w:rsid w:val="000A2868"/>
    <w:rsid w:val="000A3344"/>
    <w:rsid w:val="000A35AC"/>
    <w:rsid w:val="000A399B"/>
    <w:rsid w:val="000A41C0"/>
    <w:rsid w:val="000A4D59"/>
    <w:rsid w:val="000A53D6"/>
    <w:rsid w:val="000A580D"/>
    <w:rsid w:val="000A5AE4"/>
    <w:rsid w:val="000A5C5D"/>
    <w:rsid w:val="000A5C82"/>
    <w:rsid w:val="000A5E2B"/>
    <w:rsid w:val="000A7044"/>
    <w:rsid w:val="000A7757"/>
    <w:rsid w:val="000A7D00"/>
    <w:rsid w:val="000B081E"/>
    <w:rsid w:val="000B086E"/>
    <w:rsid w:val="000B08B3"/>
    <w:rsid w:val="000B0BC3"/>
    <w:rsid w:val="000B0C52"/>
    <w:rsid w:val="000B0CEE"/>
    <w:rsid w:val="000B14F1"/>
    <w:rsid w:val="000B180F"/>
    <w:rsid w:val="000B195C"/>
    <w:rsid w:val="000B1B14"/>
    <w:rsid w:val="000B1B17"/>
    <w:rsid w:val="000B259C"/>
    <w:rsid w:val="000B286A"/>
    <w:rsid w:val="000B290E"/>
    <w:rsid w:val="000B2E2F"/>
    <w:rsid w:val="000B332B"/>
    <w:rsid w:val="000B372E"/>
    <w:rsid w:val="000B40BA"/>
    <w:rsid w:val="000B41F1"/>
    <w:rsid w:val="000B51E9"/>
    <w:rsid w:val="000B649A"/>
    <w:rsid w:val="000B7138"/>
    <w:rsid w:val="000B7361"/>
    <w:rsid w:val="000B7E3E"/>
    <w:rsid w:val="000B7E50"/>
    <w:rsid w:val="000B7FB4"/>
    <w:rsid w:val="000C0170"/>
    <w:rsid w:val="000C0374"/>
    <w:rsid w:val="000C0396"/>
    <w:rsid w:val="000C079A"/>
    <w:rsid w:val="000C1225"/>
    <w:rsid w:val="000C169D"/>
    <w:rsid w:val="000C17B1"/>
    <w:rsid w:val="000C1EC0"/>
    <w:rsid w:val="000C2009"/>
    <w:rsid w:val="000C2316"/>
    <w:rsid w:val="000C243C"/>
    <w:rsid w:val="000C24FC"/>
    <w:rsid w:val="000C2A1B"/>
    <w:rsid w:val="000C2FFB"/>
    <w:rsid w:val="000C343D"/>
    <w:rsid w:val="000C34BF"/>
    <w:rsid w:val="000C37C4"/>
    <w:rsid w:val="000C388F"/>
    <w:rsid w:val="000C3B47"/>
    <w:rsid w:val="000C3D39"/>
    <w:rsid w:val="000C3E19"/>
    <w:rsid w:val="000C489C"/>
    <w:rsid w:val="000C4C3F"/>
    <w:rsid w:val="000C508C"/>
    <w:rsid w:val="000C5096"/>
    <w:rsid w:val="000C5444"/>
    <w:rsid w:val="000C5817"/>
    <w:rsid w:val="000C5FE7"/>
    <w:rsid w:val="000C6554"/>
    <w:rsid w:val="000C6B4B"/>
    <w:rsid w:val="000C6F8F"/>
    <w:rsid w:val="000C72FB"/>
    <w:rsid w:val="000C76B4"/>
    <w:rsid w:val="000C7A18"/>
    <w:rsid w:val="000C7A3F"/>
    <w:rsid w:val="000D0090"/>
    <w:rsid w:val="000D00BB"/>
    <w:rsid w:val="000D02B3"/>
    <w:rsid w:val="000D03F4"/>
    <w:rsid w:val="000D082B"/>
    <w:rsid w:val="000D0F9D"/>
    <w:rsid w:val="000D1079"/>
    <w:rsid w:val="000D109C"/>
    <w:rsid w:val="000D155D"/>
    <w:rsid w:val="000D1BB2"/>
    <w:rsid w:val="000D2053"/>
    <w:rsid w:val="000D2D60"/>
    <w:rsid w:val="000D2EA0"/>
    <w:rsid w:val="000D2FEC"/>
    <w:rsid w:val="000D3291"/>
    <w:rsid w:val="000D3907"/>
    <w:rsid w:val="000D3A08"/>
    <w:rsid w:val="000D3D30"/>
    <w:rsid w:val="000D3F43"/>
    <w:rsid w:val="000D4460"/>
    <w:rsid w:val="000D48EC"/>
    <w:rsid w:val="000D49E7"/>
    <w:rsid w:val="000D4B47"/>
    <w:rsid w:val="000D4CCC"/>
    <w:rsid w:val="000D4F89"/>
    <w:rsid w:val="000D5080"/>
    <w:rsid w:val="000D537B"/>
    <w:rsid w:val="000D564B"/>
    <w:rsid w:val="000D5A4A"/>
    <w:rsid w:val="000D5EF3"/>
    <w:rsid w:val="000D6F4A"/>
    <w:rsid w:val="000D7A24"/>
    <w:rsid w:val="000D7B79"/>
    <w:rsid w:val="000D7EDB"/>
    <w:rsid w:val="000E0B58"/>
    <w:rsid w:val="000E0E3E"/>
    <w:rsid w:val="000E14A3"/>
    <w:rsid w:val="000E17BA"/>
    <w:rsid w:val="000E182F"/>
    <w:rsid w:val="000E1B57"/>
    <w:rsid w:val="000E1B85"/>
    <w:rsid w:val="000E1D10"/>
    <w:rsid w:val="000E2DD4"/>
    <w:rsid w:val="000E35DB"/>
    <w:rsid w:val="000E37E9"/>
    <w:rsid w:val="000E3A77"/>
    <w:rsid w:val="000E4664"/>
    <w:rsid w:val="000E472A"/>
    <w:rsid w:val="000E5045"/>
    <w:rsid w:val="000E59AA"/>
    <w:rsid w:val="000E5C89"/>
    <w:rsid w:val="000E7700"/>
    <w:rsid w:val="000E7A50"/>
    <w:rsid w:val="000F0599"/>
    <w:rsid w:val="000F0DE2"/>
    <w:rsid w:val="000F0FBA"/>
    <w:rsid w:val="000F105B"/>
    <w:rsid w:val="000F24F7"/>
    <w:rsid w:val="000F276F"/>
    <w:rsid w:val="000F28A0"/>
    <w:rsid w:val="000F29AD"/>
    <w:rsid w:val="000F4C08"/>
    <w:rsid w:val="000F4FAA"/>
    <w:rsid w:val="000F5A59"/>
    <w:rsid w:val="000F5A96"/>
    <w:rsid w:val="000F5BB7"/>
    <w:rsid w:val="000F5CE3"/>
    <w:rsid w:val="000F6104"/>
    <w:rsid w:val="000F620E"/>
    <w:rsid w:val="000F6728"/>
    <w:rsid w:val="000F6AF3"/>
    <w:rsid w:val="000F6E60"/>
    <w:rsid w:val="000F7877"/>
    <w:rsid w:val="001009C9"/>
    <w:rsid w:val="00100F44"/>
    <w:rsid w:val="0010104B"/>
    <w:rsid w:val="00101163"/>
    <w:rsid w:val="0010160E"/>
    <w:rsid w:val="00101930"/>
    <w:rsid w:val="00102947"/>
    <w:rsid w:val="00102A1F"/>
    <w:rsid w:val="00102B98"/>
    <w:rsid w:val="00102ED0"/>
    <w:rsid w:val="0010352A"/>
    <w:rsid w:val="00103A20"/>
    <w:rsid w:val="00103BAA"/>
    <w:rsid w:val="0010406F"/>
    <w:rsid w:val="001047EC"/>
    <w:rsid w:val="00104B71"/>
    <w:rsid w:val="00104C1F"/>
    <w:rsid w:val="001054CC"/>
    <w:rsid w:val="0010593E"/>
    <w:rsid w:val="001062DF"/>
    <w:rsid w:val="001064D7"/>
    <w:rsid w:val="001068B1"/>
    <w:rsid w:val="001069D2"/>
    <w:rsid w:val="00106B4A"/>
    <w:rsid w:val="00106DAC"/>
    <w:rsid w:val="00107079"/>
    <w:rsid w:val="001079FA"/>
    <w:rsid w:val="00107B3F"/>
    <w:rsid w:val="00107D05"/>
    <w:rsid w:val="00107E1C"/>
    <w:rsid w:val="00107F20"/>
    <w:rsid w:val="001104B5"/>
    <w:rsid w:val="0011061C"/>
    <w:rsid w:val="00110A66"/>
    <w:rsid w:val="00110AA5"/>
    <w:rsid w:val="00110DF1"/>
    <w:rsid w:val="001115BA"/>
    <w:rsid w:val="0011185E"/>
    <w:rsid w:val="00111AE3"/>
    <w:rsid w:val="00111ED3"/>
    <w:rsid w:val="00112BC7"/>
    <w:rsid w:val="00112D22"/>
    <w:rsid w:val="0011350C"/>
    <w:rsid w:val="0011367F"/>
    <w:rsid w:val="001137E1"/>
    <w:rsid w:val="0011389E"/>
    <w:rsid w:val="001139A7"/>
    <w:rsid w:val="001147F6"/>
    <w:rsid w:val="0011485C"/>
    <w:rsid w:val="00114D63"/>
    <w:rsid w:val="00115906"/>
    <w:rsid w:val="00115EE7"/>
    <w:rsid w:val="00116CD7"/>
    <w:rsid w:val="00116E73"/>
    <w:rsid w:val="00117551"/>
    <w:rsid w:val="0011771A"/>
    <w:rsid w:val="001179CE"/>
    <w:rsid w:val="001203EC"/>
    <w:rsid w:val="00120463"/>
    <w:rsid w:val="001207A1"/>
    <w:rsid w:val="00120952"/>
    <w:rsid w:val="00120FAE"/>
    <w:rsid w:val="001215A4"/>
    <w:rsid w:val="00121656"/>
    <w:rsid w:val="00121CF5"/>
    <w:rsid w:val="00121E72"/>
    <w:rsid w:val="001225A2"/>
    <w:rsid w:val="001229CA"/>
    <w:rsid w:val="00122FCC"/>
    <w:rsid w:val="0012315A"/>
    <w:rsid w:val="00123982"/>
    <w:rsid w:val="0012466C"/>
    <w:rsid w:val="00124673"/>
    <w:rsid w:val="00124965"/>
    <w:rsid w:val="00125598"/>
    <w:rsid w:val="00126B56"/>
    <w:rsid w:val="00126C24"/>
    <w:rsid w:val="00126F7D"/>
    <w:rsid w:val="00126FF9"/>
    <w:rsid w:val="00127256"/>
    <w:rsid w:val="001278C3"/>
    <w:rsid w:val="00127CAF"/>
    <w:rsid w:val="00131DC6"/>
    <w:rsid w:val="00131EBC"/>
    <w:rsid w:val="0013266A"/>
    <w:rsid w:val="00132732"/>
    <w:rsid w:val="00133536"/>
    <w:rsid w:val="00133805"/>
    <w:rsid w:val="0013389B"/>
    <w:rsid w:val="00133F7C"/>
    <w:rsid w:val="0013445A"/>
    <w:rsid w:val="001349D5"/>
    <w:rsid w:val="00134B51"/>
    <w:rsid w:val="00135040"/>
    <w:rsid w:val="0013582C"/>
    <w:rsid w:val="001358D5"/>
    <w:rsid w:val="00136C6A"/>
    <w:rsid w:val="00136F3B"/>
    <w:rsid w:val="00137025"/>
    <w:rsid w:val="001376EF"/>
    <w:rsid w:val="00140864"/>
    <w:rsid w:val="00140DE3"/>
    <w:rsid w:val="00141640"/>
    <w:rsid w:val="001427B5"/>
    <w:rsid w:val="0014377C"/>
    <w:rsid w:val="00143C9E"/>
    <w:rsid w:val="0014472C"/>
    <w:rsid w:val="0014550F"/>
    <w:rsid w:val="00145C1C"/>
    <w:rsid w:val="00145E9A"/>
    <w:rsid w:val="00146572"/>
    <w:rsid w:val="001465FF"/>
    <w:rsid w:val="00146889"/>
    <w:rsid w:val="00146980"/>
    <w:rsid w:val="00146F5B"/>
    <w:rsid w:val="00147A87"/>
    <w:rsid w:val="00147AD3"/>
    <w:rsid w:val="00147E88"/>
    <w:rsid w:val="00150326"/>
    <w:rsid w:val="00150C24"/>
    <w:rsid w:val="0015218D"/>
    <w:rsid w:val="00152645"/>
    <w:rsid w:val="0015274B"/>
    <w:rsid w:val="00152A0D"/>
    <w:rsid w:val="00152A1D"/>
    <w:rsid w:val="00152BA8"/>
    <w:rsid w:val="00152F5D"/>
    <w:rsid w:val="00153784"/>
    <w:rsid w:val="001541AE"/>
    <w:rsid w:val="00154BAE"/>
    <w:rsid w:val="0015512E"/>
    <w:rsid w:val="001552AB"/>
    <w:rsid w:val="00155C3A"/>
    <w:rsid w:val="001561E1"/>
    <w:rsid w:val="00156788"/>
    <w:rsid w:val="001568FB"/>
    <w:rsid w:val="00156A86"/>
    <w:rsid w:val="00156D43"/>
    <w:rsid w:val="00156D59"/>
    <w:rsid w:val="001571F2"/>
    <w:rsid w:val="00160035"/>
    <w:rsid w:val="001601EB"/>
    <w:rsid w:val="001604FC"/>
    <w:rsid w:val="00160FD2"/>
    <w:rsid w:val="0016103F"/>
    <w:rsid w:val="00161C03"/>
    <w:rsid w:val="00162678"/>
    <w:rsid w:val="0016300C"/>
    <w:rsid w:val="001639C2"/>
    <w:rsid w:val="00164069"/>
    <w:rsid w:val="00164249"/>
    <w:rsid w:val="00164F12"/>
    <w:rsid w:val="001654D5"/>
    <w:rsid w:val="00165A94"/>
    <w:rsid w:val="00165BEC"/>
    <w:rsid w:val="0016635E"/>
    <w:rsid w:val="00166521"/>
    <w:rsid w:val="00166D03"/>
    <w:rsid w:val="00166DCE"/>
    <w:rsid w:val="00166F50"/>
    <w:rsid w:val="00167301"/>
    <w:rsid w:val="0016738F"/>
    <w:rsid w:val="00167532"/>
    <w:rsid w:val="001705A2"/>
    <w:rsid w:val="00170762"/>
    <w:rsid w:val="0017078F"/>
    <w:rsid w:val="00170F01"/>
    <w:rsid w:val="00171D58"/>
    <w:rsid w:val="00171F4B"/>
    <w:rsid w:val="001720A3"/>
    <w:rsid w:val="00172EDD"/>
    <w:rsid w:val="00172EEB"/>
    <w:rsid w:val="00173144"/>
    <w:rsid w:val="001739B8"/>
    <w:rsid w:val="001756F8"/>
    <w:rsid w:val="001757E3"/>
    <w:rsid w:val="00175BE7"/>
    <w:rsid w:val="00175D7F"/>
    <w:rsid w:val="0017667A"/>
    <w:rsid w:val="0017677D"/>
    <w:rsid w:val="00177C40"/>
    <w:rsid w:val="00177E11"/>
    <w:rsid w:val="00180183"/>
    <w:rsid w:val="001806BD"/>
    <w:rsid w:val="00180C56"/>
    <w:rsid w:val="001810F0"/>
    <w:rsid w:val="00181B99"/>
    <w:rsid w:val="00181DB0"/>
    <w:rsid w:val="00182446"/>
    <w:rsid w:val="001824B1"/>
    <w:rsid w:val="00182893"/>
    <w:rsid w:val="00182B59"/>
    <w:rsid w:val="001830CC"/>
    <w:rsid w:val="00183255"/>
    <w:rsid w:val="001835B4"/>
    <w:rsid w:val="00183ABD"/>
    <w:rsid w:val="00183F00"/>
    <w:rsid w:val="00184656"/>
    <w:rsid w:val="00184F83"/>
    <w:rsid w:val="00184FBF"/>
    <w:rsid w:val="0018759F"/>
    <w:rsid w:val="00187B86"/>
    <w:rsid w:val="001911F3"/>
    <w:rsid w:val="00191405"/>
    <w:rsid w:val="00191595"/>
    <w:rsid w:val="00191782"/>
    <w:rsid w:val="001934CB"/>
    <w:rsid w:val="00193AEA"/>
    <w:rsid w:val="00193B79"/>
    <w:rsid w:val="00194603"/>
    <w:rsid w:val="001946E7"/>
    <w:rsid w:val="001947F9"/>
    <w:rsid w:val="00194873"/>
    <w:rsid w:val="00194961"/>
    <w:rsid w:val="00194DC4"/>
    <w:rsid w:val="00194EB7"/>
    <w:rsid w:val="00195210"/>
    <w:rsid w:val="00195336"/>
    <w:rsid w:val="001955C9"/>
    <w:rsid w:val="00195C09"/>
    <w:rsid w:val="0019609A"/>
    <w:rsid w:val="001968B0"/>
    <w:rsid w:val="00196BAB"/>
    <w:rsid w:val="0019735A"/>
    <w:rsid w:val="00197D2E"/>
    <w:rsid w:val="001A0009"/>
    <w:rsid w:val="001A0921"/>
    <w:rsid w:val="001A0E80"/>
    <w:rsid w:val="001A1407"/>
    <w:rsid w:val="001A1C48"/>
    <w:rsid w:val="001A1CB2"/>
    <w:rsid w:val="001A2080"/>
    <w:rsid w:val="001A22CC"/>
    <w:rsid w:val="001A2398"/>
    <w:rsid w:val="001A25C4"/>
    <w:rsid w:val="001A26A8"/>
    <w:rsid w:val="001A2E7B"/>
    <w:rsid w:val="001A35E9"/>
    <w:rsid w:val="001A3866"/>
    <w:rsid w:val="001A3A1D"/>
    <w:rsid w:val="001A42D7"/>
    <w:rsid w:val="001A42FC"/>
    <w:rsid w:val="001A4512"/>
    <w:rsid w:val="001A4750"/>
    <w:rsid w:val="001A493E"/>
    <w:rsid w:val="001A4DCA"/>
    <w:rsid w:val="001A4DE4"/>
    <w:rsid w:val="001A5588"/>
    <w:rsid w:val="001A5785"/>
    <w:rsid w:val="001A5792"/>
    <w:rsid w:val="001A5DFB"/>
    <w:rsid w:val="001A5EF9"/>
    <w:rsid w:val="001A69F4"/>
    <w:rsid w:val="001A6A88"/>
    <w:rsid w:val="001A731C"/>
    <w:rsid w:val="001A7681"/>
    <w:rsid w:val="001A7E02"/>
    <w:rsid w:val="001B119F"/>
    <w:rsid w:val="001B138C"/>
    <w:rsid w:val="001B13BA"/>
    <w:rsid w:val="001B228F"/>
    <w:rsid w:val="001B236B"/>
    <w:rsid w:val="001B2FDB"/>
    <w:rsid w:val="001B3126"/>
    <w:rsid w:val="001B3677"/>
    <w:rsid w:val="001B380A"/>
    <w:rsid w:val="001B3E8C"/>
    <w:rsid w:val="001B465F"/>
    <w:rsid w:val="001B4821"/>
    <w:rsid w:val="001B49DF"/>
    <w:rsid w:val="001B4C0E"/>
    <w:rsid w:val="001B5360"/>
    <w:rsid w:val="001B538B"/>
    <w:rsid w:val="001B568F"/>
    <w:rsid w:val="001B5826"/>
    <w:rsid w:val="001B627B"/>
    <w:rsid w:val="001B727D"/>
    <w:rsid w:val="001B73DA"/>
    <w:rsid w:val="001B74B6"/>
    <w:rsid w:val="001B7BCF"/>
    <w:rsid w:val="001B7D3B"/>
    <w:rsid w:val="001B7F52"/>
    <w:rsid w:val="001C010E"/>
    <w:rsid w:val="001C0228"/>
    <w:rsid w:val="001C1CBD"/>
    <w:rsid w:val="001C2346"/>
    <w:rsid w:val="001C28D9"/>
    <w:rsid w:val="001C2961"/>
    <w:rsid w:val="001C2B72"/>
    <w:rsid w:val="001C3253"/>
    <w:rsid w:val="001C3CFF"/>
    <w:rsid w:val="001C400F"/>
    <w:rsid w:val="001C468B"/>
    <w:rsid w:val="001C4774"/>
    <w:rsid w:val="001C51D5"/>
    <w:rsid w:val="001C5A7E"/>
    <w:rsid w:val="001C6BAE"/>
    <w:rsid w:val="001C7014"/>
    <w:rsid w:val="001C7111"/>
    <w:rsid w:val="001C7A14"/>
    <w:rsid w:val="001C7CFD"/>
    <w:rsid w:val="001D0341"/>
    <w:rsid w:val="001D04D2"/>
    <w:rsid w:val="001D056D"/>
    <w:rsid w:val="001D09B7"/>
    <w:rsid w:val="001D0CC3"/>
    <w:rsid w:val="001D0FC5"/>
    <w:rsid w:val="001D2159"/>
    <w:rsid w:val="001D2442"/>
    <w:rsid w:val="001D2922"/>
    <w:rsid w:val="001D2FCA"/>
    <w:rsid w:val="001D3B83"/>
    <w:rsid w:val="001D40EA"/>
    <w:rsid w:val="001D4BAA"/>
    <w:rsid w:val="001D4C20"/>
    <w:rsid w:val="001D4EB8"/>
    <w:rsid w:val="001D5109"/>
    <w:rsid w:val="001D52BA"/>
    <w:rsid w:val="001D5A9B"/>
    <w:rsid w:val="001D64A3"/>
    <w:rsid w:val="001D6EA8"/>
    <w:rsid w:val="001D7371"/>
    <w:rsid w:val="001D7FB3"/>
    <w:rsid w:val="001E0722"/>
    <w:rsid w:val="001E0DF6"/>
    <w:rsid w:val="001E108E"/>
    <w:rsid w:val="001E1441"/>
    <w:rsid w:val="001E14EB"/>
    <w:rsid w:val="001E16B4"/>
    <w:rsid w:val="001E226B"/>
    <w:rsid w:val="001E27AA"/>
    <w:rsid w:val="001E3757"/>
    <w:rsid w:val="001E38DD"/>
    <w:rsid w:val="001E40AD"/>
    <w:rsid w:val="001E49F6"/>
    <w:rsid w:val="001E5131"/>
    <w:rsid w:val="001E5C73"/>
    <w:rsid w:val="001E7B19"/>
    <w:rsid w:val="001E7CDF"/>
    <w:rsid w:val="001E7E03"/>
    <w:rsid w:val="001F0749"/>
    <w:rsid w:val="001F0D33"/>
    <w:rsid w:val="001F0EBF"/>
    <w:rsid w:val="001F0F4D"/>
    <w:rsid w:val="001F16AD"/>
    <w:rsid w:val="001F2162"/>
    <w:rsid w:val="001F2504"/>
    <w:rsid w:val="001F270D"/>
    <w:rsid w:val="001F27E8"/>
    <w:rsid w:val="001F352D"/>
    <w:rsid w:val="001F3955"/>
    <w:rsid w:val="001F3FC5"/>
    <w:rsid w:val="001F4E21"/>
    <w:rsid w:val="001F5107"/>
    <w:rsid w:val="001F55DE"/>
    <w:rsid w:val="001F574C"/>
    <w:rsid w:val="001F582D"/>
    <w:rsid w:val="001F5865"/>
    <w:rsid w:val="001F5D20"/>
    <w:rsid w:val="001F5EE7"/>
    <w:rsid w:val="001F601B"/>
    <w:rsid w:val="001F6205"/>
    <w:rsid w:val="001F6379"/>
    <w:rsid w:val="001F65E5"/>
    <w:rsid w:val="001F6E1F"/>
    <w:rsid w:val="001F6F0E"/>
    <w:rsid w:val="001F70CB"/>
    <w:rsid w:val="001F7173"/>
    <w:rsid w:val="001F7675"/>
    <w:rsid w:val="001F7B49"/>
    <w:rsid w:val="001F7CA1"/>
    <w:rsid w:val="001F7E55"/>
    <w:rsid w:val="001F7EF2"/>
    <w:rsid w:val="00200AE1"/>
    <w:rsid w:val="00200FD0"/>
    <w:rsid w:val="002011BE"/>
    <w:rsid w:val="002015C2"/>
    <w:rsid w:val="00202387"/>
    <w:rsid w:val="002033A6"/>
    <w:rsid w:val="0020400D"/>
    <w:rsid w:val="0020457E"/>
    <w:rsid w:val="00205409"/>
    <w:rsid w:val="00206333"/>
    <w:rsid w:val="002064FD"/>
    <w:rsid w:val="002066EB"/>
    <w:rsid w:val="00206813"/>
    <w:rsid w:val="00206A5D"/>
    <w:rsid w:val="00206BBF"/>
    <w:rsid w:val="0020752D"/>
    <w:rsid w:val="00207BF8"/>
    <w:rsid w:val="00210058"/>
    <w:rsid w:val="00210E28"/>
    <w:rsid w:val="0021103F"/>
    <w:rsid w:val="0021199F"/>
    <w:rsid w:val="00211FFF"/>
    <w:rsid w:val="0021240B"/>
    <w:rsid w:val="002124CE"/>
    <w:rsid w:val="002126FA"/>
    <w:rsid w:val="00213314"/>
    <w:rsid w:val="002133CA"/>
    <w:rsid w:val="002144AF"/>
    <w:rsid w:val="00214F3A"/>
    <w:rsid w:val="0021514D"/>
    <w:rsid w:val="00215340"/>
    <w:rsid w:val="00216C1A"/>
    <w:rsid w:val="002176EF"/>
    <w:rsid w:val="0021784C"/>
    <w:rsid w:val="00217D7C"/>
    <w:rsid w:val="00217DF8"/>
    <w:rsid w:val="0022050B"/>
    <w:rsid w:val="00220C18"/>
    <w:rsid w:val="00220CED"/>
    <w:rsid w:val="0022186E"/>
    <w:rsid w:val="0022193A"/>
    <w:rsid w:val="00221960"/>
    <w:rsid w:val="00221B44"/>
    <w:rsid w:val="00222131"/>
    <w:rsid w:val="002225B5"/>
    <w:rsid w:val="002227B9"/>
    <w:rsid w:val="00222F84"/>
    <w:rsid w:val="002232FA"/>
    <w:rsid w:val="00223352"/>
    <w:rsid w:val="00223708"/>
    <w:rsid w:val="00224311"/>
    <w:rsid w:val="002245DB"/>
    <w:rsid w:val="00225AFB"/>
    <w:rsid w:val="002268B4"/>
    <w:rsid w:val="00226FD0"/>
    <w:rsid w:val="0022731F"/>
    <w:rsid w:val="002278ED"/>
    <w:rsid w:val="00227AD5"/>
    <w:rsid w:val="00227B90"/>
    <w:rsid w:val="00227CE8"/>
    <w:rsid w:val="00227EC7"/>
    <w:rsid w:val="00230F3A"/>
    <w:rsid w:val="002319CD"/>
    <w:rsid w:val="00231ED4"/>
    <w:rsid w:val="00231F63"/>
    <w:rsid w:val="0023237A"/>
    <w:rsid w:val="00232A57"/>
    <w:rsid w:val="00232D48"/>
    <w:rsid w:val="00233CAF"/>
    <w:rsid w:val="00233CD1"/>
    <w:rsid w:val="0023427F"/>
    <w:rsid w:val="002342A5"/>
    <w:rsid w:val="002342A9"/>
    <w:rsid w:val="0023461C"/>
    <w:rsid w:val="00234E25"/>
    <w:rsid w:val="002360BC"/>
    <w:rsid w:val="002361BB"/>
    <w:rsid w:val="0023628C"/>
    <w:rsid w:val="002365E8"/>
    <w:rsid w:val="0023687C"/>
    <w:rsid w:val="002371B6"/>
    <w:rsid w:val="00237397"/>
    <w:rsid w:val="002402A4"/>
    <w:rsid w:val="002408F1"/>
    <w:rsid w:val="00240E0D"/>
    <w:rsid w:val="00241535"/>
    <w:rsid w:val="0024153B"/>
    <w:rsid w:val="00241A17"/>
    <w:rsid w:val="00241F96"/>
    <w:rsid w:val="00242714"/>
    <w:rsid w:val="00243156"/>
    <w:rsid w:val="0024317A"/>
    <w:rsid w:val="0024384B"/>
    <w:rsid w:val="00243F84"/>
    <w:rsid w:val="00244BCF"/>
    <w:rsid w:val="00244C7F"/>
    <w:rsid w:val="002451CF"/>
    <w:rsid w:val="0024520F"/>
    <w:rsid w:val="00245513"/>
    <w:rsid w:val="00245ADF"/>
    <w:rsid w:val="002461DB"/>
    <w:rsid w:val="00246BF4"/>
    <w:rsid w:val="00246FC1"/>
    <w:rsid w:val="002501B1"/>
    <w:rsid w:val="00251296"/>
    <w:rsid w:val="002528FC"/>
    <w:rsid w:val="00252D92"/>
    <w:rsid w:val="002531BC"/>
    <w:rsid w:val="002531E9"/>
    <w:rsid w:val="00253463"/>
    <w:rsid w:val="002534A7"/>
    <w:rsid w:val="00253873"/>
    <w:rsid w:val="0025394F"/>
    <w:rsid w:val="00253AAE"/>
    <w:rsid w:val="002541B5"/>
    <w:rsid w:val="00254CE6"/>
    <w:rsid w:val="00254E19"/>
    <w:rsid w:val="002555C9"/>
    <w:rsid w:val="002556CE"/>
    <w:rsid w:val="00256939"/>
    <w:rsid w:val="00256BF9"/>
    <w:rsid w:val="00257042"/>
    <w:rsid w:val="0025714E"/>
    <w:rsid w:val="00257ADE"/>
    <w:rsid w:val="00257CAB"/>
    <w:rsid w:val="00257D2C"/>
    <w:rsid w:val="00260037"/>
    <w:rsid w:val="0026091D"/>
    <w:rsid w:val="002611C9"/>
    <w:rsid w:val="0026179D"/>
    <w:rsid w:val="00261A7C"/>
    <w:rsid w:val="00261AAD"/>
    <w:rsid w:val="002621D7"/>
    <w:rsid w:val="002624B6"/>
    <w:rsid w:val="00262581"/>
    <w:rsid w:val="002625FC"/>
    <w:rsid w:val="002626F9"/>
    <w:rsid w:val="00262F86"/>
    <w:rsid w:val="00263140"/>
    <w:rsid w:val="00263C3A"/>
    <w:rsid w:val="00263FF5"/>
    <w:rsid w:val="002645C0"/>
    <w:rsid w:val="002645EC"/>
    <w:rsid w:val="00264879"/>
    <w:rsid w:val="00265460"/>
    <w:rsid w:val="00265CB9"/>
    <w:rsid w:val="00266080"/>
    <w:rsid w:val="002665F6"/>
    <w:rsid w:val="002667AB"/>
    <w:rsid w:val="00267270"/>
    <w:rsid w:val="00267A3E"/>
    <w:rsid w:val="00267C06"/>
    <w:rsid w:val="0027019A"/>
    <w:rsid w:val="00270E6D"/>
    <w:rsid w:val="002716C0"/>
    <w:rsid w:val="0027216F"/>
    <w:rsid w:val="002721C1"/>
    <w:rsid w:val="00272287"/>
    <w:rsid w:val="00272326"/>
    <w:rsid w:val="002726FB"/>
    <w:rsid w:val="00272C3D"/>
    <w:rsid w:val="00272F67"/>
    <w:rsid w:val="00273184"/>
    <w:rsid w:val="0027358A"/>
    <w:rsid w:val="002736F3"/>
    <w:rsid w:val="002743E5"/>
    <w:rsid w:val="002746FA"/>
    <w:rsid w:val="00274C60"/>
    <w:rsid w:val="00274CC9"/>
    <w:rsid w:val="00274FF3"/>
    <w:rsid w:val="002750F2"/>
    <w:rsid w:val="002750F4"/>
    <w:rsid w:val="00275639"/>
    <w:rsid w:val="00275723"/>
    <w:rsid w:val="00275862"/>
    <w:rsid w:val="00275BB3"/>
    <w:rsid w:val="00275DC7"/>
    <w:rsid w:val="00276FCB"/>
    <w:rsid w:val="0027751E"/>
    <w:rsid w:val="002800A9"/>
    <w:rsid w:val="0028042F"/>
    <w:rsid w:val="00280503"/>
    <w:rsid w:val="00280BF3"/>
    <w:rsid w:val="00280CCD"/>
    <w:rsid w:val="00281496"/>
    <w:rsid w:val="0028169D"/>
    <w:rsid w:val="00281A08"/>
    <w:rsid w:val="00281BC2"/>
    <w:rsid w:val="00281D2B"/>
    <w:rsid w:val="0028202B"/>
    <w:rsid w:val="00282188"/>
    <w:rsid w:val="00282916"/>
    <w:rsid w:val="00282A4B"/>
    <w:rsid w:val="00283AC0"/>
    <w:rsid w:val="00283CB1"/>
    <w:rsid w:val="00284480"/>
    <w:rsid w:val="00284770"/>
    <w:rsid w:val="002856D8"/>
    <w:rsid w:val="00285E2B"/>
    <w:rsid w:val="00286883"/>
    <w:rsid w:val="00286C2E"/>
    <w:rsid w:val="00286E04"/>
    <w:rsid w:val="00286E3A"/>
    <w:rsid w:val="002870A8"/>
    <w:rsid w:val="002874E1"/>
    <w:rsid w:val="00287BCD"/>
    <w:rsid w:val="00290378"/>
    <w:rsid w:val="00290814"/>
    <w:rsid w:val="00290AE1"/>
    <w:rsid w:val="002912ED"/>
    <w:rsid w:val="00291A36"/>
    <w:rsid w:val="00292326"/>
    <w:rsid w:val="00292887"/>
    <w:rsid w:val="00292A17"/>
    <w:rsid w:val="00292C36"/>
    <w:rsid w:val="002940FE"/>
    <w:rsid w:val="002941CB"/>
    <w:rsid w:val="002944FE"/>
    <w:rsid w:val="00294D78"/>
    <w:rsid w:val="00295C15"/>
    <w:rsid w:val="00297101"/>
    <w:rsid w:val="00297431"/>
    <w:rsid w:val="00297469"/>
    <w:rsid w:val="00297551"/>
    <w:rsid w:val="00297A69"/>
    <w:rsid w:val="00297CDB"/>
    <w:rsid w:val="00297DF1"/>
    <w:rsid w:val="002A079C"/>
    <w:rsid w:val="002A0DDC"/>
    <w:rsid w:val="002A11AC"/>
    <w:rsid w:val="002A14BD"/>
    <w:rsid w:val="002A15DF"/>
    <w:rsid w:val="002A1CCC"/>
    <w:rsid w:val="002A2419"/>
    <w:rsid w:val="002A3ABC"/>
    <w:rsid w:val="002A3D2A"/>
    <w:rsid w:val="002A4676"/>
    <w:rsid w:val="002A4AFC"/>
    <w:rsid w:val="002A540A"/>
    <w:rsid w:val="002A5765"/>
    <w:rsid w:val="002A640C"/>
    <w:rsid w:val="002A647D"/>
    <w:rsid w:val="002A6F69"/>
    <w:rsid w:val="002A793D"/>
    <w:rsid w:val="002A7B94"/>
    <w:rsid w:val="002A7FA0"/>
    <w:rsid w:val="002B0361"/>
    <w:rsid w:val="002B062A"/>
    <w:rsid w:val="002B0CD4"/>
    <w:rsid w:val="002B1304"/>
    <w:rsid w:val="002B1489"/>
    <w:rsid w:val="002B2158"/>
    <w:rsid w:val="002B23C1"/>
    <w:rsid w:val="002B266E"/>
    <w:rsid w:val="002B27B2"/>
    <w:rsid w:val="002B2F08"/>
    <w:rsid w:val="002B2FE3"/>
    <w:rsid w:val="002B3684"/>
    <w:rsid w:val="002B556F"/>
    <w:rsid w:val="002B55A1"/>
    <w:rsid w:val="002B55D6"/>
    <w:rsid w:val="002B55F0"/>
    <w:rsid w:val="002B57E8"/>
    <w:rsid w:val="002B5A22"/>
    <w:rsid w:val="002B6296"/>
    <w:rsid w:val="002B6AAB"/>
    <w:rsid w:val="002C0877"/>
    <w:rsid w:val="002C0FC4"/>
    <w:rsid w:val="002C11B9"/>
    <w:rsid w:val="002C13AF"/>
    <w:rsid w:val="002C1A1C"/>
    <w:rsid w:val="002C2656"/>
    <w:rsid w:val="002C2AA0"/>
    <w:rsid w:val="002C369C"/>
    <w:rsid w:val="002C38B2"/>
    <w:rsid w:val="002C3DD7"/>
    <w:rsid w:val="002C3F5C"/>
    <w:rsid w:val="002C44E1"/>
    <w:rsid w:val="002C4A5F"/>
    <w:rsid w:val="002C4E37"/>
    <w:rsid w:val="002C527C"/>
    <w:rsid w:val="002C5774"/>
    <w:rsid w:val="002C5CF0"/>
    <w:rsid w:val="002C605F"/>
    <w:rsid w:val="002C61E0"/>
    <w:rsid w:val="002C6249"/>
    <w:rsid w:val="002C6A0F"/>
    <w:rsid w:val="002C6A46"/>
    <w:rsid w:val="002C6D82"/>
    <w:rsid w:val="002D0CF2"/>
    <w:rsid w:val="002D1278"/>
    <w:rsid w:val="002D155C"/>
    <w:rsid w:val="002D16E4"/>
    <w:rsid w:val="002D1889"/>
    <w:rsid w:val="002D2279"/>
    <w:rsid w:val="002D4F9C"/>
    <w:rsid w:val="002D510C"/>
    <w:rsid w:val="002D5538"/>
    <w:rsid w:val="002D5546"/>
    <w:rsid w:val="002D5FA8"/>
    <w:rsid w:val="002D613C"/>
    <w:rsid w:val="002D682A"/>
    <w:rsid w:val="002D6CB7"/>
    <w:rsid w:val="002D72F0"/>
    <w:rsid w:val="002D7842"/>
    <w:rsid w:val="002D79AE"/>
    <w:rsid w:val="002D7E58"/>
    <w:rsid w:val="002E0089"/>
    <w:rsid w:val="002E0883"/>
    <w:rsid w:val="002E0892"/>
    <w:rsid w:val="002E0B37"/>
    <w:rsid w:val="002E0F40"/>
    <w:rsid w:val="002E1196"/>
    <w:rsid w:val="002E154C"/>
    <w:rsid w:val="002E15F5"/>
    <w:rsid w:val="002E173C"/>
    <w:rsid w:val="002E17CC"/>
    <w:rsid w:val="002E191E"/>
    <w:rsid w:val="002E1ACB"/>
    <w:rsid w:val="002E1FCE"/>
    <w:rsid w:val="002E20AB"/>
    <w:rsid w:val="002E22AB"/>
    <w:rsid w:val="002E2566"/>
    <w:rsid w:val="002E278E"/>
    <w:rsid w:val="002E2D7F"/>
    <w:rsid w:val="002E2E2D"/>
    <w:rsid w:val="002E3399"/>
    <w:rsid w:val="002E34A0"/>
    <w:rsid w:val="002E353B"/>
    <w:rsid w:val="002E3A7B"/>
    <w:rsid w:val="002E3C53"/>
    <w:rsid w:val="002E4067"/>
    <w:rsid w:val="002E430B"/>
    <w:rsid w:val="002E4F13"/>
    <w:rsid w:val="002E5490"/>
    <w:rsid w:val="002E549F"/>
    <w:rsid w:val="002E558E"/>
    <w:rsid w:val="002E57B6"/>
    <w:rsid w:val="002E5815"/>
    <w:rsid w:val="002E62AA"/>
    <w:rsid w:val="002E64ED"/>
    <w:rsid w:val="002E69D3"/>
    <w:rsid w:val="002E6C0E"/>
    <w:rsid w:val="002E7028"/>
    <w:rsid w:val="002E7B12"/>
    <w:rsid w:val="002E7F1A"/>
    <w:rsid w:val="002F0650"/>
    <w:rsid w:val="002F1E2C"/>
    <w:rsid w:val="002F25C6"/>
    <w:rsid w:val="002F2710"/>
    <w:rsid w:val="002F2A8D"/>
    <w:rsid w:val="002F2CD6"/>
    <w:rsid w:val="002F2CE8"/>
    <w:rsid w:val="002F2FF3"/>
    <w:rsid w:val="002F32B6"/>
    <w:rsid w:val="002F342D"/>
    <w:rsid w:val="002F4117"/>
    <w:rsid w:val="002F42C2"/>
    <w:rsid w:val="002F48AC"/>
    <w:rsid w:val="002F55D2"/>
    <w:rsid w:val="002F5697"/>
    <w:rsid w:val="002F5E51"/>
    <w:rsid w:val="002F5EAA"/>
    <w:rsid w:val="002F61BC"/>
    <w:rsid w:val="002F6204"/>
    <w:rsid w:val="002F68EB"/>
    <w:rsid w:val="002F6E7F"/>
    <w:rsid w:val="002F73AC"/>
    <w:rsid w:val="002F7747"/>
    <w:rsid w:val="002F7ADA"/>
    <w:rsid w:val="002F7D0E"/>
    <w:rsid w:val="00300265"/>
    <w:rsid w:val="00300278"/>
    <w:rsid w:val="00300897"/>
    <w:rsid w:val="00300B16"/>
    <w:rsid w:val="003010EC"/>
    <w:rsid w:val="003011B3"/>
    <w:rsid w:val="00301C58"/>
    <w:rsid w:val="00301CCB"/>
    <w:rsid w:val="003022A7"/>
    <w:rsid w:val="003027AE"/>
    <w:rsid w:val="00302D01"/>
    <w:rsid w:val="00303071"/>
    <w:rsid w:val="003034F6"/>
    <w:rsid w:val="00303974"/>
    <w:rsid w:val="003046F0"/>
    <w:rsid w:val="00304E69"/>
    <w:rsid w:val="003059C9"/>
    <w:rsid w:val="00305E4D"/>
    <w:rsid w:val="00306B8A"/>
    <w:rsid w:val="0030737C"/>
    <w:rsid w:val="00307751"/>
    <w:rsid w:val="003078A3"/>
    <w:rsid w:val="0031017B"/>
    <w:rsid w:val="00310A1E"/>
    <w:rsid w:val="00310DB7"/>
    <w:rsid w:val="00310E32"/>
    <w:rsid w:val="00311178"/>
    <w:rsid w:val="0031175B"/>
    <w:rsid w:val="0031191A"/>
    <w:rsid w:val="0031210F"/>
    <w:rsid w:val="00312143"/>
    <w:rsid w:val="00312496"/>
    <w:rsid w:val="0031254F"/>
    <w:rsid w:val="0031303D"/>
    <w:rsid w:val="00313434"/>
    <w:rsid w:val="003134CC"/>
    <w:rsid w:val="003137BF"/>
    <w:rsid w:val="003138CB"/>
    <w:rsid w:val="0031422C"/>
    <w:rsid w:val="003143D7"/>
    <w:rsid w:val="00315134"/>
    <w:rsid w:val="00315197"/>
    <w:rsid w:val="0031525E"/>
    <w:rsid w:val="003152F7"/>
    <w:rsid w:val="00315518"/>
    <w:rsid w:val="00315555"/>
    <w:rsid w:val="00315A8F"/>
    <w:rsid w:val="00315DC2"/>
    <w:rsid w:val="00316128"/>
    <w:rsid w:val="00316A95"/>
    <w:rsid w:val="00316C48"/>
    <w:rsid w:val="00316D98"/>
    <w:rsid w:val="0031762C"/>
    <w:rsid w:val="00320511"/>
    <w:rsid w:val="00320CE1"/>
    <w:rsid w:val="00321998"/>
    <w:rsid w:val="00322713"/>
    <w:rsid w:val="00322B34"/>
    <w:rsid w:val="00323D5B"/>
    <w:rsid w:val="00324EF0"/>
    <w:rsid w:val="003257FD"/>
    <w:rsid w:val="00325861"/>
    <w:rsid w:val="003262C2"/>
    <w:rsid w:val="00326CB2"/>
    <w:rsid w:val="00327320"/>
    <w:rsid w:val="00327591"/>
    <w:rsid w:val="003276EB"/>
    <w:rsid w:val="00327D46"/>
    <w:rsid w:val="00327D55"/>
    <w:rsid w:val="003306DB"/>
    <w:rsid w:val="00331516"/>
    <w:rsid w:val="003318BD"/>
    <w:rsid w:val="003319AB"/>
    <w:rsid w:val="00331AEF"/>
    <w:rsid w:val="00331C16"/>
    <w:rsid w:val="00332A3F"/>
    <w:rsid w:val="00332AB3"/>
    <w:rsid w:val="00333614"/>
    <w:rsid w:val="00333926"/>
    <w:rsid w:val="00333F9C"/>
    <w:rsid w:val="00334529"/>
    <w:rsid w:val="00334E0B"/>
    <w:rsid w:val="003358C1"/>
    <w:rsid w:val="00335D27"/>
    <w:rsid w:val="00335D42"/>
    <w:rsid w:val="00335E55"/>
    <w:rsid w:val="00335F3F"/>
    <w:rsid w:val="00335FAB"/>
    <w:rsid w:val="00336AD6"/>
    <w:rsid w:val="00336D02"/>
    <w:rsid w:val="00337672"/>
    <w:rsid w:val="00340807"/>
    <w:rsid w:val="003408DA"/>
    <w:rsid w:val="0034090D"/>
    <w:rsid w:val="00340CCE"/>
    <w:rsid w:val="00340E67"/>
    <w:rsid w:val="00341397"/>
    <w:rsid w:val="00341A5B"/>
    <w:rsid w:val="00341CA5"/>
    <w:rsid w:val="00342101"/>
    <w:rsid w:val="00342249"/>
    <w:rsid w:val="0034232A"/>
    <w:rsid w:val="003423D8"/>
    <w:rsid w:val="00342A2D"/>
    <w:rsid w:val="00342E57"/>
    <w:rsid w:val="0034316D"/>
    <w:rsid w:val="00343210"/>
    <w:rsid w:val="00343830"/>
    <w:rsid w:val="003444F6"/>
    <w:rsid w:val="00344D9E"/>
    <w:rsid w:val="00344F89"/>
    <w:rsid w:val="00344FD7"/>
    <w:rsid w:val="00345A17"/>
    <w:rsid w:val="00345FD9"/>
    <w:rsid w:val="0034605E"/>
    <w:rsid w:val="00346081"/>
    <w:rsid w:val="003466C4"/>
    <w:rsid w:val="003467C1"/>
    <w:rsid w:val="003474AC"/>
    <w:rsid w:val="003477E6"/>
    <w:rsid w:val="00347A3E"/>
    <w:rsid w:val="003505EB"/>
    <w:rsid w:val="00350C7A"/>
    <w:rsid w:val="00350FC7"/>
    <w:rsid w:val="0035120A"/>
    <w:rsid w:val="00351ACA"/>
    <w:rsid w:val="00351B1D"/>
    <w:rsid w:val="00351E6D"/>
    <w:rsid w:val="00351F3A"/>
    <w:rsid w:val="003520F8"/>
    <w:rsid w:val="00352A63"/>
    <w:rsid w:val="003537DA"/>
    <w:rsid w:val="003552BC"/>
    <w:rsid w:val="003555F9"/>
    <w:rsid w:val="00355CCC"/>
    <w:rsid w:val="00355FA5"/>
    <w:rsid w:val="003569DF"/>
    <w:rsid w:val="003575DF"/>
    <w:rsid w:val="003601F4"/>
    <w:rsid w:val="0036067F"/>
    <w:rsid w:val="003606EB"/>
    <w:rsid w:val="00360CD6"/>
    <w:rsid w:val="00360CDA"/>
    <w:rsid w:val="00360F0A"/>
    <w:rsid w:val="003614C9"/>
    <w:rsid w:val="003615CE"/>
    <w:rsid w:val="00361CA0"/>
    <w:rsid w:val="00361E02"/>
    <w:rsid w:val="003627D0"/>
    <w:rsid w:val="00362F75"/>
    <w:rsid w:val="00362FB8"/>
    <w:rsid w:val="003633DC"/>
    <w:rsid w:val="003635F8"/>
    <w:rsid w:val="0036389C"/>
    <w:rsid w:val="00364B77"/>
    <w:rsid w:val="00364B7E"/>
    <w:rsid w:val="00365072"/>
    <w:rsid w:val="0036535B"/>
    <w:rsid w:val="00365379"/>
    <w:rsid w:val="003653CA"/>
    <w:rsid w:val="00365451"/>
    <w:rsid w:val="0036597D"/>
    <w:rsid w:val="00365D71"/>
    <w:rsid w:val="00366781"/>
    <w:rsid w:val="00366E0E"/>
    <w:rsid w:val="0037032F"/>
    <w:rsid w:val="003704D3"/>
    <w:rsid w:val="00370688"/>
    <w:rsid w:val="00370784"/>
    <w:rsid w:val="00370AB9"/>
    <w:rsid w:val="003713DE"/>
    <w:rsid w:val="003715A6"/>
    <w:rsid w:val="00371AD1"/>
    <w:rsid w:val="00371DEE"/>
    <w:rsid w:val="00371F97"/>
    <w:rsid w:val="00372523"/>
    <w:rsid w:val="00372805"/>
    <w:rsid w:val="00372924"/>
    <w:rsid w:val="0037302B"/>
    <w:rsid w:val="003730F2"/>
    <w:rsid w:val="003735F2"/>
    <w:rsid w:val="0037362C"/>
    <w:rsid w:val="003736D2"/>
    <w:rsid w:val="00373C49"/>
    <w:rsid w:val="00373EB5"/>
    <w:rsid w:val="00373F97"/>
    <w:rsid w:val="00374216"/>
    <w:rsid w:val="00374390"/>
    <w:rsid w:val="00374B00"/>
    <w:rsid w:val="00375190"/>
    <w:rsid w:val="00375195"/>
    <w:rsid w:val="0037587B"/>
    <w:rsid w:val="00375CA5"/>
    <w:rsid w:val="003760A1"/>
    <w:rsid w:val="00376C3D"/>
    <w:rsid w:val="00376EE3"/>
    <w:rsid w:val="003778D6"/>
    <w:rsid w:val="003779D8"/>
    <w:rsid w:val="00377A43"/>
    <w:rsid w:val="00377B0B"/>
    <w:rsid w:val="00377B6E"/>
    <w:rsid w:val="0038011C"/>
    <w:rsid w:val="00380526"/>
    <w:rsid w:val="0038147E"/>
    <w:rsid w:val="00381F88"/>
    <w:rsid w:val="00382326"/>
    <w:rsid w:val="00382339"/>
    <w:rsid w:val="003826B2"/>
    <w:rsid w:val="0038283A"/>
    <w:rsid w:val="00382A97"/>
    <w:rsid w:val="0038356C"/>
    <w:rsid w:val="003835EA"/>
    <w:rsid w:val="00383AAE"/>
    <w:rsid w:val="003845CE"/>
    <w:rsid w:val="00384F42"/>
    <w:rsid w:val="00386514"/>
    <w:rsid w:val="003866B7"/>
    <w:rsid w:val="00386B2E"/>
    <w:rsid w:val="00386EAC"/>
    <w:rsid w:val="00387483"/>
    <w:rsid w:val="003878B4"/>
    <w:rsid w:val="00387A37"/>
    <w:rsid w:val="00387CE9"/>
    <w:rsid w:val="00387EFD"/>
    <w:rsid w:val="00387F97"/>
    <w:rsid w:val="00390212"/>
    <w:rsid w:val="00390331"/>
    <w:rsid w:val="003911AA"/>
    <w:rsid w:val="00392108"/>
    <w:rsid w:val="00393FAF"/>
    <w:rsid w:val="003948B9"/>
    <w:rsid w:val="00394AC4"/>
    <w:rsid w:val="00394DCE"/>
    <w:rsid w:val="00394F19"/>
    <w:rsid w:val="003950E2"/>
    <w:rsid w:val="0039594F"/>
    <w:rsid w:val="0039613E"/>
    <w:rsid w:val="00396351"/>
    <w:rsid w:val="003967C1"/>
    <w:rsid w:val="00397090"/>
    <w:rsid w:val="00397110"/>
    <w:rsid w:val="0039720D"/>
    <w:rsid w:val="003972A0"/>
    <w:rsid w:val="00397616"/>
    <w:rsid w:val="003978BA"/>
    <w:rsid w:val="0039799B"/>
    <w:rsid w:val="00397B3C"/>
    <w:rsid w:val="00397FD2"/>
    <w:rsid w:val="003A099E"/>
    <w:rsid w:val="003A1428"/>
    <w:rsid w:val="003A15CD"/>
    <w:rsid w:val="003A167A"/>
    <w:rsid w:val="003A1AEA"/>
    <w:rsid w:val="003A264C"/>
    <w:rsid w:val="003A2939"/>
    <w:rsid w:val="003A2973"/>
    <w:rsid w:val="003A29C3"/>
    <w:rsid w:val="003A2F9A"/>
    <w:rsid w:val="003A35B2"/>
    <w:rsid w:val="003A3801"/>
    <w:rsid w:val="003A4326"/>
    <w:rsid w:val="003A4626"/>
    <w:rsid w:val="003A47B6"/>
    <w:rsid w:val="003A4E47"/>
    <w:rsid w:val="003A4F9D"/>
    <w:rsid w:val="003A5201"/>
    <w:rsid w:val="003A52AA"/>
    <w:rsid w:val="003A5305"/>
    <w:rsid w:val="003A5A20"/>
    <w:rsid w:val="003A5A48"/>
    <w:rsid w:val="003A5C1E"/>
    <w:rsid w:val="003A6470"/>
    <w:rsid w:val="003A6BFE"/>
    <w:rsid w:val="003A6E28"/>
    <w:rsid w:val="003A7300"/>
    <w:rsid w:val="003A7307"/>
    <w:rsid w:val="003A7A47"/>
    <w:rsid w:val="003B0628"/>
    <w:rsid w:val="003B0BA4"/>
    <w:rsid w:val="003B0CA3"/>
    <w:rsid w:val="003B0DE8"/>
    <w:rsid w:val="003B0E21"/>
    <w:rsid w:val="003B0FD1"/>
    <w:rsid w:val="003B107B"/>
    <w:rsid w:val="003B1110"/>
    <w:rsid w:val="003B11B0"/>
    <w:rsid w:val="003B1C95"/>
    <w:rsid w:val="003B256D"/>
    <w:rsid w:val="003B2D64"/>
    <w:rsid w:val="003B3329"/>
    <w:rsid w:val="003B3CCA"/>
    <w:rsid w:val="003B43EA"/>
    <w:rsid w:val="003B4ADE"/>
    <w:rsid w:val="003B4CB7"/>
    <w:rsid w:val="003B5568"/>
    <w:rsid w:val="003B568C"/>
    <w:rsid w:val="003B56CC"/>
    <w:rsid w:val="003B5976"/>
    <w:rsid w:val="003B62B8"/>
    <w:rsid w:val="003B6558"/>
    <w:rsid w:val="003B6BFD"/>
    <w:rsid w:val="003B6C3B"/>
    <w:rsid w:val="003B6F0B"/>
    <w:rsid w:val="003B714C"/>
    <w:rsid w:val="003B78BA"/>
    <w:rsid w:val="003B7DAA"/>
    <w:rsid w:val="003C0165"/>
    <w:rsid w:val="003C05D0"/>
    <w:rsid w:val="003C0892"/>
    <w:rsid w:val="003C115A"/>
    <w:rsid w:val="003C15ED"/>
    <w:rsid w:val="003C199C"/>
    <w:rsid w:val="003C2853"/>
    <w:rsid w:val="003C380E"/>
    <w:rsid w:val="003C3B87"/>
    <w:rsid w:val="003C40DF"/>
    <w:rsid w:val="003C4160"/>
    <w:rsid w:val="003C4212"/>
    <w:rsid w:val="003C4B31"/>
    <w:rsid w:val="003C50D0"/>
    <w:rsid w:val="003C524E"/>
    <w:rsid w:val="003C5573"/>
    <w:rsid w:val="003C5ACD"/>
    <w:rsid w:val="003C5F4D"/>
    <w:rsid w:val="003C6259"/>
    <w:rsid w:val="003C636A"/>
    <w:rsid w:val="003C642A"/>
    <w:rsid w:val="003C67B2"/>
    <w:rsid w:val="003C6851"/>
    <w:rsid w:val="003C6C65"/>
    <w:rsid w:val="003C742C"/>
    <w:rsid w:val="003C7704"/>
    <w:rsid w:val="003C79C3"/>
    <w:rsid w:val="003C7D9C"/>
    <w:rsid w:val="003C7DD5"/>
    <w:rsid w:val="003D033A"/>
    <w:rsid w:val="003D03AD"/>
    <w:rsid w:val="003D0F97"/>
    <w:rsid w:val="003D166A"/>
    <w:rsid w:val="003D1842"/>
    <w:rsid w:val="003D20BA"/>
    <w:rsid w:val="003D2F03"/>
    <w:rsid w:val="003D32B2"/>
    <w:rsid w:val="003D36B0"/>
    <w:rsid w:val="003D3E1D"/>
    <w:rsid w:val="003D3F27"/>
    <w:rsid w:val="003D4413"/>
    <w:rsid w:val="003D48F6"/>
    <w:rsid w:val="003D4DA8"/>
    <w:rsid w:val="003D503E"/>
    <w:rsid w:val="003D51D1"/>
    <w:rsid w:val="003D52CE"/>
    <w:rsid w:val="003D5388"/>
    <w:rsid w:val="003D5432"/>
    <w:rsid w:val="003D61C9"/>
    <w:rsid w:val="003D644F"/>
    <w:rsid w:val="003D64A8"/>
    <w:rsid w:val="003D6C4D"/>
    <w:rsid w:val="003D7525"/>
    <w:rsid w:val="003D7E8E"/>
    <w:rsid w:val="003E01CF"/>
    <w:rsid w:val="003E0ACF"/>
    <w:rsid w:val="003E0C0E"/>
    <w:rsid w:val="003E0DFD"/>
    <w:rsid w:val="003E1059"/>
    <w:rsid w:val="003E1394"/>
    <w:rsid w:val="003E1415"/>
    <w:rsid w:val="003E154D"/>
    <w:rsid w:val="003E19F7"/>
    <w:rsid w:val="003E1F10"/>
    <w:rsid w:val="003E2209"/>
    <w:rsid w:val="003E2459"/>
    <w:rsid w:val="003E2DEF"/>
    <w:rsid w:val="003E3C61"/>
    <w:rsid w:val="003E4279"/>
    <w:rsid w:val="003E43AD"/>
    <w:rsid w:val="003E465B"/>
    <w:rsid w:val="003E4F9B"/>
    <w:rsid w:val="003E555D"/>
    <w:rsid w:val="003E5604"/>
    <w:rsid w:val="003E58D3"/>
    <w:rsid w:val="003E69E1"/>
    <w:rsid w:val="003E7629"/>
    <w:rsid w:val="003E77BD"/>
    <w:rsid w:val="003E7A65"/>
    <w:rsid w:val="003E7E20"/>
    <w:rsid w:val="003F050C"/>
    <w:rsid w:val="003F06D5"/>
    <w:rsid w:val="003F13DA"/>
    <w:rsid w:val="003F1FA9"/>
    <w:rsid w:val="003F2196"/>
    <w:rsid w:val="003F21C8"/>
    <w:rsid w:val="003F23DB"/>
    <w:rsid w:val="003F265F"/>
    <w:rsid w:val="003F2B8C"/>
    <w:rsid w:val="003F31B7"/>
    <w:rsid w:val="003F381B"/>
    <w:rsid w:val="003F3F63"/>
    <w:rsid w:val="003F42D7"/>
    <w:rsid w:val="003F4687"/>
    <w:rsid w:val="003F494D"/>
    <w:rsid w:val="003F4997"/>
    <w:rsid w:val="003F5B25"/>
    <w:rsid w:val="003F5C27"/>
    <w:rsid w:val="003F6C63"/>
    <w:rsid w:val="003F6D63"/>
    <w:rsid w:val="003F7683"/>
    <w:rsid w:val="003F7D77"/>
    <w:rsid w:val="004009CF"/>
    <w:rsid w:val="00401323"/>
    <w:rsid w:val="0040135D"/>
    <w:rsid w:val="0040147E"/>
    <w:rsid w:val="00401526"/>
    <w:rsid w:val="00401E68"/>
    <w:rsid w:val="00402088"/>
    <w:rsid w:val="004021FB"/>
    <w:rsid w:val="004026CD"/>
    <w:rsid w:val="004033A5"/>
    <w:rsid w:val="0040390A"/>
    <w:rsid w:val="00403BC1"/>
    <w:rsid w:val="004049D3"/>
    <w:rsid w:val="00405C46"/>
    <w:rsid w:val="00406371"/>
    <w:rsid w:val="004067D1"/>
    <w:rsid w:val="00406C06"/>
    <w:rsid w:val="00407137"/>
    <w:rsid w:val="004073A9"/>
    <w:rsid w:val="004074D2"/>
    <w:rsid w:val="004074E8"/>
    <w:rsid w:val="0040785F"/>
    <w:rsid w:val="00407BF6"/>
    <w:rsid w:val="00407F4F"/>
    <w:rsid w:val="004100CE"/>
    <w:rsid w:val="004100D0"/>
    <w:rsid w:val="0041028A"/>
    <w:rsid w:val="00410935"/>
    <w:rsid w:val="00410BBC"/>
    <w:rsid w:val="00410F55"/>
    <w:rsid w:val="004110EF"/>
    <w:rsid w:val="00412416"/>
    <w:rsid w:val="00412868"/>
    <w:rsid w:val="004128DD"/>
    <w:rsid w:val="00412C68"/>
    <w:rsid w:val="00413236"/>
    <w:rsid w:val="00413D76"/>
    <w:rsid w:val="00414094"/>
    <w:rsid w:val="00414208"/>
    <w:rsid w:val="00414C3E"/>
    <w:rsid w:val="004155CE"/>
    <w:rsid w:val="0041560E"/>
    <w:rsid w:val="00415A74"/>
    <w:rsid w:val="0041604F"/>
    <w:rsid w:val="00416790"/>
    <w:rsid w:val="00416ACE"/>
    <w:rsid w:val="00416F24"/>
    <w:rsid w:val="00417290"/>
    <w:rsid w:val="0041759E"/>
    <w:rsid w:val="0042058A"/>
    <w:rsid w:val="00420DFA"/>
    <w:rsid w:val="004211FE"/>
    <w:rsid w:val="00421F9D"/>
    <w:rsid w:val="00421FC7"/>
    <w:rsid w:val="004222FB"/>
    <w:rsid w:val="00422C43"/>
    <w:rsid w:val="00423001"/>
    <w:rsid w:val="004230E4"/>
    <w:rsid w:val="00423151"/>
    <w:rsid w:val="0042353D"/>
    <w:rsid w:val="004238C0"/>
    <w:rsid w:val="00423BF3"/>
    <w:rsid w:val="00423EEC"/>
    <w:rsid w:val="004249EB"/>
    <w:rsid w:val="00424CCF"/>
    <w:rsid w:val="00425180"/>
    <w:rsid w:val="00425D83"/>
    <w:rsid w:val="00426F97"/>
    <w:rsid w:val="00427AA1"/>
    <w:rsid w:val="0043022B"/>
    <w:rsid w:val="00430775"/>
    <w:rsid w:val="00430B9F"/>
    <w:rsid w:val="00430DBB"/>
    <w:rsid w:val="0043103E"/>
    <w:rsid w:val="00431234"/>
    <w:rsid w:val="0043130B"/>
    <w:rsid w:val="004315C0"/>
    <w:rsid w:val="00431A06"/>
    <w:rsid w:val="00431C81"/>
    <w:rsid w:val="0043236C"/>
    <w:rsid w:val="004323E6"/>
    <w:rsid w:val="0043240F"/>
    <w:rsid w:val="004326CE"/>
    <w:rsid w:val="0043296C"/>
    <w:rsid w:val="004329D7"/>
    <w:rsid w:val="0043358F"/>
    <w:rsid w:val="004337DA"/>
    <w:rsid w:val="00433F93"/>
    <w:rsid w:val="00433FF7"/>
    <w:rsid w:val="00434CBF"/>
    <w:rsid w:val="004353E8"/>
    <w:rsid w:val="004359FE"/>
    <w:rsid w:val="004366FC"/>
    <w:rsid w:val="00436BBE"/>
    <w:rsid w:val="004371CE"/>
    <w:rsid w:val="00437254"/>
    <w:rsid w:val="004372D5"/>
    <w:rsid w:val="00437D02"/>
    <w:rsid w:val="00440521"/>
    <w:rsid w:val="004407F7"/>
    <w:rsid w:val="00440C81"/>
    <w:rsid w:val="00441289"/>
    <w:rsid w:val="004416DC"/>
    <w:rsid w:val="00441822"/>
    <w:rsid w:val="0044284A"/>
    <w:rsid w:val="00442AD4"/>
    <w:rsid w:val="00442ED0"/>
    <w:rsid w:val="004434CA"/>
    <w:rsid w:val="0044371B"/>
    <w:rsid w:val="00443AB1"/>
    <w:rsid w:val="00444597"/>
    <w:rsid w:val="004445E6"/>
    <w:rsid w:val="00444944"/>
    <w:rsid w:val="00444D64"/>
    <w:rsid w:val="004457D2"/>
    <w:rsid w:val="00445AA0"/>
    <w:rsid w:val="00446352"/>
    <w:rsid w:val="00446842"/>
    <w:rsid w:val="00446AB5"/>
    <w:rsid w:val="00447683"/>
    <w:rsid w:val="004500CB"/>
    <w:rsid w:val="00450510"/>
    <w:rsid w:val="00450DE0"/>
    <w:rsid w:val="0045202F"/>
    <w:rsid w:val="00452211"/>
    <w:rsid w:val="00453838"/>
    <w:rsid w:val="00453BBA"/>
    <w:rsid w:val="00453F1A"/>
    <w:rsid w:val="00454209"/>
    <w:rsid w:val="00454703"/>
    <w:rsid w:val="00454D73"/>
    <w:rsid w:val="004550F7"/>
    <w:rsid w:val="0045527C"/>
    <w:rsid w:val="004569E3"/>
    <w:rsid w:val="0045730E"/>
    <w:rsid w:val="00457328"/>
    <w:rsid w:val="00457598"/>
    <w:rsid w:val="004576AC"/>
    <w:rsid w:val="00457B05"/>
    <w:rsid w:val="00457C48"/>
    <w:rsid w:val="00460859"/>
    <w:rsid w:val="004609C3"/>
    <w:rsid w:val="00460A1D"/>
    <w:rsid w:val="00461405"/>
    <w:rsid w:val="004619C6"/>
    <w:rsid w:val="00461ACB"/>
    <w:rsid w:val="00461BE2"/>
    <w:rsid w:val="00461E99"/>
    <w:rsid w:val="00461FBE"/>
    <w:rsid w:val="004620F5"/>
    <w:rsid w:val="004623AB"/>
    <w:rsid w:val="00462CDB"/>
    <w:rsid w:val="004632C0"/>
    <w:rsid w:val="00463875"/>
    <w:rsid w:val="0046409B"/>
    <w:rsid w:val="004643F1"/>
    <w:rsid w:val="004652E7"/>
    <w:rsid w:val="004655C2"/>
    <w:rsid w:val="004657EC"/>
    <w:rsid w:val="00465A2E"/>
    <w:rsid w:val="00465DB6"/>
    <w:rsid w:val="004667B2"/>
    <w:rsid w:val="00466F19"/>
    <w:rsid w:val="00466FBF"/>
    <w:rsid w:val="004672B5"/>
    <w:rsid w:val="004674CC"/>
    <w:rsid w:val="004676FA"/>
    <w:rsid w:val="00467784"/>
    <w:rsid w:val="00467DB6"/>
    <w:rsid w:val="00467EC5"/>
    <w:rsid w:val="00470B4D"/>
    <w:rsid w:val="00470FCE"/>
    <w:rsid w:val="00471597"/>
    <w:rsid w:val="004715CD"/>
    <w:rsid w:val="004719A4"/>
    <w:rsid w:val="00471BE1"/>
    <w:rsid w:val="004723A4"/>
    <w:rsid w:val="004739BB"/>
    <w:rsid w:val="00473A7C"/>
    <w:rsid w:val="004740C8"/>
    <w:rsid w:val="00474103"/>
    <w:rsid w:val="00474478"/>
    <w:rsid w:val="00474778"/>
    <w:rsid w:val="00474E83"/>
    <w:rsid w:val="0047511F"/>
    <w:rsid w:val="0047626B"/>
    <w:rsid w:val="00476781"/>
    <w:rsid w:val="00476D3D"/>
    <w:rsid w:val="00477995"/>
    <w:rsid w:val="004800A7"/>
    <w:rsid w:val="00480269"/>
    <w:rsid w:val="00480345"/>
    <w:rsid w:val="00480B67"/>
    <w:rsid w:val="00480E74"/>
    <w:rsid w:val="00481607"/>
    <w:rsid w:val="00481718"/>
    <w:rsid w:val="00481878"/>
    <w:rsid w:val="00481E4E"/>
    <w:rsid w:val="00482A57"/>
    <w:rsid w:val="00482C38"/>
    <w:rsid w:val="00482D07"/>
    <w:rsid w:val="00482D39"/>
    <w:rsid w:val="00483721"/>
    <w:rsid w:val="00483A03"/>
    <w:rsid w:val="00483D5D"/>
    <w:rsid w:val="00483FB8"/>
    <w:rsid w:val="004848EF"/>
    <w:rsid w:val="004852D8"/>
    <w:rsid w:val="0048545A"/>
    <w:rsid w:val="00485F85"/>
    <w:rsid w:val="004860F8"/>
    <w:rsid w:val="0048639E"/>
    <w:rsid w:val="004865AB"/>
    <w:rsid w:val="00486B44"/>
    <w:rsid w:val="004875A0"/>
    <w:rsid w:val="004875BB"/>
    <w:rsid w:val="00490520"/>
    <w:rsid w:val="004908EA"/>
    <w:rsid w:val="00490A7F"/>
    <w:rsid w:val="00491572"/>
    <w:rsid w:val="004915DB"/>
    <w:rsid w:val="00491CD9"/>
    <w:rsid w:val="00492024"/>
    <w:rsid w:val="0049281E"/>
    <w:rsid w:val="004930C0"/>
    <w:rsid w:val="00493AF6"/>
    <w:rsid w:val="00494568"/>
    <w:rsid w:val="004945E7"/>
    <w:rsid w:val="00494725"/>
    <w:rsid w:val="00494A40"/>
    <w:rsid w:val="00494D64"/>
    <w:rsid w:val="0049514F"/>
    <w:rsid w:val="00495660"/>
    <w:rsid w:val="00495E33"/>
    <w:rsid w:val="004970F5"/>
    <w:rsid w:val="0049739A"/>
    <w:rsid w:val="00497420"/>
    <w:rsid w:val="004A15BA"/>
    <w:rsid w:val="004A20E8"/>
    <w:rsid w:val="004A21F1"/>
    <w:rsid w:val="004A2370"/>
    <w:rsid w:val="004A2EB5"/>
    <w:rsid w:val="004A31E5"/>
    <w:rsid w:val="004A31E6"/>
    <w:rsid w:val="004A37FD"/>
    <w:rsid w:val="004A3CDA"/>
    <w:rsid w:val="004A4085"/>
    <w:rsid w:val="004A429F"/>
    <w:rsid w:val="004A44FF"/>
    <w:rsid w:val="004A4644"/>
    <w:rsid w:val="004A4EAF"/>
    <w:rsid w:val="004A516D"/>
    <w:rsid w:val="004A5177"/>
    <w:rsid w:val="004A5D41"/>
    <w:rsid w:val="004A5E5E"/>
    <w:rsid w:val="004A6377"/>
    <w:rsid w:val="004A6405"/>
    <w:rsid w:val="004A677C"/>
    <w:rsid w:val="004A6EA5"/>
    <w:rsid w:val="004A7108"/>
    <w:rsid w:val="004A76A6"/>
    <w:rsid w:val="004A78CA"/>
    <w:rsid w:val="004B07FC"/>
    <w:rsid w:val="004B0ACA"/>
    <w:rsid w:val="004B0AFA"/>
    <w:rsid w:val="004B1107"/>
    <w:rsid w:val="004B1D10"/>
    <w:rsid w:val="004B218C"/>
    <w:rsid w:val="004B239E"/>
    <w:rsid w:val="004B2FC2"/>
    <w:rsid w:val="004B3FED"/>
    <w:rsid w:val="004B42C0"/>
    <w:rsid w:val="004B4903"/>
    <w:rsid w:val="004B5C5F"/>
    <w:rsid w:val="004B5DA8"/>
    <w:rsid w:val="004B5FAB"/>
    <w:rsid w:val="004B6069"/>
    <w:rsid w:val="004B6798"/>
    <w:rsid w:val="004B6AAA"/>
    <w:rsid w:val="004B6D5D"/>
    <w:rsid w:val="004B6D83"/>
    <w:rsid w:val="004B76A2"/>
    <w:rsid w:val="004B79B1"/>
    <w:rsid w:val="004B7F24"/>
    <w:rsid w:val="004C06E1"/>
    <w:rsid w:val="004C0BF5"/>
    <w:rsid w:val="004C19A8"/>
    <w:rsid w:val="004C1D17"/>
    <w:rsid w:val="004C1E1D"/>
    <w:rsid w:val="004C2368"/>
    <w:rsid w:val="004C2C04"/>
    <w:rsid w:val="004C3328"/>
    <w:rsid w:val="004C3407"/>
    <w:rsid w:val="004C3862"/>
    <w:rsid w:val="004C3A48"/>
    <w:rsid w:val="004C40EE"/>
    <w:rsid w:val="004C41B8"/>
    <w:rsid w:val="004C4833"/>
    <w:rsid w:val="004C4884"/>
    <w:rsid w:val="004C52C7"/>
    <w:rsid w:val="004C5568"/>
    <w:rsid w:val="004C645F"/>
    <w:rsid w:val="004C6782"/>
    <w:rsid w:val="004C76CB"/>
    <w:rsid w:val="004C77E9"/>
    <w:rsid w:val="004C7EF7"/>
    <w:rsid w:val="004D01F2"/>
    <w:rsid w:val="004D0B64"/>
    <w:rsid w:val="004D1A68"/>
    <w:rsid w:val="004D1C25"/>
    <w:rsid w:val="004D2908"/>
    <w:rsid w:val="004D2931"/>
    <w:rsid w:val="004D2967"/>
    <w:rsid w:val="004D2AA6"/>
    <w:rsid w:val="004D3522"/>
    <w:rsid w:val="004D37F6"/>
    <w:rsid w:val="004D3F5A"/>
    <w:rsid w:val="004D4099"/>
    <w:rsid w:val="004D44DB"/>
    <w:rsid w:val="004D4750"/>
    <w:rsid w:val="004D4817"/>
    <w:rsid w:val="004D5517"/>
    <w:rsid w:val="004D55B2"/>
    <w:rsid w:val="004D577D"/>
    <w:rsid w:val="004D5B66"/>
    <w:rsid w:val="004D5C5A"/>
    <w:rsid w:val="004D6C04"/>
    <w:rsid w:val="004D6DB4"/>
    <w:rsid w:val="004D7584"/>
    <w:rsid w:val="004D7FE8"/>
    <w:rsid w:val="004E008C"/>
    <w:rsid w:val="004E03E1"/>
    <w:rsid w:val="004E071A"/>
    <w:rsid w:val="004E071D"/>
    <w:rsid w:val="004E088F"/>
    <w:rsid w:val="004E0D43"/>
    <w:rsid w:val="004E0EB5"/>
    <w:rsid w:val="004E1948"/>
    <w:rsid w:val="004E27F4"/>
    <w:rsid w:val="004E2A14"/>
    <w:rsid w:val="004E2E9E"/>
    <w:rsid w:val="004E2F9B"/>
    <w:rsid w:val="004E334E"/>
    <w:rsid w:val="004E367C"/>
    <w:rsid w:val="004E37BD"/>
    <w:rsid w:val="004E42DA"/>
    <w:rsid w:val="004E4770"/>
    <w:rsid w:val="004E4D2C"/>
    <w:rsid w:val="004E4FBE"/>
    <w:rsid w:val="004E545B"/>
    <w:rsid w:val="004E5B4E"/>
    <w:rsid w:val="004E623D"/>
    <w:rsid w:val="004E6295"/>
    <w:rsid w:val="004E6658"/>
    <w:rsid w:val="004E66CD"/>
    <w:rsid w:val="004E6D58"/>
    <w:rsid w:val="004E6DC5"/>
    <w:rsid w:val="004E6F78"/>
    <w:rsid w:val="004E7A46"/>
    <w:rsid w:val="004E7C14"/>
    <w:rsid w:val="004F04CD"/>
    <w:rsid w:val="004F055D"/>
    <w:rsid w:val="004F097D"/>
    <w:rsid w:val="004F0CB5"/>
    <w:rsid w:val="004F147B"/>
    <w:rsid w:val="004F2397"/>
    <w:rsid w:val="004F263F"/>
    <w:rsid w:val="004F2763"/>
    <w:rsid w:val="004F2EF2"/>
    <w:rsid w:val="004F3933"/>
    <w:rsid w:val="004F3980"/>
    <w:rsid w:val="004F39F7"/>
    <w:rsid w:val="004F3A80"/>
    <w:rsid w:val="004F516E"/>
    <w:rsid w:val="004F54EE"/>
    <w:rsid w:val="004F5643"/>
    <w:rsid w:val="004F5D9A"/>
    <w:rsid w:val="004F6B17"/>
    <w:rsid w:val="004F750F"/>
    <w:rsid w:val="004F7FD5"/>
    <w:rsid w:val="005000A2"/>
    <w:rsid w:val="0050038D"/>
    <w:rsid w:val="00500E5D"/>
    <w:rsid w:val="00501012"/>
    <w:rsid w:val="0050263F"/>
    <w:rsid w:val="005026D1"/>
    <w:rsid w:val="00502E79"/>
    <w:rsid w:val="00503BDD"/>
    <w:rsid w:val="00503FE1"/>
    <w:rsid w:val="005043B0"/>
    <w:rsid w:val="0050450E"/>
    <w:rsid w:val="00504614"/>
    <w:rsid w:val="00505668"/>
    <w:rsid w:val="00505A1A"/>
    <w:rsid w:val="00505A93"/>
    <w:rsid w:val="00506587"/>
    <w:rsid w:val="00506A56"/>
    <w:rsid w:val="005076F4"/>
    <w:rsid w:val="005106D2"/>
    <w:rsid w:val="00512157"/>
    <w:rsid w:val="00514220"/>
    <w:rsid w:val="00514DE7"/>
    <w:rsid w:val="00514FC1"/>
    <w:rsid w:val="00515105"/>
    <w:rsid w:val="00515359"/>
    <w:rsid w:val="005155AF"/>
    <w:rsid w:val="005156D3"/>
    <w:rsid w:val="00515A68"/>
    <w:rsid w:val="00515A92"/>
    <w:rsid w:val="00517192"/>
    <w:rsid w:val="005175F7"/>
    <w:rsid w:val="00517875"/>
    <w:rsid w:val="0052082C"/>
    <w:rsid w:val="0052091E"/>
    <w:rsid w:val="00520FD0"/>
    <w:rsid w:val="0052101A"/>
    <w:rsid w:val="00521509"/>
    <w:rsid w:val="005216E0"/>
    <w:rsid w:val="00521703"/>
    <w:rsid w:val="005217BF"/>
    <w:rsid w:val="00521C66"/>
    <w:rsid w:val="005221AD"/>
    <w:rsid w:val="00522A1D"/>
    <w:rsid w:val="00522BF3"/>
    <w:rsid w:val="00523ED3"/>
    <w:rsid w:val="00523FDC"/>
    <w:rsid w:val="005240B5"/>
    <w:rsid w:val="00524E08"/>
    <w:rsid w:val="00526369"/>
    <w:rsid w:val="0052679D"/>
    <w:rsid w:val="00526AFD"/>
    <w:rsid w:val="00526CAC"/>
    <w:rsid w:val="00526D99"/>
    <w:rsid w:val="005270F0"/>
    <w:rsid w:val="005271C5"/>
    <w:rsid w:val="0052723E"/>
    <w:rsid w:val="00527710"/>
    <w:rsid w:val="00527D2D"/>
    <w:rsid w:val="00530791"/>
    <w:rsid w:val="00530B58"/>
    <w:rsid w:val="00530D84"/>
    <w:rsid w:val="00530DC7"/>
    <w:rsid w:val="00531538"/>
    <w:rsid w:val="005319BD"/>
    <w:rsid w:val="005324E0"/>
    <w:rsid w:val="00532968"/>
    <w:rsid w:val="00532B45"/>
    <w:rsid w:val="00532E21"/>
    <w:rsid w:val="0053312D"/>
    <w:rsid w:val="005332C0"/>
    <w:rsid w:val="00533334"/>
    <w:rsid w:val="005344B7"/>
    <w:rsid w:val="00534B63"/>
    <w:rsid w:val="00534B95"/>
    <w:rsid w:val="00534D22"/>
    <w:rsid w:val="00535138"/>
    <w:rsid w:val="00535DC4"/>
    <w:rsid w:val="00536050"/>
    <w:rsid w:val="005360FE"/>
    <w:rsid w:val="005366C5"/>
    <w:rsid w:val="00536AA3"/>
    <w:rsid w:val="00536E1B"/>
    <w:rsid w:val="00537122"/>
    <w:rsid w:val="005379F9"/>
    <w:rsid w:val="00537B82"/>
    <w:rsid w:val="00537EBD"/>
    <w:rsid w:val="00540164"/>
    <w:rsid w:val="00541276"/>
    <w:rsid w:val="00541787"/>
    <w:rsid w:val="00541BE3"/>
    <w:rsid w:val="00541C3E"/>
    <w:rsid w:val="00541EF0"/>
    <w:rsid w:val="005422BB"/>
    <w:rsid w:val="00542FA0"/>
    <w:rsid w:val="00543982"/>
    <w:rsid w:val="00543F1E"/>
    <w:rsid w:val="005441D8"/>
    <w:rsid w:val="0054515A"/>
    <w:rsid w:val="00545476"/>
    <w:rsid w:val="00546125"/>
    <w:rsid w:val="00546650"/>
    <w:rsid w:val="005468FA"/>
    <w:rsid w:val="00546F00"/>
    <w:rsid w:val="005503A8"/>
    <w:rsid w:val="005506DF"/>
    <w:rsid w:val="00551FA1"/>
    <w:rsid w:val="00552120"/>
    <w:rsid w:val="0055257F"/>
    <w:rsid w:val="005527CB"/>
    <w:rsid w:val="00552854"/>
    <w:rsid w:val="00552A9D"/>
    <w:rsid w:val="00552D48"/>
    <w:rsid w:val="005530C9"/>
    <w:rsid w:val="00553E6C"/>
    <w:rsid w:val="00553FC0"/>
    <w:rsid w:val="0055499F"/>
    <w:rsid w:val="00554C1C"/>
    <w:rsid w:val="00554FE1"/>
    <w:rsid w:val="0055531E"/>
    <w:rsid w:val="005558FD"/>
    <w:rsid w:val="00555B0A"/>
    <w:rsid w:val="00556000"/>
    <w:rsid w:val="005562C2"/>
    <w:rsid w:val="0055681B"/>
    <w:rsid w:val="005568FD"/>
    <w:rsid w:val="00556DB8"/>
    <w:rsid w:val="005574F8"/>
    <w:rsid w:val="005603D8"/>
    <w:rsid w:val="005616E4"/>
    <w:rsid w:val="00561F6C"/>
    <w:rsid w:val="005625B8"/>
    <w:rsid w:val="005627AB"/>
    <w:rsid w:val="005630F0"/>
    <w:rsid w:val="005631E8"/>
    <w:rsid w:val="0056330C"/>
    <w:rsid w:val="00563320"/>
    <w:rsid w:val="0056463A"/>
    <w:rsid w:val="00564787"/>
    <w:rsid w:val="00564AE3"/>
    <w:rsid w:val="00564C12"/>
    <w:rsid w:val="00565BA1"/>
    <w:rsid w:val="00566035"/>
    <w:rsid w:val="00566198"/>
    <w:rsid w:val="00566EF4"/>
    <w:rsid w:val="005670C3"/>
    <w:rsid w:val="005677E0"/>
    <w:rsid w:val="00570742"/>
    <w:rsid w:val="00570FF7"/>
    <w:rsid w:val="005710EF"/>
    <w:rsid w:val="00572D21"/>
    <w:rsid w:val="005739EF"/>
    <w:rsid w:val="00573A72"/>
    <w:rsid w:val="00573B9C"/>
    <w:rsid w:val="00573C38"/>
    <w:rsid w:val="00574002"/>
    <w:rsid w:val="00574348"/>
    <w:rsid w:val="005748D6"/>
    <w:rsid w:val="00574B2C"/>
    <w:rsid w:val="00574D63"/>
    <w:rsid w:val="00574E72"/>
    <w:rsid w:val="00575AA7"/>
    <w:rsid w:val="00575DF3"/>
    <w:rsid w:val="00576067"/>
    <w:rsid w:val="005760EB"/>
    <w:rsid w:val="00576163"/>
    <w:rsid w:val="0057626E"/>
    <w:rsid w:val="00576313"/>
    <w:rsid w:val="00576517"/>
    <w:rsid w:val="00576DD9"/>
    <w:rsid w:val="0057778B"/>
    <w:rsid w:val="00580E6A"/>
    <w:rsid w:val="00581003"/>
    <w:rsid w:val="005820DB"/>
    <w:rsid w:val="00582477"/>
    <w:rsid w:val="0058278B"/>
    <w:rsid w:val="00582ACE"/>
    <w:rsid w:val="0058375C"/>
    <w:rsid w:val="00583FAF"/>
    <w:rsid w:val="00584180"/>
    <w:rsid w:val="005844A2"/>
    <w:rsid w:val="00584753"/>
    <w:rsid w:val="00584CBB"/>
    <w:rsid w:val="00584E2B"/>
    <w:rsid w:val="00585590"/>
    <w:rsid w:val="00585DAC"/>
    <w:rsid w:val="00585DC2"/>
    <w:rsid w:val="0058626B"/>
    <w:rsid w:val="00586449"/>
    <w:rsid w:val="005866C2"/>
    <w:rsid w:val="00586735"/>
    <w:rsid w:val="00586AAD"/>
    <w:rsid w:val="00586FD5"/>
    <w:rsid w:val="005871F7"/>
    <w:rsid w:val="00587230"/>
    <w:rsid w:val="00587EB2"/>
    <w:rsid w:val="0059072C"/>
    <w:rsid w:val="0059079D"/>
    <w:rsid w:val="00590FF5"/>
    <w:rsid w:val="005913DC"/>
    <w:rsid w:val="00591400"/>
    <w:rsid w:val="00591401"/>
    <w:rsid w:val="00591549"/>
    <w:rsid w:val="005916B7"/>
    <w:rsid w:val="005916E3"/>
    <w:rsid w:val="00591C51"/>
    <w:rsid w:val="005920DC"/>
    <w:rsid w:val="005928FD"/>
    <w:rsid w:val="00592C96"/>
    <w:rsid w:val="00592CBB"/>
    <w:rsid w:val="00593441"/>
    <w:rsid w:val="00593449"/>
    <w:rsid w:val="00593528"/>
    <w:rsid w:val="005939F7"/>
    <w:rsid w:val="00594889"/>
    <w:rsid w:val="005953B5"/>
    <w:rsid w:val="005953D5"/>
    <w:rsid w:val="005957D4"/>
    <w:rsid w:val="00595BFC"/>
    <w:rsid w:val="0059609C"/>
    <w:rsid w:val="005960A5"/>
    <w:rsid w:val="00596234"/>
    <w:rsid w:val="005963AC"/>
    <w:rsid w:val="00596E1A"/>
    <w:rsid w:val="00597AF6"/>
    <w:rsid w:val="00597B94"/>
    <w:rsid w:val="005A0053"/>
    <w:rsid w:val="005A05AB"/>
    <w:rsid w:val="005A19BA"/>
    <w:rsid w:val="005A19F4"/>
    <w:rsid w:val="005A1B62"/>
    <w:rsid w:val="005A1C5C"/>
    <w:rsid w:val="005A1E7F"/>
    <w:rsid w:val="005A1E85"/>
    <w:rsid w:val="005A2369"/>
    <w:rsid w:val="005A2B75"/>
    <w:rsid w:val="005A2D85"/>
    <w:rsid w:val="005A2ED5"/>
    <w:rsid w:val="005A3631"/>
    <w:rsid w:val="005A36C2"/>
    <w:rsid w:val="005A38A6"/>
    <w:rsid w:val="005A4257"/>
    <w:rsid w:val="005A4833"/>
    <w:rsid w:val="005A5E74"/>
    <w:rsid w:val="005A67F3"/>
    <w:rsid w:val="005A77FB"/>
    <w:rsid w:val="005A78E6"/>
    <w:rsid w:val="005B00CD"/>
    <w:rsid w:val="005B07BC"/>
    <w:rsid w:val="005B10B2"/>
    <w:rsid w:val="005B18F9"/>
    <w:rsid w:val="005B18FB"/>
    <w:rsid w:val="005B1C8B"/>
    <w:rsid w:val="005B2075"/>
    <w:rsid w:val="005B21A6"/>
    <w:rsid w:val="005B24D0"/>
    <w:rsid w:val="005B277A"/>
    <w:rsid w:val="005B28A2"/>
    <w:rsid w:val="005B3009"/>
    <w:rsid w:val="005B33F0"/>
    <w:rsid w:val="005B39CD"/>
    <w:rsid w:val="005B4654"/>
    <w:rsid w:val="005B4E64"/>
    <w:rsid w:val="005B5404"/>
    <w:rsid w:val="005B54BF"/>
    <w:rsid w:val="005B55CB"/>
    <w:rsid w:val="005B5A55"/>
    <w:rsid w:val="005B60A2"/>
    <w:rsid w:val="005B6585"/>
    <w:rsid w:val="005B69BD"/>
    <w:rsid w:val="005B6AFD"/>
    <w:rsid w:val="005B7407"/>
    <w:rsid w:val="005B7422"/>
    <w:rsid w:val="005B7579"/>
    <w:rsid w:val="005B7F17"/>
    <w:rsid w:val="005C002A"/>
    <w:rsid w:val="005C00B3"/>
    <w:rsid w:val="005C1980"/>
    <w:rsid w:val="005C1A37"/>
    <w:rsid w:val="005C263B"/>
    <w:rsid w:val="005C2C5D"/>
    <w:rsid w:val="005C2C73"/>
    <w:rsid w:val="005C30A6"/>
    <w:rsid w:val="005C43BB"/>
    <w:rsid w:val="005C46DC"/>
    <w:rsid w:val="005C46F4"/>
    <w:rsid w:val="005C496E"/>
    <w:rsid w:val="005C4B26"/>
    <w:rsid w:val="005C4C8E"/>
    <w:rsid w:val="005C4E1A"/>
    <w:rsid w:val="005C5E2E"/>
    <w:rsid w:val="005C6A08"/>
    <w:rsid w:val="005C6C7D"/>
    <w:rsid w:val="005C6DBF"/>
    <w:rsid w:val="005C7757"/>
    <w:rsid w:val="005C792C"/>
    <w:rsid w:val="005C7BF4"/>
    <w:rsid w:val="005C7E0F"/>
    <w:rsid w:val="005C7E43"/>
    <w:rsid w:val="005C7F54"/>
    <w:rsid w:val="005D0134"/>
    <w:rsid w:val="005D0701"/>
    <w:rsid w:val="005D08B8"/>
    <w:rsid w:val="005D0F14"/>
    <w:rsid w:val="005D146E"/>
    <w:rsid w:val="005D14E7"/>
    <w:rsid w:val="005D166C"/>
    <w:rsid w:val="005D231A"/>
    <w:rsid w:val="005D3380"/>
    <w:rsid w:val="005D373B"/>
    <w:rsid w:val="005D416D"/>
    <w:rsid w:val="005D47F4"/>
    <w:rsid w:val="005D5F98"/>
    <w:rsid w:val="005D6495"/>
    <w:rsid w:val="005D674C"/>
    <w:rsid w:val="005D6A9D"/>
    <w:rsid w:val="005D7E43"/>
    <w:rsid w:val="005D7EBB"/>
    <w:rsid w:val="005E00E6"/>
    <w:rsid w:val="005E050F"/>
    <w:rsid w:val="005E06CD"/>
    <w:rsid w:val="005E07FA"/>
    <w:rsid w:val="005E1702"/>
    <w:rsid w:val="005E2090"/>
    <w:rsid w:val="005E224E"/>
    <w:rsid w:val="005E2489"/>
    <w:rsid w:val="005E2D7A"/>
    <w:rsid w:val="005E318F"/>
    <w:rsid w:val="005E3198"/>
    <w:rsid w:val="005E34E4"/>
    <w:rsid w:val="005E3DDE"/>
    <w:rsid w:val="005E45A3"/>
    <w:rsid w:val="005E49D3"/>
    <w:rsid w:val="005E4B94"/>
    <w:rsid w:val="005E4DD4"/>
    <w:rsid w:val="005E6454"/>
    <w:rsid w:val="005E6E32"/>
    <w:rsid w:val="005E71D8"/>
    <w:rsid w:val="005E7422"/>
    <w:rsid w:val="005E7722"/>
    <w:rsid w:val="005E7DF8"/>
    <w:rsid w:val="005E7F9F"/>
    <w:rsid w:val="005F0003"/>
    <w:rsid w:val="005F040F"/>
    <w:rsid w:val="005F1BE8"/>
    <w:rsid w:val="005F1DB2"/>
    <w:rsid w:val="005F2232"/>
    <w:rsid w:val="005F238B"/>
    <w:rsid w:val="005F2472"/>
    <w:rsid w:val="005F2B46"/>
    <w:rsid w:val="005F3677"/>
    <w:rsid w:val="005F3957"/>
    <w:rsid w:val="005F3C45"/>
    <w:rsid w:val="005F409F"/>
    <w:rsid w:val="005F41B1"/>
    <w:rsid w:val="005F4463"/>
    <w:rsid w:val="005F4F72"/>
    <w:rsid w:val="005F5A34"/>
    <w:rsid w:val="005F5E4A"/>
    <w:rsid w:val="005F623B"/>
    <w:rsid w:val="005F6254"/>
    <w:rsid w:val="005F6344"/>
    <w:rsid w:val="005F64FD"/>
    <w:rsid w:val="005F6E90"/>
    <w:rsid w:val="005F7386"/>
    <w:rsid w:val="006010AB"/>
    <w:rsid w:val="006014B0"/>
    <w:rsid w:val="00601700"/>
    <w:rsid w:val="00601986"/>
    <w:rsid w:val="0060271C"/>
    <w:rsid w:val="00602A7B"/>
    <w:rsid w:val="00602FB5"/>
    <w:rsid w:val="0060339C"/>
    <w:rsid w:val="006036C8"/>
    <w:rsid w:val="00604284"/>
    <w:rsid w:val="0060542F"/>
    <w:rsid w:val="00605A4E"/>
    <w:rsid w:val="0060613D"/>
    <w:rsid w:val="00606336"/>
    <w:rsid w:val="006064BB"/>
    <w:rsid w:val="00607041"/>
    <w:rsid w:val="0060713D"/>
    <w:rsid w:val="0060791A"/>
    <w:rsid w:val="00607A95"/>
    <w:rsid w:val="00607C87"/>
    <w:rsid w:val="00610A1A"/>
    <w:rsid w:val="00610FCE"/>
    <w:rsid w:val="006115AD"/>
    <w:rsid w:val="006126A9"/>
    <w:rsid w:val="006126E6"/>
    <w:rsid w:val="00612900"/>
    <w:rsid w:val="0061323C"/>
    <w:rsid w:val="006133E1"/>
    <w:rsid w:val="00613BC9"/>
    <w:rsid w:val="00614B55"/>
    <w:rsid w:val="00614BDC"/>
    <w:rsid w:val="00614D45"/>
    <w:rsid w:val="00614F45"/>
    <w:rsid w:val="006151A9"/>
    <w:rsid w:val="0061598F"/>
    <w:rsid w:val="00615A16"/>
    <w:rsid w:val="00615C60"/>
    <w:rsid w:val="0061613E"/>
    <w:rsid w:val="00616CBA"/>
    <w:rsid w:val="006173E2"/>
    <w:rsid w:val="00617D3B"/>
    <w:rsid w:val="00620149"/>
    <w:rsid w:val="00620564"/>
    <w:rsid w:val="00620C3E"/>
    <w:rsid w:val="006213BE"/>
    <w:rsid w:val="00621B13"/>
    <w:rsid w:val="00621C1F"/>
    <w:rsid w:val="00621FC9"/>
    <w:rsid w:val="0062226B"/>
    <w:rsid w:val="006226A3"/>
    <w:rsid w:val="00622831"/>
    <w:rsid w:val="00623168"/>
    <w:rsid w:val="00623482"/>
    <w:rsid w:val="006237D2"/>
    <w:rsid w:val="00623915"/>
    <w:rsid w:val="006242F8"/>
    <w:rsid w:val="00624EB5"/>
    <w:rsid w:val="00625CBD"/>
    <w:rsid w:val="00625D0A"/>
    <w:rsid w:val="00625F62"/>
    <w:rsid w:val="00625FC4"/>
    <w:rsid w:val="006265DC"/>
    <w:rsid w:val="0062665C"/>
    <w:rsid w:val="00627143"/>
    <w:rsid w:val="00627220"/>
    <w:rsid w:val="006272D7"/>
    <w:rsid w:val="0062781D"/>
    <w:rsid w:val="00630076"/>
    <w:rsid w:val="006302A6"/>
    <w:rsid w:val="00630D22"/>
    <w:rsid w:val="006313AA"/>
    <w:rsid w:val="006316B0"/>
    <w:rsid w:val="00631E79"/>
    <w:rsid w:val="00632431"/>
    <w:rsid w:val="00632ECC"/>
    <w:rsid w:val="00633459"/>
    <w:rsid w:val="0063385E"/>
    <w:rsid w:val="00633A3C"/>
    <w:rsid w:val="006344D2"/>
    <w:rsid w:val="00634F8C"/>
    <w:rsid w:val="006350D8"/>
    <w:rsid w:val="0063549A"/>
    <w:rsid w:val="00635631"/>
    <w:rsid w:val="00635A5B"/>
    <w:rsid w:val="00635C7E"/>
    <w:rsid w:val="00635ED9"/>
    <w:rsid w:val="006363B0"/>
    <w:rsid w:val="0063659B"/>
    <w:rsid w:val="00636BB6"/>
    <w:rsid w:val="00636E4E"/>
    <w:rsid w:val="00636E7D"/>
    <w:rsid w:val="00637071"/>
    <w:rsid w:val="00637515"/>
    <w:rsid w:val="00637ABE"/>
    <w:rsid w:val="00637DDA"/>
    <w:rsid w:val="00640087"/>
    <w:rsid w:val="00640308"/>
    <w:rsid w:val="006404A9"/>
    <w:rsid w:val="0064088B"/>
    <w:rsid w:val="00640BB4"/>
    <w:rsid w:val="0064154E"/>
    <w:rsid w:val="00641800"/>
    <w:rsid w:val="00641DA9"/>
    <w:rsid w:val="006424B1"/>
    <w:rsid w:val="00642FB4"/>
    <w:rsid w:val="006431D3"/>
    <w:rsid w:val="0064343F"/>
    <w:rsid w:val="006434D4"/>
    <w:rsid w:val="00645BF3"/>
    <w:rsid w:val="00645E26"/>
    <w:rsid w:val="0064622F"/>
    <w:rsid w:val="006472E1"/>
    <w:rsid w:val="00647AF6"/>
    <w:rsid w:val="00647BA0"/>
    <w:rsid w:val="00650B2C"/>
    <w:rsid w:val="00650B81"/>
    <w:rsid w:val="00651CF1"/>
    <w:rsid w:val="00652B18"/>
    <w:rsid w:val="00653669"/>
    <w:rsid w:val="00653A9F"/>
    <w:rsid w:val="0065401E"/>
    <w:rsid w:val="00654265"/>
    <w:rsid w:val="00655006"/>
    <w:rsid w:val="00655C16"/>
    <w:rsid w:val="006560BD"/>
    <w:rsid w:val="006568C9"/>
    <w:rsid w:val="006574BF"/>
    <w:rsid w:val="006576F3"/>
    <w:rsid w:val="00657C0D"/>
    <w:rsid w:val="00657ECE"/>
    <w:rsid w:val="00660040"/>
    <w:rsid w:val="00660054"/>
    <w:rsid w:val="00660AE0"/>
    <w:rsid w:val="00660E1D"/>
    <w:rsid w:val="006610B1"/>
    <w:rsid w:val="00661279"/>
    <w:rsid w:val="00661ACB"/>
    <w:rsid w:val="00661D3E"/>
    <w:rsid w:val="00661FB5"/>
    <w:rsid w:val="00662081"/>
    <w:rsid w:val="0066266E"/>
    <w:rsid w:val="00662F58"/>
    <w:rsid w:val="00663279"/>
    <w:rsid w:val="00663552"/>
    <w:rsid w:val="00664033"/>
    <w:rsid w:val="0066413A"/>
    <w:rsid w:val="006647C2"/>
    <w:rsid w:val="00664F15"/>
    <w:rsid w:val="00665586"/>
    <w:rsid w:val="00666040"/>
    <w:rsid w:val="0066655B"/>
    <w:rsid w:val="00666AD6"/>
    <w:rsid w:val="00666BAA"/>
    <w:rsid w:val="00666D2D"/>
    <w:rsid w:val="006675F0"/>
    <w:rsid w:val="006675F3"/>
    <w:rsid w:val="00667830"/>
    <w:rsid w:val="00667C23"/>
    <w:rsid w:val="00667CBE"/>
    <w:rsid w:val="00670778"/>
    <w:rsid w:val="006707A7"/>
    <w:rsid w:val="00671118"/>
    <w:rsid w:val="00671985"/>
    <w:rsid w:val="006724DC"/>
    <w:rsid w:val="006728AA"/>
    <w:rsid w:val="00672EFB"/>
    <w:rsid w:val="006737E9"/>
    <w:rsid w:val="00673F27"/>
    <w:rsid w:val="00674028"/>
    <w:rsid w:val="006747E6"/>
    <w:rsid w:val="00674850"/>
    <w:rsid w:val="0067486A"/>
    <w:rsid w:val="00675693"/>
    <w:rsid w:val="0067577E"/>
    <w:rsid w:val="00675C6A"/>
    <w:rsid w:val="0067604C"/>
    <w:rsid w:val="00676532"/>
    <w:rsid w:val="006767D3"/>
    <w:rsid w:val="006767E6"/>
    <w:rsid w:val="006769BB"/>
    <w:rsid w:val="00676A06"/>
    <w:rsid w:val="00677706"/>
    <w:rsid w:val="00677968"/>
    <w:rsid w:val="006779FF"/>
    <w:rsid w:val="00680390"/>
    <w:rsid w:val="00681297"/>
    <w:rsid w:val="0068133B"/>
    <w:rsid w:val="006813A8"/>
    <w:rsid w:val="006813C6"/>
    <w:rsid w:val="00681C1A"/>
    <w:rsid w:val="00681C20"/>
    <w:rsid w:val="006828D8"/>
    <w:rsid w:val="00682DA0"/>
    <w:rsid w:val="00683B15"/>
    <w:rsid w:val="00683DE8"/>
    <w:rsid w:val="00683E66"/>
    <w:rsid w:val="00683FD1"/>
    <w:rsid w:val="006842ED"/>
    <w:rsid w:val="00684ECF"/>
    <w:rsid w:val="00686A14"/>
    <w:rsid w:val="00686DCB"/>
    <w:rsid w:val="006875EB"/>
    <w:rsid w:val="00687A7C"/>
    <w:rsid w:val="00687B32"/>
    <w:rsid w:val="0069031B"/>
    <w:rsid w:val="00690628"/>
    <w:rsid w:val="006914A6"/>
    <w:rsid w:val="006918A8"/>
    <w:rsid w:val="006928C8"/>
    <w:rsid w:val="00692C8D"/>
    <w:rsid w:val="00693410"/>
    <w:rsid w:val="00694061"/>
    <w:rsid w:val="00694475"/>
    <w:rsid w:val="0069457A"/>
    <w:rsid w:val="006945D9"/>
    <w:rsid w:val="00694D16"/>
    <w:rsid w:val="006953F5"/>
    <w:rsid w:val="0069542C"/>
    <w:rsid w:val="006957DB"/>
    <w:rsid w:val="0069595F"/>
    <w:rsid w:val="00695ABE"/>
    <w:rsid w:val="00695F73"/>
    <w:rsid w:val="006969DF"/>
    <w:rsid w:val="00697DC3"/>
    <w:rsid w:val="006A0218"/>
    <w:rsid w:val="006A0DD7"/>
    <w:rsid w:val="006A0EB0"/>
    <w:rsid w:val="006A1679"/>
    <w:rsid w:val="006A1EDC"/>
    <w:rsid w:val="006A21A7"/>
    <w:rsid w:val="006A26C4"/>
    <w:rsid w:val="006A2F4E"/>
    <w:rsid w:val="006A34E3"/>
    <w:rsid w:val="006A3694"/>
    <w:rsid w:val="006A3BA5"/>
    <w:rsid w:val="006A3C84"/>
    <w:rsid w:val="006A45F5"/>
    <w:rsid w:val="006A4613"/>
    <w:rsid w:val="006A4F06"/>
    <w:rsid w:val="006A4F74"/>
    <w:rsid w:val="006A5435"/>
    <w:rsid w:val="006A7504"/>
    <w:rsid w:val="006B0511"/>
    <w:rsid w:val="006B0A3B"/>
    <w:rsid w:val="006B0FFD"/>
    <w:rsid w:val="006B1406"/>
    <w:rsid w:val="006B29B0"/>
    <w:rsid w:val="006B2B62"/>
    <w:rsid w:val="006B2CC0"/>
    <w:rsid w:val="006B2D07"/>
    <w:rsid w:val="006B2F4C"/>
    <w:rsid w:val="006B319B"/>
    <w:rsid w:val="006B321B"/>
    <w:rsid w:val="006B3826"/>
    <w:rsid w:val="006B3B90"/>
    <w:rsid w:val="006B3D19"/>
    <w:rsid w:val="006B4301"/>
    <w:rsid w:val="006B4441"/>
    <w:rsid w:val="006B4B2F"/>
    <w:rsid w:val="006B4C00"/>
    <w:rsid w:val="006B4D0E"/>
    <w:rsid w:val="006B515E"/>
    <w:rsid w:val="006B5199"/>
    <w:rsid w:val="006B69A2"/>
    <w:rsid w:val="006B6BB3"/>
    <w:rsid w:val="006B6D1C"/>
    <w:rsid w:val="006B6D41"/>
    <w:rsid w:val="006C012F"/>
    <w:rsid w:val="006C0453"/>
    <w:rsid w:val="006C0BFE"/>
    <w:rsid w:val="006C0EB9"/>
    <w:rsid w:val="006C1CD8"/>
    <w:rsid w:val="006C1EFB"/>
    <w:rsid w:val="006C23CC"/>
    <w:rsid w:val="006C23FC"/>
    <w:rsid w:val="006C3190"/>
    <w:rsid w:val="006C3F4F"/>
    <w:rsid w:val="006C3F96"/>
    <w:rsid w:val="006C411B"/>
    <w:rsid w:val="006C41BB"/>
    <w:rsid w:val="006C5581"/>
    <w:rsid w:val="006C5952"/>
    <w:rsid w:val="006C688F"/>
    <w:rsid w:val="006C6B4A"/>
    <w:rsid w:val="006C6C8B"/>
    <w:rsid w:val="006C7046"/>
    <w:rsid w:val="006C76CA"/>
    <w:rsid w:val="006D02E7"/>
    <w:rsid w:val="006D06E0"/>
    <w:rsid w:val="006D093D"/>
    <w:rsid w:val="006D188F"/>
    <w:rsid w:val="006D22AE"/>
    <w:rsid w:val="006D2AE1"/>
    <w:rsid w:val="006D30A3"/>
    <w:rsid w:val="006D38BE"/>
    <w:rsid w:val="006D3D0B"/>
    <w:rsid w:val="006D3D3E"/>
    <w:rsid w:val="006D4722"/>
    <w:rsid w:val="006D4C44"/>
    <w:rsid w:val="006D5169"/>
    <w:rsid w:val="006D518D"/>
    <w:rsid w:val="006D52C7"/>
    <w:rsid w:val="006D54FE"/>
    <w:rsid w:val="006D5F19"/>
    <w:rsid w:val="006D610B"/>
    <w:rsid w:val="006D6702"/>
    <w:rsid w:val="006D6DA3"/>
    <w:rsid w:val="006D6FD3"/>
    <w:rsid w:val="006D7270"/>
    <w:rsid w:val="006D778B"/>
    <w:rsid w:val="006E1714"/>
    <w:rsid w:val="006E1C36"/>
    <w:rsid w:val="006E1C4D"/>
    <w:rsid w:val="006E1F7C"/>
    <w:rsid w:val="006E22BD"/>
    <w:rsid w:val="006E2B78"/>
    <w:rsid w:val="006E339A"/>
    <w:rsid w:val="006E38E9"/>
    <w:rsid w:val="006E39D2"/>
    <w:rsid w:val="006E4DE9"/>
    <w:rsid w:val="006E5298"/>
    <w:rsid w:val="006E55D8"/>
    <w:rsid w:val="006E5800"/>
    <w:rsid w:val="006E58A5"/>
    <w:rsid w:val="006E5993"/>
    <w:rsid w:val="006E61B1"/>
    <w:rsid w:val="006E6710"/>
    <w:rsid w:val="006E67F0"/>
    <w:rsid w:val="006E6AD7"/>
    <w:rsid w:val="006E6F0C"/>
    <w:rsid w:val="006E6F7D"/>
    <w:rsid w:val="006E7A80"/>
    <w:rsid w:val="006E7D3E"/>
    <w:rsid w:val="006F057A"/>
    <w:rsid w:val="006F08BB"/>
    <w:rsid w:val="006F0B3D"/>
    <w:rsid w:val="006F106E"/>
    <w:rsid w:val="006F10E0"/>
    <w:rsid w:val="006F12A0"/>
    <w:rsid w:val="006F1966"/>
    <w:rsid w:val="006F1D1F"/>
    <w:rsid w:val="006F201F"/>
    <w:rsid w:val="006F3527"/>
    <w:rsid w:val="006F3C62"/>
    <w:rsid w:val="006F4799"/>
    <w:rsid w:val="006F49E6"/>
    <w:rsid w:val="006F592F"/>
    <w:rsid w:val="006F5CD0"/>
    <w:rsid w:val="006F5D3C"/>
    <w:rsid w:val="006F609C"/>
    <w:rsid w:val="006F63B5"/>
    <w:rsid w:val="006F69C3"/>
    <w:rsid w:val="006F6D2A"/>
    <w:rsid w:val="006F6DB4"/>
    <w:rsid w:val="006F7480"/>
    <w:rsid w:val="006F7B01"/>
    <w:rsid w:val="006F7C66"/>
    <w:rsid w:val="006F7D7A"/>
    <w:rsid w:val="0070005A"/>
    <w:rsid w:val="00700E71"/>
    <w:rsid w:val="007013B8"/>
    <w:rsid w:val="00701B28"/>
    <w:rsid w:val="00701F0E"/>
    <w:rsid w:val="007021EE"/>
    <w:rsid w:val="00702822"/>
    <w:rsid w:val="00702E7C"/>
    <w:rsid w:val="00703480"/>
    <w:rsid w:val="00703CA5"/>
    <w:rsid w:val="00704601"/>
    <w:rsid w:val="0070460B"/>
    <w:rsid w:val="00705A4F"/>
    <w:rsid w:val="00705E4A"/>
    <w:rsid w:val="0070606C"/>
    <w:rsid w:val="00706250"/>
    <w:rsid w:val="00706BFD"/>
    <w:rsid w:val="00707155"/>
    <w:rsid w:val="007106F1"/>
    <w:rsid w:val="00711115"/>
    <w:rsid w:val="00711E80"/>
    <w:rsid w:val="00712243"/>
    <w:rsid w:val="0071283E"/>
    <w:rsid w:val="00712976"/>
    <w:rsid w:val="0071336D"/>
    <w:rsid w:val="007139B0"/>
    <w:rsid w:val="00714313"/>
    <w:rsid w:val="00714FB6"/>
    <w:rsid w:val="00714FDC"/>
    <w:rsid w:val="007154D6"/>
    <w:rsid w:val="00715ADD"/>
    <w:rsid w:val="00715CBA"/>
    <w:rsid w:val="00715CD6"/>
    <w:rsid w:val="00715DD7"/>
    <w:rsid w:val="00715E9E"/>
    <w:rsid w:val="00716232"/>
    <w:rsid w:val="00716C45"/>
    <w:rsid w:val="00716E72"/>
    <w:rsid w:val="00717ABF"/>
    <w:rsid w:val="00717F7F"/>
    <w:rsid w:val="00717FBF"/>
    <w:rsid w:val="0072012E"/>
    <w:rsid w:val="007207C5"/>
    <w:rsid w:val="00720B2A"/>
    <w:rsid w:val="00720D67"/>
    <w:rsid w:val="00720DBE"/>
    <w:rsid w:val="00720ECF"/>
    <w:rsid w:val="00721145"/>
    <w:rsid w:val="00721253"/>
    <w:rsid w:val="00722EAB"/>
    <w:rsid w:val="00723094"/>
    <w:rsid w:val="007230E7"/>
    <w:rsid w:val="00723607"/>
    <w:rsid w:val="007237BE"/>
    <w:rsid w:val="00723BBC"/>
    <w:rsid w:val="0072424D"/>
    <w:rsid w:val="007248D7"/>
    <w:rsid w:val="00724BD1"/>
    <w:rsid w:val="00725E53"/>
    <w:rsid w:val="00726184"/>
    <w:rsid w:val="00726B8A"/>
    <w:rsid w:val="00726C45"/>
    <w:rsid w:val="0072703D"/>
    <w:rsid w:val="00727331"/>
    <w:rsid w:val="00727790"/>
    <w:rsid w:val="007277C6"/>
    <w:rsid w:val="0072786B"/>
    <w:rsid w:val="00727982"/>
    <w:rsid w:val="00727F9D"/>
    <w:rsid w:val="007300A6"/>
    <w:rsid w:val="00730199"/>
    <w:rsid w:val="00730382"/>
    <w:rsid w:val="0073086E"/>
    <w:rsid w:val="00731087"/>
    <w:rsid w:val="007319FD"/>
    <w:rsid w:val="007333BA"/>
    <w:rsid w:val="007335D7"/>
    <w:rsid w:val="007337BB"/>
    <w:rsid w:val="00733E2A"/>
    <w:rsid w:val="00734C61"/>
    <w:rsid w:val="0073519C"/>
    <w:rsid w:val="00735784"/>
    <w:rsid w:val="007362BE"/>
    <w:rsid w:val="00737187"/>
    <w:rsid w:val="0073735D"/>
    <w:rsid w:val="00737DFF"/>
    <w:rsid w:val="007400AA"/>
    <w:rsid w:val="0074051F"/>
    <w:rsid w:val="00741080"/>
    <w:rsid w:val="007416DB"/>
    <w:rsid w:val="0074192C"/>
    <w:rsid w:val="00742D2E"/>
    <w:rsid w:val="007439D2"/>
    <w:rsid w:val="00743BB3"/>
    <w:rsid w:val="00743F9C"/>
    <w:rsid w:val="0074499F"/>
    <w:rsid w:val="00744D40"/>
    <w:rsid w:val="00744F02"/>
    <w:rsid w:val="00745AEC"/>
    <w:rsid w:val="00747C01"/>
    <w:rsid w:val="00747C0F"/>
    <w:rsid w:val="00750548"/>
    <w:rsid w:val="0075059C"/>
    <w:rsid w:val="00750AB8"/>
    <w:rsid w:val="00750C2A"/>
    <w:rsid w:val="00750C54"/>
    <w:rsid w:val="0075117A"/>
    <w:rsid w:val="007515AC"/>
    <w:rsid w:val="007517C2"/>
    <w:rsid w:val="00751C2C"/>
    <w:rsid w:val="0075229B"/>
    <w:rsid w:val="007526E5"/>
    <w:rsid w:val="007526F8"/>
    <w:rsid w:val="0075317E"/>
    <w:rsid w:val="00753C3E"/>
    <w:rsid w:val="00753FAA"/>
    <w:rsid w:val="007540E1"/>
    <w:rsid w:val="0075476B"/>
    <w:rsid w:val="00754A66"/>
    <w:rsid w:val="00754EF3"/>
    <w:rsid w:val="00755BAC"/>
    <w:rsid w:val="00755FCA"/>
    <w:rsid w:val="007560E3"/>
    <w:rsid w:val="00756AAF"/>
    <w:rsid w:val="00757C2B"/>
    <w:rsid w:val="00757EDE"/>
    <w:rsid w:val="0076016A"/>
    <w:rsid w:val="00760C8A"/>
    <w:rsid w:val="00760CFD"/>
    <w:rsid w:val="00761832"/>
    <w:rsid w:val="00761FE2"/>
    <w:rsid w:val="0076205E"/>
    <w:rsid w:val="0076211E"/>
    <w:rsid w:val="00762A21"/>
    <w:rsid w:val="007641A2"/>
    <w:rsid w:val="00765226"/>
    <w:rsid w:val="0076539A"/>
    <w:rsid w:val="007655AB"/>
    <w:rsid w:val="007657D5"/>
    <w:rsid w:val="00766246"/>
    <w:rsid w:val="007662E7"/>
    <w:rsid w:val="00766DC9"/>
    <w:rsid w:val="00767299"/>
    <w:rsid w:val="007676E0"/>
    <w:rsid w:val="00767E74"/>
    <w:rsid w:val="00767EFC"/>
    <w:rsid w:val="007701E2"/>
    <w:rsid w:val="0077035A"/>
    <w:rsid w:val="007707D4"/>
    <w:rsid w:val="007709A1"/>
    <w:rsid w:val="0077132B"/>
    <w:rsid w:val="0077154D"/>
    <w:rsid w:val="0077182B"/>
    <w:rsid w:val="00771CB2"/>
    <w:rsid w:val="00771F04"/>
    <w:rsid w:val="00772CCD"/>
    <w:rsid w:val="00772DAE"/>
    <w:rsid w:val="00773848"/>
    <w:rsid w:val="00773D35"/>
    <w:rsid w:val="00773D87"/>
    <w:rsid w:val="0077501C"/>
    <w:rsid w:val="007752EC"/>
    <w:rsid w:val="0077564A"/>
    <w:rsid w:val="00775AF0"/>
    <w:rsid w:val="0077617A"/>
    <w:rsid w:val="00776FC4"/>
    <w:rsid w:val="00777165"/>
    <w:rsid w:val="00777DF8"/>
    <w:rsid w:val="007804CD"/>
    <w:rsid w:val="00780B0D"/>
    <w:rsid w:val="00780C06"/>
    <w:rsid w:val="0078101B"/>
    <w:rsid w:val="00781446"/>
    <w:rsid w:val="00781E63"/>
    <w:rsid w:val="00781EE8"/>
    <w:rsid w:val="0078204B"/>
    <w:rsid w:val="007827D1"/>
    <w:rsid w:val="0078299F"/>
    <w:rsid w:val="00782BEE"/>
    <w:rsid w:val="00782E07"/>
    <w:rsid w:val="007830D2"/>
    <w:rsid w:val="00783128"/>
    <w:rsid w:val="00783506"/>
    <w:rsid w:val="00783A4A"/>
    <w:rsid w:val="0078491C"/>
    <w:rsid w:val="00784C7D"/>
    <w:rsid w:val="00784CE1"/>
    <w:rsid w:val="0078531D"/>
    <w:rsid w:val="0078569B"/>
    <w:rsid w:val="007857ED"/>
    <w:rsid w:val="00785920"/>
    <w:rsid w:val="007865F4"/>
    <w:rsid w:val="00786742"/>
    <w:rsid w:val="00786DC4"/>
    <w:rsid w:val="00787418"/>
    <w:rsid w:val="00787E19"/>
    <w:rsid w:val="00787F9D"/>
    <w:rsid w:val="0079043B"/>
    <w:rsid w:val="00790569"/>
    <w:rsid w:val="0079057C"/>
    <w:rsid w:val="00790674"/>
    <w:rsid w:val="00790BC0"/>
    <w:rsid w:val="00790CDD"/>
    <w:rsid w:val="00791576"/>
    <w:rsid w:val="00791A89"/>
    <w:rsid w:val="00791B07"/>
    <w:rsid w:val="00791DCE"/>
    <w:rsid w:val="00792124"/>
    <w:rsid w:val="00792276"/>
    <w:rsid w:val="00792BEC"/>
    <w:rsid w:val="00793012"/>
    <w:rsid w:val="0079306A"/>
    <w:rsid w:val="00793737"/>
    <w:rsid w:val="00794148"/>
    <w:rsid w:val="0079418F"/>
    <w:rsid w:val="007949D8"/>
    <w:rsid w:val="00794DB7"/>
    <w:rsid w:val="007950C5"/>
    <w:rsid w:val="00795184"/>
    <w:rsid w:val="007951B9"/>
    <w:rsid w:val="0079570C"/>
    <w:rsid w:val="00795F93"/>
    <w:rsid w:val="007962CB"/>
    <w:rsid w:val="00796AA9"/>
    <w:rsid w:val="00796ABD"/>
    <w:rsid w:val="00797167"/>
    <w:rsid w:val="0079721E"/>
    <w:rsid w:val="00797E73"/>
    <w:rsid w:val="00797F86"/>
    <w:rsid w:val="00797F94"/>
    <w:rsid w:val="007A0627"/>
    <w:rsid w:val="007A0AA8"/>
    <w:rsid w:val="007A0AD6"/>
    <w:rsid w:val="007A1501"/>
    <w:rsid w:val="007A1B00"/>
    <w:rsid w:val="007A247A"/>
    <w:rsid w:val="007A25A4"/>
    <w:rsid w:val="007A279D"/>
    <w:rsid w:val="007A2877"/>
    <w:rsid w:val="007A377F"/>
    <w:rsid w:val="007A3A3A"/>
    <w:rsid w:val="007A4462"/>
    <w:rsid w:val="007A4C94"/>
    <w:rsid w:val="007A5251"/>
    <w:rsid w:val="007A53D6"/>
    <w:rsid w:val="007A549F"/>
    <w:rsid w:val="007A571E"/>
    <w:rsid w:val="007A5886"/>
    <w:rsid w:val="007A5AA5"/>
    <w:rsid w:val="007A6117"/>
    <w:rsid w:val="007A62A6"/>
    <w:rsid w:val="007A67A7"/>
    <w:rsid w:val="007A67DE"/>
    <w:rsid w:val="007A6B94"/>
    <w:rsid w:val="007A6CBD"/>
    <w:rsid w:val="007A6D51"/>
    <w:rsid w:val="007A7379"/>
    <w:rsid w:val="007B0057"/>
    <w:rsid w:val="007B0191"/>
    <w:rsid w:val="007B0B9B"/>
    <w:rsid w:val="007B16B7"/>
    <w:rsid w:val="007B2C3A"/>
    <w:rsid w:val="007B3099"/>
    <w:rsid w:val="007B32EF"/>
    <w:rsid w:val="007B3456"/>
    <w:rsid w:val="007B382B"/>
    <w:rsid w:val="007B3B5D"/>
    <w:rsid w:val="007B3CFB"/>
    <w:rsid w:val="007B408B"/>
    <w:rsid w:val="007B41A2"/>
    <w:rsid w:val="007B4C06"/>
    <w:rsid w:val="007B549D"/>
    <w:rsid w:val="007B57C1"/>
    <w:rsid w:val="007B58B8"/>
    <w:rsid w:val="007B5D4D"/>
    <w:rsid w:val="007B5EF5"/>
    <w:rsid w:val="007B6239"/>
    <w:rsid w:val="007B64EB"/>
    <w:rsid w:val="007B6B4F"/>
    <w:rsid w:val="007B7267"/>
    <w:rsid w:val="007B7568"/>
    <w:rsid w:val="007B7CB4"/>
    <w:rsid w:val="007B7DC3"/>
    <w:rsid w:val="007B7F18"/>
    <w:rsid w:val="007C0871"/>
    <w:rsid w:val="007C1257"/>
    <w:rsid w:val="007C1A1D"/>
    <w:rsid w:val="007C2567"/>
    <w:rsid w:val="007C26F9"/>
    <w:rsid w:val="007C27D3"/>
    <w:rsid w:val="007C2A33"/>
    <w:rsid w:val="007C2C15"/>
    <w:rsid w:val="007C2C52"/>
    <w:rsid w:val="007C3285"/>
    <w:rsid w:val="007C3A3D"/>
    <w:rsid w:val="007C3E50"/>
    <w:rsid w:val="007C4141"/>
    <w:rsid w:val="007C48C4"/>
    <w:rsid w:val="007C49B0"/>
    <w:rsid w:val="007C4D92"/>
    <w:rsid w:val="007C576C"/>
    <w:rsid w:val="007C5C09"/>
    <w:rsid w:val="007C5CDD"/>
    <w:rsid w:val="007C669D"/>
    <w:rsid w:val="007C78D9"/>
    <w:rsid w:val="007C7DCC"/>
    <w:rsid w:val="007C7EEF"/>
    <w:rsid w:val="007D118F"/>
    <w:rsid w:val="007D1384"/>
    <w:rsid w:val="007D19D6"/>
    <w:rsid w:val="007D2732"/>
    <w:rsid w:val="007D2E77"/>
    <w:rsid w:val="007D31D3"/>
    <w:rsid w:val="007D40A8"/>
    <w:rsid w:val="007D47A3"/>
    <w:rsid w:val="007D4EB1"/>
    <w:rsid w:val="007D4F51"/>
    <w:rsid w:val="007D56C6"/>
    <w:rsid w:val="007D6132"/>
    <w:rsid w:val="007D641D"/>
    <w:rsid w:val="007D6C76"/>
    <w:rsid w:val="007D7C5B"/>
    <w:rsid w:val="007D7E69"/>
    <w:rsid w:val="007E14E1"/>
    <w:rsid w:val="007E1715"/>
    <w:rsid w:val="007E1D6A"/>
    <w:rsid w:val="007E218A"/>
    <w:rsid w:val="007E2636"/>
    <w:rsid w:val="007E2814"/>
    <w:rsid w:val="007E2EAD"/>
    <w:rsid w:val="007E318C"/>
    <w:rsid w:val="007E34F4"/>
    <w:rsid w:val="007E38BF"/>
    <w:rsid w:val="007E3B07"/>
    <w:rsid w:val="007E421C"/>
    <w:rsid w:val="007E4240"/>
    <w:rsid w:val="007E4B21"/>
    <w:rsid w:val="007E51D7"/>
    <w:rsid w:val="007E683E"/>
    <w:rsid w:val="007E7047"/>
    <w:rsid w:val="007E7175"/>
    <w:rsid w:val="007E7C36"/>
    <w:rsid w:val="007E7D8F"/>
    <w:rsid w:val="007E7FF1"/>
    <w:rsid w:val="007F0250"/>
    <w:rsid w:val="007F0896"/>
    <w:rsid w:val="007F09E6"/>
    <w:rsid w:val="007F0C5F"/>
    <w:rsid w:val="007F0C79"/>
    <w:rsid w:val="007F0D0F"/>
    <w:rsid w:val="007F12DC"/>
    <w:rsid w:val="007F146E"/>
    <w:rsid w:val="007F1890"/>
    <w:rsid w:val="007F1CD7"/>
    <w:rsid w:val="007F1EE9"/>
    <w:rsid w:val="007F2244"/>
    <w:rsid w:val="007F2630"/>
    <w:rsid w:val="007F264C"/>
    <w:rsid w:val="007F273B"/>
    <w:rsid w:val="007F2B15"/>
    <w:rsid w:val="007F301E"/>
    <w:rsid w:val="007F3039"/>
    <w:rsid w:val="007F3043"/>
    <w:rsid w:val="007F357E"/>
    <w:rsid w:val="007F38A4"/>
    <w:rsid w:val="007F3A02"/>
    <w:rsid w:val="007F3A72"/>
    <w:rsid w:val="007F3F8B"/>
    <w:rsid w:val="007F3FE5"/>
    <w:rsid w:val="007F4216"/>
    <w:rsid w:val="007F44F1"/>
    <w:rsid w:val="007F4D44"/>
    <w:rsid w:val="007F6CC1"/>
    <w:rsid w:val="007F7C2A"/>
    <w:rsid w:val="007F7FC2"/>
    <w:rsid w:val="008005AF"/>
    <w:rsid w:val="008005FA"/>
    <w:rsid w:val="008015D2"/>
    <w:rsid w:val="00801EC7"/>
    <w:rsid w:val="0080212D"/>
    <w:rsid w:val="00802852"/>
    <w:rsid w:val="0080398B"/>
    <w:rsid w:val="00803BE0"/>
    <w:rsid w:val="00803C4D"/>
    <w:rsid w:val="0080417F"/>
    <w:rsid w:val="0080435A"/>
    <w:rsid w:val="0080477A"/>
    <w:rsid w:val="00804BFA"/>
    <w:rsid w:val="00804E90"/>
    <w:rsid w:val="0080505B"/>
    <w:rsid w:val="008051E4"/>
    <w:rsid w:val="008056DC"/>
    <w:rsid w:val="00805F23"/>
    <w:rsid w:val="00806713"/>
    <w:rsid w:val="00806851"/>
    <w:rsid w:val="0080690C"/>
    <w:rsid w:val="00806A00"/>
    <w:rsid w:val="00806AE4"/>
    <w:rsid w:val="0080741E"/>
    <w:rsid w:val="00807910"/>
    <w:rsid w:val="00807FAF"/>
    <w:rsid w:val="00807FBC"/>
    <w:rsid w:val="0081098F"/>
    <w:rsid w:val="00811432"/>
    <w:rsid w:val="00811865"/>
    <w:rsid w:val="00811A29"/>
    <w:rsid w:val="00812468"/>
    <w:rsid w:val="0081271B"/>
    <w:rsid w:val="008129F7"/>
    <w:rsid w:val="00813A34"/>
    <w:rsid w:val="00813C4C"/>
    <w:rsid w:val="00814448"/>
    <w:rsid w:val="00814B61"/>
    <w:rsid w:val="008150BF"/>
    <w:rsid w:val="00815218"/>
    <w:rsid w:val="00815D05"/>
    <w:rsid w:val="00815F20"/>
    <w:rsid w:val="00815F75"/>
    <w:rsid w:val="0081614F"/>
    <w:rsid w:val="008161CE"/>
    <w:rsid w:val="008162D2"/>
    <w:rsid w:val="00816397"/>
    <w:rsid w:val="00816663"/>
    <w:rsid w:val="00816A5A"/>
    <w:rsid w:val="00816B41"/>
    <w:rsid w:val="00816F50"/>
    <w:rsid w:val="0081719E"/>
    <w:rsid w:val="00817931"/>
    <w:rsid w:val="00817A6F"/>
    <w:rsid w:val="00817F49"/>
    <w:rsid w:val="00820091"/>
    <w:rsid w:val="00820BEC"/>
    <w:rsid w:val="00820DD9"/>
    <w:rsid w:val="00820EC6"/>
    <w:rsid w:val="00821564"/>
    <w:rsid w:val="008215F5"/>
    <w:rsid w:val="00822C95"/>
    <w:rsid w:val="00822E4B"/>
    <w:rsid w:val="00823700"/>
    <w:rsid w:val="008237D9"/>
    <w:rsid w:val="00823827"/>
    <w:rsid w:val="008238A9"/>
    <w:rsid w:val="00824203"/>
    <w:rsid w:val="00824878"/>
    <w:rsid w:val="00824C41"/>
    <w:rsid w:val="00825105"/>
    <w:rsid w:val="00825479"/>
    <w:rsid w:val="00825B08"/>
    <w:rsid w:val="00826ED8"/>
    <w:rsid w:val="00826EF6"/>
    <w:rsid w:val="00827162"/>
    <w:rsid w:val="008273EB"/>
    <w:rsid w:val="008302CD"/>
    <w:rsid w:val="00830387"/>
    <w:rsid w:val="00830597"/>
    <w:rsid w:val="008306D1"/>
    <w:rsid w:val="00830B06"/>
    <w:rsid w:val="00831026"/>
    <w:rsid w:val="0083113F"/>
    <w:rsid w:val="008319AE"/>
    <w:rsid w:val="00831A53"/>
    <w:rsid w:val="00831E4B"/>
    <w:rsid w:val="008325C3"/>
    <w:rsid w:val="00832745"/>
    <w:rsid w:val="00832827"/>
    <w:rsid w:val="008331EF"/>
    <w:rsid w:val="00833A8E"/>
    <w:rsid w:val="00833D01"/>
    <w:rsid w:val="00834225"/>
    <w:rsid w:val="00834966"/>
    <w:rsid w:val="008350D8"/>
    <w:rsid w:val="008353DC"/>
    <w:rsid w:val="0083570C"/>
    <w:rsid w:val="008357F2"/>
    <w:rsid w:val="0083583D"/>
    <w:rsid w:val="0083590B"/>
    <w:rsid w:val="00835B7D"/>
    <w:rsid w:val="00836126"/>
    <w:rsid w:val="0083615C"/>
    <w:rsid w:val="008369F7"/>
    <w:rsid w:val="00836E43"/>
    <w:rsid w:val="00836F11"/>
    <w:rsid w:val="00837A8D"/>
    <w:rsid w:val="0084001A"/>
    <w:rsid w:val="00840655"/>
    <w:rsid w:val="00840DC2"/>
    <w:rsid w:val="00840DC7"/>
    <w:rsid w:val="00841D1D"/>
    <w:rsid w:val="00842328"/>
    <w:rsid w:val="00842D0B"/>
    <w:rsid w:val="0084311F"/>
    <w:rsid w:val="00843927"/>
    <w:rsid w:val="00843AE0"/>
    <w:rsid w:val="008440CF"/>
    <w:rsid w:val="0084453A"/>
    <w:rsid w:val="00844608"/>
    <w:rsid w:val="008447E8"/>
    <w:rsid w:val="0084672A"/>
    <w:rsid w:val="00846C9D"/>
    <w:rsid w:val="00847294"/>
    <w:rsid w:val="008477B4"/>
    <w:rsid w:val="00847BF3"/>
    <w:rsid w:val="00847CE4"/>
    <w:rsid w:val="00847E36"/>
    <w:rsid w:val="00851CD5"/>
    <w:rsid w:val="00851F88"/>
    <w:rsid w:val="008531FD"/>
    <w:rsid w:val="00853A32"/>
    <w:rsid w:val="00853D4C"/>
    <w:rsid w:val="008553ED"/>
    <w:rsid w:val="00855B51"/>
    <w:rsid w:val="00855B68"/>
    <w:rsid w:val="00855CE8"/>
    <w:rsid w:val="0085607A"/>
    <w:rsid w:val="008562D2"/>
    <w:rsid w:val="008568E8"/>
    <w:rsid w:val="008570E9"/>
    <w:rsid w:val="008570EA"/>
    <w:rsid w:val="008576F3"/>
    <w:rsid w:val="00860418"/>
    <w:rsid w:val="00860A3E"/>
    <w:rsid w:val="0086102B"/>
    <w:rsid w:val="00861B38"/>
    <w:rsid w:val="00861E13"/>
    <w:rsid w:val="0086249F"/>
    <w:rsid w:val="00862974"/>
    <w:rsid w:val="00863368"/>
    <w:rsid w:val="00863565"/>
    <w:rsid w:val="00863B02"/>
    <w:rsid w:val="00863B82"/>
    <w:rsid w:val="00863EBA"/>
    <w:rsid w:val="00864BB3"/>
    <w:rsid w:val="00866B45"/>
    <w:rsid w:val="00866CC3"/>
    <w:rsid w:val="00867636"/>
    <w:rsid w:val="0086774B"/>
    <w:rsid w:val="008678C3"/>
    <w:rsid w:val="00867D12"/>
    <w:rsid w:val="008702B4"/>
    <w:rsid w:val="008702DB"/>
    <w:rsid w:val="00870B71"/>
    <w:rsid w:val="0087113E"/>
    <w:rsid w:val="0087185D"/>
    <w:rsid w:val="00871A87"/>
    <w:rsid w:val="00871CBB"/>
    <w:rsid w:val="0087212C"/>
    <w:rsid w:val="008728ED"/>
    <w:rsid w:val="00872B0E"/>
    <w:rsid w:val="00872FFC"/>
    <w:rsid w:val="00873049"/>
    <w:rsid w:val="00873369"/>
    <w:rsid w:val="00873832"/>
    <w:rsid w:val="00873AAF"/>
    <w:rsid w:val="00873E71"/>
    <w:rsid w:val="00874C71"/>
    <w:rsid w:val="00875276"/>
    <w:rsid w:val="0087527E"/>
    <w:rsid w:val="008759D5"/>
    <w:rsid w:val="0087632B"/>
    <w:rsid w:val="0087634B"/>
    <w:rsid w:val="00876E7D"/>
    <w:rsid w:val="00876FAB"/>
    <w:rsid w:val="0087707F"/>
    <w:rsid w:val="00877938"/>
    <w:rsid w:val="00877A72"/>
    <w:rsid w:val="00877BA3"/>
    <w:rsid w:val="00877CB8"/>
    <w:rsid w:val="00877D66"/>
    <w:rsid w:val="00877E47"/>
    <w:rsid w:val="008802A8"/>
    <w:rsid w:val="00880526"/>
    <w:rsid w:val="008807CE"/>
    <w:rsid w:val="008808D2"/>
    <w:rsid w:val="00881329"/>
    <w:rsid w:val="008818A5"/>
    <w:rsid w:val="008822A1"/>
    <w:rsid w:val="008822C7"/>
    <w:rsid w:val="00882716"/>
    <w:rsid w:val="00882C43"/>
    <w:rsid w:val="00882F7C"/>
    <w:rsid w:val="008830EE"/>
    <w:rsid w:val="00883134"/>
    <w:rsid w:val="0088369C"/>
    <w:rsid w:val="008837C5"/>
    <w:rsid w:val="00883848"/>
    <w:rsid w:val="00883C1A"/>
    <w:rsid w:val="008840CD"/>
    <w:rsid w:val="0088444E"/>
    <w:rsid w:val="00884A29"/>
    <w:rsid w:val="00884F23"/>
    <w:rsid w:val="008850BB"/>
    <w:rsid w:val="00885110"/>
    <w:rsid w:val="00885195"/>
    <w:rsid w:val="00885DA3"/>
    <w:rsid w:val="00885E0F"/>
    <w:rsid w:val="008862D4"/>
    <w:rsid w:val="00886450"/>
    <w:rsid w:val="00886504"/>
    <w:rsid w:val="00886D0D"/>
    <w:rsid w:val="00886D90"/>
    <w:rsid w:val="00886E6C"/>
    <w:rsid w:val="00887DAF"/>
    <w:rsid w:val="00887FB0"/>
    <w:rsid w:val="00887FE2"/>
    <w:rsid w:val="00890762"/>
    <w:rsid w:val="00890F9D"/>
    <w:rsid w:val="008913DF"/>
    <w:rsid w:val="0089150E"/>
    <w:rsid w:val="008923C8"/>
    <w:rsid w:val="008933D9"/>
    <w:rsid w:val="0089374D"/>
    <w:rsid w:val="00893787"/>
    <w:rsid w:val="00893C48"/>
    <w:rsid w:val="00895506"/>
    <w:rsid w:val="0089575D"/>
    <w:rsid w:val="00895A77"/>
    <w:rsid w:val="00895F9D"/>
    <w:rsid w:val="008964BE"/>
    <w:rsid w:val="00896CF3"/>
    <w:rsid w:val="00897BA7"/>
    <w:rsid w:val="00897BA9"/>
    <w:rsid w:val="008A01D4"/>
    <w:rsid w:val="008A0BBC"/>
    <w:rsid w:val="008A0C1E"/>
    <w:rsid w:val="008A0F08"/>
    <w:rsid w:val="008A0FCB"/>
    <w:rsid w:val="008A10CC"/>
    <w:rsid w:val="008A13A6"/>
    <w:rsid w:val="008A190C"/>
    <w:rsid w:val="008A24DB"/>
    <w:rsid w:val="008A2696"/>
    <w:rsid w:val="008A2A3D"/>
    <w:rsid w:val="008A2B44"/>
    <w:rsid w:val="008A2DFE"/>
    <w:rsid w:val="008A3442"/>
    <w:rsid w:val="008A388E"/>
    <w:rsid w:val="008A400F"/>
    <w:rsid w:val="008A40B3"/>
    <w:rsid w:val="008A48C4"/>
    <w:rsid w:val="008A49C3"/>
    <w:rsid w:val="008A5931"/>
    <w:rsid w:val="008A6B47"/>
    <w:rsid w:val="008A7464"/>
    <w:rsid w:val="008A7C10"/>
    <w:rsid w:val="008B00AC"/>
    <w:rsid w:val="008B08DE"/>
    <w:rsid w:val="008B0B5B"/>
    <w:rsid w:val="008B0E4F"/>
    <w:rsid w:val="008B1506"/>
    <w:rsid w:val="008B1A73"/>
    <w:rsid w:val="008B1AD0"/>
    <w:rsid w:val="008B2279"/>
    <w:rsid w:val="008B2593"/>
    <w:rsid w:val="008B2AD1"/>
    <w:rsid w:val="008B362B"/>
    <w:rsid w:val="008B3C65"/>
    <w:rsid w:val="008B451D"/>
    <w:rsid w:val="008B475D"/>
    <w:rsid w:val="008B4919"/>
    <w:rsid w:val="008B4BCE"/>
    <w:rsid w:val="008B4D15"/>
    <w:rsid w:val="008B4F9D"/>
    <w:rsid w:val="008B5CA6"/>
    <w:rsid w:val="008B674A"/>
    <w:rsid w:val="008B6879"/>
    <w:rsid w:val="008B6A7A"/>
    <w:rsid w:val="008B6FC5"/>
    <w:rsid w:val="008C0142"/>
    <w:rsid w:val="008C04DA"/>
    <w:rsid w:val="008C08FC"/>
    <w:rsid w:val="008C199C"/>
    <w:rsid w:val="008C1CAD"/>
    <w:rsid w:val="008C2D89"/>
    <w:rsid w:val="008C2E52"/>
    <w:rsid w:val="008C3418"/>
    <w:rsid w:val="008C379B"/>
    <w:rsid w:val="008C4272"/>
    <w:rsid w:val="008C476E"/>
    <w:rsid w:val="008C4C81"/>
    <w:rsid w:val="008C5284"/>
    <w:rsid w:val="008C5827"/>
    <w:rsid w:val="008C5965"/>
    <w:rsid w:val="008C5C66"/>
    <w:rsid w:val="008C684E"/>
    <w:rsid w:val="008C7132"/>
    <w:rsid w:val="008C72B6"/>
    <w:rsid w:val="008D08A3"/>
    <w:rsid w:val="008D090E"/>
    <w:rsid w:val="008D0939"/>
    <w:rsid w:val="008D0CBD"/>
    <w:rsid w:val="008D10D3"/>
    <w:rsid w:val="008D1382"/>
    <w:rsid w:val="008D175D"/>
    <w:rsid w:val="008D18AE"/>
    <w:rsid w:val="008D1973"/>
    <w:rsid w:val="008D1D25"/>
    <w:rsid w:val="008D1F32"/>
    <w:rsid w:val="008D1F88"/>
    <w:rsid w:val="008D3CF2"/>
    <w:rsid w:val="008D4034"/>
    <w:rsid w:val="008D434B"/>
    <w:rsid w:val="008D44DE"/>
    <w:rsid w:val="008D4782"/>
    <w:rsid w:val="008D4BDE"/>
    <w:rsid w:val="008D545B"/>
    <w:rsid w:val="008D5B5F"/>
    <w:rsid w:val="008D6620"/>
    <w:rsid w:val="008D6793"/>
    <w:rsid w:val="008D6E01"/>
    <w:rsid w:val="008D6E0D"/>
    <w:rsid w:val="008D6FFD"/>
    <w:rsid w:val="008D7409"/>
    <w:rsid w:val="008D740E"/>
    <w:rsid w:val="008D7B8A"/>
    <w:rsid w:val="008D7F36"/>
    <w:rsid w:val="008E00EA"/>
    <w:rsid w:val="008E03F0"/>
    <w:rsid w:val="008E0B0E"/>
    <w:rsid w:val="008E12B5"/>
    <w:rsid w:val="008E1D9E"/>
    <w:rsid w:val="008E269E"/>
    <w:rsid w:val="008E2783"/>
    <w:rsid w:val="008E2789"/>
    <w:rsid w:val="008E366A"/>
    <w:rsid w:val="008E3723"/>
    <w:rsid w:val="008E372A"/>
    <w:rsid w:val="008E3BCD"/>
    <w:rsid w:val="008E3D25"/>
    <w:rsid w:val="008E3E22"/>
    <w:rsid w:val="008E3F7D"/>
    <w:rsid w:val="008E4A4B"/>
    <w:rsid w:val="008E5034"/>
    <w:rsid w:val="008E5588"/>
    <w:rsid w:val="008E5EAE"/>
    <w:rsid w:val="008E6783"/>
    <w:rsid w:val="008E7752"/>
    <w:rsid w:val="008E7F56"/>
    <w:rsid w:val="008F04E3"/>
    <w:rsid w:val="008F06BC"/>
    <w:rsid w:val="008F08F3"/>
    <w:rsid w:val="008F0A4E"/>
    <w:rsid w:val="008F0C69"/>
    <w:rsid w:val="008F0C7B"/>
    <w:rsid w:val="008F0D7E"/>
    <w:rsid w:val="008F14AD"/>
    <w:rsid w:val="008F1BE4"/>
    <w:rsid w:val="008F1C05"/>
    <w:rsid w:val="008F1D8B"/>
    <w:rsid w:val="008F2904"/>
    <w:rsid w:val="008F33BF"/>
    <w:rsid w:val="008F3958"/>
    <w:rsid w:val="008F3EDE"/>
    <w:rsid w:val="008F3FEE"/>
    <w:rsid w:val="008F42C1"/>
    <w:rsid w:val="008F4798"/>
    <w:rsid w:val="008F4924"/>
    <w:rsid w:val="008F539A"/>
    <w:rsid w:val="008F59E5"/>
    <w:rsid w:val="008F5B1D"/>
    <w:rsid w:val="008F63E1"/>
    <w:rsid w:val="008F66BE"/>
    <w:rsid w:val="008F68A9"/>
    <w:rsid w:val="008F6E10"/>
    <w:rsid w:val="008F77D3"/>
    <w:rsid w:val="008F7A86"/>
    <w:rsid w:val="008F7B25"/>
    <w:rsid w:val="009011A8"/>
    <w:rsid w:val="009014BD"/>
    <w:rsid w:val="0090213D"/>
    <w:rsid w:val="00902321"/>
    <w:rsid w:val="009028E3"/>
    <w:rsid w:val="00902D1D"/>
    <w:rsid w:val="009039B2"/>
    <w:rsid w:val="00903F64"/>
    <w:rsid w:val="00904295"/>
    <w:rsid w:val="0090431A"/>
    <w:rsid w:val="009048A6"/>
    <w:rsid w:val="0090491F"/>
    <w:rsid w:val="00904C38"/>
    <w:rsid w:val="00904DB7"/>
    <w:rsid w:val="00904EDE"/>
    <w:rsid w:val="00905885"/>
    <w:rsid w:val="00905C3F"/>
    <w:rsid w:val="00906011"/>
    <w:rsid w:val="009061A5"/>
    <w:rsid w:val="00906359"/>
    <w:rsid w:val="0090639A"/>
    <w:rsid w:val="00906D17"/>
    <w:rsid w:val="00907057"/>
    <w:rsid w:val="009075DC"/>
    <w:rsid w:val="009078ED"/>
    <w:rsid w:val="009102A6"/>
    <w:rsid w:val="009109AE"/>
    <w:rsid w:val="009115F1"/>
    <w:rsid w:val="009116C1"/>
    <w:rsid w:val="00911940"/>
    <w:rsid w:val="00911CB2"/>
    <w:rsid w:val="00911E84"/>
    <w:rsid w:val="00912247"/>
    <w:rsid w:val="009129E7"/>
    <w:rsid w:val="00913187"/>
    <w:rsid w:val="00913269"/>
    <w:rsid w:val="0091333A"/>
    <w:rsid w:val="009136F0"/>
    <w:rsid w:val="00913875"/>
    <w:rsid w:val="00913D8A"/>
    <w:rsid w:val="009147B4"/>
    <w:rsid w:val="00914815"/>
    <w:rsid w:val="009148AC"/>
    <w:rsid w:val="009148D8"/>
    <w:rsid w:val="00914918"/>
    <w:rsid w:val="00914AA3"/>
    <w:rsid w:val="00914C8F"/>
    <w:rsid w:val="00914E9D"/>
    <w:rsid w:val="0091511E"/>
    <w:rsid w:val="00915200"/>
    <w:rsid w:val="009154B5"/>
    <w:rsid w:val="00915699"/>
    <w:rsid w:val="00915A92"/>
    <w:rsid w:val="00915F79"/>
    <w:rsid w:val="0091611F"/>
    <w:rsid w:val="00916161"/>
    <w:rsid w:val="00916B7E"/>
    <w:rsid w:val="00916BC6"/>
    <w:rsid w:val="00917240"/>
    <w:rsid w:val="0091731E"/>
    <w:rsid w:val="00917456"/>
    <w:rsid w:val="009178A2"/>
    <w:rsid w:val="00917A2D"/>
    <w:rsid w:val="00920798"/>
    <w:rsid w:val="00920D28"/>
    <w:rsid w:val="00920D5F"/>
    <w:rsid w:val="00921CA7"/>
    <w:rsid w:val="00921EF7"/>
    <w:rsid w:val="00921F28"/>
    <w:rsid w:val="00922121"/>
    <w:rsid w:val="009222FE"/>
    <w:rsid w:val="00922546"/>
    <w:rsid w:val="00922768"/>
    <w:rsid w:val="00922EA5"/>
    <w:rsid w:val="00923808"/>
    <w:rsid w:val="00923CDC"/>
    <w:rsid w:val="00924348"/>
    <w:rsid w:val="00924821"/>
    <w:rsid w:val="00924E44"/>
    <w:rsid w:val="00924F2D"/>
    <w:rsid w:val="00925114"/>
    <w:rsid w:val="00925336"/>
    <w:rsid w:val="0092597C"/>
    <w:rsid w:val="00925DCE"/>
    <w:rsid w:val="00926317"/>
    <w:rsid w:val="009265B9"/>
    <w:rsid w:val="00926AEC"/>
    <w:rsid w:val="009271BC"/>
    <w:rsid w:val="009272DB"/>
    <w:rsid w:val="00927637"/>
    <w:rsid w:val="0092799F"/>
    <w:rsid w:val="00927A52"/>
    <w:rsid w:val="00930173"/>
    <w:rsid w:val="00930F86"/>
    <w:rsid w:val="00932152"/>
    <w:rsid w:val="009324B8"/>
    <w:rsid w:val="009328B7"/>
    <w:rsid w:val="00932E32"/>
    <w:rsid w:val="00932ECD"/>
    <w:rsid w:val="00933016"/>
    <w:rsid w:val="009335E8"/>
    <w:rsid w:val="009338A9"/>
    <w:rsid w:val="0093471F"/>
    <w:rsid w:val="00934BB4"/>
    <w:rsid w:val="0093541E"/>
    <w:rsid w:val="0093617D"/>
    <w:rsid w:val="009364F8"/>
    <w:rsid w:val="00936750"/>
    <w:rsid w:val="00936AEF"/>
    <w:rsid w:val="009370A0"/>
    <w:rsid w:val="00937534"/>
    <w:rsid w:val="009401A1"/>
    <w:rsid w:val="009407E4"/>
    <w:rsid w:val="00940D2C"/>
    <w:rsid w:val="009413DC"/>
    <w:rsid w:val="00942464"/>
    <w:rsid w:val="009433E8"/>
    <w:rsid w:val="00943CA3"/>
    <w:rsid w:val="0094448E"/>
    <w:rsid w:val="00944581"/>
    <w:rsid w:val="00944618"/>
    <w:rsid w:val="00944B33"/>
    <w:rsid w:val="00944E74"/>
    <w:rsid w:val="00944F13"/>
    <w:rsid w:val="009458A5"/>
    <w:rsid w:val="0094596E"/>
    <w:rsid w:val="00945EF0"/>
    <w:rsid w:val="0095016C"/>
    <w:rsid w:val="0095085C"/>
    <w:rsid w:val="00950ACB"/>
    <w:rsid w:val="00950F4C"/>
    <w:rsid w:val="00951086"/>
    <w:rsid w:val="00951B0D"/>
    <w:rsid w:val="00951EA0"/>
    <w:rsid w:val="009530FF"/>
    <w:rsid w:val="0095362F"/>
    <w:rsid w:val="00953671"/>
    <w:rsid w:val="009536B0"/>
    <w:rsid w:val="00953832"/>
    <w:rsid w:val="00953BCA"/>
    <w:rsid w:val="009548D9"/>
    <w:rsid w:val="00954E2E"/>
    <w:rsid w:val="00954E38"/>
    <w:rsid w:val="00955283"/>
    <w:rsid w:val="00955343"/>
    <w:rsid w:val="00955F36"/>
    <w:rsid w:val="00956058"/>
    <w:rsid w:val="00956165"/>
    <w:rsid w:val="00956A02"/>
    <w:rsid w:val="00956D72"/>
    <w:rsid w:val="00956FEE"/>
    <w:rsid w:val="009571DC"/>
    <w:rsid w:val="00957332"/>
    <w:rsid w:val="00957486"/>
    <w:rsid w:val="00957917"/>
    <w:rsid w:val="00957E7F"/>
    <w:rsid w:val="0096090A"/>
    <w:rsid w:val="00960AF1"/>
    <w:rsid w:val="00960D61"/>
    <w:rsid w:val="0096164B"/>
    <w:rsid w:val="00961A55"/>
    <w:rsid w:val="00962085"/>
    <w:rsid w:val="0096224A"/>
    <w:rsid w:val="009637DC"/>
    <w:rsid w:val="00963A25"/>
    <w:rsid w:val="00963E0C"/>
    <w:rsid w:val="009641DC"/>
    <w:rsid w:val="0096469C"/>
    <w:rsid w:val="00964819"/>
    <w:rsid w:val="00964DA0"/>
    <w:rsid w:val="00964F6B"/>
    <w:rsid w:val="00965B7E"/>
    <w:rsid w:val="00966013"/>
    <w:rsid w:val="00966255"/>
    <w:rsid w:val="009667CC"/>
    <w:rsid w:val="00966FE1"/>
    <w:rsid w:val="00967C2C"/>
    <w:rsid w:val="00970A18"/>
    <w:rsid w:val="00970CAB"/>
    <w:rsid w:val="009717B2"/>
    <w:rsid w:val="00971E82"/>
    <w:rsid w:val="00971E9B"/>
    <w:rsid w:val="00972656"/>
    <w:rsid w:val="009727CF"/>
    <w:rsid w:val="0097283D"/>
    <w:rsid w:val="00972A08"/>
    <w:rsid w:val="00972F11"/>
    <w:rsid w:val="0097375E"/>
    <w:rsid w:val="00974011"/>
    <w:rsid w:val="00974A10"/>
    <w:rsid w:val="00975397"/>
    <w:rsid w:val="00975BEC"/>
    <w:rsid w:val="00975EE9"/>
    <w:rsid w:val="009764F1"/>
    <w:rsid w:val="00976C09"/>
    <w:rsid w:val="00977432"/>
    <w:rsid w:val="009775C9"/>
    <w:rsid w:val="00977E28"/>
    <w:rsid w:val="00977EA8"/>
    <w:rsid w:val="009800BF"/>
    <w:rsid w:val="009800F2"/>
    <w:rsid w:val="00980465"/>
    <w:rsid w:val="00980778"/>
    <w:rsid w:val="00981848"/>
    <w:rsid w:val="0098187C"/>
    <w:rsid w:val="009819E4"/>
    <w:rsid w:val="00981E5D"/>
    <w:rsid w:val="009822DB"/>
    <w:rsid w:val="00982DA8"/>
    <w:rsid w:val="00982DD4"/>
    <w:rsid w:val="0098350B"/>
    <w:rsid w:val="00984358"/>
    <w:rsid w:val="00984521"/>
    <w:rsid w:val="00984D05"/>
    <w:rsid w:val="009859CA"/>
    <w:rsid w:val="00985C3C"/>
    <w:rsid w:val="009862CB"/>
    <w:rsid w:val="009863BF"/>
    <w:rsid w:val="00986675"/>
    <w:rsid w:val="0098751A"/>
    <w:rsid w:val="009875B9"/>
    <w:rsid w:val="00990482"/>
    <w:rsid w:val="00990896"/>
    <w:rsid w:val="009913DD"/>
    <w:rsid w:val="00991B8F"/>
    <w:rsid w:val="009921CF"/>
    <w:rsid w:val="009924E2"/>
    <w:rsid w:val="0099273F"/>
    <w:rsid w:val="009929A6"/>
    <w:rsid w:val="00993570"/>
    <w:rsid w:val="0099387B"/>
    <w:rsid w:val="00993B2F"/>
    <w:rsid w:val="00993E13"/>
    <w:rsid w:val="00993E46"/>
    <w:rsid w:val="00995A7D"/>
    <w:rsid w:val="00995B73"/>
    <w:rsid w:val="00996055"/>
    <w:rsid w:val="009961AB"/>
    <w:rsid w:val="00996DB6"/>
    <w:rsid w:val="0099732B"/>
    <w:rsid w:val="009974EF"/>
    <w:rsid w:val="009A08EC"/>
    <w:rsid w:val="009A1A79"/>
    <w:rsid w:val="009A243F"/>
    <w:rsid w:val="009A2A24"/>
    <w:rsid w:val="009A2ACB"/>
    <w:rsid w:val="009A2F59"/>
    <w:rsid w:val="009A3167"/>
    <w:rsid w:val="009A31A0"/>
    <w:rsid w:val="009A3AF1"/>
    <w:rsid w:val="009A40E5"/>
    <w:rsid w:val="009A46C9"/>
    <w:rsid w:val="009A494A"/>
    <w:rsid w:val="009A4A48"/>
    <w:rsid w:val="009A4B4D"/>
    <w:rsid w:val="009A5463"/>
    <w:rsid w:val="009A5718"/>
    <w:rsid w:val="009A59DB"/>
    <w:rsid w:val="009A6207"/>
    <w:rsid w:val="009A6F6D"/>
    <w:rsid w:val="009B0A6C"/>
    <w:rsid w:val="009B0E05"/>
    <w:rsid w:val="009B0F92"/>
    <w:rsid w:val="009B13B7"/>
    <w:rsid w:val="009B164A"/>
    <w:rsid w:val="009B1981"/>
    <w:rsid w:val="009B23DD"/>
    <w:rsid w:val="009B2BAA"/>
    <w:rsid w:val="009B32D4"/>
    <w:rsid w:val="009B46F2"/>
    <w:rsid w:val="009B4DFB"/>
    <w:rsid w:val="009B5930"/>
    <w:rsid w:val="009B5EBE"/>
    <w:rsid w:val="009B6386"/>
    <w:rsid w:val="009B6859"/>
    <w:rsid w:val="009B693F"/>
    <w:rsid w:val="009B732E"/>
    <w:rsid w:val="009B779C"/>
    <w:rsid w:val="009B7E1C"/>
    <w:rsid w:val="009B7F71"/>
    <w:rsid w:val="009C015E"/>
    <w:rsid w:val="009C02DF"/>
    <w:rsid w:val="009C062C"/>
    <w:rsid w:val="009C06DF"/>
    <w:rsid w:val="009C0F13"/>
    <w:rsid w:val="009C0FE3"/>
    <w:rsid w:val="009C18F0"/>
    <w:rsid w:val="009C272C"/>
    <w:rsid w:val="009C28E9"/>
    <w:rsid w:val="009C29C3"/>
    <w:rsid w:val="009C2A09"/>
    <w:rsid w:val="009C2E89"/>
    <w:rsid w:val="009C30F0"/>
    <w:rsid w:val="009C32A9"/>
    <w:rsid w:val="009C393B"/>
    <w:rsid w:val="009C3ED5"/>
    <w:rsid w:val="009C3F55"/>
    <w:rsid w:val="009C4804"/>
    <w:rsid w:val="009C515F"/>
    <w:rsid w:val="009C59DD"/>
    <w:rsid w:val="009C5E23"/>
    <w:rsid w:val="009C648F"/>
    <w:rsid w:val="009C6788"/>
    <w:rsid w:val="009C6C3A"/>
    <w:rsid w:val="009C735F"/>
    <w:rsid w:val="009C783C"/>
    <w:rsid w:val="009C7A68"/>
    <w:rsid w:val="009C7BA1"/>
    <w:rsid w:val="009C7EB3"/>
    <w:rsid w:val="009D1A6A"/>
    <w:rsid w:val="009D1D4D"/>
    <w:rsid w:val="009D2007"/>
    <w:rsid w:val="009D223A"/>
    <w:rsid w:val="009D2B49"/>
    <w:rsid w:val="009D3BD6"/>
    <w:rsid w:val="009D450F"/>
    <w:rsid w:val="009D453D"/>
    <w:rsid w:val="009D4794"/>
    <w:rsid w:val="009D480C"/>
    <w:rsid w:val="009D4885"/>
    <w:rsid w:val="009D4B0B"/>
    <w:rsid w:val="009D4BFE"/>
    <w:rsid w:val="009D4CFC"/>
    <w:rsid w:val="009D54A4"/>
    <w:rsid w:val="009D55D5"/>
    <w:rsid w:val="009D6397"/>
    <w:rsid w:val="009D6494"/>
    <w:rsid w:val="009D75A0"/>
    <w:rsid w:val="009D7C8D"/>
    <w:rsid w:val="009D7FE8"/>
    <w:rsid w:val="009E06E3"/>
    <w:rsid w:val="009E0CAC"/>
    <w:rsid w:val="009E1418"/>
    <w:rsid w:val="009E1440"/>
    <w:rsid w:val="009E2005"/>
    <w:rsid w:val="009E2965"/>
    <w:rsid w:val="009E2B5A"/>
    <w:rsid w:val="009E346B"/>
    <w:rsid w:val="009E3E00"/>
    <w:rsid w:val="009E463D"/>
    <w:rsid w:val="009E4AEC"/>
    <w:rsid w:val="009E519A"/>
    <w:rsid w:val="009E558E"/>
    <w:rsid w:val="009E5911"/>
    <w:rsid w:val="009E5B1A"/>
    <w:rsid w:val="009E5DA9"/>
    <w:rsid w:val="009E60F9"/>
    <w:rsid w:val="009E65AA"/>
    <w:rsid w:val="009E6793"/>
    <w:rsid w:val="009E6999"/>
    <w:rsid w:val="009E6E33"/>
    <w:rsid w:val="009E7343"/>
    <w:rsid w:val="009E745C"/>
    <w:rsid w:val="009E7871"/>
    <w:rsid w:val="009F0CFD"/>
    <w:rsid w:val="009F0E11"/>
    <w:rsid w:val="009F0E46"/>
    <w:rsid w:val="009F1254"/>
    <w:rsid w:val="009F14DE"/>
    <w:rsid w:val="009F1779"/>
    <w:rsid w:val="009F1DB9"/>
    <w:rsid w:val="009F234D"/>
    <w:rsid w:val="009F2D93"/>
    <w:rsid w:val="009F409C"/>
    <w:rsid w:val="009F4345"/>
    <w:rsid w:val="009F50B2"/>
    <w:rsid w:val="009F5364"/>
    <w:rsid w:val="009F592F"/>
    <w:rsid w:val="009F5B35"/>
    <w:rsid w:val="009F5C37"/>
    <w:rsid w:val="009F61D8"/>
    <w:rsid w:val="009F638B"/>
    <w:rsid w:val="009F6E40"/>
    <w:rsid w:val="009F7674"/>
    <w:rsid w:val="009F7748"/>
    <w:rsid w:val="009F7CB4"/>
    <w:rsid w:val="00A00351"/>
    <w:rsid w:val="00A0069C"/>
    <w:rsid w:val="00A00DA7"/>
    <w:rsid w:val="00A00DB4"/>
    <w:rsid w:val="00A0107E"/>
    <w:rsid w:val="00A01128"/>
    <w:rsid w:val="00A013C7"/>
    <w:rsid w:val="00A02612"/>
    <w:rsid w:val="00A028D1"/>
    <w:rsid w:val="00A0336D"/>
    <w:rsid w:val="00A034E1"/>
    <w:rsid w:val="00A039E5"/>
    <w:rsid w:val="00A041AF"/>
    <w:rsid w:val="00A042CF"/>
    <w:rsid w:val="00A04CFD"/>
    <w:rsid w:val="00A056EE"/>
    <w:rsid w:val="00A0604F"/>
    <w:rsid w:val="00A06836"/>
    <w:rsid w:val="00A069A6"/>
    <w:rsid w:val="00A07202"/>
    <w:rsid w:val="00A07957"/>
    <w:rsid w:val="00A07CF4"/>
    <w:rsid w:val="00A07D70"/>
    <w:rsid w:val="00A105F7"/>
    <w:rsid w:val="00A10738"/>
    <w:rsid w:val="00A107BB"/>
    <w:rsid w:val="00A10D99"/>
    <w:rsid w:val="00A11488"/>
    <w:rsid w:val="00A11899"/>
    <w:rsid w:val="00A11FFE"/>
    <w:rsid w:val="00A12FCF"/>
    <w:rsid w:val="00A13025"/>
    <w:rsid w:val="00A13170"/>
    <w:rsid w:val="00A1321B"/>
    <w:rsid w:val="00A13331"/>
    <w:rsid w:val="00A1344C"/>
    <w:rsid w:val="00A13F57"/>
    <w:rsid w:val="00A1467E"/>
    <w:rsid w:val="00A14E41"/>
    <w:rsid w:val="00A14E7D"/>
    <w:rsid w:val="00A1511D"/>
    <w:rsid w:val="00A154A3"/>
    <w:rsid w:val="00A15D63"/>
    <w:rsid w:val="00A1646F"/>
    <w:rsid w:val="00A16743"/>
    <w:rsid w:val="00A172F6"/>
    <w:rsid w:val="00A17473"/>
    <w:rsid w:val="00A17707"/>
    <w:rsid w:val="00A17794"/>
    <w:rsid w:val="00A17912"/>
    <w:rsid w:val="00A17995"/>
    <w:rsid w:val="00A17F82"/>
    <w:rsid w:val="00A20608"/>
    <w:rsid w:val="00A226C6"/>
    <w:rsid w:val="00A22EE9"/>
    <w:rsid w:val="00A23447"/>
    <w:rsid w:val="00A23861"/>
    <w:rsid w:val="00A23C93"/>
    <w:rsid w:val="00A247CD"/>
    <w:rsid w:val="00A24E94"/>
    <w:rsid w:val="00A25166"/>
    <w:rsid w:val="00A25382"/>
    <w:rsid w:val="00A25399"/>
    <w:rsid w:val="00A25A92"/>
    <w:rsid w:val="00A25AAF"/>
    <w:rsid w:val="00A25D58"/>
    <w:rsid w:val="00A26141"/>
    <w:rsid w:val="00A26751"/>
    <w:rsid w:val="00A269CD"/>
    <w:rsid w:val="00A26CDB"/>
    <w:rsid w:val="00A270C4"/>
    <w:rsid w:val="00A2780A"/>
    <w:rsid w:val="00A27811"/>
    <w:rsid w:val="00A27BBC"/>
    <w:rsid w:val="00A3100B"/>
    <w:rsid w:val="00A311B8"/>
    <w:rsid w:val="00A31298"/>
    <w:rsid w:val="00A32016"/>
    <w:rsid w:val="00A32A4B"/>
    <w:rsid w:val="00A33D7E"/>
    <w:rsid w:val="00A3404A"/>
    <w:rsid w:val="00A3409B"/>
    <w:rsid w:val="00A34BF1"/>
    <w:rsid w:val="00A34F36"/>
    <w:rsid w:val="00A3537C"/>
    <w:rsid w:val="00A355DD"/>
    <w:rsid w:val="00A35AB9"/>
    <w:rsid w:val="00A35EDA"/>
    <w:rsid w:val="00A36CC2"/>
    <w:rsid w:val="00A36F0A"/>
    <w:rsid w:val="00A3713E"/>
    <w:rsid w:val="00A37262"/>
    <w:rsid w:val="00A40630"/>
    <w:rsid w:val="00A40F45"/>
    <w:rsid w:val="00A41694"/>
    <w:rsid w:val="00A42A57"/>
    <w:rsid w:val="00A42F3B"/>
    <w:rsid w:val="00A4394C"/>
    <w:rsid w:val="00A43C7F"/>
    <w:rsid w:val="00A43DF9"/>
    <w:rsid w:val="00A43FAB"/>
    <w:rsid w:val="00A44328"/>
    <w:rsid w:val="00A44557"/>
    <w:rsid w:val="00A44646"/>
    <w:rsid w:val="00A44B44"/>
    <w:rsid w:val="00A4508D"/>
    <w:rsid w:val="00A4587E"/>
    <w:rsid w:val="00A45EBF"/>
    <w:rsid w:val="00A46210"/>
    <w:rsid w:val="00A4672C"/>
    <w:rsid w:val="00A46E85"/>
    <w:rsid w:val="00A47C77"/>
    <w:rsid w:val="00A5067C"/>
    <w:rsid w:val="00A50827"/>
    <w:rsid w:val="00A50AD0"/>
    <w:rsid w:val="00A512F1"/>
    <w:rsid w:val="00A515FC"/>
    <w:rsid w:val="00A517A6"/>
    <w:rsid w:val="00A51D8A"/>
    <w:rsid w:val="00A522E4"/>
    <w:rsid w:val="00A52739"/>
    <w:rsid w:val="00A52C5E"/>
    <w:rsid w:val="00A52F24"/>
    <w:rsid w:val="00A53CFF"/>
    <w:rsid w:val="00A5461A"/>
    <w:rsid w:val="00A548D4"/>
    <w:rsid w:val="00A54ABF"/>
    <w:rsid w:val="00A552E2"/>
    <w:rsid w:val="00A5574E"/>
    <w:rsid w:val="00A55F6E"/>
    <w:rsid w:val="00A56D20"/>
    <w:rsid w:val="00A56F0D"/>
    <w:rsid w:val="00A57684"/>
    <w:rsid w:val="00A603B1"/>
    <w:rsid w:val="00A608A2"/>
    <w:rsid w:val="00A60A7D"/>
    <w:rsid w:val="00A60DF0"/>
    <w:rsid w:val="00A60E06"/>
    <w:rsid w:val="00A6136B"/>
    <w:rsid w:val="00A61F5E"/>
    <w:rsid w:val="00A62170"/>
    <w:rsid w:val="00A62188"/>
    <w:rsid w:val="00A625B3"/>
    <w:rsid w:val="00A627F3"/>
    <w:rsid w:val="00A63423"/>
    <w:rsid w:val="00A63B8F"/>
    <w:rsid w:val="00A63DCB"/>
    <w:rsid w:val="00A63FEB"/>
    <w:rsid w:val="00A64000"/>
    <w:rsid w:val="00A64287"/>
    <w:rsid w:val="00A64539"/>
    <w:rsid w:val="00A6464C"/>
    <w:rsid w:val="00A6499B"/>
    <w:rsid w:val="00A64D30"/>
    <w:rsid w:val="00A652E7"/>
    <w:rsid w:val="00A65723"/>
    <w:rsid w:val="00A6575F"/>
    <w:rsid w:val="00A65975"/>
    <w:rsid w:val="00A65A32"/>
    <w:rsid w:val="00A66437"/>
    <w:rsid w:val="00A66FF4"/>
    <w:rsid w:val="00A675E7"/>
    <w:rsid w:val="00A6798B"/>
    <w:rsid w:val="00A67BDA"/>
    <w:rsid w:val="00A703FD"/>
    <w:rsid w:val="00A7093D"/>
    <w:rsid w:val="00A70BDD"/>
    <w:rsid w:val="00A71341"/>
    <w:rsid w:val="00A729AA"/>
    <w:rsid w:val="00A72D26"/>
    <w:rsid w:val="00A72D54"/>
    <w:rsid w:val="00A72F2B"/>
    <w:rsid w:val="00A7403D"/>
    <w:rsid w:val="00A7403F"/>
    <w:rsid w:val="00A755F9"/>
    <w:rsid w:val="00A75DC0"/>
    <w:rsid w:val="00A75F2B"/>
    <w:rsid w:val="00A75F70"/>
    <w:rsid w:val="00A7625D"/>
    <w:rsid w:val="00A76C5A"/>
    <w:rsid w:val="00A7727A"/>
    <w:rsid w:val="00A777A5"/>
    <w:rsid w:val="00A77AAD"/>
    <w:rsid w:val="00A77CAB"/>
    <w:rsid w:val="00A8081D"/>
    <w:rsid w:val="00A80ABB"/>
    <w:rsid w:val="00A80B6E"/>
    <w:rsid w:val="00A81C4C"/>
    <w:rsid w:val="00A83451"/>
    <w:rsid w:val="00A838C6"/>
    <w:rsid w:val="00A84320"/>
    <w:rsid w:val="00A847B5"/>
    <w:rsid w:val="00A84D4F"/>
    <w:rsid w:val="00A8554B"/>
    <w:rsid w:val="00A85897"/>
    <w:rsid w:val="00A85AF7"/>
    <w:rsid w:val="00A86322"/>
    <w:rsid w:val="00A8644A"/>
    <w:rsid w:val="00A86CE8"/>
    <w:rsid w:val="00A86DCA"/>
    <w:rsid w:val="00A86ED3"/>
    <w:rsid w:val="00A87D00"/>
    <w:rsid w:val="00A906C1"/>
    <w:rsid w:val="00A90B33"/>
    <w:rsid w:val="00A9187F"/>
    <w:rsid w:val="00A91AB0"/>
    <w:rsid w:val="00A92570"/>
    <w:rsid w:val="00A92E4A"/>
    <w:rsid w:val="00A92FD8"/>
    <w:rsid w:val="00A939EE"/>
    <w:rsid w:val="00A93D36"/>
    <w:rsid w:val="00A93F90"/>
    <w:rsid w:val="00A9413F"/>
    <w:rsid w:val="00A942A6"/>
    <w:rsid w:val="00A943DA"/>
    <w:rsid w:val="00A944C2"/>
    <w:rsid w:val="00A945F0"/>
    <w:rsid w:val="00A950F2"/>
    <w:rsid w:val="00A9527B"/>
    <w:rsid w:val="00A9569A"/>
    <w:rsid w:val="00A9575B"/>
    <w:rsid w:val="00A9578D"/>
    <w:rsid w:val="00A95EC6"/>
    <w:rsid w:val="00A95F4A"/>
    <w:rsid w:val="00A964FC"/>
    <w:rsid w:val="00A9655A"/>
    <w:rsid w:val="00A966FD"/>
    <w:rsid w:val="00A97246"/>
    <w:rsid w:val="00A972AD"/>
    <w:rsid w:val="00A977C3"/>
    <w:rsid w:val="00A97AD1"/>
    <w:rsid w:val="00A97BE4"/>
    <w:rsid w:val="00A97C29"/>
    <w:rsid w:val="00AA0069"/>
    <w:rsid w:val="00AA016B"/>
    <w:rsid w:val="00AA1E28"/>
    <w:rsid w:val="00AA2189"/>
    <w:rsid w:val="00AA232B"/>
    <w:rsid w:val="00AA2CC6"/>
    <w:rsid w:val="00AA3AA6"/>
    <w:rsid w:val="00AA4253"/>
    <w:rsid w:val="00AA448F"/>
    <w:rsid w:val="00AA48E9"/>
    <w:rsid w:val="00AA4E4D"/>
    <w:rsid w:val="00AA522C"/>
    <w:rsid w:val="00AA56A6"/>
    <w:rsid w:val="00AA58CF"/>
    <w:rsid w:val="00AA5DA9"/>
    <w:rsid w:val="00AA613E"/>
    <w:rsid w:val="00AA657A"/>
    <w:rsid w:val="00AA6D99"/>
    <w:rsid w:val="00AA73E9"/>
    <w:rsid w:val="00AA7712"/>
    <w:rsid w:val="00AA7A82"/>
    <w:rsid w:val="00AA7F6F"/>
    <w:rsid w:val="00AA7FB5"/>
    <w:rsid w:val="00AB0806"/>
    <w:rsid w:val="00AB0D23"/>
    <w:rsid w:val="00AB17E6"/>
    <w:rsid w:val="00AB1F90"/>
    <w:rsid w:val="00AB2A29"/>
    <w:rsid w:val="00AB335E"/>
    <w:rsid w:val="00AB3806"/>
    <w:rsid w:val="00AB401B"/>
    <w:rsid w:val="00AB41E0"/>
    <w:rsid w:val="00AB48D2"/>
    <w:rsid w:val="00AB542D"/>
    <w:rsid w:val="00AB592E"/>
    <w:rsid w:val="00AB68D5"/>
    <w:rsid w:val="00AB69D2"/>
    <w:rsid w:val="00AB7789"/>
    <w:rsid w:val="00AB78E0"/>
    <w:rsid w:val="00AC010D"/>
    <w:rsid w:val="00AC0626"/>
    <w:rsid w:val="00AC146E"/>
    <w:rsid w:val="00AC195E"/>
    <w:rsid w:val="00AC2533"/>
    <w:rsid w:val="00AC3A36"/>
    <w:rsid w:val="00AC3C01"/>
    <w:rsid w:val="00AC451A"/>
    <w:rsid w:val="00AC48B5"/>
    <w:rsid w:val="00AC4CB7"/>
    <w:rsid w:val="00AC5050"/>
    <w:rsid w:val="00AC5201"/>
    <w:rsid w:val="00AC5660"/>
    <w:rsid w:val="00AC5907"/>
    <w:rsid w:val="00AC645D"/>
    <w:rsid w:val="00AC70F4"/>
    <w:rsid w:val="00AC7590"/>
    <w:rsid w:val="00AC7594"/>
    <w:rsid w:val="00AC7C63"/>
    <w:rsid w:val="00AD00C7"/>
    <w:rsid w:val="00AD0A43"/>
    <w:rsid w:val="00AD0F8E"/>
    <w:rsid w:val="00AD1532"/>
    <w:rsid w:val="00AD15EA"/>
    <w:rsid w:val="00AD1B36"/>
    <w:rsid w:val="00AD1C44"/>
    <w:rsid w:val="00AD1CB8"/>
    <w:rsid w:val="00AD1F5C"/>
    <w:rsid w:val="00AD2119"/>
    <w:rsid w:val="00AD2C9E"/>
    <w:rsid w:val="00AD2CE9"/>
    <w:rsid w:val="00AD318C"/>
    <w:rsid w:val="00AD3507"/>
    <w:rsid w:val="00AD43E5"/>
    <w:rsid w:val="00AD44AD"/>
    <w:rsid w:val="00AD47A3"/>
    <w:rsid w:val="00AD4ABF"/>
    <w:rsid w:val="00AD4B2C"/>
    <w:rsid w:val="00AD4D41"/>
    <w:rsid w:val="00AD4D63"/>
    <w:rsid w:val="00AD5461"/>
    <w:rsid w:val="00AD605D"/>
    <w:rsid w:val="00AD6167"/>
    <w:rsid w:val="00AD6AB5"/>
    <w:rsid w:val="00AD6B62"/>
    <w:rsid w:val="00AD7495"/>
    <w:rsid w:val="00AD75C1"/>
    <w:rsid w:val="00AD76AB"/>
    <w:rsid w:val="00AD79DD"/>
    <w:rsid w:val="00AD7D2A"/>
    <w:rsid w:val="00AE0097"/>
    <w:rsid w:val="00AE04A8"/>
    <w:rsid w:val="00AE0C24"/>
    <w:rsid w:val="00AE1092"/>
    <w:rsid w:val="00AE18CE"/>
    <w:rsid w:val="00AE22F9"/>
    <w:rsid w:val="00AE268F"/>
    <w:rsid w:val="00AE2EBD"/>
    <w:rsid w:val="00AE31D8"/>
    <w:rsid w:val="00AE388B"/>
    <w:rsid w:val="00AE4441"/>
    <w:rsid w:val="00AE4BEF"/>
    <w:rsid w:val="00AE4C59"/>
    <w:rsid w:val="00AE4D25"/>
    <w:rsid w:val="00AE5148"/>
    <w:rsid w:val="00AE523C"/>
    <w:rsid w:val="00AE558C"/>
    <w:rsid w:val="00AE567D"/>
    <w:rsid w:val="00AE5BBC"/>
    <w:rsid w:val="00AE5E27"/>
    <w:rsid w:val="00AE5F27"/>
    <w:rsid w:val="00AE624E"/>
    <w:rsid w:val="00AE65EC"/>
    <w:rsid w:val="00AE677D"/>
    <w:rsid w:val="00AE7744"/>
    <w:rsid w:val="00AE7819"/>
    <w:rsid w:val="00AE7BFF"/>
    <w:rsid w:val="00AF0643"/>
    <w:rsid w:val="00AF0854"/>
    <w:rsid w:val="00AF08E3"/>
    <w:rsid w:val="00AF0982"/>
    <w:rsid w:val="00AF100E"/>
    <w:rsid w:val="00AF1360"/>
    <w:rsid w:val="00AF1581"/>
    <w:rsid w:val="00AF1634"/>
    <w:rsid w:val="00AF1E5A"/>
    <w:rsid w:val="00AF1FCE"/>
    <w:rsid w:val="00AF2534"/>
    <w:rsid w:val="00AF2A7D"/>
    <w:rsid w:val="00AF2C91"/>
    <w:rsid w:val="00AF3490"/>
    <w:rsid w:val="00AF3A4D"/>
    <w:rsid w:val="00AF3D4F"/>
    <w:rsid w:val="00AF3E7F"/>
    <w:rsid w:val="00AF40CE"/>
    <w:rsid w:val="00AF42B0"/>
    <w:rsid w:val="00AF4DD1"/>
    <w:rsid w:val="00AF4EA6"/>
    <w:rsid w:val="00AF4FD5"/>
    <w:rsid w:val="00AF54C5"/>
    <w:rsid w:val="00AF5572"/>
    <w:rsid w:val="00AF5C82"/>
    <w:rsid w:val="00AF5E3D"/>
    <w:rsid w:val="00AF5F73"/>
    <w:rsid w:val="00AF6964"/>
    <w:rsid w:val="00AF7099"/>
    <w:rsid w:val="00AF7177"/>
    <w:rsid w:val="00AF7BC7"/>
    <w:rsid w:val="00AF7EA3"/>
    <w:rsid w:val="00B001F9"/>
    <w:rsid w:val="00B002C7"/>
    <w:rsid w:val="00B004BD"/>
    <w:rsid w:val="00B007F8"/>
    <w:rsid w:val="00B0082B"/>
    <w:rsid w:val="00B008F0"/>
    <w:rsid w:val="00B00EA1"/>
    <w:rsid w:val="00B00FC0"/>
    <w:rsid w:val="00B01826"/>
    <w:rsid w:val="00B02BED"/>
    <w:rsid w:val="00B02F1A"/>
    <w:rsid w:val="00B03558"/>
    <w:rsid w:val="00B0432D"/>
    <w:rsid w:val="00B0483C"/>
    <w:rsid w:val="00B055EA"/>
    <w:rsid w:val="00B06657"/>
    <w:rsid w:val="00B071A1"/>
    <w:rsid w:val="00B0749B"/>
    <w:rsid w:val="00B07934"/>
    <w:rsid w:val="00B07966"/>
    <w:rsid w:val="00B07974"/>
    <w:rsid w:val="00B07F74"/>
    <w:rsid w:val="00B11075"/>
    <w:rsid w:val="00B11DE1"/>
    <w:rsid w:val="00B12120"/>
    <w:rsid w:val="00B1255C"/>
    <w:rsid w:val="00B1300C"/>
    <w:rsid w:val="00B137A1"/>
    <w:rsid w:val="00B139D0"/>
    <w:rsid w:val="00B13F16"/>
    <w:rsid w:val="00B14A6D"/>
    <w:rsid w:val="00B14AB3"/>
    <w:rsid w:val="00B14FDD"/>
    <w:rsid w:val="00B15085"/>
    <w:rsid w:val="00B152D2"/>
    <w:rsid w:val="00B154BD"/>
    <w:rsid w:val="00B15661"/>
    <w:rsid w:val="00B16162"/>
    <w:rsid w:val="00B1683A"/>
    <w:rsid w:val="00B1686C"/>
    <w:rsid w:val="00B172F9"/>
    <w:rsid w:val="00B17521"/>
    <w:rsid w:val="00B17755"/>
    <w:rsid w:val="00B17905"/>
    <w:rsid w:val="00B20BE1"/>
    <w:rsid w:val="00B20EF8"/>
    <w:rsid w:val="00B21873"/>
    <w:rsid w:val="00B21A56"/>
    <w:rsid w:val="00B2294E"/>
    <w:rsid w:val="00B22CB8"/>
    <w:rsid w:val="00B22D44"/>
    <w:rsid w:val="00B23A48"/>
    <w:rsid w:val="00B23F87"/>
    <w:rsid w:val="00B24045"/>
    <w:rsid w:val="00B243D9"/>
    <w:rsid w:val="00B249B5"/>
    <w:rsid w:val="00B257CA"/>
    <w:rsid w:val="00B2618A"/>
    <w:rsid w:val="00B261C6"/>
    <w:rsid w:val="00B26439"/>
    <w:rsid w:val="00B26C54"/>
    <w:rsid w:val="00B2718F"/>
    <w:rsid w:val="00B271DC"/>
    <w:rsid w:val="00B275EB"/>
    <w:rsid w:val="00B27C8B"/>
    <w:rsid w:val="00B304BC"/>
    <w:rsid w:val="00B305ED"/>
    <w:rsid w:val="00B30D15"/>
    <w:rsid w:val="00B30F12"/>
    <w:rsid w:val="00B30F23"/>
    <w:rsid w:val="00B3141C"/>
    <w:rsid w:val="00B31441"/>
    <w:rsid w:val="00B31539"/>
    <w:rsid w:val="00B31D72"/>
    <w:rsid w:val="00B31E67"/>
    <w:rsid w:val="00B31E7B"/>
    <w:rsid w:val="00B32317"/>
    <w:rsid w:val="00B32513"/>
    <w:rsid w:val="00B32B7C"/>
    <w:rsid w:val="00B32BB9"/>
    <w:rsid w:val="00B32BDD"/>
    <w:rsid w:val="00B333EB"/>
    <w:rsid w:val="00B33693"/>
    <w:rsid w:val="00B33860"/>
    <w:rsid w:val="00B3413C"/>
    <w:rsid w:val="00B3460E"/>
    <w:rsid w:val="00B3496B"/>
    <w:rsid w:val="00B34AD3"/>
    <w:rsid w:val="00B34EF6"/>
    <w:rsid w:val="00B35312"/>
    <w:rsid w:val="00B36414"/>
    <w:rsid w:val="00B36617"/>
    <w:rsid w:val="00B37C86"/>
    <w:rsid w:val="00B40303"/>
    <w:rsid w:val="00B40D72"/>
    <w:rsid w:val="00B41674"/>
    <w:rsid w:val="00B41791"/>
    <w:rsid w:val="00B4189D"/>
    <w:rsid w:val="00B41BE7"/>
    <w:rsid w:val="00B41DBC"/>
    <w:rsid w:val="00B4212B"/>
    <w:rsid w:val="00B4262E"/>
    <w:rsid w:val="00B42734"/>
    <w:rsid w:val="00B427F4"/>
    <w:rsid w:val="00B42EC4"/>
    <w:rsid w:val="00B434C2"/>
    <w:rsid w:val="00B435F9"/>
    <w:rsid w:val="00B43921"/>
    <w:rsid w:val="00B440E7"/>
    <w:rsid w:val="00B44251"/>
    <w:rsid w:val="00B44648"/>
    <w:rsid w:val="00B44EF2"/>
    <w:rsid w:val="00B45D13"/>
    <w:rsid w:val="00B46B85"/>
    <w:rsid w:val="00B46DD3"/>
    <w:rsid w:val="00B472F9"/>
    <w:rsid w:val="00B47AA7"/>
    <w:rsid w:val="00B47BEE"/>
    <w:rsid w:val="00B47EDA"/>
    <w:rsid w:val="00B47FF2"/>
    <w:rsid w:val="00B5005C"/>
    <w:rsid w:val="00B50B20"/>
    <w:rsid w:val="00B5130F"/>
    <w:rsid w:val="00B519C3"/>
    <w:rsid w:val="00B521C4"/>
    <w:rsid w:val="00B5248F"/>
    <w:rsid w:val="00B52AA4"/>
    <w:rsid w:val="00B52F11"/>
    <w:rsid w:val="00B53E46"/>
    <w:rsid w:val="00B546BC"/>
    <w:rsid w:val="00B55713"/>
    <w:rsid w:val="00B55A0F"/>
    <w:rsid w:val="00B55AC7"/>
    <w:rsid w:val="00B55EF9"/>
    <w:rsid w:val="00B56BD0"/>
    <w:rsid w:val="00B574CA"/>
    <w:rsid w:val="00B577BD"/>
    <w:rsid w:val="00B578E9"/>
    <w:rsid w:val="00B57C76"/>
    <w:rsid w:val="00B57F51"/>
    <w:rsid w:val="00B61444"/>
    <w:rsid w:val="00B616A3"/>
    <w:rsid w:val="00B61CEA"/>
    <w:rsid w:val="00B61D9A"/>
    <w:rsid w:val="00B62266"/>
    <w:rsid w:val="00B628A9"/>
    <w:rsid w:val="00B6290C"/>
    <w:rsid w:val="00B629FB"/>
    <w:rsid w:val="00B63446"/>
    <w:rsid w:val="00B63F8A"/>
    <w:rsid w:val="00B6444D"/>
    <w:rsid w:val="00B64694"/>
    <w:rsid w:val="00B6486B"/>
    <w:rsid w:val="00B64D24"/>
    <w:rsid w:val="00B64E6D"/>
    <w:rsid w:val="00B6584A"/>
    <w:rsid w:val="00B65E6D"/>
    <w:rsid w:val="00B66069"/>
    <w:rsid w:val="00B6627F"/>
    <w:rsid w:val="00B6639F"/>
    <w:rsid w:val="00B66835"/>
    <w:rsid w:val="00B66ADD"/>
    <w:rsid w:val="00B66E7C"/>
    <w:rsid w:val="00B67150"/>
    <w:rsid w:val="00B67E12"/>
    <w:rsid w:val="00B701BF"/>
    <w:rsid w:val="00B703DB"/>
    <w:rsid w:val="00B712F1"/>
    <w:rsid w:val="00B713C9"/>
    <w:rsid w:val="00B716A7"/>
    <w:rsid w:val="00B717DB"/>
    <w:rsid w:val="00B71ADA"/>
    <w:rsid w:val="00B724C6"/>
    <w:rsid w:val="00B72523"/>
    <w:rsid w:val="00B72526"/>
    <w:rsid w:val="00B727CF"/>
    <w:rsid w:val="00B729B5"/>
    <w:rsid w:val="00B72BDC"/>
    <w:rsid w:val="00B72CA4"/>
    <w:rsid w:val="00B73DB3"/>
    <w:rsid w:val="00B73E20"/>
    <w:rsid w:val="00B74697"/>
    <w:rsid w:val="00B74C91"/>
    <w:rsid w:val="00B76489"/>
    <w:rsid w:val="00B769E3"/>
    <w:rsid w:val="00B773CF"/>
    <w:rsid w:val="00B77874"/>
    <w:rsid w:val="00B808F1"/>
    <w:rsid w:val="00B80C36"/>
    <w:rsid w:val="00B80D39"/>
    <w:rsid w:val="00B80E5D"/>
    <w:rsid w:val="00B8147D"/>
    <w:rsid w:val="00B81F41"/>
    <w:rsid w:val="00B82147"/>
    <w:rsid w:val="00B8249A"/>
    <w:rsid w:val="00B825BB"/>
    <w:rsid w:val="00B8292A"/>
    <w:rsid w:val="00B83275"/>
    <w:rsid w:val="00B83A84"/>
    <w:rsid w:val="00B8463F"/>
    <w:rsid w:val="00B84D21"/>
    <w:rsid w:val="00B84E65"/>
    <w:rsid w:val="00B84E95"/>
    <w:rsid w:val="00B8511D"/>
    <w:rsid w:val="00B853E0"/>
    <w:rsid w:val="00B855A3"/>
    <w:rsid w:val="00B85707"/>
    <w:rsid w:val="00B85786"/>
    <w:rsid w:val="00B859A1"/>
    <w:rsid w:val="00B859DA"/>
    <w:rsid w:val="00B85B70"/>
    <w:rsid w:val="00B8665A"/>
    <w:rsid w:val="00B8680F"/>
    <w:rsid w:val="00B86E88"/>
    <w:rsid w:val="00B87155"/>
    <w:rsid w:val="00B911D3"/>
    <w:rsid w:val="00B91734"/>
    <w:rsid w:val="00B91CAB"/>
    <w:rsid w:val="00B920AA"/>
    <w:rsid w:val="00B921DA"/>
    <w:rsid w:val="00B928F3"/>
    <w:rsid w:val="00B938C0"/>
    <w:rsid w:val="00B9399C"/>
    <w:rsid w:val="00B93B4C"/>
    <w:rsid w:val="00B93E32"/>
    <w:rsid w:val="00B94050"/>
    <w:rsid w:val="00B94554"/>
    <w:rsid w:val="00B95152"/>
    <w:rsid w:val="00B955FE"/>
    <w:rsid w:val="00B9571A"/>
    <w:rsid w:val="00B95FEA"/>
    <w:rsid w:val="00B96492"/>
    <w:rsid w:val="00B969FC"/>
    <w:rsid w:val="00B96DA9"/>
    <w:rsid w:val="00B9742E"/>
    <w:rsid w:val="00B976BD"/>
    <w:rsid w:val="00B97A66"/>
    <w:rsid w:val="00BA06E7"/>
    <w:rsid w:val="00BA0CA1"/>
    <w:rsid w:val="00BA0FDE"/>
    <w:rsid w:val="00BA1B44"/>
    <w:rsid w:val="00BA1C51"/>
    <w:rsid w:val="00BA226B"/>
    <w:rsid w:val="00BA22A4"/>
    <w:rsid w:val="00BA2617"/>
    <w:rsid w:val="00BA28D5"/>
    <w:rsid w:val="00BA2DFB"/>
    <w:rsid w:val="00BA2F12"/>
    <w:rsid w:val="00BA31FE"/>
    <w:rsid w:val="00BA323C"/>
    <w:rsid w:val="00BA3645"/>
    <w:rsid w:val="00BA3702"/>
    <w:rsid w:val="00BA3749"/>
    <w:rsid w:val="00BA381F"/>
    <w:rsid w:val="00BA39A2"/>
    <w:rsid w:val="00BA4A36"/>
    <w:rsid w:val="00BA5ED5"/>
    <w:rsid w:val="00BA60C0"/>
    <w:rsid w:val="00BA661D"/>
    <w:rsid w:val="00BA67C7"/>
    <w:rsid w:val="00BA6B54"/>
    <w:rsid w:val="00BA6FA5"/>
    <w:rsid w:val="00BA78F6"/>
    <w:rsid w:val="00BA7B2C"/>
    <w:rsid w:val="00BB05A3"/>
    <w:rsid w:val="00BB077F"/>
    <w:rsid w:val="00BB0833"/>
    <w:rsid w:val="00BB0ED3"/>
    <w:rsid w:val="00BB11E0"/>
    <w:rsid w:val="00BB1B0D"/>
    <w:rsid w:val="00BB20F0"/>
    <w:rsid w:val="00BB2C56"/>
    <w:rsid w:val="00BB3791"/>
    <w:rsid w:val="00BB3B14"/>
    <w:rsid w:val="00BB42A6"/>
    <w:rsid w:val="00BB537B"/>
    <w:rsid w:val="00BB595C"/>
    <w:rsid w:val="00BB6126"/>
    <w:rsid w:val="00BB63E5"/>
    <w:rsid w:val="00BB69AE"/>
    <w:rsid w:val="00BB6BEE"/>
    <w:rsid w:val="00BB6FC3"/>
    <w:rsid w:val="00BB70EE"/>
    <w:rsid w:val="00BB7267"/>
    <w:rsid w:val="00BB7D67"/>
    <w:rsid w:val="00BB7F9C"/>
    <w:rsid w:val="00BC01D5"/>
    <w:rsid w:val="00BC0762"/>
    <w:rsid w:val="00BC139D"/>
    <w:rsid w:val="00BC1538"/>
    <w:rsid w:val="00BC1AEB"/>
    <w:rsid w:val="00BC2BD3"/>
    <w:rsid w:val="00BC3B3E"/>
    <w:rsid w:val="00BC3EDD"/>
    <w:rsid w:val="00BC41C7"/>
    <w:rsid w:val="00BC43A9"/>
    <w:rsid w:val="00BC4577"/>
    <w:rsid w:val="00BC4B39"/>
    <w:rsid w:val="00BC583B"/>
    <w:rsid w:val="00BC5B0F"/>
    <w:rsid w:val="00BC5CEC"/>
    <w:rsid w:val="00BC60C1"/>
    <w:rsid w:val="00BC6150"/>
    <w:rsid w:val="00BC6422"/>
    <w:rsid w:val="00BC64A4"/>
    <w:rsid w:val="00BC6796"/>
    <w:rsid w:val="00BC6BDB"/>
    <w:rsid w:val="00BC779A"/>
    <w:rsid w:val="00BC7B11"/>
    <w:rsid w:val="00BD1572"/>
    <w:rsid w:val="00BD2420"/>
    <w:rsid w:val="00BD256A"/>
    <w:rsid w:val="00BD27E5"/>
    <w:rsid w:val="00BD2B7E"/>
    <w:rsid w:val="00BD2C45"/>
    <w:rsid w:val="00BD2CE7"/>
    <w:rsid w:val="00BD2F24"/>
    <w:rsid w:val="00BD3968"/>
    <w:rsid w:val="00BD4338"/>
    <w:rsid w:val="00BD4A93"/>
    <w:rsid w:val="00BD50F7"/>
    <w:rsid w:val="00BD5210"/>
    <w:rsid w:val="00BD52BD"/>
    <w:rsid w:val="00BD65A9"/>
    <w:rsid w:val="00BD69DC"/>
    <w:rsid w:val="00BD6B2B"/>
    <w:rsid w:val="00BD6E23"/>
    <w:rsid w:val="00BD71EE"/>
    <w:rsid w:val="00BD733C"/>
    <w:rsid w:val="00BD743A"/>
    <w:rsid w:val="00BD75F0"/>
    <w:rsid w:val="00BD7945"/>
    <w:rsid w:val="00BD7EC5"/>
    <w:rsid w:val="00BD7F53"/>
    <w:rsid w:val="00BE001C"/>
    <w:rsid w:val="00BE0866"/>
    <w:rsid w:val="00BE0D2A"/>
    <w:rsid w:val="00BE0D91"/>
    <w:rsid w:val="00BE18A5"/>
    <w:rsid w:val="00BE1B69"/>
    <w:rsid w:val="00BE22C0"/>
    <w:rsid w:val="00BE2CAE"/>
    <w:rsid w:val="00BE2E0A"/>
    <w:rsid w:val="00BE30B2"/>
    <w:rsid w:val="00BE499C"/>
    <w:rsid w:val="00BE57C5"/>
    <w:rsid w:val="00BE6214"/>
    <w:rsid w:val="00BE6706"/>
    <w:rsid w:val="00BE6D98"/>
    <w:rsid w:val="00BE6E4A"/>
    <w:rsid w:val="00BE7780"/>
    <w:rsid w:val="00BE793A"/>
    <w:rsid w:val="00BF0271"/>
    <w:rsid w:val="00BF0C3C"/>
    <w:rsid w:val="00BF0EB5"/>
    <w:rsid w:val="00BF104E"/>
    <w:rsid w:val="00BF1159"/>
    <w:rsid w:val="00BF11EB"/>
    <w:rsid w:val="00BF1C4F"/>
    <w:rsid w:val="00BF2562"/>
    <w:rsid w:val="00BF2F99"/>
    <w:rsid w:val="00BF2FB2"/>
    <w:rsid w:val="00BF300D"/>
    <w:rsid w:val="00BF312A"/>
    <w:rsid w:val="00BF3281"/>
    <w:rsid w:val="00BF383D"/>
    <w:rsid w:val="00BF3A92"/>
    <w:rsid w:val="00BF3F40"/>
    <w:rsid w:val="00BF448A"/>
    <w:rsid w:val="00BF4640"/>
    <w:rsid w:val="00BF493E"/>
    <w:rsid w:val="00BF49EB"/>
    <w:rsid w:val="00BF4CEF"/>
    <w:rsid w:val="00BF50A0"/>
    <w:rsid w:val="00BF6489"/>
    <w:rsid w:val="00BF64C8"/>
    <w:rsid w:val="00BF7191"/>
    <w:rsid w:val="00BF7712"/>
    <w:rsid w:val="00BF773C"/>
    <w:rsid w:val="00BF7B7C"/>
    <w:rsid w:val="00C007C9"/>
    <w:rsid w:val="00C00833"/>
    <w:rsid w:val="00C00C80"/>
    <w:rsid w:val="00C0127A"/>
    <w:rsid w:val="00C0148E"/>
    <w:rsid w:val="00C01968"/>
    <w:rsid w:val="00C01AF1"/>
    <w:rsid w:val="00C01F27"/>
    <w:rsid w:val="00C0239F"/>
    <w:rsid w:val="00C024C0"/>
    <w:rsid w:val="00C026E7"/>
    <w:rsid w:val="00C02B19"/>
    <w:rsid w:val="00C02BB8"/>
    <w:rsid w:val="00C02C77"/>
    <w:rsid w:val="00C03522"/>
    <w:rsid w:val="00C03780"/>
    <w:rsid w:val="00C04194"/>
    <w:rsid w:val="00C04DFF"/>
    <w:rsid w:val="00C05174"/>
    <w:rsid w:val="00C052A1"/>
    <w:rsid w:val="00C058F3"/>
    <w:rsid w:val="00C05944"/>
    <w:rsid w:val="00C059C6"/>
    <w:rsid w:val="00C05D23"/>
    <w:rsid w:val="00C060FF"/>
    <w:rsid w:val="00C064E0"/>
    <w:rsid w:val="00C0697E"/>
    <w:rsid w:val="00C079F3"/>
    <w:rsid w:val="00C07D7E"/>
    <w:rsid w:val="00C10B2E"/>
    <w:rsid w:val="00C11A1A"/>
    <w:rsid w:val="00C11B37"/>
    <w:rsid w:val="00C11CC0"/>
    <w:rsid w:val="00C11EF4"/>
    <w:rsid w:val="00C127FE"/>
    <w:rsid w:val="00C12A94"/>
    <w:rsid w:val="00C12B18"/>
    <w:rsid w:val="00C12C15"/>
    <w:rsid w:val="00C130F0"/>
    <w:rsid w:val="00C13614"/>
    <w:rsid w:val="00C13A49"/>
    <w:rsid w:val="00C14A9B"/>
    <w:rsid w:val="00C14DAB"/>
    <w:rsid w:val="00C14FC4"/>
    <w:rsid w:val="00C150AE"/>
    <w:rsid w:val="00C150DF"/>
    <w:rsid w:val="00C150FF"/>
    <w:rsid w:val="00C17005"/>
    <w:rsid w:val="00C20272"/>
    <w:rsid w:val="00C20398"/>
    <w:rsid w:val="00C205D5"/>
    <w:rsid w:val="00C20C10"/>
    <w:rsid w:val="00C20DAC"/>
    <w:rsid w:val="00C214FB"/>
    <w:rsid w:val="00C21A5D"/>
    <w:rsid w:val="00C21B35"/>
    <w:rsid w:val="00C21D55"/>
    <w:rsid w:val="00C224EE"/>
    <w:rsid w:val="00C2346D"/>
    <w:rsid w:val="00C23EE8"/>
    <w:rsid w:val="00C244E1"/>
    <w:rsid w:val="00C24825"/>
    <w:rsid w:val="00C24BFB"/>
    <w:rsid w:val="00C24D34"/>
    <w:rsid w:val="00C25A5B"/>
    <w:rsid w:val="00C261EE"/>
    <w:rsid w:val="00C268A2"/>
    <w:rsid w:val="00C2703A"/>
    <w:rsid w:val="00C273B1"/>
    <w:rsid w:val="00C27B44"/>
    <w:rsid w:val="00C27E95"/>
    <w:rsid w:val="00C305FC"/>
    <w:rsid w:val="00C30AF6"/>
    <w:rsid w:val="00C30B60"/>
    <w:rsid w:val="00C31107"/>
    <w:rsid w:val="00C3133E"/>
    <w:rsid w:val="00C31994"/>
    <w:rsid w:val="00C319BC"/>
    <w:rsid w:val="00C31A5F"/>
    <w:rsid w:val="00C31AE4"/>
    <w:rsid w:val="00C33060"/>
    <w:rsid w:val="00C331B2"/>
    <w:rsid w:val="00C33344"/>
    <w:rsid w:val="00C337A9"/>
    <w:rsid w:val="00C33C72"/>
    <w:rsid w:val="00C33DD3"/>
    <w:rsid w:val="00C34ECD"/>
    <w:rsid w:val="00C34FAE"/>
    <w:rsid w:val="00C35568"/>
    <w:rsid w:val="00C35717"/>
    <w:rsid w:val="00C35A2A"/>
    <w:rsid w:val="00C35A68"/>
    <w:rsid w:val="00C35BB6"/>
    <w:rsid w:val="00C35BD9"/>
    <w:rsid w:val="00C35E89"/>
    <w:rsid w:val="00C362CA"/>
    <w:rsid w:val="00C366BD"/>
    <w:rsid w:val="00C36B1D"/>
    <w:rsid w:val="00C36D74"/>
    <w:rsid w:val="00C36E8C"/>
    <w:rsid w:val="00C37559"/>
    <w:rsid w:val="00C408DF"/>
    <w:rsid w:val="00C417FD"/>
    <w:rsid w:val="00C41A38"/>
    <w:rsid w:val="00C41B90"/>
    <w:rsid w:val="00C41B96"/>
    <w:rsid w:val="00C41BCB"/>
    <w:rsid w:val="00C41CAF"/>
    <w:rsid w:val="00C41EC7"/>
    <w:rsid w:val="00C41F90"/>
    <w:rsid w:val="00C42758"/>
    <w:rsid w:val="00C427A2"/>
    <w:rsid w:val="00C4306A"/>
    <w:rsid w:val="00C43A94"/>
    <w:rsid w:val="00C44313"/>
    <w:rsid w:val="00C44335"/>
    <w:rsid w:val="00C444EA"/>
    <w:rsid w:val="00C4486E"/>
    <w:rsid w:val="00C44BE7"/>
    <w:rsid w:val="00C45B2D"/>
    <w:rsid w:val="00C4654C"/>
    <w:rsid w:val="00C46B3B"/>
    <w:rsid w:val="00C46EA0"/>
    <w:rsid w:val="00C479B5"/>
    <w:rsid w:val="00C47A3D"/>
    <w:rsid w:val="00C47AD1"/>
    <w:rsid w:val="00C504FB"/>
    <w:rsid w:val="00C50B2F"/>
    <w:rsid w:val="00C50B41"/>
    <w:rsid w:val="00C50C66"/>
    <w:rsid w:val="00C5156C"/>
    <w:rsid w:val="00C520DA"/>
    <w:rsid w:val="00C52359"/>
    <w:rsid w:val="00C52995"/>
    <w:rsid w:val="00C52FF5"/>
    <w:rsid w:val="00C539D1"/>
    <w:rsid w:val="00C53F63"/>
    <w:rsid w:val="00C54065"/>
    <w:rsid w:val="00C5423B"/>
    <w:rsid w:val="00C543A4"/>
    <w:rsid w:val="00C54834"/>
    <w:rsid w:val="00C54D46"/>
    <w:rsid w:val="00C558EB"/>
    <w:rsid w:val="00C56B2C"/>
    <w:rsid w:val="00C56B81"/>
    <w:rsid w:val="00C57247"/>
    <w:rsid w:val="00C57614"/>
    <w:rsid w:val="00C57F82"/>
    <w:rsid w:val="00C60099"/>
    <w:rsid w:val="00C60102"/>
    <w:rsid w:val="00C60124"/>
    <w:rsid w:val="00C60392"/>
    <w:rsid w:val="00C60463"/>
    <w:rsid w:val="00C60DB7"/>
    <w:rsid w:val="00C62348"/>
    <w:rsid w:val="00C6302D"/>
    <w:rsid w:val="00C63875"/>
    <w:rsid w:val="00C639C8"/>
    <w:rsid w:val="00C63ED1"/>
    <w:rsid w:val="00C6502D"/>
    <w:rsid w:val="00C65912"/>
    <w:rsid w:val="00C65A1E"/>
    <w:rsid w:val="00C6649F"/>
    <w:rsid w:val="00C67299"/>
    <w:rsid w:val="00C7004A"/>
    <w:rsid w:val="00C7103D"/>
    <w:rsid w:val="00C715BE"/>
    <w:rsid w:val="00C7196A"/>
    <w:rsid w:val="00C71D22"/>
    <w:rsid w:val="00C72149"/>
    <w:rsid w:val="00C7263F"/>
    <w:rsid w:val="00C72EFE"/>
    <w:rsid w:val="00C73FB7"/>
    <w:rsid w:val="00C740EC"/>
    <w:rsid w:val="00C742A8"/>
    <w:rsid w:val="00C7563F"/>
    <w:rsid w:val="00C76540"/>
    <w:rsid w:val="00C770FD"/>
    <w:rsid w:val="00C772D0"/>
    <w:rsid w:val="00C77658"/>
    <w:rsid w:val="00C7770A"/>
    <w:rsid w:val="00C7773A"/>
    <w:rsid w:val="00C77DAE"/>
    <w:rsid w:val="00C77DEF"/>
    <w:rsid w:val="00C80588"/>
    <w:rsid w:val="00C809C8"/>
    <w:rsid w:val="00C80A14"/>
    <w:rsid w:val="00C80A67"/>
    <w:rsid w:val="00C81066"/>
    <w:rsid w:val="00C8132B"/>
    <w:rsid w:val="00C815E0"/>
    <w:rsid w:val="00C81766"/>
    <w:rsid w:val="00C81A2A"/>
    <w:rsid w:val="00C81B4E"/>
    <w:rsid w:val="00C82622"/>
    <w:rsid w:val="00C82797"/>
    <w:rsid w:val="00C82CE0"/>
    <w:rsid w:val="00C836E9"/>
    <w:rsid w:val="00C8394A"/>
    <w:rsid w:val="00C8399B"/>
    <w:rsid w:val="00C83C32"/>
    <w:rsid w:val="00C83EDE"/>
    <w:rsid w:val="00C84060"/>
    <w:rsid w:val="00C842AE"/>
    <w:rsid w:val="00C843FD"/>
    <w:rsid w:val="00C844F7"/>
    <w:rsid w:val="00C84B6C"/>
    <w:rsid w:val="00C8514D"/>
    <w:rsid w:val="00C86768"/>
    <w:rsid w:val="00C869CB"/>
    <w:rsid w:val="00C874BF"/>
    <w:rsid w:val="00C87D3F"/>
    <w:rsid w:val="00C9033F"/>
    <w:rsid w:val="00C90F9D"/>
    <w:rsid w:val="00C910A5"/>
    <w:rsid w:val="00C91222"/>
    <w:rsid w:val="00C91397"/>
    <w:rsid w:val="00C913FD"/>
    <w:rsid w:val="00C914FC"/>
    <w:rsid w:val="00C918D8"/>
    <w:rsid w:val="00C91ADF"/>
    <w:rsid w:val="00C91B87"/>
    <w:rsid w:val="00C926CD"/>
    <w:rsid w:val="00C92A07"/>
    <w:rsid w:val="00C92D5D"/>
    <w:rsid w:val="00C9321E"/>
    <w:rsid w:val="00C94A56"/>
    <w:rsid w:val="00C95C74"/>
    <w:rsid w:val="00C96304"/>
    <w:rsid w:val="00C96AC3"/>
    <w:rsid w:val="00C96AD8"/>
    <w:rsid w:val="00C96F27"/>
    <w:rsid w:val="00C970FC"/>
    <w:rsid w:val="00C973D8"/>
    <w:rsid w:val="00C97C24"/>
    <w:rsid w:val="00C97DFF"/>
    <w:rsid w:val="00CA01A2"/>
    <w:rsid w:val="00CA04FA"/>
    <w:rsid w:val="00CA0767"/>
    <w:rsid w:val="00CA0A70"/>
    <w:rsid w:val="00CA102E"/>
    <w:rsid w:val="00CA1306"/>
    <w:rsid w:val="00CA1FFD"/>
    <w:rsid w:val="00CA2210"/>
    <w:rsid w:val="00CA2BBE"/>
    <w:rsid w:val="00CA2CD2"/>
    <w:rsid w:val="00CA2D63"/>
    <w:rsid w:val="00CA3179"/>
    <w:rsid w:val="00CA3549"/>
    <w:rsid w:val="00CA379C"/>
    <w:rsid w:val="00CA398B"/>
    <w:rsid w:val="00CA440D"/>
    <w:rsid w:val="00CA4616"/>
    <w:rsid w:val="00CA476D"/>
    <w:rsid w:val="00CA4E07"/>
    <w:rsid w:val="00CA5C2F"/>
    <w:rsid w:val="00CA63F3"/>
    <w:rsid w:val="00CA6881"/>
    <w:rsid w:val="00CA77EB"/>
    <w:rsid w:val="00CB09BE"/>
    <w:rsid w:val="00CB1050"/>
    <w:rsid w:val="00CB1251"/>
    <w:rsid w:val="00CB1462"/>
    <w:rsid w:val="00CB1A25"/>
    <w:rsid w:val="00CB2B2F"/>
    <w:rsid w:val="00CB2BC7"/>
    <w:rsid w:val="00CB2C6A"/>
    <w:rsid w:val="00CB2E7D"/>
    <w:rsid w:val="00CB316D"/>
    <w:rsid w:val="00CB31BB"/>
    <w:rsid w:val="00CB31F7"/>
    <w:rsid w:val="00CB3580"/>
    <w:rsid w:val="00CB372C"/>
    <w:rsid w:val="00CB3756"/>
    <w:rsid w:val="00CB46A5"/>
    <w:rsid w:val="00CB4BE7"/>
    <w:rsid w:val="00CB4E41"/>
    <w:rsid w:val="00CB6369"/>
    <w:rsid w:val="00CB6D2D"/>
    <w:rsid w:val="00CB6DB7"/>
    <w:rsid w:val="00CB7389"/>
    <w:rsid w:val="00CB7512"/>
    <w:rsid w:val="00CC07CA"/>
    <w:rsid w:val="00CC1307"/>
    <w:rsid w:val="00CC1933"/>
    <w:rsid w:val="00CC1A1A"/>
    <w:rsid w:val="00CC217B"/>
    <w:rsid w:val="00CC228B"/>
    <w:rsid w:val="00CC2514"/>
    <w:rsid w:val="00CC25A5"/>
    <w:rsid w:val="00CC35FD"/>
    <w:rsid w:val="00CC3D86"/>
    <w:rsid w:val="00CC4CA0"/>
    <w:rsid w:val="00CC4E24"/>
    <w:rsid w:val="00CC4F6D"/>
    <w:rsid w:val="00CC502A"/>
    <w:rsid w:val="00CC516E"/>
    <w:rsid w:val="00CC53AE"/>
    <w:rsid w:val="00CC64E0"/>
    <w:rsid w:val="00CC6508"/>
    <w:rsid w:val="00CC66F3"/>
    <w:rsid w:val="00CC675E"/>
    <w:rsid w:val="00CC6D82"/>
    <w:rsid w:val="00CC7120"/>
    <w:rsid w:val="00CD0447"/>
    <w:rsid w:val="00CD162A"/>
    <w:rsid w:val="00CD178E"/>
    <w:rsid w:val="00CD1D42"/>
    <w:rsid w:val="00CD207D"/>
    <w:rsid w:val="00CD2788"/>
    <w:rsid w:val="00CD2864"/>
    <w:rsid w:val="00CD2DBB"/>
    <w:rsid w:val="00CD32D3"/>
    <w:rsid w:val="00CD3F7A"/>
    <w:rsid w:val="00CD4239"/>
    <w:rsid w:val="00CD480F"/>
    <w:rsid w:val="00CD4BE8"/>
    <w:rsid w:val="00CD4F8C"/>
    <w:rsid w:val="00CD51E1"/>
    <w:rsid w:val="00CD5404"/>
    <w:rsid w:val="00CD58DA"/>
    <w:rsid w:val="00CD5B01"/>
    <w:rsid w:val="00CD5C95"/>
    <w:rsid w:val="00CD6109"/>
    <w:rsid w:val="00CD6148"/>
    <w:rsid w:val="00CD6C59"/>
    <w:rsid w:val="00CD6D73"/>
    <w:rsid w:val="00CD716B"/>
    <w:rsid w:val="00CD72CA"/>
    <w:rsid w:val="00CD730E"/>
    <w:rsid w:val="00CD79FB"/>
    <w:rsid w:val="00CE0A4C"/>
    <w:rsid w:val="00CE0AAB"/>
    <w:rsid w:val="00CE0E40"/>
    <w:rsid w:val="00CE0F5C"/>
    <w:rsid w:val="00CE0FC4"/>
    <w:rsid w:val="00CE137C"/>
    <w:rsid w:val="00CE13BE"/>
    <w:rsid w:val="00CE14FD"/>
    <w:rsid w:val="00CE1621"/>
    <w:rsid w:val="00CE1C4C"/>
    <w:rsid w:val="00CE1C53"/>
    <w:rsid w:val="00CE1F58"/>
    <w:rsid w:val="00CE2394"/>
    <w:rsid w:val="00CE296C"/>
    <w:rsid w:val="00CE2B5D"/>
    <w:rsid w:val="00CE31B7"/>
    <w:rsid w:val="00CE3544"/>
    <w:rsid w:val="00CE3AAA"/>
    <w:rsid w:val="00CE43E9"/>
    <w:rsid w:val="00CE5543"/>
    <w:rsid w:val="00CE556C"/>
    <w:rsid w:val="00CE71B7"/>
    <w:rsid w:val="00CE7366"/>
    <w:rsid w:val="00CE74A6"/>
    <w:rsid w:val="00CE7513"/>
    <w:rsid w:val="00CE783C"/>
    <w:rsid w:val="00CE7957"/>
    <w:rsid w:val="00CE7B50"/>
    <w:rsid w:val="00CE7D2C"/>
    <w:rsid w:val="00CE7F59"/>
    <w:rsid w:val="00CF0B87"/>
    <w:rsid w:val="00CF0BB5"/>
    <w:rsid w:val="00CF1107"/>
    <w:rsid w:val="00CF19D0"/>
    <w:rsid w:val="00CF1F52"/>
    <w:rsid w:val="00CF20C6"/>
    <w:rsid w:val="00CF21FC"/>
    <w:rsid w:val="00CF2A26"/>
    <w:rsid w:val="00CF2F07"/>
    <w:rsid w:val="00CF3E25"/>
    <w:rsid w:val="00CF4BD5"/>
    <w:rsid w:val="00CF4D86"/>
    <w:rsid w:val="00CF4FF3"/>
    <w:rsid w:val="00CF56E0"/>
    <w:rsid w:val="00CF5AEF"/>
    <w:rsid w:val="00CF5B52"/>
    <w:rsid w:val="00CF5DB6"/>
    <w:rsid w:val="00CF61E7"/>
    <w:rsid w:val="00CF62A2"/>
    <w:rsid w:val="00CF63AD"/>
    <w:rsid w:val="00CF6880"/>
    <w:rsid w:val="00CF6BFB"/>
    <w:rsid w:val="00CF6C08"/>
    <w:rsid w:val="00CF6DCE"/>
    <w:rsid w:val="00CF754B"/>
    <w:rsid w:val="00CF7E6D"/>
    <w:rsid w:val="00D00246"/>
    <w:rsid w:val="00D0039B"/>
    <w:rsid w:val="00D00D9D"/>
    <w:rsid w:val="00D00F00"/>
    <w:rsid w:val="00D01000"/>
    <w:rsid w:val="00D01080"/>
    <w:rsid w:val="00D0122F"/>
    <w:rsid w:val="00D016E0"/>
    <w:rsid w:val="00D01B59"/>
    <w:rsid w:val="00D02216"/>
    <w:rsid w:val="00D024D7"/>
    <w:rsid w:val="00D02516"/>
    <w:rsid w:val="00D03133"/>
    <w:rsid w:val="00D03743"/>
    <w:rsid w:val="00D03C89"/>
    <w:rsid w:val="00D047E5"/>
    <w:rsid w:val="00D04958"/>
    <w:rsid w:val="00D04A25"/>
    <w:rsid w:val="00D05206"/>
    <w:rsid w:val="00D05E61"/>
    <w:rsid w:val="00D05FF3"/>
    <w:rsid w:val="00D06093"/>
    <w:rsid w:val="00D0646B"/>
    <w:rsid w:val="00D06656"/>
    <w:rsid w:val="00D074D6"/>
    <w:rsid w:val="00D0799A"/>
    <w:rsid w:val="00D07A6D"/>
    <w:rsid w:val="00D07B9C"/>
    <w:rsid w:val="00D07D8D"/>
    <w:rsid w:val="00D10B76"/>
    <w:rsid w:val="00D10D17"/>
    <w:rsid w:val="00D1137C"/>
    <w:rsid w:val="00D11927"/>
    <w:rsid w:val="00D125F7"/>
    <w:rsid w:val="00D12759"/>
    <w:rsid w:val="00D128D7"/>
    <w:rsid w:val="00D13010"/>
    <w:rsid w:val="00D13311"/>
    <w:rsid w:val="00D13530"/>
    <w:rsid w:val="00D13EB2"/>
    <w:rsid w:val="00D13EED"/>
    <w:rsid w:val="00D14EC2"/>
    <w:rsid w:val="00D14FA8"/>
    <w:rsid w:val="00D15839"/>
    <w:rsid w:val="00D15893"/>
    <w:rsid w:val="00D15C81"/>
    <w:rsid w:val="00D15F9A"/>
    <w:rsid w:val="00D16902"/>
    <w:rsid w:val="00D17B38"/>
    <w:rsid w:val="00D17C26"/>
    <w:rsid w:val="00D17E5D"/>
    <w:rsid w:val="00D20105"/>
    <w:rsid w:val="00D20615"/>
    <w:rsid w:val="00D21024"/>
    <w:rsid w:val="00D222A8"/>
    <w:rsid w:val="00D226D5"/>
    <w:rsid w:val="00D23186"/>
    <w:rsid w:val="00D23321"/>
    <w:rsid w:val="00D2379E"/>
    <w:rsid w:val="00D23A36"/>
    <w:rsid w:val="00D23D3D"/>
    <w:rsid w:val="00D24586"/>
    <w:rsid w:val="00D248ED"/>
    <w:rsid w:val="00D2492E"/>
    <w:rsid w:val="00D250E2"/>
    <w:rsid w:val="00D2531F"/>
    <w:rsid w:val="00D256B2"/>
    <w:rsid w:val="00D259B6"/>
    <w:rsid w:val="00D25AF7"/>
    <w:rsid w:val="00D26B55"/>
    <w:rsid w:val="00D27163"/>
    <w:rsid w:val="00D271C1"/>
    <w:rsid w:val="00D2751B"/>
    <w:rsid w:val="00D27B98"/>
    <w:rsid w:val="00D30B2F"/>
    <w:rsid w:val="00D30B35"/>
    <w:rsid w:val="00D30E23"/>
    <w:rsid w:val="00D3170F"/>
    <w:rsid w:val="00D32840"/>
    <w:rsid w:val="00D33819"/>
    <w:rsid w:val="00D33A21"/>
    <w:rsid w:val="00D34548"/>
    <w:rsid w:val="00D34E24"/>
    <w:rsid w:val="00D3634F"/>
    <w:rsid w:val="00D36791"/>
    <w:rsid w:val="00D36B15"/>
    <w:rsid w:val="00D37098"/>
    <w:rsid w:val="00D37497"/>
    <w:rsid w:val="00D375D0"/>
    <w:rsid w:val="00D37791"/>
    <w:rsid w:val="00D40786"/>
    <w:rsid w:val="00D40DEA"/>
    <w:rsid w:val="00D40F52"/>
    <w:rsid w:val="00D412CC"/>
    <w:rsid w:val="00D415CA"/>
    <w:rsid w:val="00D41DA0"/>
    <w:rsid w:val="00D41E1F"/>
    <w:rsid w:val="00D4275E"/>
    <w:rsid w:val="00D42EC6"/>
    <w:rsid w:val="00D433B6"/>
    <w:rsid w:val="00D433C8"/>
    <w:rsid w:val="00D43533"/>
    <w:rsid w:val="00D435F7"/>
    <w:rsid w:val="00D43C54"/>
    <w:rsid w:val="00D444EA"/>
    <w:rsid w:val="00D4476A"/>
    <w:rsid w:val="00D44F3C"/>
    <w:rsid w:val="00D4500B"/>
    <w:rsid w:val="00D4505F"/>
    <w:rsid w:val="00D452F3"/>
    <w:rsid w:val="00D4541E"/>
    <w:rsid w:val="00D45A4E"/>
    <w:rsid w:val="00D45F3F"/>
    <w:rsid w:val="00D464C5"/>
    <w:rsid w:val="00D472D3"/>
    <w:rsid w:val="00D47A32"/>
    <w:rsid w:val="00D47A3A"/>
    <w:rsid w:val="00D47D17"/>
    <w:rsid w:val="00D47DB2"/>
    <w:rsid w:val="00D508B3"/>
    <w:rsid w:val="00D509B6"/>
    <w:rsid w:val="00D512CD"/>
    <w:rsid w:val="00D51409"/>
    <w:rsid w:val="00D516A9"/>
    <w:rsid w:val="00D51942"/>
    <w:rsid w:val="00D51C34"/>
    <w:rsid w:val="00D52685"/>
    <w:rsid w:val="00D52A34"/>
    <w:rsid w:val="00D5391D"/>
    <w:rsid w:val="00D53D5F"/>
    <w:rsid w:val="00D541E2"/>
    <w:rsid w:val="00D54431"/>
    <w:rsid w:val="00D5474E"/>
    <w:rsid w:val="00D54887"/>
    <w:rsid w:val="00D549DD"/>
    <w:rsid w:val="00D54B88"/>
    <w:rsid w:val="00D5510F"/>
    <w:rsid w:val="00D5512C"/>
    <w:rsid w:val="00D5644C"/>
    <w:rsid w:val="00D564E3"/>
    <w:rsid w:val="00D56AF7"/>
    <w:rsid w:val="00D5730C"/>
    <w:rsid w:val="00D57554"/>
    <w:rsid w:val="00D57595"/>
    <w:rsid w:val="00D578CC"/>
    <w:rsid w:val="00D57E39"/>
    <w:rsid w:val="00D57EDF"/>
    <w:rsid w:val="00D60CE4"/>
    <w:rsid w:val="00D60FC8"/>
    <w:rsid w:val="00D619B3"/>
    <w:rsid w:val="00D61DC3"/>
    <w:rsid w:val="00D61EBE"/>
    <w:rsid w:val="00D62A21"/>
    <w:rsid w:val="00D62BC8"/>
    <w:rsid w:val="00D63687"/>
    <w:rsid w:val="00D65125"/>
    <w:rsid w:val="00D6521B"/>
    <w:rsid w:val="00D656AF"/>
    <w:rsid w:val="00D6584C"/>
    <w:rsid w:val="00D67679"/>
    <w:rsid w:val="00D67960"/>
    <w:rsid w:val="00D67D02"/>
    <w:rsid w:val="00D67E0E"/>
    <w:rsid w:val="00D703C2"/>
    <w:rsid w:val="00D705F7"/>
    <w:rsid w:val="00D71BB0"/>
    <w:rsid w:val="00D722A5"/>
    <w:rsid w:val="00D7260A"/>
    <w:rsid w:val="00D72EFD"/>
    <w:rsid w:val="00D7375E"/>
    <w:rsid w:val="00D739C6"/>
    <w:rsid w:val="00D74BF7"/>
    <w:rsid w:val="00D74C07"/>
    <w:rsid w:val="00D74C3C"/>
    <w:rsid w:val="00D74DEE"/>
    <w:rsid w:val="00D74E1F"/>
    <w:rsid w:val="00D75029"/>
    <w:rsid w:val="00D758C9"/>
    <w:rsid w:val="00D75A55"/>
    <w:rsid w:val="00D75AEC"/>
    <w:rsid w:val="00D76023"/>
    <w:rsid w:val="00D762A9"/>
    <w:rsid w:val="00D7696D"/>
    <w:rsid w:val="00D77322"/>
    <w:rsid w:val="00D77850"/>
    <w:rsid w:val="00D77F45"/>
    <w:rsid w:val="00D77F84"/>
    <w:rsid w:val="00D8009C"/>
    <w:rsid w:val="00D806D0"/>
    <w:rsid w:val="00D81138"/>
    <w:rsid w:val="00D8181C"/>
    <w:rsid w:val="00D8208F"/>
    <w:rsid w:val="00D82E7D"/>
    <w:rsid w:val="00D82FC8"/>
    <w:rsid w:val="00D83603"/>
    <w:rsid w:val="00D83679"/>
    <w:rsid w:val="00D83B5F"/>
    <w:rsid w:val="00D83C0C"/>
    <w:rsid w:val="00D83E11"/>
    <w:rsid w:val="00D84117"/>
    <w:rsid w:val="00D8431C"/>
    <w:rsid w:val="00D84523"/>
    <w:rsid w:val="00D84667"/>
    <w:rsid w:val="00D84E5F"/>
    <w:rsid w:val="00D8505C"/>
    <w:rsid w:val="00D85477"/>
    <w:rsid w:val="00D85720"/>
    <w:rsid w:val="00D85725"/>
    <w:rsid w:val="00D85915"/>
    <w:rsid w:val="00D86847"/>
    <w:rsid w:val="00D86E1F"/>
    <w:rsid w:val="00D87227"/>
    <w:rsid w:val="00D87BBF"/>
    <w:rsid w:val="00D87D2C"/>
    <w:rsid w:val="00D90287"/>
    <w:rsid w:val="00D90707"/>
    <w:rsid w:val="00D90FF2"/>
    <w:rsid w:val="00D92126"/>
    <w:rsid w:val="00D92304"/>
    <w:rsid w:val="00D92FF6"/>
    <w:rsid w:val="00D9300D"/>
    <w:rsid w:val="00D93631"/>
    <w:rsid w:val="00D9391A"/>
    <w:rsid w:val="00D93A0E"/>
    <w:rsid w:val="00D93D8F"/>
    <w:rsid w:val="00D93ED6"/>
    <w:rsid w:val="00D95F3A"/>
    <w:rsid w:val="00D95F82"/>
    <w:rsid w:val="00D9606F"/>
    <w:rsid w:val="00D96090"/>
    <w:rsid w:val="00D9709D"/>
    <w:rsid w:val="00D9790F"/>
    <w:rsid w:val="00DA03C2"/>
    <w:rsid w:val="00DA03F8"/>
    <w:rsid w:val="00DA04B2"/>
    <w:rsid w:val="00DA04D7"/>
    <w:rsid w:val="00DA0896"/>
    <w:rsid w:val="00DA0E94"/>
    <w:rsid w:val="00DA0FA4"/>
    <w:rsid w:val="00DA2427"/>
    <w:rsid w:val="00DA2ABD"/>
    <w:rsid w:val="00DA2D32"/>
    <w:rsid w:val="00DA3620"/>
    <w:rsid w:val="00DA3A7C"/>
    <w:rsid w:val="00DA3FCA"/>
    <w:rsid w:val="00DA4245"/>
    <w:rsid w:val="00DA4328"/>
    <w:rsid w:val="00DA50DF"/>
    <w:rsid w:val="00DA51E6"/>
    <w:rsid w:val="00DA60BC"/>
    <w:rsid w:val="00DA63EF"/>
    <w:rsid w:val="00DA6499"/>
    <w:rsid w:val="00DA6B85"/>
    <w:rsid w:val="00DA708E"/>
    <w:rsid w:val="00DA7C11"/>
    <w:rsid w:val="00DB03AC"/>
    <w:rsid w:val="00DB06EC"/>
    <w:rsid w:val="00DB08F7"/>
    <w:rsid w:val="00DB0A45"/>
    <w:rsid w:val="00DB0BD3"/>
    <w:rsid w:val="00DB0F84"/>
    <w:rsid w:val="00DB148F"/>
    <w:rsid w:val="00DB1589"/>
    <w:rsid w:val="00DB1D5B"/>
    <w:rsid w:val="00DB2244"/>
    <w:rsid w:val="00DB29DD"/>
    <w:rsid w:val="00DB2CFF"/>
    <w:rsid w:val="00DB3A24"/>
    <w:rsid w:val="00DB3B21"/>
    <w:rsid w:val="00DB3F56"/>
    <w:rsid w:val="00DB40F1"/>
    <w:rsid w:val="00DB46A8"/>
    <w:rsid w:val="00DB470C"/>
    <w:rsid w:val="00DB4D25"/>
    <w:rsid w:val="00DB50FA"/>
    <w:rsid w:val="00DB562F"/>
    <w:rsid w:val="00DB5757"/>
    <w:rsid w:val="00DB587D"/>
    <w:rsid w:val="00DB6494"/>
    <w:rsid w:val="00DB66F5"/>
    <w:rsid w:val="00DB6837"/>
    <w:rsid w:val="00DB692D"/>
    <w:rsid w:val="00DB6C95"/>
    <w:rsid w:val="00DB76E6"/>
    <w:rsid w:val="00DB7D3D"/>
    <w:rsid w:val="00DC0119"/>
    <w:rsid w:val="00DC01BD"/>
    <w:rsid w:val="00DC054B"/>
    <w:rsid w:val="00DC1437"/>
    <w:rsid w:val="00DC1466"/>
    <w:rsid w:val="00DC1563"/>
    <w:rsid w:val="00DC1F77"/>
    <w:rsid w:val="00DC2CB1"/>
    <w:rsid w:val="00DC3369"/>
    <w:rsid w:val="00DC3885"/>
    <w:rsid w:val="00DC3C10"/>
    <w:rsid w:val="00DC3FC7"/>
    <w:rsid w:val="00DC45B5"/>
    <w:rsid w:val="00DC4F12"/>
    <w:rsid w:val="00DC5891"/>
    <w:rsid w:val="00DC5C58"/>
    <w:rsid w:val="00DC6040"/>
    <w:rsid w:val="00DC6314"/>
    <w:rsid w:val="00DC6EF6"/>
    <w:rsid w:val="00DC713F"/>
    <w:rsid w:val="00DC7153"/>
    <w:rsid w:val="00DC7223"/>
    <w:rsid w:val="00DD0289"/>
    <w:rsid w:val="00DD0AE4"/>
    <w:rsid w:val="00DD1081"/>
    <w:rsid w:val="00DD1A28"/>
    <w:rsid w:val="00DD24EE"/>
    <w:rsid w:val="00DD2518"/>
    <w:rsid w:val="00DD272F"/>
    <w:rsid w:val="00DD2BAD"/>
    <w:rsid w:val="00DD315C"/>
    <w:rsid w:val="00DD44C8"/>
    <w:rsid w:val="00DD4C1D"/>
    <w:rsid w:val="00DD5422"/>
    <w:rsid w:val="00DD57E9"/>
    <w:rsid w:val="00DD63D0"/>
    <w:rsid w:val="00DD6B8C"/>
    <w:rsid w:val="00DD70EC"/>
    <w:rsid w:val="00DD7169"/>
    <w:rsid w:val="00DE00B6"/>
    <w:rsid w:val="00DE013A"/>
    <w:rsid w:val="00DE1770"/>
    <w:rsid w:val="00DE1A99"/>
    <w:rsid w:val="00DE1AE1"/>
    <w:rsid w:val="00DE226C"/>
    <w:rsid w:val="00DE2881"/>
    <w:rsid w:val="00DE2B52"/>
    <w:rsid w:val="00DE30DC"/>
    <w:rsid w:val="00DE3F96"/>
    <w:rsid w:val="00DE436F"/>
    <w:rsid w:val="00DE4CA1"/>
    <w:rsid w:val="00DE53F2"/>
    <w:rsid w:val="00DE5BBB"/>
    <w:rsid w:val="00DE620E"/>
    <w:rsid w:val="00DE6520"/>
    <w:rsid w:val="00DE6A61"/>
    <w:rsid w:val="00DE6C2D"/>
    <w:rsid w:val="00DE6C9F"/>
    <w:rsid w:val="00DE6CCB"/>
    <w:rsid w:val="00DE6DD6"/>
    <w:rsid w:val="00DE6FD9"/>
    <w:rsid w:val="00DE7235"/>
    <w:rsid w:val="00DE75FD"/>
    <w:rsid w:val="00DE7B68"/>
    <w:rsid w:val="00DE7DF2"/>
    <w:rsid w:val="00DF0019"/>
    <w:rsid w:val="00DF0B2B"/>
    <w:rsid w:val="00DF1141"/>
    <w:rsid w:val="00DF169E"/>
    <w:rsid w:val="00DF173D"/>
    <w:rsid w:val="00DF17F3"/>
    <w:rsid w:val="00DF1B9B"/>
    <w:rsid w:val="00DF1DB3"/>
    <w:rsid w:val="00DF1DC6"/>
    <w:rsid w:val="00DF22CE"/>
    <w:rsid w:val="00DF2537"/>
    <w:rsid w:val="00DF2561"/>
    <w:rsid w:val="00DF28DE"/>
    <w:rsid w:val="00DF2C9F"/>
    <w:rsid w:val="00DF2E11"/>
    <w:rsid w:val="00DF31B4"/>
    <w:rsid w:val="00DF4122"/>
    <w:rsid w:val="00DF43B9"/>
    <w:rsid w:val="00DF4E1E"/>
    <w:rsid w:val="00DF4EB4"/>
    <w:rsid w:val="00DF514A"/>
    <w:rsid w:val="00DF5B44"/>
    <w:rsid w:val="00DF6457"/>
    <w:rsid w:val="00DF665D"/>
    <w:rsid w:val="00DF6950"/>
    <w:rsid w:val="00DF704C"/>
    <w:rsid w:val="00DF7265"/>
    <w:rsid w:val="00E0001B"/>
    <w:rsid w:val="00E00972"/>
    <w:rsid w:val="00E00E00"/>
    <w:rsid w:val="00E0139F"/>
    <w:rsid w:val="00E014BE"/>
    <w:rsid w:val="00E01583"/>
    <w:rsid w:val="00E015AE"/>
    <w:rsid w:val="00E02227"/>
    <w:rsid w:val="00E026F0"/>
    <w:rsid w:val="00E02E20"/>
    <w:rsid w:val="00E03501"/>
    <w:rsid w:val="00E039B2"/>
    <w:rsid w:val="00E04155"/>
    <w:rsid w:val="00E042E4"/>
    <w:rsid w:val="00E049E7"/>
    <w:rsid w:val="00E04A50"/>
    <w:rsid w:val="00E04D29"/>
    <w:rsid w:val="00E05785"/>
    <w:rsid w:val="00E05832"/>
    <w:rsid w:val="00E06516"/>
    <w:rsid w:val="00E067C3"/>
    <w:rsid w:val="00E06938"/>
    <w:rsid w:val="00E071CA"/>
    <w:rsid w:val="00E07360"/>
    <w:rsid w:val="00E07AC3"/>
    <w:rsid w:val="00E07DAA"/>
    <w:rsid w:val="00E10765"/>
    <w:rsid w:val="00E10789"/>
    <w:rsid w:val="00E109E5"/>
    <w:rsid w:val="00E10BFD"/>
    <w:rsid w:val="00E11175"/>
    <w:rsid w:val="00E1129C"/>
    <w:rsid w:val="00E112A5"/>
    <w:rsid w:val="00E11496"/>
    <w:rsid w:val="00E115AD"/>
    <w:rsid w:val="00E12614"/>
    <w:rsid w:val="00E12F15"/>
    <w:rsid w:val="00E13D50"/>
    <w:rsid w:val="00E13F12"/>
    <w:rsid w:val="00E141E2"/>
    <w:rsid w:val="00E147ED"/>
    <w:rsid w:val="00E148BA"/>
    <w:rsid w:val="00E14AA5"/>
    <w:rsid w:val="00E155DD"/>
    <w:rsid w:val="00E15F20"/>
    <w:rsid w:val="00E15FD2"/>
    <w:rsid w:val="00E16DFB"/>
    <w:rsid w:val="00E171B4"/>
    <w:rsid w:val="00E17ABC"/>
    <w:rsid w:val="00E17CC3"/>
    <w:rsid w:val="00E202E0"/>
    <w:rsid w:val="00E20876"/>
    <w:rsid w:val="00E20F85"/>
    <w:rsid w:val="00E213AF"/>
    <w:rsid w:val="00E21739"/>
    <w:rsid w:val="00E21ED5"/>
    <w:rsid w:val="00E2223B"/>
    <w:rsid w:val="00E2231B"/>
    <w:rsid w:val="00E22632"/>
    <w:rsid w:val="00E22DE6"/>
    <w:rsid w:val="00E22E36"/>
    <w:rsid w:val="00E23202"/>
    <w:rsid w:val="00E2368D"/>
    <w:rsid w:val="00E23C43"/>
    <w:rsid w:val="00E24394"/>
    <w:rsid w:val="00E2530B"/>
    <w:rsid w:val="00E25683"/>
    <w:rsid w:val="00E25AD1"/>
    <w:rsid w:val="00E262D2"/>
    <w:rsid w:val="00E26352"/>
    <w:rsid w:val="00E26D8D"/>
    <w:rsid w:val="00E26FD1"/>
    <w:rsid w:val="00E2747A"/>
    <w:rsid w:val="00E27F40"/>
    <w:rsid w:val="00E30096"/>
    <w:rsid w:val="00E3022D"/>
    <w:rsid w:val="00E307B2"/>
    <w:rsid w:val="00E308D8"/>
    <w:rsid w:val="00E30E44"/>
    <w:rsid w:val="00E31127"/>
    <w:rsid w:val="00E3115E"/>
    <w:rsid w:val="00E31612"/>
    <w:rsid w:val="00E316B5"/>
    <w:rsid w:val="00E317ED"/>
    <w:rsid w:val="00E31859"/>
    <w:rsid w:val="00E31F26"/>
    <w:rsid w:val="00E3228B"/>
    <w:rsid w:val="00E328E2"/>
    <w:rsid w:val="00E32940"/>
    <w:rsid w:val="00E32D57"/>
    <w:rsid w:val="00E33213"/>
    <w:rsid w:val="00E33911"/>
    <w:rsid w:val="00E33F7B"/>
    <w:rsid w:val="00E34F37"/>
    <w:rsid w:val="00E365B5"/>
    <w:rsid w:val="00E36A80"/>
    <w:rsid w:val="00E3741F"/>
    <w:rsid w:val="00E37CC4"/>
    <w:rsid w:val="00E4005F"/>
    <w:rsid w:val="00E4038E"/>
    <w:rsid w:val="00E403A0"/>
    <w:rsid w:val="00E410A0"/>
    <w:rsid w:val="00E415B6"/>
    <w:rsid w:val="00E41660"/>
    <w:rsid w:val="00E4166B"/>
    <w:rsid w:val="00E41918"/>
    <w:rsid w:val="00E41BDF"/>
    <w:rsid w:val="00E422E3"/>
    <w:rsid w:val="00E4244F"/>
    <w:rsid w:val="00E42AB9"/>
    <w:rsid w:val="00E42C5D"/>
    <w:rsid w:val="00E4310F"/>
    <w:rsid w:val="00E43AC4"/>
    <w:rsid w:val="00E43D61"/>
    <w:rsid w:val="00E43E1D"/>
    <w:rsid w:val="00E44416"/>
    <w:rsid w:val="00E453B5"/>
    <w:rsid w:val="00E46464"/>
    <w:rsid w:val="00E4656B"/>
    <w:rsid w:val="00E465C3"/>
    <w:rsid w:val="00E46626"/>
    <w:rsid w:val="00E46F39"/>
    <w:rsid w:val="00E47420"/>
    <w:rsid w:val="00E50925"/>
    <w:rsid w:val="00E50B61"/>
    <w:rsid w:val="00E50C78"/>
    <w:rsid w:val="00E50D57"/>
    <w:rsid w:val="00E51A83"/>
    <w:rsid w:val="00E51F5F"/>
    <w:rsid w:val="00E5225F"/>
    <w:rsid w:val="00E5287B"/>
    <w:rsid w:val="00E52AB7"/>
    <w:rsid w:val="00E52D08"/>
    <w:rsid w:val="00E52E35"/>
    <w:rsid w:val="00E5379D"/>
    <w:rsid w:val="00E53D66"/>
    <w:rsid w:val="00E54C26"/>
    <w:rsid w:val="00E54C86"/>
    <w:rsid w:val="00E550D6"/>
    <w:rsid w:val="00E55345"/>
    <w:rsid w:val="00E55EB5"/>
    <w:rsid w:val="00E57CDA"/>
    <w:rsid w:val="00E6052E"/>
    <w:rsid w:val="00E60B8A"/>
    <w:rsid w:val="00E60E7E"/>
    <w:rsid w:val="00E611EA"/>
    <w:rsid w:val="00E614A5"/>
    <w:rsid w:val="00E616D1"/>
    <w:rsid w:val="00E6189B"/>
    <w:rsid w:val="00E629BE"/>
    <w:rsid w:val="00E62EAA"/>
    <w:rsid w:val="00E633CE"/>
    <w:rsid w:val="00E63A5E"/>
    <w:rsid w:val="00E64048"/>
    <w:rsid w:val="00E642EC"/>
    <w:rsid w:val="00E64CB5"/>
    <w:rsid w:val="00E64EC2"/>
    <w:rsid w:val="00E65440"/>
    <w:rsid w:val="00E6591D"/>
    <w:rsid w:val="00E65A9F"/>
    <w:rsid w:val="00E65B84"/>
    <w:rsid w:val="00E65C08"/>
    <w:rsid w:val="00E66144"/>
    <w:rsid w:val="00E674AF"/>
    <w:rsid w:val="00E67DF3"/>
    <w:rsid w:val="00E7023E"/>
    <w:rsid w:val="00E70DA9"/>
    <w:rsid w:val="00E71033"/>
    <w:rsid w:val="00E713A4"/>
    <w:rsid w:val="00E72603"/>
    <w:rsid w:val="00E733B7"/>
    <w:rsid w:val="00E7352F"/>
    <w:rsid w:val="00E73758"/>
    <w:rsid w:val="00E73B3D"/>
    <w:rsid w:val="00E73D00"/>
    <w:rsid w:val="00E74D5A"/>
    <w:rsid w:val="00E74E05"/>
    <w:rsid w:val="00E74ECB"/>
    <w:rsid w:val="00E750D8"/>
    <w:rsid w:val="00E75819"/>
    <w:rsid w:val="00E75C29"/>
    <w:rsid w:val="00E77DC7"/>
    <w:rsid w:val="00E77FB7"/>
    <w:rsid w:val="00E80361"/>
    <w:rsid w:val="00E80473"/>
    <w:rsid w:val="00E80650"/>
    <w:rsid w:val="00E809CC"/>
    <w:rsid w:val="00E80C32"/>
    <w:rsid w:val="00E81040"/>
    <w:rsid w:val="00E810F1"/>
    <w:rsid w:val="00E81186"/>
    <w:rsid w:val="00E81224"/>
    <w:rsid w:val="00E8122E"/>
    <w:rsid w:val="00E8191B"/>
    <w:rsid w:val="00E81965"/>
    <w:rsid w:val="00E82DC4"/>
    <w:rsid w:val="00E82F06"/>
    <w:rsid w:val="00E84C95"/>
    <w:rsid w:val="00E84E20"/>
    <w:rsid w:val="00E856DF"/>
    <w:rsid w:val="00E85997"/>
    <w:rsid w:val="00E85DE9"/>
    <w:rsid w:val="00E8618D"/>
    <w:rsid w:val="00E8763D"/>
    <w:rsid w:val="00E877FE"/>
    <w:rsid w:val="00E87F41"/>
    <w:rsid w:val="00E90015"/>
    <w:rsid w:val="00E9019A"/>
    <w:rsid w:val="00E90392"/>
    <w:rsid w:val="00E90E29"/>
    <w:rsid w:val="00E9142D"/>
    <w:rsid w:val="00E914EE"/>
    <w:rsid w:val="00E91A75"/>
    <w:rsid w:val="00E92B05"/>
    <w:rsid w:val="00E92EF4"/>
    <w:rsid w:val="00E92F9F"/>
    <w:rsid w:val="00E931BE"/>
    <w:rsid w:val="00E9376A"/>
    <w:rsid w:val="00E9387D"/>
    <w:rsid w:val="00E93A5B"/>
    <w:rsid w:val="00E94061"/>
    <w:rsid w:val="00E9435B"/>
    <w:rsid w:val="00E94B50"/>
    <w:rsid w:val="00E94CFE"/>
    <w:rsid w:val="00E9594E"/>
    <w:rsid w:val="00E959F7"/>
    <w:rsid w:val="00E9645E"/>
    <w:rsid w:val="00E9677F"/>
    <w:rsid w:val="00E969AF"/>
    <w:rsid w:val="00E97671"/>
    <w:rsid w:val="00E97805"/>
    <w:rsid w:val="00E97EB6"/>
    <w:rsid w:val="00E97F0D"/>
    <w:rsid w:val="00EA0192"/>
    <w:rsid w:val="00EA0410"/>
    <w:rsid w:val="00EA0459"/>
    <w:rsid w:val="00EA07E9"/>
    <w:rsid w:val="00EA0EFF"/>
    <w:rsid w:val="00EA1918"/>
    <w:rsid w:val="00EA1940"/>
    <w:rsid w:val="00EA1EFA"/>
    <w:rsid w:val="00EA206F"/>
    <w:rsid w:val="00EA2078"/>
    <w:rsid w:val="00EA22C0"/>
    <w:rsid w:val="00EA2397"/>
    <w:rsid w:val="00EA241C"/>
    <w:rsid w:val="00EA24D9"/>
    <w:rsid w:val="00EA2693"/>
    <w:rsid w:val="00EA2849"/>
    <w:rsid w:val="00EA2A2A"/>
    <w:rsid w:val="00EA344F"/>
    <w:rsid w:val="00EA3A04"/>
    <w:rsid w:val="00EA3CBE"/>
    <w:rsid w:val="00EA423B"/>
    <w:rsid w:val="00EA42C5"/>
    <w:rsid w:val="00EA488C"/>
    <w:rsid w:val="00EA4CAB"/>
    <w:rsid w:val="00EA4FDF"/>
    <w:rsid w:val="00EA50DB"/>
    <w:rsid w:val="00EA5B79"/>
    <w:rsid w:val="00EA6B15"/>
    <w:rsid w:val="00EA6BB1"/>
    <w:rsid w:val="00EA706C"/>
    <w:rsid w:val="00EB007A"/>
    <w:rsid w:val="00EB0D29"/>
    <w:rsid w:val="00EB1911"/>
    <w:rsid w:val="00EB19F8"/>
    <w:rsid w:val="00EB2625"/>
    <w:rsid w:val="00EB2633"/>
    <w:rsid w:val="00EB3970"/>
    <w:rsid w:val="00EB427F"/>
    <w:rsid w:val="00EB431F"/>
    <w:rsid w:val="00EB4368"/>
    <w:rsid w:val="00EB4867"/>
    <w:rsid w:val="00EB48F9"/>
    <w:rsid w:val="00EB5046"/>
    <w:rsid w:val="00EB531B"/>
    <w:rsid w:val="00EB57E8"/>
    <w:rsid w:val="00EB5D2E"/>
    <w:rsid w:val="00EB676B"/>
    <w:rsid w:val="00EB676C"/>
    <w:rsid w:val="00EB7514"/>
    <w:rsid w:val="00EB7ED7"/>
    <w:rsid w:val="00EB7F36"/>
    <w:rsid w:val="00EC03CC"/>
    <w:rsid w:val="00EC0F46"/>
    <w:rsid w:val="00EC133B"/>
    <w:rsid w:val="00EC1A4F"/>
    <w:rsid w:val="00EC1AB6"/>
    <w:rsid w:val="00EC2263"/>
    <w:rsid w:val="00EC29F8"/>
    <w:rsid w:val="00EC2C29"/>
    <w:rsid w:val="00EC44EF"/>
    <w:rsid w:val="00EC4A1C"/>
    <w:rsid w:val="00EC4C59"/>
    <w:rsid w:val="00EC4F9A"/>
    <w:rsid w:val="00EC579B"/>
    <w:rsid w:val="00EC5D71"/>
    <w:rsid w:val="00EC615D"/>
    <w:rsid w:val="00EC658C"/>
    <w:rsid w:val="00EC6827"/>
    <w:rsid w:val="00EC6E8A"/>
    <w:rsid w:val="00EC702F"/>
    <w:rsid w:val="00EC7244"/>
    <w:rsid w:val="00EC7458"/>
    <w:rsid w:val="00EC7997"/>
    <w:rsid w:val="00ED05FE"/>
    <w:rsid w:val="00ED06C0"/>
    <w:rsid w:val="00ED093D"/>
    <w:rsid w:val="00ED094B"/>
    <w:rsid w:val="00ED1551"/>
    <w:rsid w:val="00ED18C0"/>
    <w:rsid w:val="00ED22D6"/>
    <w:rsid w:val="00ED2D63"/>
    <w:rsid w:val="00ED378F"/>
    <w:rsid w:val="00ED3F69"/>
    <w:rsid w:val="00ED3F9C"/>
    <w:rsid w:val="00ED5820"/>
    <w:rsid w:val="00ED5C0B"/>
    <w:rsid w:val="00ED5F05"/>
    <w:rsid w:val="00ED604D"/>
    <w:rsid w:val="00ED664C"/>
    <w:rsid w:val="00ED6DA0"/>
    <w:rsid w:val="00ED6FCA"/>
    <w:rsid w:val="00ED7047"/>
    <w:rsid w:val="00ED77EA"/>
    <w:rsid w:val="00EE0E77"/>
    <w:rsid w:val="00EE121E"/>
    <w:rsid w:val="00EE2092"/>
    <w:rsid w:val="00EE258E"/>
    <w:rsid w:val="00EE2597"/>
    <w:rsid w:val="00EE28E3"/>
    <w:rsid w:val="00EE2AE6"/>
    <w:rsid w:val="00EE2BEC"/>
    <w:rsid w:val="00EE3AAB"/>
    <w:rsid w:val="00EE3AEB"/>
    <w:rsid w:val="00EE3E1B"/>
    <w:rsid w:val="00EE3F4E"/>
    <w:rsid w:val="00EE3FC8"/>
    <w:rsid w:val="00EE40F1"/>
    <w:rsid w:val="00EE4765"/>
    <w:rsid w:val="00EE5B39"/>
    <w:rsid w:val="00EE628F"/>
    <w:rsid w:val="00EE63E1"/>
    <w:rsid w:val="00EE64DF"/>
    <w:rsid w:val="00EE6BF1"/>
    <w:rsid w:val="00EE6D1E"/>
    <w:rsid w:val="00EE7451"/>
    <w:rsid w:val="00EE7722"/>
    <w:rsid w:val="00EE796B"/>
    <w:rsid w:val="00EE7CFF"/>
    <w:rsid w:val="00EF022C"/>
    <w:rsid w:val="00EF02EA"/>
    <w:rsid w:val="00EF09B6"/>
    <w:rsid w:val="00EF0B86"/>
    <w:rsid w:val="00EF0EE5"/>
    <w:rsid w:val="00EF10C3"/>
    <w:rsid w:val="00EF19CC"/>
    <w:rsid w:val="00EF2250"/>
    <w:rsid w:val="00EF2A01"/>
    <w:rsid w:val="00EF3092"/>
    <w:rsid w:val="00EF3206"/>
    <w:rsid w:val="00EF3289"/>
    <w:rsid w:val="00EF348E"/>
    <w:rsid w:val="00EF35D2"/>
    <w:rsid w:val="00EF383B"/>
    <w:rsid w:val="00EF46A2"/>
    <w:rsid w:val="00EF4FC3"/>
    <w:rsid w:val="00EF5480"/>
    <w:rsid w:val="00EF5D63"/>
    <w:rsid w:val="00EF6952"/>
    <w:rsid w:val="00EF7290"/>
    <w:rsid w:val="00EF7B9D"/>
    <w:rsid w:val="00EF7D0C"/>
    <w:rsid w:val="00EF7F86"/>
    <w:rsid w:val="00F00F5C"/>
    <w:rsid w:val="00F011EE"/>
    <w:rsid w:val="00F01402"/>
    <w:rsid w:val="00F01513"/>
    <w:rsid w:val="00F0154D"/>
    <w:rsid w:val="00F01EEC"/>
    <w:rsid w:val="00F01F27"/>
    <w:rsid w:val="00F01FE6"/>
    <w:rsid w:val="00F02211"/>
    <w:rsid w:val="00F02ABB"/>
    <w:rsid w:val="00F02D34"/>
    <w:rsid w:val="00F02E94"/>
    <w:rsid w:val="00F0305B"/>
    <w:rsid w:val="00F03913"/>
    <w:rsid w:val="00F03C6C"/>
    <w:rsid w:val="00F043A3"/>
    <w:rsid w:val="00F0571A"/>
    <w:rsid w:val="00F05733"/>
    <w:rsid w:val="00F0626B"/>
    <w:rsid w:val="00F06DE8"/>
    <w:rsid w:val="00F06E2A"/>
    <w:rsid w:val="00F07131"/>
    <w:rsid w:val="00F072FA"/>
    <w:rsid w:val="00F07820"/>
    <w:rsid w:val="00F07B44"/>
    <w:rsid w:val="00F07D0E"/>
    <w:rsid w:val="00F1021F"/>
    <w:rsid w:val="00F10867"/>
    <w:rsid w:val="00F10CDD"/>
    <w:rsid w:val="00F115C5"/>
    <w:rsid w:val="00F11739"/>
    <w:rsid w:val="00F1205F"/>
    <w:rsid w:val="00F12061"/>
    <w:rsid w:val="00F1214A"/>
    <w:rsid w:val="00F123BC"/>
    <w:rsid w:val="00F12776"/>
    <w:rsid w:val="00F12E73"/>
    <w:rsid w:val="00F1369A"/>
    <w:rsid w:val="00F13A42"/>
    <w:rsid w:val="00F14666"/>
    <w:rsid w:val="00F14C5F"/>
    <w:rsid w:val="00F1597E"/>
    <w:rsid w:val="00F15A5F"/>
    <w:rsid w:val="00F16594"/>
    <w:rsid w:val="00F168E2"/>
    <w:rsid w:val="00F16BD2"/>
    <w:rsid w:val="00F16FE8"/>
    <w:rsid w:val="00F17059"/>
    <w:rsid w:val="00F171E4"/>
    <w:rsid w:val="00F17539"/>
    <w:rsid w:val="00F178DA"/>
    <w:rsid w:val="00F17EF3"/>
    <w:rsid w:val="00F206F2"/>
    <w:rsid w:val="00F208BF"/>
    <w:rsid w:val="00F20E82"/>
    <w:rsid w:val="00F2164C"/>
    <w:rsid w:val="00F2177D"/>
    <w:rsid w:val="00F21E26"/>
    <w:rsid w:val="00F222E1"/>
    <w:rsid w:val="00F23257"/>
    <w:rsid w:val="00F23269"/>
    <w:rsid w:val="00F2338F"/>
    <w:rsid w:val="00F2343E"/>
    <w:rsid w:val="00F23B12"/>
    <w:rsid w:val="00F23B51"/>
    <w:rsid w:val="00F23F18"/>
    <w:rsid w:val="00F24CAC"/>
    <w:rsid w:val="00F2558C"/>
    <w:rsid w:val="00F2572C"/>
    <w:rsid w:val="00F262EA"/>
    <w:rsid w:val="00F26D6D"/>
    <w:rsid w:val="00F26E68"/>
    <w:rsid w:val="00F26EFF"/>
    <w:rsid w:val="00F27269"/>
    <w:rsid w:val="00F27842"/>
    <w:rsid w:val="00F27DDF"/>
    <w:rsid w:val="00F3016A"/>
    <w:rsid w:val="00F3084E"/>
    <w:rsid w:val="00F30B2E"/>
    <w:rsid w:val="00F30F09"/>
    <w:rsid w:val="00F312EE"/>
    <w:rsid w:val="00F3159B"/>
    <w:rsid w:val="00F3172F"/>
    <w:rsid w:val="00F317F3"/>
    <w:rsid w:val="00F31876"/>
    <w:rsid w:val="00F32F7C"/>
    <w:rsid w:val="00F3303E"/>
    <w:rsid w:val="00F3324A"/>
    <w:rsid w:val="00F338BA"/>
    <w:rsid w:val="00F35342"/>
    <w:rsid w:val="00F3581B"/>
    <w:rsid w:val="00F36039"/>
    <w:rsid w:val="00F3643F"/>
    <w:rsid w:val="00F36CCD"/>
    <w:rsid w:val="00F36E6F"/>
    <w:rsid w:val="00F375A3"/>
    <w:rsid w:val="00F375D5"/>
    <w:rsid w:val="00F37611"/>
    <w:rsid w:val="00F376F0"/>
    <w:rsid w:val="00F3789A"/>
    <w:rsid w:val="00F37FE5"/>
    <w:rsid w:val="00F400DB"/>
    <w:rsid w:val="00F40109"/>
    <w:rsid w:val="00F411FD"/>
    <w:rsid w:val="00F414EF"/>
    <w:rsid w:val="00F41B77"/>
    <w:rsid w:val="00F41ED4"/>
    <w:rsid w:val="00F4250D"/>
    <w:rsid w:val="00F42792"/>
    <w:rsid w:val="00F42ABA"/>
    <w:rsid w:val="00F42AE7"/>
    <w:rsid w:val="00F43170"/>
    <w:rsid w:val="00F4365A"/>
    <w:rsid w:val="00F43835"/>
    <w:rsid w:val="00F43B4D"/>
    <w:rsid w:val="00F44397"/>
    <w:rsid w:val="00F444BC"/>
    <w:rsid w:val="00F451AC"/>
    <w:rsid w:val="00F458AC"/>
    <w:rsid w:val="00F470E7"/>
    <w:rsid w:val="00F47678"/>
    <w:rsid w:val="00F47CD1"/>
    <w:rsid w:val="00F50750"/>
    <w:rsid w:val="00F5104C"/>
    <w:rsid w:val="00F51432"/>
    <w:rsid w:val="00F51460"/>
    <w:rsid w:val="00F5153F"/>
    <w:rsid w:val="00F515A3"/>
    <w:rsid w:val="00F51710"/>
    <w:rsid w:val="00F5174C"/>
    <w:rsid w:val="00F51BFF"/>
    <w:rsid w:val="00F52A02"/>
    <w:rsid w:val="00F52A40"/>
    <w:rsid w:val="00F52B80"/>
    <w:rsid w:val="00F52F00"/>
    <w:rsid w:val="00F532E3"/>
    <w:rsid w:val="00F5338D"/>
    <w:rsid w:val="00F53467"/>
    <w:rsid w:val="00F5454A"/>
    <w:rsid w:val="00F54758"/>
    <w:rsid w:val="00F54C0D"/>
    <w:rsid w:val="00F54EB5"/>
    <w:rsid w:val="00F5549E"/>
    <w:rsid w:val="00F55BF6"/>
    <w:rsid w:val="00F563FD"/>
    <w:rsid w:val="00F56598"/>
    <w:rsid w:val="00F57781"/>
    <w:rsid w:val="00F609C7"/>
    <w:rsid w:val="00F60CC9"/>
    <w:rsid w:val="00F60F0F"/>
    <w:rsid w:val="00F6118A"/>
    <w:rsid w:val="00F612A4"/>
    <w:rsid w:val="00F613B8"/>
    <w:rsid w:val="00F621CB"/>
    <w:rsid w:val="00F62E63"/>
    <w:rsid w:val="00F6302F"/>
    <w:rsid w:val="00F6326A"/>
    <w:rsid w:val="00F636B6"/>
    <w:rsid w:val="00F63F9E"/>
    <w:rsid w:val="00F647BC"/>
    <w:rsid w:val="00F64E72"/>
    <w:rsid w:val="00F651F0"/>
    <w:rsid w:val="00F6574A"/>
    <w:rsid w:val="00F6592C"/>
    <w:rsid w:val="00F65D42"/>
    <w:rsid w:val="00F665DB"/>
    <w:rsid w:val="00F66BC3"/>
    <w:rsid w:val="00F66EAB"/>
    <w:rsid w:val="00F67D0B"/>
    <w:rsid w:val="00F70110"/>
    <w:rsid w:val="00F70393"/>
    <w:rsid w:val="00F708F6"/>
    <w:rsid w:val="00F713D9"/>
    <w:rsid w:val="00F71E54"/>
    <w:rsid w:val="00F721B8"/>
    <w:rsid w:val="00F72C36"/>
    <w:rsid w:val="00F72CAB"/>
    <w:rsid w:val="00F73A10"/>
    <w:rsid w:val="00F73D1A"/>
    <w:rsid w:val="00F7448B"/>
    <w:rsid w:val="00F75673"/>
    <w:rsid w:val="00F75EBC"/>
    <w:rsid w:val="00F7600D"/>
    <w:rsid w:val="00F764A8"/>
    <w:rsid w:val="00F76F7B"/>
    <w:rsid w:val="00F773EF"/>
    <w:rsid w:val="00F778F4"/>
    <w:rsid w:val="00F77C95"/>
    <w:rsid w:val="00F801B2"/>
    <w:rsid w:val="00F804EA"/>
    <w:rsid w:val="00F805FD"/>
    <w:rsid w:val="00F809BB"/>
    <w:rsid w:val="00F8117E"/>
    <w:rsid w:val="00F81BF5"/>
    <w:rsid w:val="00F82263"/>
    <w:rsid w:val="00F824CC"/>
    <w:rsid w:val="00F825BD"/>
    <w:rsid w:val="00F82A64"/>
    <w:rsid w:val="00F82B61"/>
    <w:rsid w:val="00F82FAA"/>
    <w:rsid w:val="00F83723"/>
    <w:rsid w:val="00F839B3"/>
    <w:rsid w:val="00F84144"/>
    <w:rsid w:val="00F84207"/>
    <w:rsid w:val="00F845A3"/>
    <w:rsid w:val="00F848C5"/>
    <w:rsid w:val="00F84B14"/>
    <w:rsid w:val="00F84D04"/>
    <w:rsid w:val="00F858E0"/>
    <w:rsid w:val="00F85FD7"/>
    <w:rsid w:val="00F86968"/>
    <w:rsid w:val="00F86FC7"/>
    <w:rsid w:val="00F87755"/>
    <w:rsid w:val="00F87CF9"/>
    <w:rsid w:val="00F90463"/>
    <w:rsid w:val="00F91501"/>
    <w:rsid w:val="00F921A7"/>
    <w:rsid w:val="00F935F4"/>
    <w:rsid w:val="00F942E5"/>
    <w:rsid w:val="00F94575"/>
    <w:rsid w:val="00F946D2"/>
    <w:rsid w:val="00F95FA2"/>
    <w:rsid w:val="00F9683E"/>
    <w:rsid w:val="00F96A6F"/>
    <w:rsid w:val="00F96ACD"/>
    <w:rsid w:val="00F96AE0"/>
    <w:rsid w:val="00F96DBC"/>
    <w:rsid w:val="00F96F8A"/>
    <w:rsid w:val="00F97A98"/>
    <w:rsid w:val="00F97F21"/>
    <w:rsid w:val="00FA078E"/>
    <w:rsid w:val="00FA09F9"/>
    <w:rsid w:val="00FA0D6C"/>
    <w:rsid w:val="00FA11AB"/>
    <w:rsid w:val="00FA12CA"/>
    <w:rsid w:val="00FA146A"/>
    <w:rsid w:val="00FA16EA"/>
    <w:rsid w:val="00FA234A"/>
    <w:rsid w:val="00FA2479"/>
    <w:rsid w:val="00FA2A3D"/>
    <w:rsid w:val="00FA2F2E"/>
    <w:rsid w:val="00FA3046"/>
    <w:rsid w:val="00FA320D"/>
    <w:rsid w:val="00FA3335"/>
    <w:rsid w:val="00FA4B64"/>
    <w:rsid w:val="00FA51C7"/>
    <w:rsid w:val="00FA52F6"/>
    <w:rsid w:val="00FA6337"/>
    <w:rsid w:val="00FA6497"/>
    <w:rsid w:val="00FA65E6"/>
    <w:rsid w:val="00FA7AD9"/>
    <w:rsid w:val="00FA7BC6"/>
    <w:rsid w:val="00FA7FE6"/>
    <w:rsid w:val="00FB08A8"/>
    <w:rsid w:val="00FB0F7A"/>
    <w:rsid w:val="00FB0FB8"/>
    <w:rsid w:val="00FB15E6"/>
    <w:rsid w:val="00FB1716"/>
    <w:rsid w:val="00FB2B23"/>
    <w:rsid w:val="00FB2CE0"/>
    <w:rsid w:val="00FB3074"/>
    <w:rsid w:val="00FB3225"/>
    <w:rsid w:val="00FB3398"/>
    <w:rsid w:val="00FB3A94"/>
    <w:rsid w:val="00FB3B3B"/>
    <w:rsid w:val="00FB3FA0"/>
    <w:rsid w:val="00FB43CA"/>
    <w:rsid w:val="00FB4748"/>
    <w:rsid w:val="00FB490B"/>
    <w:rsid w:val="00FB571C"/>
    <w:rsid w:val="00FB5FEC"/>
    <w:rsid w:val="00FB616B"/>
    <w:rsid w:val="00FB6EED"/>
    <w:rsid w:val="00FB72AF"/>
    <w:rsid w:val="00FB7400"/>
    <w:rsid w:val="00FB753E"/>
    <w:rsid w:val="00FB7CBB"/>
    <w:rsid w:val="00FC027F"/>
    <w:rsid w:val="00FC03E6"/>
    <w:rsid w:val="00FC0815"/>
    <w:rsid w:val="00FC1391"/>
    <w:rsid w:val="00FC25CF"/>
    <w:rsid w:val="00FC2DA2"/>
    <w:rsid w:val="00FC3040"/>
    <w:rsid w:val="00FC3141"/>
    <w:rsid w:val="00FC3463"/>
    <w:rsid w:val="00FC3465"/>
    <w:rsid w:val="00FC422E"/>
    <w:rsid w:val="00FC4494"/>
    <w:rsid w:val="00FC4504"/>
    <w:rsid w:val="00FC4A0E"/>
    <w:rsid w:val="00FC59EA"/>
    <w:rsid w:val="00FC5ABF"/>
    <w:rsid w:val="00FC5AD1"/>
    <w:rsid w:val="00FC660D"/>
    <w:rsid w:val="00FC6AA4"/>
    <w:rsid w:val="00FC73A8"/>
    <w:rsid w:val="00FC776D"/>
    <w:rsid w:val="00FC7961"/>
    <w:rsid w:val="00FC7FF9"/>
    <w:rsid w:val="00FD0962"/>
    <w:rsid w:val="00FD0971"/>
    <w:rsid w:val="00FD0F28"/>
    <w:rsid w:val="00FD1279"/>
    <w:rsid w:val="00FD129D"/>
    <w:rsid w:val="00FD18B3"/>
    <w:rsid w:val="00FD19C9"/>
    <w:rsid w:val="00FD27F8"/>
    <w:rsid w:val="00FD34FD"/>
    <w:rsid w:val="00FD3B74"/>
    <w:rsid w:val="00FD3C4B"/>
    <w:rsid w:val="00FD4136"/>
    <w:rsid w:val="00FD4363"/>
    <w:rsid w:val="00FD4E7F"/>
    <w:rsid w:val="00FD5799"/>
    <w:rsid w:val="00FD59E9"/>
    <w:rsid w:val="00FD63D0"/>
    <w:rsid w:val="00FD6953"/>
    <w:rsid w:val="00FD6BFE"/>
    <w:rsid w:val="00FD6D16"/>
    <w:rsid w:val="00FD703B"/>
    <w:rsid w:val="00FE0053"/>
    <w:rsid w:val="00FE0901"/>
    <w:rsid w:val="00FE0BC2"/>
    <w:rsid w:val="00FE1158"/>
    <w:rsid w:val="00FE2454"/>
    <w:rsid w:val="00FE26FA"/>
    <w:rsid w:val="00FE3405"/>
    <w:rsid w:val="00FE3603"/>
    <w:rsid w:val="00FE3EEB"/>
    <w:rsid w:val="00FE433D"/>
    <w:rsid w:val="00FE47AD"/>
    <w:rsid w:val="00FE5791"/>
    <w:rsid w:val="00FE58AC"/>
    <w:rsid w:val="00FE5FC1"/>
    <w:rsid w:val="00FE6A6C"/>
    <w:rsid w:val="00FE717A"/>
    <w:rsid w:val="00FE72D0"/>
    <w:rsid w:val="00FE7399"/>
    <w:rsid w:val="00FE7D46"/>
    <w:rsid w:val="00FE7EB9"/>
    <w:rsid w:val="00FF0DAE"/>
    <w:rsid w:val="00FF1594"/>
    <w:rsid w:val="00FF1BCD"/>
    <w:rsid w:val="00FF2318"/>
    <w:rsid w:val="00FF3010"/>
    <w:rsid w:val="00FF3203"/>
    <w:rsid w:val="00FF3254"/>
    <w:rsid w:val="00FF3818"/>
    <w:rsid w:val="00FF4088"/>
    <w:rsid w:val="00FF541C"/>
    <w:rsid w:val="00FF55A3"/>
    <w:rsid w:val="00FF5625"/>
    <w:rsid w:val="00FF5D56"/>
    <w:rsid w:val="00FF65F6"/>
    <w:rsid w:val="00FF7C24"/>
    <w:rsid w:val="00FF7E87"/>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FCEB1B1"/>
  <w15:docId w15:val="{8B9CD694-41E5-479B-B19E-07A8D6BC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14" w:qFormat="1"/>
    <w:lsdException w:name="heading 7" w:semiHidden="1" w:uiPriority="15" w:unhideWhenUsed="1" w:qFormat="1"/>
    <w:lsdException w:name="heading 8" w:semiHidden="1" w:uiPriority="14" w:unhideWhenUsed="1"/>
    <w:lsdException w:name="heading 9" w:semiHidden="1" w:uiPriority="1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8" w:unhideWhenUsed="1"/>
    <w:lsdException w:name="annotation text" w:semiHidden="1" w:unhideWhenUsed="1"/>
    <w:lsdException w:name="header" w:semiHidden="1" w:uiPriority="19" w:unhideWhenUsed="1"/>
    <w:lsdException w:name="footer" w:semiHidden="1" w:uiPriority="19" w:unhideWhenUsed="1"/>
    <w:lsdException w:name="index heading" w:semiHidden="1" w:unhideWhenUsed="1"/>
    <w:lsdException w:name="caption" w:semiHidden="1" w:uiPriority="29" w:unhideWhenUsed="1" w:qFormat="1"/>
    <w:lsdException w:name="table of figures" w:semiHidden="1" w:unhideWhenUsed="1"/>
    <w:lsdException w:name="envelope address" w:semiHidden="1" w:uiPriority="24" w:unhideWhenUsed="1"/>
    <w:lsdException w:name="envelope return" w:semiHidden="1" w:uiPriority="24" w:unhideWhenUsed="1"/>
    <w:lsdException w:name="footnote reference" w:semiHidden="1" w:uiPriority="18" w:unhideWhenUsed="1"/>
    <w:lsdException w:name="annotation reference" w:semiHidden="1" w:unhideWhenUsed="1"/>
    <w:lsdException w:name="line number" w:semiHidden="1" w:unhideWhenUsed="1"/>
    <w:lsdException w:name="page number" w:semiHidden="1" w:uiPriority="19" w:unhideWhenUsed="1"/>
    <w:lsdException w:name="endnote reference" w:semiHidden="1" w:unhideWhenUsed="1"/>
    <w:lsdException w:name="endnote text" w:semiHidden="1" w:uiPriority="24"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2"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29" w:unhideWhenUsed="1"/>
    <w:lsdException w:name="Table Grid" w:uiPriority="0"/>
    <w:lsdException w:name="Table Theme" w:semiHidden="1" w:uiPriority="0"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ingle space"/>
    <w:uiPriority w:val="2"/>
    <w:rsid w:val="00372805"/>
    <w:rPr>
      <w:rFonts w:ascii="AvenirMaoriLight" w:eastAsia="Calibri" w:hAnsi="AvenirMaoriLight"/>
      <w:sz w:val="21"/>
      <w:szCs w:val="22"/>
      <w:lang w:eastAsia="en-US"/>
    </w:rPr>
  </w:style>
  <w:style w:type="paragraph" w:styleId="Heading1">
    <w:name w:val="heading 1"/>
    <w:aliases w:val="Chapt head"/>
    <w:basedOn w:val="Normal"/>
    <w:next w:val="BodyText"/>
    <w:link w:val="Heading1Char"/>
    <w:qFormat/>
    <w:rsid w:val="00F72CAB"/>
    <w:pPr>
      <w:keepNext/>
      <w:keepLines/>
      <w:pageBreakBefore/>
      <w:numPr>
        <w:numId w:val="20"/>
      </w:numPr>
      <w:spacing w:after="600"/>
      <w:outlineLvl w:val="0"/>
    </w:pPr>
    <w:rPr>
      <w:rFonts w:ascii="AvenirMaoriBold" w:eastAsia="Times New Roman" w:hAnsi="AvenirMaoriBold"/>
      <w:bCs/>
      <w:color w:val="DC8633"/>
      <w:sz w:val="64"/>
      <w:szCs w:val="28"/>
    </w:rPr>
  </w:style>
  <w:style w:type="paragraph" w:styleId="Heading2">
    <w:name w:val="heading 2"/>
    <w:aliases w:val="Chapt sub"/>
    <w:basedOn w:val="Normal"/>
    <w:next w:val="BodyText"/>
    <w:link w:val="Heading2Char"/>
    <w:qFormat/>
    <w:rsid w:val="00985C3C"/>
    <w:pPr>
      <w:keepNext/>
      <w:keepLines/>
      <w:numPr>
        <w:ilvl w:val="3"/>
        <w:numId w:val="20"/>
      </w:numPr>
      <w:spacing w:before="160" w:after="160" w:line="340" w:lineRule="atLeast"/>
      <w:outlineLvl w:val="1"/>
    </w:pPr>
    <w:rPr>
      <w:rFonts w:ascii="Arial" w:eastAsia="Times New Roman" w:hAnsi="Arial" w:cs="Arial"/>
      <w:b/>
      <w:bCs/>
      <w:color w:val="4298B5"/>
      <w:sz w:val="30"/>
      <w:szCs w:val="26"/>
    </w:rPr>
  </w:style>
  <w:style w:type="paragraph" w:styleId="Heading3">
    <w:name w:val="heading 3"/>
    <w:basedOn w:val="Normal"/>
    <w:next w:val="BodyText"/>
    <w:link w:val="Heading3Char"/>
    <w:qFormat/>
    <w:rsid w:val="00F845A3"/>
    <w:pPr>
      <w:keepNext/>
      <w:keepLines/>
      <w:spacing w:before="120" w:after="80" w:line="300" w:lineRule="atLeast"/>
      <w:outlineLvl w:val="2"/>
    </w:pPr>
    <w:rPr>
      <w:rFonts w:ascii="AvenirMaoriBold" w:eastAsia="Times New Roman" w:hAnsi="AvenirMaoriBold"/>
      <w:bCs/>
      <w:sz w:val="26"/>
    </w:rPr>
  </w:style>
  <w:style w:type="paragraph" w:styleId="Heading4">
    <w:name w:val="heading 4"/>
    <w:basedOn w:val="Normal"/>
    <w:next w:val="BodyText"/>
    <w:link w:val="Heading4Char"/>
    <w:qFormat/>
    <w:rsid w:val="00F845A3"/>
    <w:pPr>
      <w:keepNext/>
      <w:keepLines/>
      <w:spacing w:before="40" w:after="60" w:line="260" w:lineRule="atLeast"/>
      <w:outlineLvl w:val="3"/>
    </w:pPr>
    <w:rPr>
      <w:rFonts w:ascii="AvenirMaoriBold" w:eastAsia="Times New Roman" w:hAnsi="AvenirMaoriBold"/>
      <w:bCs/>
      <w:iCs/>
      <w:sz w:val="22"/>
    </w:rPr>
  </w:style>
  <w:style w:type="paragraph" w:styleId="Heading5">
    <w:name w:val="heading 5"/>
    <w:basedOn w:val="Normal"/>
    <w:next w:val="BodyText"/>
    <w:link w:val="Heading5Char"/>
    <w:qFormat/>
    <w:rsid w:val="00F845A3"/>
    <w:pPr>
      <w:keepNext/>
      <w:keepLines/>
      <w:spacing w:before="40" w:after="60" w:line="270" w:lineRule="atLeast"/>
      <w:outlineLvl w:val="4"/>
    </w:pPr>
    <w:rPr>
      <w:rFonts w:ascii="AvenirMaoriBold" w:eastAsia="Times New Roman" w:hAnsi="AvenirMaoriBold"/>
      <w:color w:val="404040" w:themeColor="text1" w:themeTint="BF"/>
    </w:rPr>
  </w:style>
  <w:style w:type="paragraph" w:styleId="Heading6">
    <w:name w:val="heading 6"/>
    <w:aliases w:val="Section head"/>
    <w:basedOn w:val="Normal"/>
    <w:next w:val="BodyText"/>
    <w:link w:val="Heading6Char"/>
    <w:uiPriority w:val="14"/>
    <w:qFormat/>
    <w:rsid w:val="00F845A3"/>
    <w:pPr>
      <w:pageBreakBefore/>
      <w:spacing w:after="600" w:line="540" w:lineRule="atLeast"/>
      <w:outlineLvl w:val="5"/>
    </w:pPr>
    <w:rPr>
      <w:rFonts w:ascii="AvenirMaoriBold" w:hAnsi="AvenirMaoriBold"/>
      <w:iCs/>
      <w:color w:val="DC8633"/>
      <w:sz w:val="64"/>
    </w:rPr>
  </w:style>
  <w:style w:type="paragraph" w:styleId="Heading7">
    <w:name w:val="heading 7"/>
    <w:aliases w:val="Appendix"/>
    <w:basedOn w:val="Normal"/>
    <w:next w:val="BodyText"/>
    <w:link w:val="Heading7Char"/>
    <w:uiPriority w:val="15"/>
    <w:qFormat/>
    <w:rsid w:val="002716C0"/>
    <w:pPr>
      <w:keepNext/>
      <w:keepLines/>
      <w:pageBreakBefore/>
      <w:numPr>
        <w:numId w:val="3"/>
      </w:numPr>
      <w:spacing w:after="320" w:line="540" w:lineRule="atLeast"/>
      <w:outlineLvl w:val="6"/>
    </w:pPr>
    <w:rPr>
      <w:rFonts w:ascii="AvenirMaoriBold" w:eastAsia="Times New Roman" w:hAnsi="AvenirMaoriBold"/>
      <w:iCs/>
      <w:color w:val="DC8633"/>
      <w:sz w:val="44"/>
    </w:rPr>
  </w:style>
  <w:style w:type="paragraph" w:styleId="Heading8">
    <w:name w:val="heading 8"/>
    <w:aliases w:val="? Summary"/>
    <w:basedOn w:val="Normal"/>
    <w:next w:val="BodyText"/>
    <w:link w:val="Heading8Char"/>
    <w:uiPriority w:val="14"/>
    <w:rsid w:val="00F845A3"/>
    <w:pPr>
      <w:keepNext/>
      <w:keepLines/>
      <w:spacing w:before="40" w:after="80" w:line="300" w:lineRule="atLeast"/>
      <w:outlineLvl w:val="7"/>
    </w:pPr>
    <w:rPr>
      <w:rFonts w:ascii="AvenirMaoriBold" w:eastAsia="Times New Roman" w:hAnsi="AvenirMaoriBold"/>
      <w:color w:val="DC8633"/>
      <w:sz w:val="26"/>
      <w:szCs w:val="20"/>
    </w:rPr>
  </w:style>
  <w:style w:type="paragraph" w:styleId="Heading9">
    <w:name w:val="heading 9"/>
    <w:basedOn w:val="Heading6"/>
    <w:next w:val="BodyText"/>
    <w:link w:val="Heading9Char"/>
    <w:uiPriority w:val="19"/>
    <w:semiHidden/>
    <w:qFormat/>
    <w:rsid w:val="00F845A3"/>
    <w:pPr>
      <w:keepLines/>
      <w:outlineLvl w:val="8"/>
    </w:pPr>
    <w:rPr>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w:basedOn w:val="Normal"/>
    <w:link w:val="BodyTextChar"/>
    <w:qFormat/>
    <w:rsid w:val="00F845A3"/>
    <w:pPr>
      <w:spacing w:after="240" w:line="280" w:lineRule="atLeast"/>
    </w:pPr>
  </w:style>
  <w:style w:type="character" w:customStyle="1" w:styleId="BodyTextChar">
    <w:name w:val="Body Text Char"/>
    <w:aliases w:val="Body Char"/>
    <w:link w:val="BodyText"/>
    <w:rsid w:val="00F845A3"/>
    <w:rPr>
      <w:rFonts w:ascii="AvenirMaoriLight" w:eastAsia="Calibri" w:hAnsi="AvenirMaoriLight"/>
      <w:sz w:val="21"/>
      <w:szCs w:val="22"/>
      <w:lang w:eastAsia="en-US"/>
    </w:rPr>
  </w:style>
  <w:style w:type="paragraph" w:customStyle="1" w:styleId="Alphalist">
    <w:name w:val="Alpha list"/>
    <w:basedOn w:val="BodyText"/>
    <w:uiPriority w:val="5"/>
    <w:qFormat/>
    <w:rsid w:val="002716C0"/>
    <w:pPr>
      <w:numPr>
        <w:numId w:val="18"/>
      </w:numPr>
    </w:pPr>
  </w:style>
  <w:style w:type="paragraph" w:styleId="BalloonText">
    <w:name w:val="Balloon Text"/>
    <w:basedOn w:val="Normal"/>
    <w:link w:val="BalloonTextChar"/>
    <w:uiPriority w:val="29"/>
    <w:semiHidden/>
    <w:rsid w:val="00F845A3"/>
    <w:rPr>
      <w:rFonts w:ascii="Tahoma" w:hAnsi="Tahoma" w:cs="Tahoma"/>
      <w:sz w:val="16"/>
      <w:szCs w:val="16"/>
    </w:rPr>
  </w:style>
  <w:style w:type="character" w:customStyle="1" w:styleId="BalloonTextChar">
    <w:name w:val="Balloon Text Char"/>
    <w:basedOn w:val="DefaultParagraphFont"/>
    <w:link w:val="BalloonText"/>
    <w:uiPriority w:val="29"/>
    <w:semiHidden/>
    <w:rsid w:val="00F845A3"/>
    <w:rPr>
      <w:rFonts w:ascii="Tahoma" w:eastAsia="Calibri" w:hAnsi="Tahoma" w:cs="Tahoma"/>
      <w:sz w:val="16"/>
      <w:szCs w:val="16"/>
      <w:lang w:eastAsia="en-US"/>
    </w:rPr>
  </w:style>
  <w:style w:type="paragraph" w:styleId="Bibliography">
    <w:name w:val="Bibliography"/>
    <w:basedOn w:val="Normal"/>
    <w:next w:val="Normal"/>
    <w:uiPriority w:val="37"/>
    <w:semiHidden/>
    <w:rsid w:val="00F845A3"/>
    <w:pPr>
      <w:spacing w:after="200" w:line="250" w:lineRule="atLeast"/>
    </w:pPr>
  </w:style>
  <w:style w:type="paragraph" w:customStyle="1" w:styleId="Keypointsheading">
    <w:name w:val="Key points heading"/>
    <w:basedOn w:val="BodyText"/>
    <w:next w:val="Normal"/>
    <w:uiPriority w:val="18"/>
    <w:rsid w:val="00F845A3"/>
    <w:pPr>
      <w:keepNext/>
      <w:spacing w:before="40" w:after="140" w:line="260" w:lineRule="atLeast"/>
    </w:pPr>
    <w:rPr>
      <w:rFonts w:ascii="AvenirMaoriBold" w:hAnsi="AvenirMaoriBold"/>
      <w:sz w:val="24"/>
    </w:rPr>
  </w:style>
  <w:style w:type="paragraph" w:customStyle="1" w:styleId="Boxheading">
    <w:name w:val="Box heading"/>
    <w:basedOn w:val="Keypointsheading"/>
    <w:next w:val="BodyText"/>
    <w:uiPriority w:val="19"/>
    <w:rsid w:val="00E84C95"/>
    <w:pPr>
      <w:tabs>
        <w:tab w:val="left" w:pos="907"/>
      </w:tabs>
      <w:spacing w:before="0" w:after="120" w:line="240" w:lineRule="atLeast"/>
    </w:pPr>
    <w:rPr>
      <w:rFonts w:ascii="AvenirMaoriLight" w:hAnsi="AvenirMaoriLight"/>
    </w:rPr>
  </w:style>
  <w:style w:type="paragraph" w:customStyle="1" w:styleId="Boxtable">
    <w:name w:val="Box table"/>
    <w:basedOn w:val="BodyText"/>
    <w:uiPriority w:val="19"/>
    <w:semiHidden/>
    <w:rsid w:val="00F845A3"/>
    <w:pPr>
      <w:spacing w:after="120" w:line="240" w:lineRule="atLeast"/>
    </w:pPr>
    <w:rPr>
      <w:sz w:val="19"/>
    </w:rPr>
  </w:style>
  <w:style w:type="paragraph" w:customStyle="1" w:styleId="Bullet1Blue">
    <w:name w:val="Bullet 1 Blue"/>
    <w:basedOn w:val="BodyText"/>
    <w:uiPriority w:val="7"/>
    <w:rsid w:val="002716C0"/>
    <w:pPr>
      <w:numPr>
        <w:numId w:val="2"/>
      </w:numPr>
      <w:spacing w:after="190"/>
    </w:pPr>
  </w:style>
  <w:style w:type="paragraph" w:customStyle="1" w:styleId="Bullet1Orange">
    <w:name w:val="Bullet 1 Orange"/>
    <w:basedOn w:val="BodyText"/>
    <w:uiPriority w:val="6"/>
    <w:qFormat/>
    <w:rsid w:val="00E84C95"/>
    <w:pPr>
      <w:numPr>
        <w:numId w:val="5"/>
      </w:numPr>
      <w:spacing w:after="190"/>
    </w:pPr>
  </w:style>
  <w:style w:type="paragraph" w:customStyle="1" w:styleId="Bullet2Orange">
    <w:name w:val="Bullet 2 Orange"/>
    <w:basedOn w:val="Bullet1Orange"/>
    <w:uiPriority w:val="6"/>
    <w:qFormat/>
    <w:rsid w:val="00E84C95"/>
    <w:pPr>
      <w:numPr>
        <w:ilvl w:val="1"/>
      </w:numPr>
    </w:pPr>
  </w:style>
  <w:style w:type="paragraph" w:styleId="Caption">
    <w:name w:val="caption"/>
    <w:basedOn w:val="Normal"/>
    <w:next w:val="BodyText"/>
    <w:uiPriority w:val="29"/>
    <w:rsid w:val="00E84C95"/>
    <w:pPr>
      <w:keepNext/>
      <w:tabs>
        <w:tab w:val="left" w:pos="1276"/>
      </w:tabs>
      <w:spacing w:before="360" w:after="240" w:line="260" w:lineRule="atLeast"/>
      <w:ind w:left="1276" w:hanging="1276"/>
    </w:pPr>
    <w:rPr>
      <w:rFonts w:ascii="AvenirMaoriBold" w:eastAsia="Times New Roman" w:hAnsi="AvenirMaoriBold"/>
      <w:bCs/>
      <w:sz w:val="23"/>
      <w:szCs w:val="20"/>
      <w:lang w:eastAsia="en-GB"/>
    </w:rPr>
  </w:style>
  <w:style w:type="paragraph" w:styleId="EndnoteText">
    <w:name w:val="endnote text"/>
    <w:basedOn w:val="Normal"/>
    <w:link w:val="EndnoteTextChar"/>
    <w:uiPriority w:val="24"/>
    <w:semiHidden/>
    <w:rsid w:val="00F845A3"/>
    <w:rPr>
      <w:szCs w:val="20"/>
    </w:rPr>
  </w:style>
  <w:style w:type="paragraph" w:customStyle="1" w:styleId="zInstructions">
    <w:name w:val="z_Instructions"/>
    <w:basedOn w:val="Normal"/>
    <w:uiPriority w:val="99"/>
    <w:semiHidden/>
    <w:rsid w:val="00F845A3"/>
    <w:pPr>
      <w:spacing w:after="180" w:line="288" w:lineRule="atLeast"/>
    </w:pPr>
    <w:rPr>
      <w:color w:val="FF0000"/>
    </w:rPr>
  </w:style>
  <w:style w:type="character" w:customStyle="1" w:styleId="EndnoteTextChar">
    <w:name w:val="Endnote Text Char"/>
    <w:link w:val="EndnoteText"/>
    <w:uiPriority w:val="24"/>
    <w:semiHidden/>
    <w:rsid w:val="00F845A3"/>
    <w:rPr>
      <w:rFonts w:ascii="AvenirMaoriLight" w:eastAsia="Calibri" w:hAnsi="AvenirMaoriLight"/>
      <w:sz w:val="21"/>
      <w:lang w:eastAsia="en-US"/>
    </w:rPr>
  </w:style>
  <w:style w:type="paragraph" w:styleId="EnvelopeAddress">
    <w:name w:val="envelope address"/>
    <w:basedOn w:val="Normal"/>
    <w:uiPriority w:val="24"/>
    <w:semiHidden/>
    <w:rsid w:val="002716C0"/>
    <w:pPr>
      <w:framePr w:w="7920" w:h="1980" w:hRule="exact" w:hSpace="180" w:wrap="auto" w:hAnchor="page" w:xAlign="center" w:yAlign="bottom"/>
      <w:ind w:left="2880"/>
    </w:pPr>
    <w:rPr>
      <w:rFonts w:eastAsia="Times New Roman"/>
      <w:szCs w:val="24"/>
    </w:rPr>
  </w:style>
  <w:style w:type="paragraph" w:styleId="EnvelopeReturn">
    <w:name w:val="envelope return"/>
    <w:basedOn w:val="Normal"/>
    <w:uiPriority w:val="24"/>
    <w:semiHidden/>
    <w:rsid w:val="00F845A3"/>
    <w:rPr>
      <w:rFonts w:eastAsia="Times New Roman"/>
      <w:szCs w:val="20"/>
    </w:rPr>
  </w:style>
  <w:style w:type="paragraph" w:styleId="Footer">
    <w:name w:val="footer"/>
    <w:basedOn w:val="Normal"/>
    <w:link w:val="FooterChar"/>
    <w:uiPriority w:val="19"/>
    <w:semiHidden/>
    <w:rsid w:val="00F845A3"/>
    <w:pPr>
      <w:tabs>
        <w:tab w:val="center" w:pos="4479"/>
        <w:tab w:val="right" w:pos="8959"/>
      </w:tabs>
    </w:pPr>
  </w:style>
  <w:style w:type="character" w:customStyle="1" w:styleId="FooterChar">
    <w:name w:val="Footer Char"/>
    <w:link w:val="Footer"/>
    <w:uiPriority w:val="19"/>
    <w:semiHidden/>
    <w:rsid w:val="00F845A3"/>
    <w:rPr>
      <w:rFonts w:ascii="AvenirMaoriLight" w:eastAsia="Calibri" w:hAnsi="AvenirMaoriLight"/>
      <w:sz w:val="21"/>
      <w:szCs w:val="22"/>
      <w:lang w:eastAsia="en-US"/>
    </w:rPr>
  </w:style>
  <w:style w:type="character" w:styleId="FootnoteReference">
    <w:name w:val="footnote reference"/>
    <w:uiPriority w:val="18"/>
    <w:rsid w:val="00F845A3"/>
    <w:rPr>
      <w:vertAlign w:val="superscript"/>
    </w:rPr>
  </w:style>
  <w:style w:type="paragraph" w:styleId="FootnoteText">
    <w:name w:val="footnote text"/>
    <w:basedOn w:val="Normal"/>
    <w:link w:val="FootnoteTextChar"/>
    <w:uiPriority w:val="18"/>
    <w:rsid w:val="00F845A3"/>
    <w:pPr>
      <w:spacing w:after="60" w:line="180" w:lineRule="atLeast"/>
    </w:pPr>
    <w:rPr>
      <w:color w:val="262626" w:themeColor="text1" w:themeTint="D9"/>
      <w:sz w:val="16"/>
      <w:szCs w:val="20"/>
    </w:rPr>
  </w:style>
  <w:style w:type="character" w:customStyle="1" w:styleId="FootnoteTextChar">
    <w:name w:val="Footnote Text Char"/>
    <w:link w:val="FootnoteText"/>
    <w:uiPriority w:val="18"/>
    <w:rsid w:val="00F845A3"/>
    <w:rPr>
      <w:rFonts w:ascii="AvenirMaoriLight" w:eastAsia="Calibri" w:hAnsi="AvenirMaoriLight"/>
      <w:color w:val="262626" w:themeColor="text1" w:themeTint="D9"/>
      <w:sz w:val="16"/>
      <w:lang w:eastAsia="en-US"/>
    </w:rPr>
  </w:style>
  <w:style w:type="paragraph" w:styleId="Header">
    <w:name w:val="header"/>
    <w:basedOn w:val="Normal"/>
    <w:link w:val="HeaderChar"/>
    <w:uiPriority w:val="19"/>
    <w:semiHidden/>
    <w:rsid w:val="00F845A3"/>
    <w:pPr>
      <w:tabs>
        <w:tab w:val="center" w:pos="4536"/>
        <w:tab w:val="right" w:pos="9072"/>
      </w:tabs>
    </w:pPr>
    <w:rPr>
      <w:sz w:val="18"/>
    </w:rPr>
  </w:style>
  <w:style w:type="character" w:customStyle="1" w:styleId="HeaderChar">
    <w:name w:val="Header Char"/>
    <w:link w:val="Header"/>
    <w:uiPriority w:val="19"/>
    <w:semiHidden/>
    <w:rsid w:val="00F845A3"/>
    <w:rPr>
      <w:rFonts w:ascii="AvenirMaoriLight" w:eastAsia="Calibri" w:hAnsi="AvenirMaoriLight"/>
      <w:sz w:val="18"/>
      <w:szCs w:val="22"/>
      <w:lang w:eastAsia="en-US"/>
    </w:rPr>
  </w:style>
  <w:style w:type="character" w:customStyle="1" w:styleId="Heading1Char">
    <w:name w:val="Heading 1 Char"/>
    <w:aliases w:val="Chapt head Char"/>
    <w:link w:val="Heading1"/>
    <w:rsid w:val="00F72CAB"/>
    <w:rPr>
      <w:rFonts w:ascii="AvenirMaoriBold" w:hAnsi="AvenirMaoriBold"/>
      <w:bCs/>
      <w:color w:val="DC8633"/>
      <w:sz w:val="64"/>
      <w:szCs w:val="28"/>
      <w:lang w:eastAsia="en-US"/>
    </w:rPr>
  </w:style>
  <w:style w:type="character" w:customStyle="1" w:styleId="Heading2Char">
    <w:name w:val="Heading 2 Char"/>
    <w:aliases w:val="Chapt sub Char"/>
    <w:link w:val="Heading2"/>
    <w:rsid w:val="00985C3C"/>
    <w:rPr>
      <w:rFonts w:ascii="Arial" w:hAnsi="Arial" w:cs="Arial"/>
      <w:b/>
      <w:bCs/>
      <w:color w:val="4298B5"/>
      <w:sz w:val="30"/>
      <w:szCs w:val="26"/>
      <w:lang w:eastAsia="en-US"/>
    </w:rPr>
  </w:style>
  <w:style w:type="character" w:customStyle="1" w:styleId="Heading3Char">
    <w:name w:val="Heading 3 Char"/>
    <w:link w:val="Heading3"/>
    <w:rsid w:val="00F845A3"/>
    <w:rPr>
      <w:rFonts w:ascii="AvenirMaoriBold" w:hAnsi="AvenirMaoriBold"/>
      <w:bCs/>
      <w:sz w:val="26"/>
      <w:szCs w:val="22"/>
      <w:lang w:eastAsia="en-US"/>
    </w:rPr>
  </w:style>
  <w:style w:type="character" w:customStyle="1" w:styleId="Heading4Char">
    <w:name w:val="Heading 4 Char"/>
    <w:link w:val="Heading4"/>
    <w:rsid w:val="00F845A3"/>
    <w:rPr>
      <w:rFonts w:ascii="AvenirMaoriBold" w:hAnsi="AvenirMaoriBold"/>
      <w:bCs/>
      <w:iCs/>
      <w:sz w:val="22"/>
      <w:szCs w:val="22"/>
      <w:lang w:eastAsia="en-US"/>
    </w:rPr>
  </w:style>
  <w:style w:type="character" w:customStyle="1" w:styleId="Heading5Char">
    <w:name w:val="Heading 5 Char"/>
    <w:link w:val="Heading5"/>
    <w:rsid w:val="00F845A3"/>
    <w:rPr>
      <w:rFonts w:ascii="AvenirMaoriBold" w:hAnsi="AvenirMaoriBold"/>
      <w:color w:val="404040" w:themeColor="text1" w:themeTint="BF"/>
      <w:sz w:val="21"/>
      <w:szCs w:val="22"/>
      <w:lang w:eastAsia="en-US"/>
    </w:rPr>
  </w:style>
  <w:style w:type="character" w:customStyle="1" w:styleId="Heading6Char">
    <w:name w:val="Heading 6 Char"/>
    <w:aliases w:val="Section head Char"/>
    <w:link w:val="Heading6"/>
    <w:uiPriority w:val="14"/>
    <w:rsid w:val="00F845A3"/>
    <w:rPr>
      <w:rFonts w:ascii="AvenirMaoriBold" w:eastAsia="Calibri" w:hAnsi="AvenirMaoriBold"/>
      <w:iCs/>
      <w:color w:val="DC8633"/>
      <w:sz w:val="64"/>
      <w:szCs w:val="22"/>
      <w:lang w:eastAsia="en-US"/>
    </w:rPr>
  </w:style>
  <w:style w:type="character" w:customStyle="1" w:styleId="Heading7Char">
    <w:name w:val="Heading 7 Char"/>
    <w:aliases w:val="Appendix Char"/>
    <w:link w:val="Heading7"/>
    <w:uiPriority w:val="15"/>
    <w:rsid w:val="00F845A3"/>
    <w:rPr>
      <w:rFonts w:ascii="AvenirMaoriBold" w:hAnsi="AvenirMaoriBold"/>
      <w:iCs/>
      <w:color w:val="DC8633"/>
      <w:sz w:val="44"/>
      <w:szCs w:val="22"/>
      <w:lang w:eastAsia="en-US"/>
    </w:rPr>
  </w:style>
  <w:style w:type="character" w:customStyle="1" w:styleId="Heading8Char">
    <w:name w:val="Heading 8 Char"/>
    <w:aliases w:val="? Summary Char"/>
    <w:link w:val="Heading8"/>
    <w:uiPriority w:val="14"/>
    <w:rsid w:val="00F845A3"/>
    <w:rPr>
      <w:rFonts w:ascii="AvenirMaoriBold" w:hAnsi="AvenirMaoriBold"/>
      <w:color w:val="DC8633"/>
      <w:sz w:val="26"/>
      <w:lang w:eastAsia="en-US"/>
    </w:rPr>
  </w:style>
  <w:style w:type="character" w:customStyle="1" w:styleId="Heading9Char">
    <w:name w:val="Heading 9 Char"/>
    <w:link w:val="Heading9"/>
    <w:uiPriority w:val="19"/>
    <w:semiHidden/>
    <w:rsid w:val="00F845A3"/>
    <w:rPr>
      <w:rFonts w:ascii="AvenirMaoriBold" w:eastAsia="Calibri" w:hAnsi="AvenirMaoriBold"/>
      <w:color w:val="DC8633"/>
      <w:sz w:val="64"/>
      <w:lang w:eastAsia="en-US"/>
    </w:rPr>
  </w:style>
  <w:style w:type="character" w:styleId="Hyperlink">
    <w:name w:val="Hyperlink"/>
    <w:basedOn w:val="DefaultParagraphFont"/>
    <w:uiPriority w:val="99"/>
    <w:rsid w:val="00F845A3"/>
    <w:rPr>
      <w:color w:val="0000FF" w:themeColor="hyperlink"/>
      <w:u w:val="single"/>
    </w:rPr>
  </w:style>
  <w:style w:type="paragraph" w:customStyle="1" w:styleId="Introtext">
    <w:name w:val="Intro text"/>
    <w:basedOn w:val="BodyText"/>
    <w:next w:val="BodyText"/>
    <w:uiPriority w:val="19"/>
    <w:semiHidden/>
    <w:qFormat/>
    <w:rsid w:val="00F845A3"/>
    <w:pPr>
      <w:spacing w:line="300" w:lineRule="atLeast"/>
    </w:pPr>
    <w:rPr>
      <w:sz w:val="26"/>
    </w:rPr>
  </w:style>
  <w:style w:type="paragraph" w:customStyle="1" w:styleId="Numberedlist">
    <w:name w:val="Numbered list"/>
    <w:basedOn w:val="BodyText"/>
    <w:uiPriority w:val="4"/>
    <w:qFormat/>
    <w:rsid w:val="002716C0"/>
    <w:pPr>
      <w:numPr>
        <w:numId w:val="17"/>
      </w:numPr>
    </w:pPr>
  </w:style>
  <w:style w:type="character" w:styleId="PageNumber">
    <w:name w:val="page number"/>
    <w:uiPriority w:val="19"/>
    <w:semiHidden/>
    <w:rsid w:val="00F845A3"/>
    <w:rPr>
      <w:rFonts w:ascii="AvenirMaoriLight" w:hAnsi="AvenirMaoriLight"/>
      <w:sz w:val="18"/>
    </w:rPr>
  </w:style>
  <w:style w:type="numbering" w:customStyle="1" w:styleId="PCAlphalist">
    <w:name w:val="PC Alpha list"/>
    <w:uiPriority w:val="99"/>
    <w:rsid w:val="00F845A3"/>
    <w:pPr>
      <w:numPr>
        <w:numId w:val="18"/>
      </w:numPr>
    </w:pPr>
  </w:style>
  <w:style w:type="numbering" w:customStyle="1" w:styleId="PCAppendix">
    <w:name w:val="PC Appendix"/>
    <w:basedOn w:val="NoList"/>
    <w:uiPriority w:val="99"/>
    <w:rsid w:val="00F845A3"/>
    <w:pPr>
      <w:numPr>
        <w:numId w:val="3"/>
      </w:numPr>
    </w:pPr>
  </w:style>
  <w:style w:type="numbering" w:customStyle="1" w:styleId="PCBoxList">
    <w:name w:val="PC Box List"/>
    <w:uiPriority w:val="99"/>
    <w:rsid w:val="00F845A3"/>
    <w:pPr>
      <w:numPr>
        <w:numId w:val="4"/>
      </w:numPr>
    </w:pPr>
  </w:style>
  <w:style w:type="numbering" w:customStyle="1" w:styleId="PCBulletBlue">
    <w:name w:val="PC Bullet Blue"/>
    <w:uiPriority w:val="99"/>
    <w:rsid w:val="00F845A3"/>
    <w:pPr>
      <w:numPr>
        <w:numId w:val="2"/>
      </w:numPr>
    </w:pPr>
  </w:style>
  <w:style w:type="numbering" w:customStyle="1" w:styleId="PCBullets">
    <w:name w:val="PC Bullets"/>
    <w:uiPriority w:val="99"/>
    <w:rsid w:val="00F845A3"/>
    <w:pPr>
      <w:numPr>
        <w:numId w:val="5"/>
      </w:numPr>
    </w:pPr>
  </w:style>
  <w:style w:type="numbering" w:customStyle="1" w:styleId="PCHeadingslist">
    <w:name w:val="PC Headings list"/>
    <w:basedOn w:val="NoList"/>
    <w:uiPriority w:val="99"/>
    <w:rsid w:val="002716C0"/>
    <w:pPr>
      <w:numPr>
        <w:numId w:val="19"/>
      </w:numPr>
    </w:pPr>
  </w:style>
  <w:style w:type="numbering" w:customStyle="1" w:styleId="PCNumberedlist">
    <w:name w:val="PC Numbered list"/>
    <w:uiPriority w:val="99"/>
    <w:rsid w:val="00F845A3"/>
    <w:pPr>
      <w:numPr>
        <w:numId w:val="21"/>
      </w:numPr>
    </w:pPr>
  </w:style>
  <w:style w:type="paragraph" w:customStyle="1" w:styleId="Question">
    <w:name w:val="Question"/>
    <w:basedOn w:val="BodyText"/>
    <w:uiPriority w:val="19"/>
    <w:rsid w:val="00F845A3"/>
    <w:pPr>
      <w:spacing w:after="0" w:line="240" w:lineRule="auto"/>
      <w:jc w:val="center"/>
    </w:pPr>
    <w:rPr>
      <w:rFonts w:ascii="AvenirMaoriBold" w:hAnsi="AvenirMaoriBold"/>
      <w:color w:val="FFFFFF" w:themeColor="background1"/>
      <w:sz w:val="24"/>
    </w:rPr>
  </w:style>
  <w:style w:type="paragraph" w:customStyle="1" w:styleId="Questionsummary">
    <w:name w:val="Question summary"/>
    <w:basedOn w:val="BodyText"/>
    <w:uiPriority w:val="19"/>
    <w:semiHidden/>
    <w:rsid w:val="00F845A3"/>
    <w:pPr>
      <w:spacing w:before="120" w:after="60" w:line="250" w:lineRule="atLeast"/>
    </w:pPr>
  </w:style>
  <w:style w:type="numbering" w:customStyle="1" w:styleId="PCQuotationbulletliststyle">
    <w:name w:val="PC Quotation bullet list style"/>
    <w:basedOn w:val="NoList"/>
    <w:uiPriority w:val="99"/>
    <w:rsid w:val="00F845A3"/>
    <w:pPr>
      <w:numPr>
        <w:numId w:val="9"/>
      </w:numPr>
    </w:pPr>
  </w:style>
  <w:style w:type="paragraph" w:customStyle="1" w:styleId="TableBody">
    <w:name w:val="Table Body"/>
    <w:basedOn w:val="BodyText"/>
    <w:uiPriority w:val="8"/>
    <w:qFormat/>
    <w:rsid w:val="00F845A3"/>
    <w:pPr>
      <w:spacing w:after="120" w:line="260" w:lineRule="atLeast"/>
    </w:pPr>
    <w:rPr>
      <w:sz w:val="20"/>
    </w:rPr>
  </w:style>
  <w:style w:type="paragraph" w:customStyle="1" w:styleId="Tablerowheader">
    <w:name w:val="Table row header"/>
    <w:basedOn w:val="BodyText"/>
    <w:uiPriority w:val="7"/>
    <w:rsid w:val="00F845A3"/>
    <w:pPr>
      <w:keepNext/>
      <w:spacing w:before="120" w:after="120" w:line="260" w:lineRule="atLeast"/>
    </w:pPr>
    <w:rPr>
      <w:rFonts w:ascii="AvenirMaoriBold" w:hAnsi="AvenirMaoriBold"/>
      <w:color w:val="F2F2F2" w:themeColor="background1" w:themeShade="F2"/>
      <w:sz w:val="22"/>
    </w:rPr>
  </w:style>
  <w:style w:type="paragraph" w:customStyle="1" w:styleId="Tablesource">
    <w:name w:val="Table source"/>
    <w:basedOn w:val="BodyText"/>
    <w:next w:val="Normal"/>
    <w:uiPriority w:val="15"/>
    <w:rsid w:val="00F845A3"/>
    <w:pPr>
      <w:tabs>
        <w:tab w:val="left" w:pos="709"/>
      </w:tabs>
      <w:spacing w:before="300" w:line="180" w:lineRule="atLeast"/>
      <w:ind w:left="709" w:hanging="709"/>
    </w:pPr>
    <w:rPr>
      <w:sz w:val="18"/>
    </w:rPr>
  </w:style>
  <w:style w:type="paragraph" w:customStyle="1" w:styleId="Termbodytext">
    <w:name w:val="Term body text"/>
    <w:basedOn w:val="BodyText"/>
    <w:uiPriority w:val="19"/>
    <w:semiHidden/>
    <w:rsid w:val="00F845A3"/>
    <w:pPr>
      <w:spacing w:after="120" w:line="240" w:lineRule="atLeast"/>
    </w:pPr>
    <w:rPr>
      <w:sz w:val="18"/>
    </w:rPr>
  </w:style>
  <w:style w:type="paragraph" w:customStyle="1" w:styleId="Termheading">
    <w:name w:val="Term heading"/>
    <w:basedOn w:val="Termbodytext"/>
    <w:uiPriority w:val="19"/>
    <w:semiHidden/>
    <w:rsid w:val="00F845A3"/>
    <w:rPr>
      <w:rFonts w:ascii="AvenirMaoriBold" w:hAnsi="AvenirMaoriBold"/>
    </w:rPr>
  </w:style>
  <w:style w:type="paragraph" w:customStyle="1" w:styleId="Title1">
    <w:name w:val="Title 1"/>
    <w:basedOn w:val="Normal"/>
    <w:next w:val="BodyText"/>
    <w:uiPriority w:val="19"/>
    <w:semiHidden/>
    <w:rsid w:val="00F845A3"/>
    <w:pPr>
      <w:spacing w:before="3572" w:after="300" w:line="900" w:lineRule="atLeast"/>
    </w:pPr>
    <w:rPr>
      <w:rFonts w:ascii="AvenirMaoriBold" w:hAnsi="AvenirMaoriBold"/>
      <w:color w:val="7F7F7F" w:themeColor="text1" w:themeTint="80"/>
      <w:sz w:val="90"/>
    </w:rPr>
  </w:style>
  <w:style w:type="paragraph" w:customStyle="1" w:styleId="Title2">
    <w:name w:val="Title 2"/>
    <w:basedOn w:val="Title1"/>
    <w:uiPriority w:val="19"/>
    <w:semiHidden/>
    <w:rsid w:val="00F845A3"/>
    <w:pPr>
      <w:spacing w:before="0" w:after="0" w:line="480" w:lineRule="atLeast"/>
    </w:pPr>
    <w:rPr>
      <w:sz w:val="40"/>
    </w:rPr>
  </w:style>
  <w:style w:type="paragraph" w:styleId="TOC1">
    <w:name w:val="toc 1"/>
    <w:basedOn w:val="Normal"/>
    <w:next w:val="Normal"/>
    <w:autoRedefine/>
    <w:uiPriority w:val="39"/>
    <w:rsid w:val="00F845A3"/>
    <w:pPr>
      <w:keepNext/>
      <w:tabs>
        <w:tab w:val="right" w:pos="8930"/>
      </w:tabs>
      <w:spacing w:before="240" w:line="300" w:lineRule="atLeast"/>
      <w:ind w:left="567" w:right="567" w:hanging="567"/>
    </w:pPr>
    <w:rPr>
      <w:rFonts w:ascii="AvenirMaoriBold" w:hAnsi="AvenirMaoriBold"/>
      <w:sz w:val="22"/>
    </w:rPr>
  </w:style>
  <w:style w:type="paragraph" w:styleId="TOC2">
    <w:name w:val="toc 2"/>
    <w:basedOn w:val="Normal"/>
    <w:next w:val="Normal"/>
    <w:autoRedefine/>
    <w:uiPriority w:val="39"/>
    <w:rsid w:val="00F845A3"/>
    <w:pPr>
      <w:tabs>
        <w:tab w:val="right" w:leader="dot" w:pos="8930"/>
      </w:tabs>
      <w:spacing w:before="120" w:line="300" w:lineRule="atLeast"/>
      <w:ind w:left="1134" w:right="567" w:hanging="567"/>
    </w:pPr>
    <w:rPr>
      <w:sz w:val="22"/>
    </w:rPr>
  </w:style>
  <w:style w:type="paragraph" w:styleId="TOC3">
    <w:name w:val="toc 3"/>
    <w:basedOn w:val="Normal"/>
    <w:next w:val="Normal"/>
    <w:autoRedefine/>
    <w:uiPriority w:val="39"/>
    <w:rsid w:val="00F845A3"/>
    <w:pPr>
      <w:tabs>
        <w:tab w:val="right" w:pos="8505"/>
      </w:tabs>
      <w:spacing w:before="110" w:line="270" w:lineRule="atLeast"/>
      <w:ind w:left="1701" w:right="1134" w:hanging="567"/>
    </w:pPr>
    <w:rPr>
      <w:b/>
    </w:rPr>
  </w:style>
  <w:style w:type="paragraph" w:styleId="TOC4">
    <w:name w:val="toc 4"/>
    <w:basedOn w:val="Normal"/>
    <w:next w:val="Normal"/>
    <w:autoRedefine/>
    <w:uiPriority w:val="39"/>
    <w:semiHidden/>
    <w:rsid w:val="00F845A3"/>
    <w:pPr>
      <w:tabs>
        <w:tab w:val="right" w:pos="8505"/>
      </w:tabs>
      <w:spacing w:before="110"/>
      <w:ind w:left="1701" w:right="1134" w:hanging="567"/>
    </w:pPr>
  </w:style>
  <w:style w:type="paragraph" w:styleId="TOC5">
    <w:name w:val="toc 5"/>
    <w:basedOn w:val="Normal"/>
    <w:next w:val="Normal"/>
    <w:autoRedefine/>
    <w:uiPriority w:val="39"/>
    <w:semiHidden/>
    <w:rsid w:val="00F845A3"/>
    <w:pPr>
      <w:tabs>
        <w:tab w:val="right" w:pos="8505"/>
      </w:tabs>
      <w:spacing w:before="110" w:after="100"/>
      <w:ind w:left="1134" w:right="1134" w:hanging="567"/>
    </w:pPr>
  </w:style>
  <w:style w:type="paragraph" w:styleId="TOC6">
    <w:name w:val="toc 6"/>
    <w:basedOn w:val="Normal"/>
    <w:next w:val="Normal"/>
    <w:autoRedefine/>
    <w:uiPriority w:val="39"/>
    <w:semiHidden/>
    <w:rsid w:val="00F845A3"/>
    <w:pPr>
      <w:tabs>
        <w:tab w:val="right" w:pos="8505"/>
      </w:tabs>
      <w:spacing w:before="110"/>
      <w:ind w:left="1134" w:right="1134" w:hanging="567"/>
    </w:pPr>
  </w:style>
  <w:style w:type="paragraph" w:styleId="TOC7">
    <w:name w:val="toc 7"/>
    <w:basedOn w:val="Normal"/>
    <w:next w:val="Normal"/>
    <w:autoRedefine/>
    <w:uiPriority w:val="39"/>
    <w:semiHidden/>
    <w:rsid w:val="00F845A3"/>
    <w:pPr>
      <w:tabs>
        <w:tab w:val="right" w:pos="8505"/>
      </w:tabs>
      <w:spacing w:before="110"/>
      <w:ind w:left="1134" w:right="1134" w:hanging="567"/>
    </w:pPr>
  </w:style>
  <w:style w:type="paragraph" w:styleId="TOC8">
    <w:name w:val="toc 8"/>
    <w:basedOn w:val="Normal"/>
    <w:next w:val="Normal"/>
    <w:autoRedefine/>
    <w:uiPriority w:val="39"/>
    <w:semiHidden/>
    <w:rsid w:val="00F845A3"/>
    <w:pPr>
      <w:tabs>
        <w:tab w:val="right" w:pos="8505"/>
      </w:tabs>
      <w:spacing w:before="110"/>
      <w:ind w:left="1134" w:right="1134" w:hanging="567"/>
    </w:pPr>
  </w:style>
  <w:style w:type="paragraph" w:styleId="TOC9">
    <w:name w:val="toc 9"/>
    <w:basedOn w:val="Normal"/>
    <w:next w:val="Normal"/>
    <w:autoRedefine/>
    <w:uiPriority w:val="39"/>
    <w:semiHidden/>
    <w:rsid w:val="00F845A3"/>
    <w:pPr>
      <w:tabs>
        <w:tab w:val="right" w:pos="8505"/>
      </w:tabs>
      <w:spacing w:before="110"/>
      <w:ind w:left="1134" w:right="1134" w:hanging="567"/>
    </w:pPr>
  </w:style>
  <w:style w:type="paragraph" w:styleId="TOCHeading">
    <w:name w:val="TOC Heading"/>
    <w:basedOn w:val="Heading6"/>
    <w:next w:val="Normal"/>
    <w:uiPriority w:val="39"/>
    <w:semiHidden/>
    <w:rsid w:val="00F845A3"/>
    <w:pPr>
      <w:outlineLvl w:val="9"/>
    </w:pPr>
    <w:rPr>
      <w:rFonts w:eastAsiaTheme="majorEastAsia" w:cstheme="majorBidi"/>
      <w:lang w:eastAsia="ja-JP"/>
    </w:rPr>
  </w:style>
  <w:style w:type="paragraph" w:customStyle="1" w:styleId="zHeaderOdd">
    <w:name w:val="z_Header Odd"/>
    <w:basedOn w:val="Normal"/>
    <w:uiPriority w:val="99"/>
    <w:semiHidden/>
    <w:rsid w:val="00F845A3"/>
    <w:pPr>
      <w:tabs>
        <w:tab w:val="right" w:pos="8930"/>
        <w:tab w:val="right" w:pos="9497"/>
      </w:tabs>
      <w:spacing w:line="288" w:lineRule="atLeast"/>
      <w:ind w:right="-567"/>
    </w:pPr>
    <w:rPr>
      <w:color w:val="808080" w:themeColor="background1" w:themeShade="80"/>
      <w:sz w:val="18"/>
      <w:szCs w:val="20"/>
    </w:rPr>
  </w:style>
  <w:style w:type="paragraph" w:customStyle="1" w:styleId="zFooterOddPortrait">
    <w:name w:val="z_Footer Odd Portrait"/>
    <w:basedOn w:val="Normal"/>
    <w:uiPriority w:val="99"/>
    <w:semiHidden/>
    <w:rsid w:val="00F845A3"/>
    <w:pPr>
      <w:tabs>
        <w:tab w:val="right" w:pos="9072"/>
      </w:tabs>
      <w:spacing w:line="288" w:lineRule="atLeast"/>
      <w:jc w:val="right"/>
    </w:pPr>
    <w:rPr>
      <w:color w:val="808080" w:themeColor="background1" w:themeShade="80"/>
      <w:sz w:val="18"/>
      <w:szCs w:val="20"/>
    </w:rPr>
  </w:style>
  <w:style w:type="paragraph" w:customStyle="1" w:styleId="zHeaderEven">
    <w:name w:val="z_Header Even"/>
    <w:basedOn w:val="zHeaderOdd"/>
    <w:uiPriority w:val="99"/>
    <w:semiHidden/>
    <w:rsid w:val="00F845A3"/>
    <w:pPr>
      <w:tabs>
        <w:tab w:val="left" w:pos="0"/>
      </w:tabs>
      <w:ind w:left="-567"/>
    </w:pPr>
  </w:style>
  <w:style w:type="paragraph" w:customStyle="1" w:styleId="zFooterEvenLandscape">
    <w:name w:val="z_Footer Even Landscape"/>
    <w:basedOn w:val="Normal"/>
    <w:uiPriority w:val="99"/>
    <w:semiHidden/>
    <w:rsid w:val="00F845A3"/>
    <w:pPr>
      <w:tabs>
        <w:tab w:val="right" w:pos="14005"/>
      </w:tabs>
    </w:pPr>
    <w:rPr>
      <w:szCs w:val="20"/>
    </w:rPr>
  </w:style>
  <w:style w:type="paragraph" w:customStyle="1" w:styleId="zFooterEvenPortrait">
    <w:name w:val="z_Footer Even Portrait"/>
    <w:basedOn w:val="Normal"/>
    <w:uiPriority w:val="99"/>
    <w:semiHidden/>
    <w:rsid w:val="00F845A3"/>
    <w:pPr>
      <w:tabs>
        <w:tab w:val="right" w:pos="9072"/>
      </w:tabs>
      <w:spacing w:line="288" w:lineRule="atLeast"/>
    </w:pPr>
    <w:rPr>
      <w:color w:val="808080" w:themeColor="background1" w:themeShade="80"/>
      <w:sz w:val="18"/>
      <w:szCs w:val="20"/>
    </w:rPr>
  </w:style>
  <w:style w:type="paragraph" w:customStyle="1" w:styleId="zFooterOddLandscape">
    <w:name w:val="z_Footer Odd Landscape"/>
    <w:basedOn w:val="Normal"/>
    <w:uiPriority w:val="99"/>
    <w:semiHidden/>
    <w:rsid w:val="00F845A3"/>
    <w:pPr>
      <w:tabs>
        <w:tab w:val="right" w:pos="14005"/>
      </w:tabs>
    </w:pPr>
    <w:rPr>
      <w:szCs w:val="20"/>
    </w:rPr>
  </w:style>
  <w:style w:type="paragraph" w:customStyle="1" w:styleId="zInstructionsBullet">
    <w:name w:val="z_Instructions Bullet"/>
    <w:basedOn w:val="zInstructions"/>
    <w:uiPriority w:val="59"/>
    <w:semiHidden/>
    <w:rsid w:val="002716C0"/>
    <w:pPr>
      <w:numPr>
        <w:numId w:val="1"/>
      </w:numPr>
    </w:pPr>
  </w:style>
  <w:style w:type="paragraph" w:customStyle="1" w:styleId="CaptionText">
    <w:name w:val="CaptionText"/>
    <w:basedOn w:val="BodyText"/>
    <w:next w:val="BodyText"/>
    <w:uiPriority w:val="29"/>
    <w:rsid w:val="00F845A3"/>
    <w:pPr>
      <w:spacing w:before="360" w:line="260" w:lineRule="atLeast"/>
    </w:pPr>
    <w:rPr>
      <w:rFonts w:eastAsia="Times New Roman"/>
      <w:sz w:val="23"/>
      <w:szCs w:val="24"/>
      <w:lang w:eastAsia="en-GB"/>
    </w:rPr>
  </w:style>
  <w:style w:type="character" w:styleId="CommentReference">
    <w:name w:val="annotation reference"/>
    <w:basedOn w:val="DefaultParagraphFont"/>
    <w:uiPriority w:val="99"/>
    <w:semiHidden/>
    <w:rsid w:val="00F845A3"/>
    <w:rPr>
      <w:sz w:val="16"/>
      <w:szCs w:val="16"/>
    </w:rPr>
  </w:style>
  <w:style w:type="paragraph" w:customStyle="1" w:styleId="zTableheading">
    <w:name w:val="z_Table heading"/>
    <w:basedOn w:val="zTablebodytext"/>
    <w:uiPriority w:val="99"/>
    <w:semiHidden/>
    <w:rsid w:val="00F845A3"/>
    <w:pPr>
      <w:keepNext/>
      <w:jc w:val="center"/>
    </w:pPr>
    <w:rPr>
      <w:b/>
      <w:color w:val="0038A8"/>
    </w:rPr>
  </w:style>
  <w:style w:type="paragraph" w:customStyle="1" w:styleId="zTablebodytext">
    <w:name w:val="z_Table body text"/>
    <w:basedOn w:val="BodyText"/>
    <w:uiPriority w:val="99"/>
    <w:semiHidden/>
    <w:rsid w:val="00F845A3"/>
    <w:pPr>
      <w:spacing w:before="60" w:after="60" w:line="240" w:lineRule="auto"/>
    </w:pPr>
    <w:rPr>
      <w:rFonts w:ascii="Arial" w:eastAsia="Times New Roman" w:hAnsi="Arial"/>
      <w:sz w:val="18"/>
      <w:szCs w:val="24"/>
      <w:lang w:eastAsia="en-GB"/>
    </w:rPr>
  </w:style>
  <w:style w:type="paragraph" w:customStyle="1" w:styleId="Quotation">
    <w:name w:val="Quotation"/>
    <w:basedOn w:val="Normal"/>
    <w:link w:val="QuotationChar"/>
    <w:uiPriority w:val="4"/>
    <w:qFormat/>
    <w:rsid w:val="00F845A3"/>
    <w:pPr>
      <w:spacing w:before="200" w:after="240" w:line="260" w:lineRule="atLeast"/>
      <w:ind w:left="425" w:right="425"/>
    </w:pPr>
    <w:rPr>
      <w:color w:val="262626" w:themeColor="text1" w:themeTint="D9"/>
      <w:sz w:val="20"/>
    </w:rPr>
  </w:style>
  <w:style w:type="paragraph" w:customStyle="1" w:styleId="Quoteref">
    <w:name w:val="Quote ref"/>
    <w:basedOn w:val="Quotation"/>
    <w:uiPriority w:val="99"/>
    <w:semiHidden/>
    <w:qFormat/>
    <w:rsid w:val="00F845A3"/>
    <w:pPr>
      <w:spacing w:line="230" w:lineRule="atLeast"/>
      <w:jc w:val="right"/>
    </w:pPr>
    <w:rPr>
      <w:noProof/>
      <w:color w:val="404040" w:themeColor="text1" w:themeTint="BF"/>
      <w:sz w:val="18"/>
    </w:rPr>
  </w:style>
  <w:style w:type="paragraph" w:customStyle="1" w:styleId="zReportDate">
    <w:name w:val="z_Report Date"/>
    <w:basedOn w:val="BodyText"/>
    <w:uiPriority w:val="99"/>
    <w:semiHidden/>
    <w:rsid w:val="00F845A3"/>
    <w:pPr>
      <w:keepNext/>
      <w:spacing w:before="60" w:after="0" w:line="240" w:lineRule="auto"/>
      <w:jc w:val="both"/>
    </w:pPr>
    <w:rPr>
      <w:rFonts w:ascii="Arial" w:eastAsia="Times New Roman" w:hAnsi="Arial"/>
      <w:b/>
      <w:caps/>
      <w:sz w:val="22"/>
      <w:szCs w:val="20"/>
    </w:rPr>
  </w:style>
  <w:style w:type="paragraph" w:customStyle="1" w:styleId="zReportTitle">
    <w:name w:val="z_Report Title"/>
    <w:basedOn w:val="BodyText"/>
    <w:uiPriority w:val="99"/>
    <w:semiHidden/>
    <w:rsid w:val="00F845A3"/>
    <w:pPr>
      <w:keepNext/>
      <w:spacing w:before="1440" w:after="284" w:line="240" w:lineRule="auto"/>
      <w:jc w:val="both"/>
    </w:pPr>
    <w:rPr>
      <w:rFonts w:ascii="Arial" w:eastAsia="Times New Roman" w:hAnsi="Arial"/>
      <w:b/>
      <w:sz w:val="60"/>
      <w:szCs w:val="20"/>
    </w:rPr>
  </w:style>
  <w:style w:type="paragraph" w:customStyle="1" w:styleId="zReportSubTitle">
    <w:name w:val="z_Report Sub Title"/>
    <w:basedOn w:val="BodyText"/>
    <w:uiPriority w:val="99"/>
    <w:semiHidden/>
    <w:rsid w:val="00F845A3"/>
    <w:pPr>
      <w:keepNext/>
      <w:spacing w:before="60" w:after="1040" w:line="240" w:lineRule="auto"/>
      <w:jc w:val="both"/>
    </w:pPr>
    <w:rPr>
      <w:rFonts w:ascii="Arial" w:eastAsia="Times New Roman" w:hAnsi="Arial"/>
      <w:sz w:val="36"/>
      <w:szCs w:val="20"/>
    </w:rPr>
  </w:style>
  <w:style w:type="paragraph" w:customStyle="1" w:styleId="zReportAuthors">
    <w:name w:val="z_Report Authors"/>
    <w:basedOn w:val="BodyText"/>
    <w:uiPriority w:val="99"/>
    <w:semiHidden/>
    <w:rsid w:val="00F845A3"/>
    <w:pPr>
      <w:keepNext/>
      <w:spacing w:before="60" w:after="0" w:line="240" w:lineRule="auto"/>
      <w:jc w:val="both"/>
    </w:pPr>
    <w:rPr>
      <w:rFonts w:eastAsia="Times New Roman"/>
      <w:sz w:val="28"/>
      <w:szCs w:val="20"/>
    </w:rPr>
  </w:style>
  <w:style w:type="table" w:styleId="TableGrid">
    <w:name w:val="Table Grid"/>
    <w:basedOn w:val="TableNormal"/>
    <w:rsid w:val="00F84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summarytext">
    <w:name w:val="Question summary text"/>
    <w:basedOn w:val="BodyText"/>
    <w:uiPriority w:val="20"/>
    <w:semiHidden/>
    <w:rsid w:val="00F845A3"/>
    <w:pPr>
      <w:spacing w:before="120" w:after="60"/>
    </w:pPr>
  </w:style>
  <w:style w:type="paragraph" w:customStyle="1" w:styleId="Finding">
    <w:name w:val="Finding"/>
    <w:basedOn w:val="BodyText"/>
    <w:uiPriority w:val="19"/>
    <w:rsid w:val="00F845A3"/>
    <w:pPr>
      <w:spacing w:after="0" w:line="240" w:lineRule="auto"/>
      <w:jc w:val="center"/>
    </w:pPr>
    <w:rPr>
      <w:rFonts w:ascii="AvenirMaoriBold" w:hAnsi="AvenirMaoriBold"/>
      <w:color w:val="FFFFFF" w:themeColor="background1"/>
      <w:sz w:val="24"/>
    </w:rPr>
  </w:style>
  <w:style w:type="paragraph" w:customStyle="1" w:styleId="Recommendation">
    <w:name w:val="Recommendation"/>
    <w:basedOn w:val="BodyText"/>
    <w:uiPriority w:val="19"/>
    <w:rsid w:val="00F845A3"/>
    <w:pPr>
      <w:spacing w:after="0" w:line="240" w:lineRule="auto"/>
      <w:jc w:val="center"/>
    </w:pPr>
    <w:rPr>
      <w:rFonts w:ascii="AvenirMaoriBold" w:hAnsi="AvenirMaoriBold"/>
      <w:color w:val="FFFFFF" w:themeColor="background1"/>
      <w:sz w:val="24"/>
    </w:rPr>
  </w:style>
  <w:style w:type="paragraph" w:customStyle="1" w:styleId="Notesbodytext">
    <w:name w:val="Notes body text"/>
    <w:basedOn w:val="BodyText"/>
    <w:uiPriority w:val="20"/>
    <w:rsid w:val="002716C0"/>
    <w:pPr>
      <w:numPr>
        <w:numId w:val="7"/>
      </w:numPr>
      <w:spacing w:before="60" w:after="40" w:line="180" w:lineRule="atLeast"/>
    </w:pPr>
    <w:rPr>
      <w:sz w:val="18"/>
    </w:rPr>
  </w:style>
  <w:style w:type="numbering" w:customStyle="1" w:styleId="PCTableNotesList">
    <w:name w:val="PC Table Notes List"/>
    <w:uiPriority w:val="99"/>
    <w:rsid w:val="00F845A3"/>
    <w:pPr>
      <w:numPr>
        <w:numId w:val="7"/>
      </w:numPr>
    </w:pPr>
  </w:style>
  <w:style w:type="paragraph" w:customStyle="1" w:styleId="Notesheading">
    <w:name w:val="Notes heading"/>
    <w:basedOn w:val="Notesbodytext"/>
    <w:next w:val="Notesbodytext"/>
    <w:uiPriority w:val="20"/>
    <w:rsid w:val="002716C0"/>
    <w:pPr>
      <w:keepNext/>
      <w:numPr>
        <w:numId w:val="0"/>
      </w:numPr>
    </w:pPr>
    <w:rPr>
      <w:i/>
    </w:rPr>
  </w:style>
  <w:style w:type="paragraph" w:customStyle="1" w:styleId="Bullet2Blue">
    <w:name w:val="Bullet 2 Blue"/>
    <w:basedOn w:val="BodyText"/>
    <w:uiPriority w:val="7"/>
    <w:rsid w:val="00F845A3"/>
    <w:pPr>
      <w:numPr>
        <w:ilvl w:val="1"/>
        <w:numId w:val="2"/>
      </w:numPr>
      <w:spacing w:after="190"/>
    </w:pPr>
  </w:style>
  <w:style w:type="character" w:styleId="EndnoteReference">
    <w:name w:val="endnote reference"/>
    <w:basedOn w:val="DefaultParagraphFont"/>
    <w:uiPriority w:val="99"/>
    <w:semiHidden/>
    <w:rsid w:val="00F845A3"/>
    <w:rPr>
      <w:vertAlign w:val="superscript"/>
    </w:rPr>
  </w:style>
  <w:style w:type="numbering" w:customStyle="1" w:styleId="PCTableBulletList">
    <w:name w:val="PC Table Bullet List"/>
    <w:basedOn w:val="NoList"/>
    <w:uiPriority w:val="99"/>
    <w:rsid w:val="00F845A3"/>
    <w:pPr>
      <w:numPr>
        <w:numId w:val="6"/>
      </w:numPr>
    </w:pPr>
  </w:style>
  <w:style w:type="paragraph" w:customStyle="1" w:styleId="TableBullet">
    <w:name w:val="Table Bullet"/>
    <w:basedOn w:val="TableBody"/>
    <w:uiPriority w:val="8"/>
    <w:qFormat/>
    <w:rsid w:val="002716C0"/>
    <w:pPr>
      <w:numPr>
        <w:numId w:val="6"/>
      </w:numPr>
    </w:pPr>
  </w:style>
  <w:style w:type="paragraph" w:styleId="Title">
    <w:name w:val="Title"/>
    <w:basedOn w:val="Normal"/>
    <w:next w:val="Normal"/>
    <w:link w:val="TitleChar"/>
    <w:semiHidden/>
    <w:rsid w:val="00F845A3"/>
    <w:pPr>
      <w:pBdr>
        <w:bottom w:val="single" w:sz="8" w:space="4" w:color="4F81BD" w:themeColor="accent1"/>
      </w:pBdr>
      <w:spacing w:after="300"/>
      <w:contextualSpacing/>
    </w:pPr>
    <w:rPr>
      <w:rFonts w:ascii="AvenirMaoriBold" w:eastAsiaTheme="majorEastAsia" w:hAnsi="AvenirMaoriBold"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F845A3"/>
    <w:rPr>
      <w:rFonts w:ascii="AvenirMaoriBold" w:eastAsiaTheme="majorEastAsia" w:hAnsi="AvenirMaoriBold" w:cstheme="majorBidi"/>
      <w:color w:val="17365D" w:themeColor="text2" w:themeShade="BF"/>
      <w:spacing w:val="5"/>
      <w:kern w:val="28"/>
      <w:sz w:val="52"/>
      <w:szCs w:val="52"/>
      <w:lang w:eastAsia="en-US"/>
    </w:rPr>
  </w:style>
  <w:style w:type="character" w:customStyle="1" w:styleId="Boxcharacter">
    <w:name w:val="Box character"/>
    <w:basedOn w:val="DefaultParagraphFont"/>
    <w:uiPriority w:val="19"/>
    <w:rsid w:val="00E84C95"/>
    <w:rPr>
      <w:rFonts w:ascii="AvenirMaoriBold" w:hAnsi="AvenirMaoriBold"/>
      <w:b w:val="0"/>
    </w:rPr>
  </w:style>
  <w:style w:type="paragraph" w:customStyle="1" w:styleId="NumberedHeading3">
    <w:name w:val="Numbered Heading 3"/>
    <w:basedOn w:val="Normal"/>
    <w:next w:val="BodyText"/>
    <w:uiPriority w:val="14"/>
    <w:rsid w:val="00E84C95"/>
    <w:pPr>
      <w:keepNext/>
      <w:keepLines/>
      <w:numPr>
        <w:ilvl w:val="2"/>
        <w:numId w:val="20"/>
      </w:numPr>
      <w:spacing w:before="40" w:after="80" w:line="300" w:lineRule="atLeast"/>
      <w:outlineLvl w:val="2"/>
    </w:pPr>
    <w:rPr>
      <w:rFonts w:ascii="AvenirMaoriBold" w:hAnsi="AvenirMaoriBold"/>
      <w:sz w:val="26"/>
    </w:rPr>
  </w:style>
  <w:style w:type="paragraph" w:customStyle="1" w:styleId="AppendixHeading2">
    <w:name w:val="Appendix Heading 2"/>
    <w:basedOn w:val="Normal"/>
    <w:next w:val="BodyText"/>
    <w:uiPriority w:val="16"/>
    <w:qFormat/>
    <w:rsid w:val="00F845A3"/>
    <w:pPr>
      <w:keepNext/>
      <w:keepLines/>
      <w:numPr>
        <w:ilvl w:val="1"/>
        <w:numId w:val="3"/>
      </w:numPr>
      <w:spacing w:before="160" w:after="160" w:line="340" w:lineRule="atLeast"/>
      <w:outlineLvl w:val="1"/>
    </w:pPr>
    <w:rPr>
      <w:rFonts w:ascii="AvenirMaoriBold" w:hAnsi="AvenirMaoriBold"/>
      <w:color w:val="4298B5"/>
      <w:sz w:val="30"/>
    </w:rPr>
  </w:style>
  <w:style w:type="paragraph" w:customStyle="1" w:styleId="OverviewCaption">
    <w:name w:val="Overview Caption"/>
    <w:basedOn w:val="BodyText"/>
    <w:next w:val="BodyText"/>
    <w:uiPriority w:val="14"/>
    <w:rsid w:val="002716C0"/>
    <w:pPr>
      <w:keepNext/>
      <w:numPr>
        <w:numId w:val="8"/>
      </w:numPr>
      <w:spacing w:before="120" w:after="120" w:line="260" w:lineRule="atLeast"/>
    </w:pPr>
    <w:rPr>
      <w:rFonts w:ascii="AvenirMaoriBold" w:hAnsi="AvenirMaoriBold"/>
    </w:rPr>
  </w:style>
  <w:style w:type="paragraph" w:customStyle="1" w:styleId="OverviewHeading2">
    <w:name w:val="Overview Heading 2"/>
    <w:basedOn w:val="Normal"/>
    <w:next w:val="BodyText"/>
    <w:uiPriority w:val="14"/>
    <w:rsid w:val="00F845A3"/>
    <w:pPr>
      <w:keepNext/>
      <w:keepLines/>
      <w:spacing w:before="160" w:after="160" w:line="340" w:lineRule="atLeast"/>
      <w:outlineLvl w:val="1"/>
    </w:pPr>
    <w:rPr>
      <w:rFonts w:ascii="AvenirMaoriBold" w:hAnsi="AvenirMaoriBold"/>
      <w:color w:val="4298B5"/>
      <w:sz w:val="30"/>
    </w:rPr>
  </w:style>
  <w:style w:type="numbering" w:customStyle="1" w:styleId="PCOverviewCaptionlist">
    <w:name w:val="PC Overview Caption list"/>
    <w:basedOn w:val="NoList"/>
    <w:uiPriority w:val="99"/>
    <w:rsid w:val="00F845A3"/>
    <w:pPr>
      <w:numPr>
        <w:numId w:val="8"/>
      </w:numPr>
    </w:pPr>
  </w:style>
  <w:style w:type="paragraph" w:styleId="BodyTextIndent">
    <w:name w:val="Body Text Indent"/>
    <w:basedOn w:val="Normal"/>
    <w:link w:val="BodyTextIndentChar"/>
    <w:uiPriority w:val="2"/>
    <w:rsid w:val="00575AA7"/>
    <w:pPr>
      <w:spacing w:after="240" w:line="280" w:lineRule="atLeast"/>
      <w:ind w:left="340"/>
    </w:pPr>
  </w:style>
  <w:style w:type="character" w:customStyle="1" w:styleId="BodyTextIndentChar">
    <w:name w:val="Body Text Indent Char"/>
    <w:basedOn w:val="DefaultParagraphFont"/>
    <w:link w:val="BodyTextIndent"/>
    <w:uiPriority w:val="2"/>
    <w:rsid w:val="00575AA7"/>
    <w:rPr>
      <w:rFonts w:ascii="AvenirMaoriLight" w:eastAsia="Calibri" w:hAnsi="AvenirMaoriLight"/>
      <w:sz w:val="21"/>
      <w:szCs w:val="22"/>
      <w:lang w:eastAsia="en-US"/>
    </w:rPr>
  </w:style>
  <w:style w:type="paragraph" w:styleId="CommentText">
    <w:name w:val="annotation text"/>
    <w:basedOn w:val="Normal"/>
    <w:link w:val="CommentTextChar"/>
    <w:uiPriority w:val="99"/>
    <w:semiHidden/>
    <w:rsid w:val="00F845A3"/>
    <w:rPr>
      <w:szCs w:val="20"/>
    </w:rPr>
  </w:style>
  <w:style w:type="character" w:customStyle="1" w:styleId="CommentTextChar">
    <w:name w:val="Comment Text Char"/>
    <w:basedOn w:val="DefaultParagraphFont"/>
    <w:link w:val="CommentText"/>
    <w:uiPriority w:val="99"/>
    <w:semiHidden/>
    <w:rsid w:val="00F845A3"/>
    <w:rPr>
      <w:rFonts w:ascii="AvenirMaoriLight" w:eastAsia="Calibri" w:hAnsi="AvenirMaoriLight"/>
      <w:sz w:val="21"/>
      <w:lang w:eastAsia="en-US"/>
    </w:rPr>
  </w:style>
  <w:style w:type="character" w:styleId="LineNumber">
    <w:name w:val="line number"/>
    <w:basedOn w:val="DefaultParagraphFont"/>
    <w:uiPriority w:val="99"/>
    <w:semiHidden/>
    <w:rsid w:val="00F845A3"/>
  </w:style>
  <w:style w:type="paragraph" w:customStyle="1" w:styleId="Questiontext">
    <w:name w:val="Question text"/>
    <w:basedOn w:val="BodyText"/>
    <w:uiPriority w:val="10"/>
    <w:rsid w:val="00F845A3"/>
    <w:pPr>
      <w:framePr w:hSpace="181" w:wrap="around" w:vAnchor="text" w:hAnchor="text" w:y="1"/>
      <w:suppressOverlap/>
    </w:pPr>
    <w:rPr>
      <w:rFonts w:ascii="AvenirMaoriBold" w:hAnsi="AvenirMaoriBold"/>
    </w:rPr>
  </w:style>
  <w:style w:type="paragraph" w:styleId="BlockText">
    <w:name w:val="Block Text"/>
    <w:basedOn w:val="Normal"/>
    <w:uiPriority w:val="99"/>
    <w:semiHidden/>
    <w:rsid w:val="00F845A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numbering" w:customStyle="1" w:styleId="PCQuotationnumberingliststyle">
    <w:name w:val="PC Quotation numbering list style"/>
    <w:basedOn w:val="NoList"/>
    <w:uiPriority w:val="99"/>
    <w:rsid w:val="00F845A3"/>
    <w:pPr>
      <w:numPr>
        <w:numId w:val="10"/>
      </w:numPr>
    </w:pPr>
  </w:style>
  <w:style w:type="numbering" w:styleId="1ai">
    <w:name w:val="Outline List 1"/>
    <w:basedOn w:val="NoList"/>
    <w:rsid w:val="00F845A3"/>
    <w:pPr>
      <w:numPr>
        <w:numId w:val="12"/>
      </w:numPr>
    </w:pPr>
  </w:style>
  <w:style w:type="paragraph" w:customStyle="1" w:styleId="Pullquote">
    <w:name w:val="Pull quote"/>
    <w:basedOn w:val="Quotation"/>
    <w:link w:val="PullquoteChar"/>
    <w:uiPriority w:val="4"/>
    <w:qFormat/>
    <w:rsid w:val="00F845A3"/>
    <w:rPr>
      <w:rFonts w:ascii="AvenirMaoriBold" w:hAnsi="AvenirMaoriBold"/>
      <w:sz w:val="24"/>
    </w:rPr>
  </w:style>
  <w:style w:type="character" w:customStyle="1" w:styleId="QuotationChar">
    <w:name w:val="Quotation Char"/>
    <w:basedOn w:val="DefaultParagraphFont"/>
    <w:link w:val="Quotation"/>
    <w:uiPriority w:val="4"/>
    <w:rsid w:val="00F845A3"/>
    <w:rPr>
      <w:rFonts w:ascii="AvenirMaoriLight" w:eastAsia="Calibri" w:hAnsi="AvenirMaoriLight"/>
      <w:color w:val="262626" w:themeColor="text1" w:themeTint="D9"/>
      <w:szCs w:val="22"/>
      <w:lang w:eastAsia="en-US"/>
    </w:rPr>
  </w:style>
  <w:style w:type="character" w:customStyle="1" w:styleId="PullquoteChar">
    <w:name w:val="Pull quote Char"/>
    <w:basedOn w:val="QuotationChar"/>
    <w:link w:val="Pullquote"/>
    <w:uiPriority w:val="4"/>
    <w:rsid w:val="00F845A3"/>
    <w:rPr>
      <w:rFonts w:ascii="AvenirMaoriBold" w:eastAsia="Calibri" w:hAnsi="AvenirMaoriBold"/>
      <w:color w:val="262626" w:themeColor="text1" w:themeTint="D9"/>
      <w:sz w:val="24"/>
      <w:szCs w:val="22"/>
      <w:lang w:eastAsia="en-US"/>
    </w:rPr>
  </w:style>
  <w:style w:type="numbering" w:customStyle="1" w:styleId="PCQuestionsummaryList">
    <w:name w:val="PC Question summary List"/>
    <w:basedOn w:val="NoList"/>
    <w:uiPriority w:val="99"/>
    <w:rsid w:val="00F845A3"/>
    <w:pPr>
      <w:numPr>
        <w:numId w:val="11"/>
      </w:numPr>
    </w:pPr>
  </w:style>
  <w:style w:type="paragraph" w:customStyle="1" w:styleId="Questionnumberedsummary">
    <w:name w:val="Question numbered summary"/>
    <w:basedOn w:val="BodyText"/>
    <w:uiPriority w:val="10"/>
    <w:rsid w:val="00F845A3"/>
    <w:pPr>
      <w:ind w:left="567" w:hanging="567"/>
    </w:pPr>
  </w:style>
  <w:style w:type="numbering" w:customStyle="1" w:styleId="PCQuestionList">
    <w:name w:val="PC Question List"/>
    <w:uiPriority w:val="99"/>
    <w:rsid w:val="00F845A3"/>
    <w:pPr>
      <w:numPr>
        <w:numId w:val="13"/>
      </w:numPr>
    </w:pPr>
  </w:style>
  <w:style w:type="character" w:customStyle="1" w:styleId="Questionnumberedsummarycharacter">
    <w:name w:val="Question numbered summary character"/>
    <w:basedOn w:val="DefaultParagraphFont"/>
    <w:uiPriority w:val="10"/>
    <w:qFormat/>
    <w:rsid w:val="00F845A3"/>
    <w:rPr>
      <w:rFonts w:ascii="AvenirMaoriBold" w:hAnsi="AvenirMaoriBold"/>
      <w:b w:val="0"/>
    </w:rPr>
  </w:style>
  <w:style w:type="paragraph" w:customStyle="1" w:styleId="AppendixHeading3">
    <w:name w:val="Appendix Heading 3"/>
    <w:basedOn w:val="Normal"/>
    <w:next w:val="BodyText"/>
    <w:link w:val="AppendixHeading3Char"/>
    <w:uiPriority w:val="16"/>
    <w:qFormat/>
    <w:rsid w:val="00F845A3"/>
    <w:pPr>
      <w:keepNext/>
      <w:keepLines/>
      <w:spacing w:before="40" w:after="80" w:line="300" w:lineRule="atLeast"/>
    </w:pPr>
    <w:rPr>
      <w:rFonts w:ascii="AvenirMaoriBold" w:hAnsi="AvenirMaoriBold"/>
      <w:sz w:val="26"/>
    </w:rPr>
  </w:style>
  <w:style w:type="character" w:customStyle="1" w:styleId="AppendixHeading3Char">
    <w:name w:val="Appendix Heading 3 Char"/>
    <w:basedOn w:val="DefaultParagraphFont"/>
    <w:link w:val="AppendixHeading3"/>
    <w:uiPriority w:val="16"/>
    <w:rsid w:val="00F845A3"/>
    <w:rPr>
      <w:rFonts w:ascii="AvenirMaoriBold" w:eastAsia="Calibri" w:hAnsi="AvenirMaoriBold"/>
      <w:sz w:val="26"/>
      <w:szCs w:val="22"/>
      <w:lang w:eastAsia="en-US"/>
    </w:rPr>
  </w:style>
  <w:style w:type="paragraph" w:customStyle="1" w:styleId="AppendixHeading4">
    <w:name w:val="Appendix Heading 4"/>
    <w:basedOn w:val="Normal"/>
    <w:next w:val="BodyText"/>
    <w:link w:val="AppendixHeading4Char"/>
    <w:uiPriority w:val="16"/>
    <w:qFormat/>
    <w:rsid w:val="00F845A3"/>
    <w:pPr>
      <w:keepNext/>
      <w:keepLines/>
      <w:spacing w:before="40" w:after="60" w:line="260" w:lineRule="atLeast"/>
    </w:pPr>
    <w:rPr>
      <w:rFonts w:ascii="AvenirMaoriBold" w:hAnsi="AvenirMaoriBold"/>
      <w:sz w:val="22"/>
    </w:rPr>
  </w:style>
  <w:style w:type="character" w:customStyle="1" w:styleId="AppendixHeading4Char">
    <w:name w:val="Appendix Heading 4 Char"/>
    <w:basedOn w:val="DefaultParagraphFont"/>
    <w:link w:val="AppendixHeading4"/>
    <w:uiPriority w:val="16"/>
    <w:rsid w:val="00F845A3"/>
    <w:rPr>
      <w:rFonts w:ascii="AvenirMaoriBold" w:eastAsia="Calibri" w:hAnsi="AvenirMaoriBold"/>
      <w:sz w:val="22"/>
      <w:szCs w:val="22"/>
      <w:lang w:eastAsia="en-US"/>
    </w:rPr>
  </w:style>
  <w:style w:type="paragraph" w:customStyle="1" w:styleId="AppendixHeading5">
    <w:name w:val="Appendix Heading 5"/>
    <w:basedOn w:val="Normal"/>
    <w:next w:val="BodyText"/>
    <w:uiPriority w:val="16"/>
    <w:qFormat/>
    <w:rsid w:val="00F845A3"/>
    <w:pPr>
      <w:keepNext/>
      <w:keepLines/>
      <w:spacing w:before="40" w:after="60" w:line="270" w:lineRule="atLeast"/>
    </w:pPr>
    <w:rPr>
      <w:rFonts w:ascii="AvenirMaoriBold" w:hAnsi="AvenirMaoriBold"/>
      <w:color w:val="404040" w:themeColor="text1" w:themeTint="BF"/>
    </w:rPr>
  </w:style>
  <w:style w:type="table" w:customStyle="1" w:styleId="ADXTextTable">
    <w:name w:val="ADXTextTable"/>
    <w:basedOn w:val="TableNormal"/>
    <w:uiPriority w:val="99"/>
    <w:rsid w:val="00F845A3"/>
    <w:rPr>
      <w:rFonts w:ascii="AvenirMaoriLight" w:hAnsi="AvenirMaoriLight"/>
    </w:rPr>
    <w:tblPr>
      <w:tblStyleRowBandSize w:val="1"/>
      <w:tblBorders>
        <w:top w:val="single" w:sz="12" w:space="0" w:color="000000"/>
        <w:bottom w:val="single" w:sz="12" w:space="0" w:color="000000"/>
        <w:insideH w:val="single" w:sz="6" w:space="0" w:color="000000"/>
      </w:tblBorders>
    </w:tblPr>
    <w:tcPr>
      <w:shd w:val="clear" w:color="auto" w:fill="auto"/>
    </w:tcPr>
    <w:tblStylePr w:type="firstRow">
      <w:rPr>
        <w:rFonts w:ascii="Avenir LT Std 55 Roman" w:hAnsi="Avenir LT Std 55 Roman"/>
        <w:b w:val="0"/>
        <w:bCs/>
        <w:color w:val="FFFFFF" w:themeColor="background1"/>
      </w:rPr>
      <w:tblPr/>
      <w:trPr>
        <w:tblHeader/>
      </w:trPr>
      <w:tcPr>
        <w:tcBorders>
          <w:bottom w:val="single" w:sz="12" w:space="0" w:color="000000"/>
        </w:tcBorders>
        <w:shd w:val="clear" w:color="auto" w:fill="595959" w:themeFill="text1" w:themeFillTint="A6"/>
      </w:tcPr>
    </w:tblStylePr>
    <w:tblStylePr w:type="lastRow">
      <w:rPr>
        <w:rFonts w:ascii="Avenir LT Std 35 Light" w:hAnsi="Avenir LT Std 35 Light"/>
        <w:i w:val="0"/>
        <w:sz w:val="18"/>
      </w:rPr>
      <w:tblPr/>
      <w:tcPr>
        <w:tcBorders>
          <w:top w:val="single" w:sz="12" w:space="0" w:color="000000"/>
          <w:tl2br w:val="none" w:sz="0" w:space="0" w:color="auto"/>
          <w:tr2bl w:val="none" w:sz="0" w:space="0" w:color="auto"/>
        </w:tcBorders>
      </w:tcPr>
    </w:tblStylePr>
    <w:tblStylePr w:type="band1Horz">
      <w:rPr>
        <w:rFonts w:ascii="Avenir LT Std 35 Light" w:hAnsi="Avenir LT Std 35 Light"/>
        <w:sz w:val="18"/>
      </w:rPr>
      <w:tblPr/>
      <w:tcPr>
        <w:shd w:val="clear" w:color="auto" w:fill="FAFCFD"/>
      </w:tcPr>
    </w:tblStylePr>
    <w:tblStylePr w:type="band2Horz">
      <w:tblPr/>
      <w:tcPr>
        <w:shd w:val="clear" w:color="auto" w:fill="F1F7FA"/>
      </w:tcPr>
    </w:tblStylePr>
    <w:tblStylePr w:type="swCell">
      <w:rPr>
        <w:i/>
        <w:iCs/>
        <w:color w:val="000080"/>
      </w:rPr>
      <w:tblPr/>
      <w:tcPr>
        <w:tcBorders>
          <w:tl2br w:val="none" w:sz="0" w:space="0" w:color="auto"/>
          <w:tr2bl w:val="none" w:sz="0" w:space="0" w:color="auto"/>
        </w:tcBorders>
      </w:tcPr>
    </w:tblStylePr>
  </w:style>
  <w:style w:type="table" w:customStyle="1" w:styleId="ADXDataTable">
    <w:name w:val="ADXDataTable"/>
    <w:basedOn w:val="ADXTextTable"/>
    <w:uiPriority w:val="99"/>
    <w:rsid w:val="002716C0"/>
    <w:tblPr>
      <w:tblCellMar>
        <w:left w:w="57" w:type="dxa"/>
        <w:right w:w="57" w:type="dxa"/>
      </w:tblCellMar>
    </w:tblPr>
    <w:tcPr>
      <w:shd w:val="clear" w:color="auto" w:fill="auto"/>
    </w:tcPr>
    <w:tblStylePr w:type="firstRow">
      <w:rPr>
        <w:rFonts w:ascii="Avenir LT Std 55 Roman" w:hAnsi="Avenir LT Std 55 Roman"/>
        <w:b w:val="0"/>
        <w:bCs/>
        <w:color w:val="FFFFFF" w:themeColor="background1"/>
      </w:rPr>
      <w:tblPr/>
      <w:trPr>
        <w:tblHeader/>
      </w:trPr>
      <w:tcPr>
        <w:tcBorders>
          <w:bottom w:val="single" w:sz="12" w:space="0" w:color="000000"/>
        </w:tcBorders>
        <w:shd w:val="clear" w:color="auto" w:fill="595959" w:themeFill="text1" w:themeFillTint="A6"/>
      </w:tcPr>
    </w:tblStylePr>
    <w:tblStylePr w:type="lastRow">
      <w:rPr>
        <w:rFonts w:ascii="Avenir LT Std 35 Light" w:hAnsi="Avenir LT Std 35 Light"/>
        <w:i w:val="0"/>
        <w:sz w:val="18"/>
      </w:rPr>
      <w:tblPr/>
      <w:tcPr>
        <w:tcBorders>
          <w:top w:val="single" w:sz="12" w:space="0" w:color="000000"/>
          <w:tl2br w:val="none" w:sz="0" w:space="0" w:color="auto"/>
          <w:tr2bl w:val="none" w:sz="0" w:space="0" w:color="auto"/>
        </w:tcBorders>
      </w:tcPr>
    </w:tblStylePr>
    <w:tblStylePr w:type="band1Horz">
      <w:rPr>
        <w:rFonts w:ascii="Avenir LT Std 35 Light" w:hAnsi="Avenir LT Std 35 Light"/>
        <w:sz w:val="18"/>
      </w:rPr>
      <w:tblPr/>
      <w:tcPr>
        <w:shd w:val="clear" w:color="auto" w:fill="FAFCFD"/>
      </w:tcPr>
    </w:tblStylePr>
    <w:tblStylePr w:type="band2Horz">
      <w:tblPr/>
      <w:tcPr>
        <w:shd w:val="clear" w:color="auto" w:fill="F1F7FA"/>
      </w:tcPr>
    </w:tblStylePr>
    <w:tblStylePr w:type="swCell">
      <w:rPr>
        <w:i/>
        <w:iCs/>
        <w:color w:val="000080"/>
      </w:rPr>
      <w:tblPr/>
      <w:tcPr>
        <w:tcBorders>
          <w:tl2br w:val="none" w:sz="0" w:space="0" w:color="auto"/>
          <w:tr2bl w:val="none" w:sz="0" w:space="0" w:color="auto"/>
        </w:tcBorders>
      </w:tcPr>
    </w:tblStylePr>
  </w:style>
  <w:style w:type="paragraph" w:customStyle="1" w:styleId="Quotationbullet">
    <w:name w:val="Quotation bullet"/>
    <w:basedOn w:val="Quotation"/>
    <w:uiPriority w:val="5"/>
    <w:rsid w:val="002716C0"/>
    <w:pPr>
      <w:numPr>
        <w:numId w:val="9"/>
      </w:numPr>
      <w:ind w:left="850" w:hanging="425"/>
    </w:pPr>
    <w:rPr>
      <w:sz w:val="19"/>
    </w:rPr>
  </w:style>
  <w:style w:type="paragraph" w:customStyle="1" w:styleId="Quotationnumberedlist">
    <w:name w:val="Quotation numbered list"/>
    <w:basedOn w:val="Quotation"/>
    <w:uiPriority w:val="5"/>
    <w:rsid w:val="002716C0"/>
    <w:pPr>
      <w:numPr>
        <w:numId w:val="10"/>
      </w:numPr>
      <w:ind w:left="850" w:hanging="425"/>
    </w:pPr>
    <w:rPr>
      <w:sz w:val="19"/>
    </w:rPr>
  </w:style>
  <w:style w:type="paragraph" w:styleId="ListParagraph">
    <w:name w:val="List Paragraph"/>
    <w:basedOn w:val="Normal"/>
    <w:uiPriority w:val="34"/>
    <w:qFormat/>
    <w:rsid w:val="00180C56"/>
    <w:pPr>
      <w:spacing w:after="200" w:line="276" w:lineRule="auto"/>
      <w:ind w:left="720"/>
      <w:contextualSpacing/>
    </w:pPr>
    <w:rPr>
      <w:rFonts w:asciiTheme="minorHAnsi" w:eastAsiaTheme="minorHAnsi" w:hAnsiTheme="minorHAnsi" w:cstheme="minorBidi"/>
      <w:sz w:val="22"/>
    </w:rPr>
  </w:style>
  <w:style w:type="character" w:styleId="Emphasis">
    <w:name w:val="Emphasis"/>
    <w:basedOn w:val="DefaultParagraphFont"/>
    <w:uiPriority w:val="20"/>
    <w:qFormat/>
    <w:rsid w:val="0024153B"/>
    <w:rPr>
      <w:i/>
      <w:iCs/>
    </w:rPr>
  </w:style>
  <w:style w:type="paragraph" w:styleId="CommentSubject">
    <w:name w:val="annotation subject"/>
    <w:basedOn w:val="CommentText"/>
    <w:next w:val="CommentText"/>
    <w:link w:val="CommentSubjectChar"/>
    <w:uiPriority w:val="99"/>
    <w:semiHidden/>
    <w:unhideWhenUsed/>
    <w:rsid w:val="00D77F45"/>
    <w:rPr>
      <w:b/>
      <w:bCs/>
      <w:sz w:val="20"/>
    </w:rPr>
  </w:style>
  <w:style w:type="character" w:customStyle="1" w:styleId="CommentSubjectChar">
    <w:name w:val="Comment Subject Char"/>
    <w:basedOn w:val="CommentTextChar"/>
    <w:link w:val="CommentSubject"/>
    <w:uiPriority w:val="99"/>
    <w:semiHidden/>
    <w:rsid w:val="00D77F45"/>
    <w:rPr>
      <w:rFonts w:ascii="AvenirMaoriLight" w:eastAsia="Calibri" w:hAnsi="AvenirMaoriLight"/>
      <w:b/>
      <w:bCs/>
      <w:sz w:val="21"/>
      <w:lang w:eastAsia="en-US"/>
    </w:rPr>
  </w:style>
  <w:style w:type="character" w:styleId="FollowedHyperlink">
    <w:name w:val="FollowedHyperlink"/>
    <w:basedOn w:val="DefaultParagraphFont"/>
    <w:uiPriority w:val="99"/>
    <w:semiHidden/>
    <w:unhideWhenUsed/>
    <w:rsid w:val="00DF173D"/>
    <w:rPr>
      <w:color w:val="800080" w:themeColor="followedHyperlink"/>
      <w:u w:val="single"/>
    </w:rPr>
  </w:style>
  <w:style w:type="paragraph" w:customStyle="1" w:styleId="Default">
    <w:name w:val="Default"/>
    <w:rsid w:val="00DF173D"/>
    <w:pPr>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9C735F"/>
    <w:pPr>
      <w:spacing w:before="100" w:beforeAutospacing="1" w:after="100" w:afterAutospacing="1"/>
    </w:pPr>
    <w:rPr>
      <w:rFonts w:ascii="Times New Roman" w:eastAsia="Times New Roman" w:hAnsi="Times New Roman"/>
      <w:sz w:val="24"/>
      <w:szCs w:val="24"/>
      <w:lang w:eastAsia="en-NZ"/>
    </w:rPr>
  </w:style>
  <w:style w:type="table" w:customStyle="1" w:styleId="ProdCommTable">
    <w:name w:val="Prod Comm Table"/>
    <w:basedOn w:val="TableNormal"/>
    <w:uiPriority w:val="99"/>
    <w:rsid w:val="003F2B8C"/>
    <w:rPr>
      <w:rFonts w:ascii="Avenir LT Std 35 Light" w:hAnsi="Avenir LT Std 35 Light"/>
    </w:rPr>
    <w:tblPr>
      <w:tblStyleRowBandSize w:val="1"/>
      <w:tblBorders>
        <w:top w:val="single" w:sz="12" w:space="0" w:color="000000"/>
        <w:bottom w:val="single" w:sz="12" w:space="0" w:color="000000"/>
        <w:insideH w:val="single" w:sz="6" w:space="0" w:color="000000"/>
      </w:tblBorders>
    </w:tblPr>
    <w:tcPr>
      <w:shd w:val="clear" w:color="auto" w:fill="auto"/>
    </w:tcPr>
    <w:tblStylePr w:type="firstRow">
      <w:rPr>
        <w:rFonts w:ascii="Avenir LT Std 55 Roman" w:hAnsi="Avenir LT Std 55 Roman"/>
        <w:b w:val="0"/>
        <w:bCs/>
        <w:color w:val="FFFFFF" w:themeColor="background1"/>
      </w:rPr>
      <w:tblPr/>
      <w:tcPr>
        <w:tcBorders>
          <w:bottom w:val="single" w:sz="12" w:space="0" w:color="000000"/>
          <w:tl2br w:val="none" w:sz="0" w:space="0" w:color="auto"/>
          <w:tr2bl w:val="none" w:sz="0" w:space="0" w:color="auto"/>
        </w:tcBorders>
        <w:shd w:val="clear" w:color="auto" w:fill="595959" w:themeFill="text1" w:themeFillTint="A6"/>
      </w:tcPr>
    </w:tblStylePr>
    <w:tblStylePr w:type="lastRow">
      <w:rPr>
        <w:rFonts w:ascii="Avenir LT Std 35 Light" w:hAnsi="Avenir LT Std 35 Light"/>
        <w:i w:val="0"/>
        <w:sz w:val="18"/>
      </w:rPr>
      <w:tblPr/>
      <w:tcPr>
        <w:tcBorders>
          <w:top w:val="single" w:sz="12" w:space="0" w:color="000000"/>
          <w:tl2br w:val="none" w:sz="0" w:space="0" w:color="auto"/>
          <w:tr2bl w:val="none" w:sz="0" w:space="0" w:color="auto"/>
        </w:tcBorders>
      </w:tcPr>
    </w:tblStylePr>
    <w:tblStylePr w:type="band1Horz">
      <w:rPr>
        <w:rFonts w:ascii="Avenir LT Std 35 Light" w:hAnsi="Avenir LT Std 35 Light"/>
        <w:sz w:val="18"/>
      </w:rPr>
      <w:tblPr/>
      <w:tcPr>
        <w:shd w:val="clear" w:color="auto" w:fill="FAFCFD"/>
      </w:tcPr>
    </w:tblStylePr>
    <w:tblStylePr w:type="band2Horz">
      <w:tblPr/>
      <w:tcPr>
        <w:shd w:val="clear" w:color="auto" w:fill="F1F7FA"/>
      </w:tcPr>
    </w:tblStylePr>
    <w:tblStylePr w:type="swCell">
      <w:rPr>
        <w:i/>
        <w:iCs/>
        <w:color w:val="000080"/>
      </w:rPr>
      <w:tblPr/>
      <w:tcPr>
        <w:tcBorders>
          <w:tl2br w:val="none" w:sz="0" w:space="0" w:color="auto"/>
          <w:tr2bl w:val="none" w:sz="0" w:space="0" w:color="auto"/>
        </w:tcBorders>
      </w:tcPr>
    </w:tblStylePr>
  </w:style>
  <w:style w:type="paragraph" w:customStyle="1" w:styleId="Hidden2stylefixheadingsnumbering">
    <w:name w:val="Hidden 2 style fix headings numbering"/>
    <w:basedOn w:val="Normal"/>
    <w:uiPriority w:val="9"/>
    <w:rsid w:val="003F2B8C"/>
    <w:pPr>
      <w:ind w:left="851" w:hanging="851"/>
    </w:pPr>
  </w:style>
  <w:style w:type="paragraph" w:styleId="Revision">
    <w:name w:val="Revision"/>
    <w:hidden/>
    <w:uiPriority w:val="99"/>
    <w:semiHidden/>
    <w:rsid w:val="005844A2"/>
    <w:rPr>
      <w:rFonts w:ascii="AvenirMaoriLight" w:eastAsia="Calibri" w:hAnsi="AvenirMaoriLight"/>
      <w:sz w:val="21"/>
      <w:szCs w:val="22"/>
      <w:lang w:eastAsia="en-US"/>
    </w:rPr>
  </w:style>
  <w:style w:type="character" w:customStyle="1" w:styleId="defaultchar">
    <w:name w:val="default__char"/>
    <w:basedOn w:val="DefaultParagraphFont"/>
    <w:rsid w:val="00883848"/>
  </w:style>
  <w:style w:type="character" w:styleId="Strong">
    <w:name w:val="Strong"/>
    <w:basedOn w:val="DefaultParagraphFont"/>
    <w:uiPriority w:val="22"/>
    <w:qFormat/>
    <w:rsid w:val="00A75F2B"/>
    <w:rPr>
      <w:b/>
      <w:bCs/>
    </w:rPr>
  </w:style>
  <w:style w:type="paragraph" w:customStyle="1" w:styleId="Pa21">
    <w:name w:val="Pa21"/>
    <w:basedOn w:val="Default"/>
    <w:next w:val="Default"/>
    <w:uiPriority w:val="99"/>
    <w:rsid w:val="00677706"/>
    <w:pPr>
      <w:spacing w:line="301" w:lineRule="atLeast"/>
    </w:pPr>
    <w:rPr>
      <w:rFonts w:ascii="Gill Sans MT Pro Light" w:hAnsi="Gill Sans MT Pro Light" w:cs="Times New Roman"/>
      <w:color w:val="auto"/>
    </w:rPr>
  </w:style>
  <w:style w:type="character" w:customStyle="1" w:styleId="A15">
    <w:name w:val="A15"/>
    <w:uiPriority w:val="99"/>
    <w:rsid w:val="00677706"/>
    <w:rPr>
      <w:rFonts w:cs="Gill Sans MT Pro Light"/>
      <w:color w:val="000000"/>
      <w:sz w:val="11"/>
      <w:szCs w:val="11"/>
    </w:rPr>
  </w:style>
  <w:style w:type="character" w:customStyle="1" w:styleId="A13">
    <w:name w:val="A13"/>
    <w:uiPriority w:val="99"/>
    <w:rsid w:val="00677706"/>
    <w:rPr>
      <w:rFonts w:cs="Gill Sans MT Pro Light"/>
      <w:b/>
      <w:bCs/>
      <w:color w:val="000000"/>
    </w:rPr>
  </w:style>
  <w:style w:type="paragraph" w:customStyle="1" w:styleId="TGnumberedbodytext">
    <w:name w:val="*TG numbered body text"/>
    <w:basedOn w:val="Normal"/>
    <w:link w:val="TGnumberedbodytextChar"/>
    <w:rsid w:val="00D04A25"/>
    <w:pPr>
      <w:tabs>
        <w:tab w:val="num" w:pos="357"/>
      </w:tabs>
      <w:spacing w:before="240" w:after="240"/>
      <w:ind w:left="357" w:hanging="360"/>
      <w:jc w:val="both"/>
    </w:pPr>
    <w:rPr>
      <w:rFonts w:ascii="Arial" w:eastAsia="Times New Roman" w:hAnsi="Arial"/>
      <w:sz w:val="22"/>
      <w:szCs w:val="20"/>
    </w:rPr>
  </w:style>
  <w:style w:type="paragraph" w:customStyle="1" w:styleId="TGabcindent">
    <w:name w:val="*TG abc indent"/>
    <w:basedOn w:val="TGnumberedbodytext"/>
    <w:rsid w:val="00D04A25"/>
    <w:pPr>
      <w:tabs>
        <w:tab w:val="clear" w:pos="357"/>
        <w:tab w:val="num" w:pos="0"/>
        <w:tab w:val="num" w:pos="360"/>
      </w:tabs>
      <w:spacing w:before="0"/>
      <w:ind w:left="-63" w:hanging="435"/>
    </w:pPr>
  </w:style>
  <w:style w:type="paragraph" w:customStyle="1" w:styleId="TGabcdoubleindent">
    <w:name w:val="*TG abc double indent"/>
    <w:basedOn w:val="TGabcindent"/>
    <w:rsid w:val="00D04A25"/>
    <w:pPr>
      <w:tabs>
        <w:tab w:val="num" w:pos="1800"/>
      </w:tabs>
      <w:ind w:left="225" w:hanging="360"/>
    </w:pPr>
  </w:style>
  <w:style w:type="character" w:customStyle="1" w:styleId="TGnumberedbodytextChar">
    <w:name w:val="*TG numbered body text Char"/>
    <w:link w:val="TGnumberedbodytext"/>
    <w:locked/>
    <w:rsid w:val="00D04A25"/>
    <w:rPr>
      <w:rFonts w:ascii="Arial" w:hAnsi="Arial"/>
      <w:sz w:val="22"/>
      <w:lang w:eastAsia="en-US"/>
    </w:rPr>
  </w:style>
  <w:style w:type="paragraph" w:customStyle="1" w:styleId="CM22">
    <w:name w:val="CM22"/>
    <w:basedOn w:val="Default"/>
    <w:next w:val="Default"/>
    <w:uiPriority w:val="99"/>
    <w:rsid w:val="007E2EAD"/>
    <w:rPr>
      <w:rFonts w:ascii="HelveticaNeueLT Std Lt" w:hAnsi="HelveticaNeueLT Std Lt" w:cs="Times New Roman"/>
      <w:color w:val="auto"/>
    </w:rPr>
  </w:style>
  <w:style w:type="paragraph" w:customStyle="1" w:styleId="CM20">
    <w:name w:val="CM20"/>
    <w:basedOn w:val="Default"/>
    <w:next w:val="Default"/>
    <w:uiPriority w:val="99"/>
    <w:rsid w:val="007E2EAD"/>
    <w:rPr>
      <w:rFonts w:ascii="HelveticaNeueLT Std Lt" w:hAnsi="HelveticaNeueLT Std Lt" w:cs="Times New Roman"/>
      <w:color w:val="auto"/>
    </w:rPr>
  </w:style>
  <w:style w:type="paragraph" w:customStyle="1" w:styleId="Keypointtext">
    <w:name w:val="Key point text"/>
    <w:basedOn w:val="Normal"/>
    <w:rsid w:val="00E109E5"/>
    <w:pPr>
      <w:spacing w:before="120" w:line="260" w:lineRule="atLeast"/>
    </w:pPr>
    <w:rPr>
      <w:rFonts w:ascii="Arial" w:eastAsia="Times New Roman" w:hAnsi="Arial"/>
      <w:sz w:val="20"/>
      <w:szCs w:val="24"/>
    </w:rPr>
  </w:style>
  <w:style w:type="paragraph" w:customStyle="1" w:styleId="Pa4">
    <w:name w:val="Pa4"/>
    <w:basedOn w:val="Default"/>
    <w:next w:val="Default"/>
    <w:uiPriority w:val="99"/>
    <w:rsid w:val="00CF0B87"/>
    <w:pPr>
      <w:spacing w:line="191" w:lineRule="atLeast"/>
    </w:pPr>
    <w:rPr>
      <w:rFonts w:ascii="Franklin Gothic Book" w:hAnsi="Franklin Gothic Book" w:cs="Times New Roman"/>
      <w:color w:val="auto"/>
    </w:rPr>
  </w:style>
  <w:style w:type="paragraph" w:customStyle="1" w:styleId="text">
    <w:name w:val="text"/>
    <w:basedOn w:val="Normal"/>
    <w:rsid w:val="00401323"/>
    <w:pPr>
      <w:spacing w:before="100" w:beforeAutospacing="1" w:after="100" w:afterAutospacing="1"/>
    </w:pPr>
    <w:rPr>
      <w:rFonts w:ascii="Times New Roman" w:eastAsia="Times New Roman" w:hAnsi="Times New Roman"/>
      <w:sz w:val="24"/>
      <w:szCs w:val="24"/>
      <w:lang w:eastAsia="en-NZ"/>
    </w:rPr>
  </w:style>
  <w:style w:type="character" w:customStyle="1" w:styleId="label">
    <w:name w:val="label"/>
    <w:basedOn w:val="DefaultParagraphFont"/>
    <w:rsid w:val="00401323"/>
  </w:style>
  <w:style w:type="numbering" w:customStyle="1" w:styleId="PCHeadingslist1">
    <w:name w:val="PC Headings list1"/>
    <w:basedOn w:val="NoList"/>
    <w:uiPriority w:val="99"/>
    <w:rsid w:val="00977EA8"/>
    <w:pPr>
      <w:numPr>
        <w:numId w:val="15"/>
      </w:numPr>
    </w:pPr>
  </w:style>
  <w:style w:type="numbering" w:customStyle="1" w:styleId="PCNumberedlist1">
    <w:name w:val="PC Numbered list1"/>
    <w:uiPriority w:val="99"/>
    <w:rsid w:val="00977EA8"/>
  </w:style>
  <w:style w:type="character" w:customStyle="1" w:styleId="apple-converted-space">
    <w:name w:val="apple-converted-space"/>
    <w:basedOn w:val="DefaultParagraphFont"/>
    <w:rsid w:val="000E5045"/>
  </w:style>
  <w:style w:type="paragraph" w:customStyle="1" w:styleId="Pa2">
    <w:name w:val="Pa2"/>
    <w:basedOn w:val="Default"/>
    <w:next w:val="Default"/>
    <w:uiPriority w:val="99"/>
    <w:rsid w:val="007A62A6"/>
    <w:pPr>
      <w:spacing w:line="241" w:lineRule="atLeast"/>
    </w:pPr>
    <w:rPr>
      <w:rFonts w:ascii="Arial" w:hAnsi="Arial" w:cs="Arial"/>
      <w:color w:val="auto"/>
    </w:rPr>
  </w:style>
  <w:style w:type="character" w:customStyle="1" w:styleId="A12">
    <w:name w:val="A12"/>
    <w:uiPriority w:val="99"/>
    <w:rsid w:val="007A62A6"/>
    <w:rPr>
      <w:i/>
      <w:iCs/>
      <w:color w:val="000000"/>
      <w:sz w:val="19"/>
      <w:szCs w:val="19"/>
    </w:rPr>
  </w:style>
  <w:style w:type="paragraph" w:customStyle="1" w:styleId="Pa9">
    <w:name w:val="Pa9"/>
    <w:basedOn w:val="Default"/>
    <w:next w:val="Default"/>
    <w:uiPriority w:val="99"/>
    <w:rsid w:val="007A62A6"/>
    <w:pPr>
      <w:spacing w:line="241" w:lineRule="atLeast"/>
    </w:pPr>
    <w:rPr>
      <w:rFonts w:ascii="Arial" w:hAnsi="Arial" w:cs="Arial"/>
      <w:color w:val="auto"/>
    </w:rPr>
  </w:style>
  <w:style w:type="character" w:customStyle="1" w:styleId="A5">
    <w:name w:val="A5"/>
    <w:uiPriority w:val="99"/>
    <w:rsid w:val="007A62A6"/>
    <w:rPr>
      <w:i/>
      <w:iCs/>
      <w:color w:val="000000"/>
      <w:sz w:val="12"/>
      <w:szCs w:val="12"/>
    </w:rPr>
  </w:style>
  <w:style w:type="character" w:customStyle="1" w:styleId="A1">
    <w:name w:val="A1"/>
    <w:uiPriority w:val="99"/>
    <w:rsid w:val="00034880"/>
    <w:rPr>
      <w:rFonts w:cs="AUdimat"/>
      <w:color w:val="000000"/>
      <w:sz w:val="64"/>
      <w:szCs w:val="64"/>
    </w:rPr>
  </w:style>
  <w:style w:type="character" w:customStyle="1" w:styleId="A2">
    <w:name w:val="A2"/>
    <w:uiPriority w:val="99"/>
    <w:rsid w:val="00034880"/>
    <w:rPr>
      <w:rFonts w:cs="AUdimat"/>
      <w:b/>
      <w:bCs/>
      <w:color w:val="000000"/>
      <w:sz w:val="85"/>
      <w:szCs w:val="85"/>
    </w:rPr>
  </w:style>
  <w:style w:type="numbering" w:customStyle="1" w:styleId="PCTablenotes">
    <w:name w:val="PC Table notes"/>
    <w:uiPriority w:val="99"/>
    <w:rsid w:val="00275723"/>
    <w:pPr>
      <w:numPr>
        <w:numId w:val="14"/>
      </w:numPr>
    </w:pPr>
  </w:style>
  <w:style w:type="paragraph" w:styleId="TableofFigures">
    <w:name w:val="table of figures"/>
    <w:basedOn w:val="Normal"/>
    <w:next w:val="Normal"/>
    <w:uiPriority w:val="99"/>
    <w:rsid w:val="00D10D17"/>
    <w:rPr>
      <w:sz w:val="20"/>
    </w:rPr>
  </w:style>
  <w:style w:type="numbering" w:customStyle="1" w:styleId="PCTablenoteslist0">
    <w:name w:val="PC Table noteslist"/>
    <w:uiPriority w:val="99"/>
    <w:rsid w:val="006A4F74"/>
    <w:pPr>
      <w:numPr>
        <w:numId w:val="16"/>
      </w:numPr>
    </w:pPr>
  </w:style>
  <w:style w:type="character" w:customStyle="1" w:styleId="TORtitleChar">
    <w:name w:val="TOR title Char"/>
    <w:basedOn w:val="DefaultParagraphFont"/>
    <w:link w:val="TORtitle"/>
    <w:uiPriority w:val="18"/>
    <w:locked/>
    <w:rsid w:val="006A4F74"/>
    <w:rPr>
      <w:rFonts w:ascii="AvenirMaoriBold" w:hAnsi="AvenirMaoriBold"/>
      <w:bCs/>
      <w:caps/>
      <w:sz w:val="26"/>
      <w:lang w:eastAsia="en-US"/>
    </w:rPr>
  </w:style>
  <w:style w:type="paragraph" w:customStyle="1" w:styleId="TORtitle">
    <w:name w:val="TOR title"/>
    <w:basedOn w:val="Heading3"/>
    <w:link w:val="TORtitleChar"/>
    <w:uiPriority w:val="18"/>
    <w:qFormat/>
    <w:rsid w:val="006A4F74"/>
    <w:pPr>
      <w:spacing w:before="40" w:after="180"/>
    </w:pPr>
    <w:rPr>
      <w:caps/>
      <w:szCs w:val="20"/>
    </w:rPr>
  </w:style>
  <w:style w:type="character" w:customStyle="1" w:styleId="ToRHeading2Char">
    <w:name w:val="ToR Heading 2 Char"/>
    <w:basedOn w:val="Heading4Char"/>
    <w:link w:val="ToRHeading2"/>
    <w:uiPriority w:val="18"/>
    <w:locked/>
    <w:rsid w:val="006A4F74"/>
    <w:rPr>
      <w:rFonts w:ascii="AvenirMaoriBold" w:hAnsi="AvenirMaoriBold"/>
      <w:b/>
      <w:bCs/>
      <w:iCs/>
      <w:sz w:val="22"/>
      <w:szCs w:val="22"/>
      <w:lang w:eastAsia="en-US"/>
    </w:rPr>
  </w:style>
  <w:style w:type="paragraph" w:customStyle="1" w:styleId="ToRHeading2">
    <w:name w:val="ToR Heading 2"/>
    <w:basedOn w:val="Heading4"/>
    <w:link w:val="ToRHeading2Char"/>
    <w:uiPriority w:val="18"/>
    <w:qFormat/>
    <w:rsid w:val="006A4F74"/>
    <w:pPr>
      <w:spacing w:after="40" w:line="300" w:lineRule="atLeast"/>
    </w:pPr>
    <w:rPr>
      <w:b/>
    </w:rPr>
  </w:style>
  <w:style w:type="paragraph" w:customStyle="1" w:styleId="Title3">
    <w:name w:val="Title 3"/>
    <w:basedOn w:val="Title2"/>
    <w:uiPriority w:val="99"/>
    <w:semiHidden/>
    <w:qFormat/>
    <w:rsid w:val="006A4F74"/>
    <w:pPr>
      <w:spacing w:after="80"/>
    </w:pPr>
    <w:rPr>
      <w:sz w:val="64"/>
    </w:rPr>
  </w:style>
  <w:style w:type="numbering" w:customStyle="1" w:styleId="PCBoxList1">
    <w:name w:val="PC Box List1"/>
    <w:uiPriority w:val="99"/>
    <w:rsid w:val="006A4F74"/>
  </w:style>
  <w:style w:type="paragraph" w:customStyle="1" w:styleId="zreferences">
    <w:name w:val="z_references"/>
    <w:basedOn w:val="Normal"/>
    <w:uiPriority w:val="99"/>
    <w:qFormat/>
    <w:rsid w:val="006A4F74"/>
    <w:pPr>
      <w:spacing w:after="190" w:line="270" w:lineRule="atLeast"/>
      <w:ind w:left="567" w:hanging="567"/>
    </w:pPr>
    <w:rPr>
      <w:sz w:val="20"/>
    </w:rPr>
  </w:style>
  <w:style w:type="character" w:styleId="HTMLCite">
    <w:name w:val="HTML Cite"/>
    <w:basedOn w:val="DefaultParagraphFont"/>
    <w:uiPriority w:val="99"/>
    <w:semiHidden/>
    <w:unhideWhenUsed/>
    <w:rsid w:val="00BC5B0F"/>
    <w:rPr>
      <w:i/>
      <w:iCs/>
    </w:rPr>
  </w:style>
  <w:style w:type="paragraph" w:customStyle="1" w:styleId="zeven">
    <w:name w:val="z_even"/>
    <w:basedOn w:val="Header"/>
    <w:rsid w:val="00C94A56"/>
    <w:pPr>
      <w:tabs>
        <w:tab w:val="clear" w:pos="4536"/>
        <w:tab w:val="clear" w:pos="9072"/>
      </w:tabs>
      <w:ind w:left="-567"/>
    </w:pPr>
    <w:rPr>
      <w:color w:val="808080" w:themeColor="background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00779">
      <w:bodyDiv w:val="1"/>
      <w:marLeft w:val="0"/>
      <w:marRight w:val="0"/>
      <w:marTop w:val="0"/>
      <w:marBottom w:val="0"/>
      <w:divBdr>
        <w:top w:val="none" w:sz="0" w:space="0" w:color="auto"/>
        <w:left w:val="none" w:sz="0" w:space="0" w:color="auto"/>
        <w:bottom w:val="none" w:sz="0" w:space="0" w:color="auto"/>
        <w:right w:val="none" w:sz="0" w:space="0" w:color="auto"/>
      </w:divBdr>
      <w:divsChild>
        <w:div w:id="642782957">
          <w:marLeft w:val="0"/>
          <w:marRight w:val="0"/>
          <w:marTop w:val="0"/>
          <w:marBottom w:val="0"/>
          <w:divBdr>
            <w:top w:val="none" w:sz="0" w:space="0" w:color="auto"/>
            <w:left w:val="none" w:sz="0" w:space="0" w:color="auto"/>
            <w:bottom w:val="none" w:sz="0" w:space="0" w:color="auto"/>
            <w:right w:val="none" w:sz="0" w:space="0" w:color="auto"/>
          </w:divBdr>
          <w:divsChild>
            <w:div w:id="508252620">
              <w:marLeft w:val="0"/>
              <w:marRight w:val="0"/>
              <w:marTop w:val="0"/>
              <w:marBottom w:val="0"/>
              <w:divBdr>
                <w:top w:val="none" w:sz="0" w:space="0" w:color="auto"/>
                <w:left w:val="none" w:sz="0" w:space="0" w:color="auto"/>
                <w:bottom w:val="none" w:sz="0" w:space="0" w:color="auto"/>
                <w:right w:val="none" w:sz="0" w:space="0" w:color="auto"/>
              </w:divBdr>
              <w:divsChild>
                <w:div w:id="1560550860">
                  <w:marLeft w:val="0"/>
                  <w:marRight w:val="0"/>
                  <w:marTop w:val="0"/>
                  <w:marBottom w:val="0"/>
                  <w:divBdr>
                    <w:top w:val="none" w:sz="0" w:space="0" w:color="auto"/>
                    <w:left w:val="none" w:sz="0" w:space="0" w:color="auto"/>
                    <w:bottom w:val="none" w:sz="0" w:space="0" w:color="auto"/>
                    <w:right w:val="none" w:sz="0" w:space="0" w:color="auto"/>
                  </w:divBdr>
                  <w:divsChild>
                    <w:div w:id="185946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12315">
      <w:bodyDiv w:val="1"/>
      <w:marLeft w:val="0"/>
      <w:marRight w:val="0"/>
      <w:marTop w:val="0"/>
      <w:marBottom w:val="0"/>
      <w:divBdr>
        <w:top w:val="none" w:sz="0" w:space="0" w:color="auto"/>
        <w:left w:val="none" w:sz="0" w:space="0" w:color="auto"/>
        <w:bottom w:val="none" w:sz="0" w:space="0" w:color="auto"/>
        <w:right w:val="none" w:sz="0" w:space="0" w:color="auto"/>
      </w:divBdr>
      <w:divsChild>
        <w:div w:id="1917788983">
          <w:marLeft w:val="0"/>
          <w:marRight w:val="0"/>
          <w:marTop w:val="0"/>
          <w:marBottom w:val="0"/>
          <w:divBdr>
            <w:top w:val="none" w:sz="0" w:space="0" w:color="auto"/>
            <w:left w:val="none" w:sz="0" w:space="0" w:color="auto"/>
            <w:bottom w:val="none" w:sz="0" w:space="0" w:color="auto"/>
            <w:right w:val="none" w:sz="0" w:space="0" w:color="auto"/>
          </w:divBdr>
          <w:divsChild>
            <w:div w:id="630718874">
              <w:marLeft w:val="0"/>
              <w:marRight w:val="0"/>
              <w:marTop w:val="0"/>
              <w:marBottom w:val="0"/>
              <w:divBdr>
                <w:top w:val="none" w:sz="0" w:space="0" w:color="auto"/>
                <w:left w:val="none" w:sz="0" w:space="0" w:color="auto"/>
                <w:bottom w:val="none" w:sz="0" w:space="0" w:color="auto"/>
                <w:right w:val="none" w:sz="0" w:space="0" w:color="auto"/>
              </w:divBdr>
              <w:divsChild>
                <w:div w:id="776366028">
                  <w:marLeft w:val="0"/>
                  <w:marRight w:val="0"/>
                  <w:marTop w:val="0"/>
                  <w:marBottom w:val="0"/>
                  <w:divBdr>
                    <w:top w:val="none" w:sz="0" w:space="0" w:color="auto"/>
                    <w:left w:val="none" w:sz="0" w:space="0" w:color="auto"/>
                    <w:bottom w:val="none" w:sz="0" w:space="0" w:color="auto"/>
                    <w:right w:val="none" w:sz="0" w:space="0" w:color="auto"/>
                  </w:divBdr>
                  <w:divsChild>
                    <w:div w:id="560480061">
                      <w:marLeft w:val="0"/>
                      <w:marRight w:val="0"/>
                      <w:marTop w:val="0"/>
                      <w:marBottom w:val="0"/>
                      <w:divBdr>
                        <w:top w:val="none" w:sz="0" w:space="0" w:color="auto"/>
                        <w:left w:val="none" w:sz="0" w:space="0" w:color="auto"/>
                        <w:bottom w:val="none" w:sz="0" w:space="0" w:color="auto"/>
                        <w:right w:val="none" w:sz="0" w:space="0" w:color="auto"/>
                      </w:divBdr>
                      <w:divsChild>
                        <w:div w:id="12149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674764">
      <w:bodyDiv w:val="1"/>
      <w:marLeft w:val="0"/>
      <w:marRight w:val="0"/>
      <w:marTop w:val="0"/>
      <w:marBottom w:val="0"/>
      <w:divBdr>
        <w:top w:val="none" w:sz="0" w:space="0" w:color="auto"/>
        <w:left w:val="none" w:sz="0" w:space="0" w:color="auto"/>
        <w:bottom w:val="none" w:sz="0" w:space="0" w:color="auto"/>
        <w:right w:val="none" w:sz="0" w:space="0" w:color="auto"/>
      </w:divBdr>
    </w:div>
    <w:div w:id="432746713">
      <w:bodyDiv w:val="1"/>
      <w:marLeft w:val="0"/>
      <w:marRight w:val="0"/>
      <w:marTop w:val="0"/>
      <w:marBottom w:val="0"/>
      <w:divBdr>
        <w:top w:val="none" w:sz="0" w:space="0" w:color="auto"/>
        <w:left w:val="none" w:sz="0" w:space="0" w:color="auto"/>
        <w:bottom w:val="none" w:sz="0" w:space="0" w:color="auto"/>
        <w:right w:val="none" w:sz="0" w:space="0" w:color="auto"/>
      </w:divBdr>
    </w:div>
    <w:div w:id="436291368">
      <w:bodyDiv w:val="1"/>
      <w:marLeft w:val="0"/>
      <w:marRight w:val="0"/>
      <w:marTop w:val="0"/>
      <w:marBottom w:val="0"/>
      <w:divBdr>
        <w:top w:val="none" w:sz="0" w:space="0" w:color="auto"/>
        <w:left w:val="none" w:sz="0" w:space="0" w:color="auto"/>
        <w:bottom w:val="none" w:sz="0" w:space="0" w:color="auto"/>
        <w:right w:val="none" w:sz="0" w:space="0" w:color="auto"/>
      </w:divBdr>
    </w:div>
    <w:div w:id="470363708">
      <w:bodyDiv w:val="1"/>
      <w:marLeft w:val="0"/>
      <w:marRight w:val="0"/>
      <w:marTop w:val="0"/>
      <w:marBottom w:val="0"/>
      <w:divBdr>
        <w:top w:val="none" w:sz="0" w:space="0" w:color="auto"/>
        <w:left w:val="none" w:sz="0" w:space="0" w:color="auto"/>
        <w:bottom w:val="none" w:sz="0" w:space="0" w:color="auto"/>
        <w:right w:val="none" w:sz="0" w:space="0" w:color="auto"/>
      </w:divBdr>
    </w:div>
    <w:div w:id="482508535">
      <w:bodyDiv w:val="1"/>
      <w:marLeft w:val="0"/>
      <w:marRight w:val="0"/>
      <w:marTop w:val="0"/>
      <w:marBottom w:val="0"/>
      <w:divBdr>
        <w:top w:val="none" w:sz="0" w:space="0" w:color="auto"/>
        <w:left w:val="none" w:sz="0" w:space="0" w:color="auto"/>
        <w:bottom w:val="none" w:sz="0" w:space="0" w:color="auto"/>
        <w:right w:val="none" w:sz="0" w:space="0" w:color="auto"/>
      </w:divBdr>
    </w:div>
    <w:div w:id="554194980">
      <w:bodyDiv w:val="1"/>
      <w:marLeft w:val="0"/>
      <w:marRight w:val="0"/>
      <w:marTop w:val="0"/>
      <w:marBottom w:val="0"/>
      <w:divBdr>
        <w:top w:val="none" w:sz="0" w:space="0" w:color="auto"/>
        <w:left w:val="none" w:sz="0" w:space="0" w:color="auto"/>
        <w:bottom w:val="none" w:sz="0" w:space="0" w:color="auto"/>
        <w:right w:val="none" w:sz="0" w:space="0" w:color="auto"/>
      </w:divBdr>
    </w:div>
    <w:div w:id="699009669">
      <w:bodyDiv w:val="1"/>
      <w:marLeft w:val="0"/>
      <w:marRight w:val="0"/>
      <w:marTop w:val="0"/>
      <w:marBottom w:val="0"/>
      <w:divBdr>
        <w:top w:val="none" w:sz="0" w:space="0" w:color="auto"/>
        <w:left w:val="none" w:sz="0" w:space="0" w:color="auto"/>
        <w:bottom w:val="none" w:sz="0" w:space="0" w:color="auto"/>
        <w:right w:val="none" w:sz="0" w:space="0" w:color="auto"/>
      </w:divBdr>
      <w:divsChild>
        <w:div w:id="1343435784">
          <w:marLeft w:val="0"/>
          <w:marRight w:val="0"/>
          <w:marTop w:val="0"/>
          <w:marBottom w:val="0"/>
          <w:divBdr>
            <w:top w:val="none" w:sz="0" w:space="0" w:color="auto"/>
            <w:left w:val="none" w:sz="0" w:space="0" w:color="auto"/>
            <w:bottom w:val="none" w:sz="0" w:space="0" w:color="auto"/>
            <w:right w:val="none" w:sz="0" w:space="0" w:color="auto"/>
          </w:divBdr>
        </w:div>
      </w:divsChild>
    </w:div>
    <w:div w:id="704409106">
      <w:bodyDiv w:val="1"/>
      <w:marLeft w:val="0"/>
      <w:marRight w:val="0"/>
      <w:marTop w:val="0"/>
      <w:marBottom w:val="0"/>
      <w:divBdr>
        <w:top w:val="none" w:sz="0" w:space="0" w:color="auto"/>
        <w:left w:val="none" w:sz="0" w:space="0" w:color="auto"/>
        <w:bottom w:val="none" w:sz="0" w:space="0" w:color="auto"/>
        <w:right w:val="none" w:sz="0" w:space="0" w:color="auto"/>
      </w:divBdr>
    </w:div>
    <w:div w:id="715664323">
      <w:bodyDiv w:val="1"/>
      <w:marLeft w:val="0"/>
      <w:marRight w:val="0"/>
      <w:marTop w:val="0"/>
      <w:marBottom w:val="0"/>
      <w:divBdr>
        <w:top w:val="none" w:sz="0" w:space="0" w:color="auto"/>
        <w:left w:val="none" w:sz="0" w:space="0" w:color="auto"/>
        <w:bottom w:val="none" w:sz="0" w:space="0" w:color="auto"/>
        <w:right w:val="none" w:sz="0" w:space="0" w:color="auto"/>
      </w:divBdr>
    </w:div>
    <w:div w:id="732971545">
      <w:bodyDiv w:val="1"/>
      <w:marLeft w:val="0"/>
      <w:marRight w:val="0"/>
      <w:marTop w:val="0"/>
      <w:marBottom w:val="0"/>
      <w:divBdr>
        <w:top w:val="none" w:sz="0" w:space="0" w:color="auto"/>
        <w:left w:val="none" w:sz="0" w:space="0" w:color="auto"/>
        <w:bottom w:val="none" w:sz="0" w:space="0" w:color="auto"/>
        <w:right w:val="none" w:sz="0" w:space="0" w:color="auto"/>
      </w:divBdr>
    </w:div>
    <w:div w:id="734744687">
      <w:bodyDiv w:val="1"/>
      <w:marLeft w:val="0"/>
      <w:marRight w:val="0"/>
      <w:marTop w:val="0"/>
      <w:marBottom w:val="0"/>
      <w:divBdr>
        <w:top w:val="none" w:sz="0" w:space="0" w:color="auto"/>
        <w:left w:val="none" w:sz="0" w:space="0" w:color="auto"/>
        <w:bottom w:val="none" w:sz="0" w:space="0" w:color="auto"/>
        <w:right w:val="none" w:sz="0" w:space="0" w:color="auto"/>
      </w:divBdr>
      <w:divsChild>
        <w:div w:id="170027677">
          <w:marLeft w:val="0"/>
          <w:marRight w:val="0"/>
          <w:marTop w:val="0"/>
          <w:marBottom w:val="0"/>
          <w:divBdr>
            <w:top w:val="none" w:sz="0" w:space="0" w:color="auto"/>
            <w:left w:val="none" w:sz="0" w:space="0" w:color="auto"/>
            <w:bottom w:val="none" w:sz="0" w:space="0" w:color="auto"/>
            <w:right w:val="none" w:sz="0" w:space="0" w:color="auto"/>
          </w:divBdr>
          <w:divsChild>
            <w:div w:id="792289387">
              <w:marLeft w:val="0"/>
              <w:marRight w:val="0"/>
              <w:marTop w:val="0"/>
              <w:marBottom w:val="0"/>
              <w:divBdr>
                <w:top w:val="none" w:sz="0" w:space="0" w:color="auto"/>
                <w:left w:val="none" w:sz="0" w:space="0" w:color="auto"/>
                <w:bottom w:val="none" w:sz="0" w:space="0" w:color="auto"/>
                <w:right w:val="none" w:sz="0" w:space="0" w:color="auto"/>
              </w:divBdr>
              <w:divsChild>
                <w:div w:id="90274088">
                  <w:marLeft w:val="0"/>
                  <w:marRight w:val="0"/>
                  <w:marTop w:val="0"/>
                  <w:marBottom w:val="0"/>
                  <w:divBdr>
                    <w:top w:val="none" w:sz="0" w:space="0" w:color="auto"/>
                    <w:left w:val="none" w:sz="0" w:space="0" w:color="auto"/>
                    <w:bottom w:val="none" w:sz="0" w:space="0" w:color="auto"/>
                    <w:right w:val="none" w:sz="0" w:space="0" w:color="auto"/>
                  </w:divBdr>
                  <w:divsChild>
                    <w:div w:id="1986813735">
                      <w:marLeft w:val="0"/>
                      <w:marRight w:val="0"/>
                      <w:marTop w:val="0"/>
                      <w:marBottom w:val="0"/>
                      <w:divBdr>
                        <w:top w:val="none" w:sz="0" w:space="0" w:color="auto"/>
                        <w:left w:val="none" w:sz="0" w:space="0" w:color="auto"/>
                        <w:bottom w:val="none" w:sz="0" w:space="0" w:color="auto"/>
                        <w:right w:val="none" w:sz="0" w:space="0" w:color="auto"/>
                      </w:divBdr>
                      <w:divsChild>
                        <w:div w:id="86475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937501">
      <w:bodyDiv w:val="1"/>
      <w:marLeft w:val="0"/>
      <w:marRight w:val="0"/>
      <w:marTop w:val="0"/>
      <w:marBottom w:val="0"/>
      <w:divBdr>
        <w:top w:val="none" w:sz="0" w:space="0" w:color="auto"/>
        <w:left w:val="none" w:sz="0" w:space="0" w:color="auto"/>
        <w:bottom w:val="none" w:sz="0" w:space="0" w:color="auto"/>
        <w:right w:val="none" w:sz="0" w:space="0" w:color="auto"/>
      </w:divBdr>
    </w:div>
    <w:div w:id="838543194">
      <w:bodyDiv w:val="1"/>
      <w:marLeft w:val="0"/>
      <w:marRight w:val="0"/>
      <w:marTop w:val="0"/>
      <w:marBottom w:val="0"/>
      <w:divBdr>
        <w:top w:val="none" w:sz="0" w:space="0" w:color="auto"/>
        <w:left w:val="none" w:sz="0" w:space="0" w:color="auto"/>
        <w:bottom w:val="none" w:sz="0" w:space="0" w:color="auto"/>
        <w:right w:val="none" w:sz="0" w:space="0" w:color="auto"/>
      </w:divBdr>
    </w:div>
    <w:div w:id="857692407">
      <w:bodyDiv w:val="1"/>
      <w:marLeft w:val="0"/>
      <w:marRight w:val="0"/>
      <w:marTop w:val="0"/>
      <w:marBottom w:val="0"/>
      <w:divBdr>
        <w:top w:val="none" w:sz="0" w:space="0" w:color="auto"/>
        <w:left w:val="none" w:sz="0" w:space="0" w:color="auto"/>
        <w:bottom w:val="none" w:sz="0" w:space="0" w:color="auto"/>
        <w:right w:val="none" w:sz="0" w:space="0" w:color="auto"/>
      </w:divBdr>
    </w:div>
    <w:div w:id="953557142">
      <w:bodyDiv w:val="1"/>
      <w:marLeft w:val="0"/>
      <w:marRight w:val="0"/>
      <w:marTop w:val="0"/>
      <w:marBottom w:val="0"/>
      <w:divBdr>
        <w:top w:val="none" w:sz="0" w:space="0" w:color="auto"/>
        <w:left w:val="none" w:sz="0" w:space="0" w:color="auto"/>
        <w:bottom w:val="none" w:sz="0" w:space="0" w:color="auto"/>
        <w:right w:val="none" w:sz="0" w:space="0" w:color="auto"/>
      </w:divBdr>
    </w:div>
    <w:div w:id="1083526839">
      <w:bodyDiv w:val="1"/>
      <w:marLeft w:val="0"/>
      <w:marRight w:val="0"/>
      <w:marTop w:val="0"/>
      <w:marBottom w:val="0"/>
      <w:divBdr>
        <w:top w:val="none" w:sz="0" w:space="0" w:color="auto"/>
        <w:left w:val="none" w:sz="0" w:space="0" w:color="auto"/>
        <w:bottom w:val="none" w:sz="0" w:space="0" w:color="auto"/>
        <w:right w:val="none" w:sz="0" w:space="0" w:color="auto"/>
      </w:divBdr>
    </w:div>
    <w:div w:id="1116799724">
      <w:bodyDiv w:val="1"/>
      <w:marLeft w:val="0"/>
      <w:marRight w:val="0"/>
      <w:marTop w:val="0"/>
      <w:marBottom w:val="0"/>
      <w:divBdr>
        <w:top w:val="none" w:sz="0" w:space="0" w:color="auto"/>
        <w:left w:val="none" w:sz="0" w:space="0" w:color="auto"/>
        <w:bottom w:val="none" w:sz="0" w:space="0" w:color="auto"/>
        <w:right w:val="none" w:sz="0" w:space="0" w:color="auto"/>
      </w:divBdr>
    </w:div>
    <w:div w:id="1178933630">
      <w:bodyDiv w:val="1"/>
      <w:marLeft w:val="0"/>
      <w:marRight w:val="0"/>
      <w:marTop w:val="0"/>
      <w:marBottom w:val="0"/>
      <w:divBdr>
        <w:top w:val="none" w:sz="0" w:space="0" w:color="auto"/>
        <w:left w:val="none" w:sz="0" w:space="0" w:color="auto"/>
        <w:bottom w:val="none" w:sz="0" w:space="0" w:color="auto"/>
        <w:right w:val="none" w:sz="0" w:space="0" w:color="auto"/>
      </w:divBdr>
    </w:div>
    <w:div w:id="1206598293">
      <w:bodyDiv w:val="1"/>
      <w:marLeft w:val="0"/>
      <w:marRight w:val="0"/>
      <w:marTop w:val="0"/>
      <w:marBottom w:val="0"/>
      <w:divBdr>
        <w:top w:val="none" w:sz="0" w:space="0" w:color="auto"/>
        <w:left w:val="none" w:sz="0" w:space="0" w:color="auto"/>
        <w:bottom w:val="none" w:sz="0" w:space="0" w:color="auto"/>
        <w:right w:val="none" w:sz="0" w:space="0" w:color="auto"/>
      </w:divBdr>
    </w:div>
    <w:div w:id="1267956750">
      <w:bodyDiv w:val="1"/>
      <w:marLeft w:val="0"/>
      <w:marRight w:val="0"/>
      <w:marTop w:val="0"/>
      <w:marBottom w:val="0"/>
      <w:divBdr>
        <w:top w:val="none" w:sz="0" w:space="0" w:color="auto"/>
        <w:left w:val="none" w:sz="0" w:space="0" w:color="auto"/>
        <w:bottom w:val="none" w:sz="0" w:space="0" w:color="auto"/>
        <w:right w:val="none" w:sz="0" w:space="0" w:color="auto"/>
      </w:divBdr>
    </w:div>
    <w:div w:id="1314986456">
      <w:bodyDiv w:val="1"/>
      <w:marLeft w:val="0"/>
      <w:marRight w:val="0"/>
      <w:marTop w:val="0"/>
      <w:marBottom w:val="0"/>
      <w:divBdr>
        <w:top w:val="none" w:sz="0" w:space="0" w:color="auto"/>
        <w:left w:val="none" w:sz="0" w:space="0" w:color="auto"/>
        <w:bottom w:val="none" w:sz="0" w:space="0" w:color="auto"/>
        <w:right w:val="none" w:sz="0" w:space="0" w:color="auto"/>
      </w:divBdr>
    </w:div>
    <w:div w:id="1415930690">
      <w:bodyDiv w:val="1"/>
      <w:marLeft w:val="0"/>
      <w:marRight w:val="0"/>
      <w:marTop w:val="0"/>
      <w:marBottom w:val="0"/>
      <w:divBdr>
        <w:top w:val="none" w:sz="0" w:space="0" w:color="auto"/>
        <w:left w:val="none" w:sz="0" w:space="0" w:color="auto"/>
        <w:bottom w:val="none" w:sz="0" w:space="0" w:color="auto"/>
        <w:right w:val="none" w:sz="0" w:space="0" w:color="auto"/>
      </w:divBdr>
    </w:div>
    <w:div w:id="1456482178">
      <w:bodyDiv w:val="1"/>
      <w:marLeft w:val="0"/>
      <w:marRight w:val="0"/>
      <w:marTop w:val="0"/>
      <w:marBottom w:val="0"/>
      <w:divBdr>
        <w:top w:val="none" w:sz="0" w:space="0" w:color="auto"/>
        <w:left w:val="none" w:sz="0" w:space="0" w:color="auto"/>
        <w:bottom w:val="none" w:sz="0" w:space="0" w:color="auto"/>
        <w:right w:val="none" w:sz="0" w:space="0" w:color="auto"/>
      </w:divBdr>
    </w:div>
    <w:div w:id="1497958503">
      <w:bodyDiv w:val="1"/>
      <w:marLeft w:val="0"/>
      <w:marRight w:val="0"/>
      <w:marTop w:val="0"/>
      <w:marBottom w:val="0"/>
      <w:divBdr>
        <w:top w:val="none" w:sz="0" w:space="0" w:color="auto"/>
        <w:left w:val="none" w:sz="0" w:space="0" w:color="auto"/>
        <w:bottom w:val="none" w:sz="0" w:space="0" w:color="auto"/>
        <w:right w:val="none" w:sz="0" w:space="0" w:color="auto"/>
      </w:divBdr>
    </w:div>
    <w:div w:id="1507359300">
      <w:bodyDiv w:val="1"/>
      <w:marLeft w:val="0"/>
      <w:marRight w:val="0"/>
      <w:marTop w:val="0"/>
      <w:marBottom w:val="0"/>
      <w:divBdr>
        <w:top w:val="none" w:sz="0" w:space="0" w:color="auto"/>
        <w:left w:val="none" w:sz="0" w:space="0" w:color="auto"/>
        <w:bottom w:val="none" w:sz="0" w:space="0" w:color="auto"/>
        <w:right w:val="none" w:sz="0" w:space="0" w:color="auto"/>
      </w:divBdr>
      <w:divsChild>
        <w:div w:id="463498827">
          <w:marLeft w:val="0"/>
          <w:marRight w:val="0"/>
          <w:marTop w:val="0"/>
          <w:marBottom w:val="0"/>
          <w:divBdr>
            <w:top w:val="none" w:sz="0" w:space="0" w:color="auto"/>
            <w:left w:val="none" w:sz="0" w:space="0" w:color="auto"/>
            <w:bottom w:val="none" w:sz="0" w:space="0" w:color="auto"/>
            <w:right w:val="none" w:sz="0" w:space="0" w:color="auto"/>
          </w:divBdr>
          <w:divsChild>
            <w:div w:id="1142114183">
              <w:marLeft w:val="0"/>
              <w:marRight w:val="0"/>
              <w:marTop w:val="0"/>
              <w:marBottom w:val="0"/>
              <w:divBdr>
                <w:top w:val="none" w:sz="0" w:space="0" w:color="auto"/>
                <w:left w:val="none" w:sz="0" w:space="0" w:color="auto"/>
                <w:bottom w:val="none" w:sz="0" w:space="0" w:color="auto"/>
                <w:right w:val="none" w:sz="0" w:space="0" w:color="auto"/>
              </w:divBdr>
              <w:divsChild>
                <w:div w:id="185215981">
                  <w:marLeft w:val="0"/>
                  <w:marRight w:val="0"/>
                  <w:marTop w:val="0"/>
                  <w:marBottom w:val="0"/>
                  <w:divBdr>
                    <w:top w:val="none" w:sz="0" w:space="0" w:color="auto"/>
                    <w:left w:val="none" w:sz="0" w:space="0" w:color="auto"/>
                    <w:bottom w:val="none" w:sz="0" w:space="0" w:color="auto"/>
                    <w:right w:val="none" w:sz="0" w:space="0" w:color="auto"/>
                  </w:divBdr>
                  <w:divsChild>
                    <w:div w:id="839931146">
                      <w:marLeft w:val="0"/>
                      <w:marRight w:val="0"/>
                      <w:marTop w:val="0"/>
                      <w:marBottom w:val="0"/>
                      <w:divBdr>
                        <w:top w:val="none" w:sz="0" w:space="0" w:color="auto"/>
                        <w:left w:val="none" w:sz="0" w:space="0" w:color="auto"/>
                        <w:bottom w:val="none" w:sz="0" w:space="0" w:color="auto"/>
                        <w:right w:val="none" w:sz="0" w:space="0" w:color="auto"/>
                      </w:divBdr>
                      <w:divsChild>
                        <w:div w:id="14952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852781">
      <w:bodyDiv w:val="1"/>
      <w:marLeft w:val="0"/>
      <w:marRight w:val="0"/>
      <w:marTop w:val="0"/>
      <w:marBottom w:val="0"/>
      <w:divBdr>
        <w:top w:val="none" w:sz="0" w:space="0" w:color="auto"/>
        <w:left w:val="none" w:sz="0" w:space="0" w:color="auto"/>
        <w:bottom w:val="none" w:sz="0" w:space="0" w:color="auto"/>
        <w:right w:val="none" w:sz="0" w:space="0" w:color="auto"/>
      </w:divBdr>
    </w:div>
    <w:div w:id="1583949882">
      <w:bodyDiv w:val="1"/>
      <w:marLeft w:val="0"/>
      <w:marRight w:val="0"/>
      <w:marTop w:val="0"/>
      <w:marBottom w:val="0"/>
      <w:divBdr>
        <w:top w:val="none" w:sz="0" w:space="0" w:color="auto"/>
        <w:left w:val="none" w:sz="0" w:space="0" w:color="auto"/>
        <w:bottom w:val="none" w:sz="0" w:space="0" w:color="auto"/>
        <w:right w:val="none" w:sz="0" w:space="0" w:color="auto"/>
      </w:divBdr>
      <w:divsChild>
        <w:div w:id="90973163">
          <w:marLeft w:val="0"/>
          <w:marRight w:val="0"/>
          <w:marTop w:val="0"/>
          <w:marBottom w:val="0"/>
          <w:divBdr>
            <w:top w:val="none" w:sz="0" w:space="0" w:color="auto"/>
            <w:left w:val="none" w:sz="0" w:space="0" w:color="auto"/>
            <w:bottom w:val="none" w:sz="0" w:space="0" w:color="auto"/>
            <w:right w:val="none" w:sz="0" w:space="0" w:color="auto"/>
          </w:divBdr>
        </w:div>
        <w:div w:id="176887264">
          <w:marLeft w:val="0"/>
          <w:marRight w:val="0"/>
          <w:marTop w:val="0"/>
          <w:marBottom w:val="0"/>
          <w:divBdr>
            <w:top w:val="none" w:sz="0" w:space="0" w:color="auto"/>
            <w:left w:val="none" w:sz="0" w:space="0" w:color="auto"/>
            <w:bottom w:val="none" w:sz="0" w:space="0" w:color="auto"/>
            <w:right w:val="none" w:sz="0" w:space="0" w:color="auto"/>
          </w:divBdr>
        </w:div>
        <w:div w:id="548107344">
          <w:marLeft w:val="0"/>
          <w:marRight w:val="0"/>
          <w:marTop w:val="0"/>
          <w:marBottom w:val="0"/>
          <w:divBdr>
            <w:top w:val="none" w:sz="0" w:space="0" w:color="auto"/>
            <w:left w:val="none" w:sz="0" w:space="0" w:color="auto"/>
            <w:bottom w:val="none" w:sz="0" w:space="0" w:color="auto"/>
            <w:right w:val="none" w:sz="0" w:space="0" w:color="auto"/>
          </w:divBdr>
        </w:div>
        <w:div w:id="693729335">
          <w:marLeft w:val="0"/>
          <w:marRight w:val="0"/>
          <w:marTop w:val="0"/>
          <w:marBottom w:val="0"/>
          <w:divBdr>
            <w:top w:val="none" w:sz="0" w:space="0" w:color="auto"/>
            <w:left w:val="none" w:sz="0" w:space="0" w:color="auto"/>
            <w:bottom w:val="none" w:sz="0" w:space="0" w:color="auto"/>
            <w:right w:val="none" w:sz="0" w:space="0" w:color="auto"/>
          </w:divBdr>
        </w:div>
        <w:div w:id="832646408">
          <w:marLeft w:val="0"/>
          <w:marRight w:val="0"/>
          <w:marTop w:val="0"/>
          <w:marBottom w:val="0"/>
          <w:divBdr>
            <w:top w:val="none" w:sz="0" w:space="0" w:color="auto"/>
            <w:left w:val="none" w:sz="0" w:space="0" w:color="auto"/>
            <w:bottom w:val="none" w:sz="0" w:space="0" w:color="auto"/>
            <w:right w:val="none" w:sz="0" w:space="0" w:color="auto"/>
          </w:divBdr>
        </w:div>
        <w:div w:id="865942878">
          <w:marLeft w:val="0"/>
          <w:marRight w:val="0"/>
          <w:marTop w:val="0"/>
          <w:marBottom w:val="0"/>
          <w:divBdr>
            <w:top w:val="none" w:sz="0" w:space="0" w:color="auto"/>
            <w:left w:val="none" w:sz="0" w:space="0" w:color="auto"/>
            <w:bottom w:val="none" w:sz="0" w:space="0" w:color="auto"/>
            <w:right w:val="none" w:sz="0" w:space="0" w:color="auto"/>
          </w:divBdr>
        </w:div>
        <w:div w:id="1033068843">
          <w:marLeft w:val="0"/>
          <w:marRight w:val="0"/>
          <w:marTop w:val="0"/>
          <w:marBottom w:val="0"/>
          <w:divBdr>
            <w:top w:val="none" w:sz="0" w:space="0" w:color="auto"/>
            <w:left w:val="none" w:sz="0" w:space="0" w:color="auto"/>
            <w:bottom w:val="none" w:sz="0" w:space="0" w:color="auto"/>
            <w:right w:val="none" w:sz="0" w:space="0" w:color="auto"/>
          </w:divBdr>
        </w:div>
        <w:div w:id="1094597741">
          <w:marLeft w:val="0"/>
          <w:marRight w:val="0"/>
          <w:marTop w:val="0"/>
          <w:marBottom w:val="0"/>
          <w:divBdr>
            <w:top w:val="none" w:sz="0" w:space="0" w:color="auto"/>
            <w:left w:val="none" w:sz="0" w:space="0" w:color="auto"/>
            <w:bottom w:val="none" w:sz="0" w:space="0" w:color="auto"/>
            <w:right w:val="none" w:sz="0" w:space="0" w:color="auto"/>
          </w:divBdr>
        </w:div>
        <w:div w:id="1095319685">
          <w:marLeft w:val="0"/>
          <w:marRight w:val="0"/>
          <w:marTop w:val="0"/>
          <w:marBottom w:val="0"/>
          <w:divBdr>
            <w:top w:val="none" w:sz="0" w:space="0" w:color="auto"/>
            <w:left w:val="none" w:sz="0" w:space="0" w:color="auto"/>
            <w:bottom w:val="none" w:sz="0" w:space="0" w:color="auto"/>
            <w:right w:val="none" w:sz="0" w:space="0" w:color="auto"/>
          </w:divBdr>
        </w:div>
        <w:div w:id="1547064460">
          <w:marLeft w:val="0"/>
          <w:marRight w:val="0"/>
          <w:marTop w:val="0"/>
          <w:marBottom w:val="0"/>
          <w:divBdr>
            <w:top w:val="none" w:sz="0" w:space="0" w:color="auto"/>
            <w:left w:val="none" w:sz="0" w:space="0" w:color="auto"/>
            <w:bottom w:val="none" w:sz="0" w:space="0" w:color="auto"/>
            <w:right w:val="none" w:sz="0" w:space="0" w:color="auto"/>
          </w:divBdr>
        </w:div>
      </w:divsChild>
    </w:div>
    <w:div w:id="1592884036">
      <w:bodyDiv w:val="1"/>
      <w:marLeft w:val="0"/>
      <w:marRight w:val="0"/>
      <w:marTop w:val="0"/>
      <w:marBottom w:val="0"/>
      <w:divBdr>
        <w:top w:val="none" w:sz="0" w:space="0" w:color="auto"/>
        <w:left w:val="none" w:sz="0" w:space="0" w:color="auto"/>
        <w:bottom w:val="none" w:sz="0" w:space="0" w:color="auto"/>
        <w:right w:val="none" w:sz="0" w:space="0" w:color="auto"/>
      </w:divBdr>
      <w:divsChild>
        <w:div w:id="1002390862">
          <w:marLeft w:val="0"/>
          <w:marRight w:val="0"/>
          <w:marTop w:val="0"/>
          <w:marBottom w:val="0"/>
          <w:divBdr>
            <w:top w:val="none" w:sz="0" w:space="0" w:color="auto"/>
            <w:left w:val="none" w:sz="0" w:space="0" w:color="auto"/>
            <w:bottom w:val="none" w:sz="0" w:space="0" w:color="auto"/>
            <w:right w:val="none" w:sz="0" w:space="0" w:color="auto"/>
          </w:divBdr>
          <w:divsChild>
            <w:div w:id="1267616865">
              <w:marLeft w:val="0"/>
              <w:marRight w:val="0"/>
              <w:marTop w:val="0"/>
              <w:marBottom w:val="0"/>
              <w:divBdr>
                <w:top w:val="none" w:sz="0" w:space="0" w:color="auto"/>
                <w:left w:val="none" w:sz="0" w:space="0" w:color="auto"/>
                <w:bottom w:val="none" w:sz="0" w:space="0" w:color="auto"/>
                <w:right w:val="none" w:sz="0" w:space="0" w:color="auto"/>
              </w:divBdr>
              <w:divsChild>
                <w:div w:id="824124657">
                  <w:marLeft w:val="0"/>
                  <w:marRight w:val="0"/>
                  <w:marTop w:val="0"/>
                  <w:marBottom w:val="0"/>
                  <w:divBdr>
                    <w:top w:val="none" w:sz="0" w:space="0" w:color="auto"/>
                    <w:left w:val="none" w:sz="0" w:space="0" w:color="auto"/>
                    <w:bottom w:val="none" w:sz="0" w:space="0" w:color="auto"/>
                    <w:right w:val="none" w:sz="0" w:space="0" w:color="auto"/>
                  </w:divBdr>
                  <w:divsChild>
                    <w:div w:id="1152982887">
                      <w:marLeft w:val="0"/>
                      <w:marRight w:val="0"/>
                      <w:marTop w:val="0"/>
                      <w:marBottom w:val="0"/>
                      <w:divBdr>
                        <w:top w:val="none" w:sz="0" w:space="0" w:color="auto"/>
                        <w:left w:val="none" w:sz="0" w:space="0" w:color="auto"/>
                        <w:bottom w:val="none" w:sz="0" w:space="0" w:color="auto"/>
                        <w:right w:val="none" w:sz="0" w:space="0" w:color="auto"/>
                      </w:divBdr>
                      <w:divsChild>
                        <w:div w:id="133858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267480">
      <w:bodyDiv w:val="1"/>
      <w:marLeft w:val="0"/>
      <w:marRight w:val="0"/>
      <w:marTop w:val="0"/>
      <w:marBottom w:val="0"/>
      <w:divBdr>
        <w:top w:val="none" w:sz="0" w:space="0" w:color="auto"/>
        <w:left w:val="none" w:sz="0" w:space="0" w:color="auto"/>
        <w:bottom w:val="none" w:sz="0" w:space="0" w:color="auto"/>
        <w:right w:val="none" w:sz="0" w:space="0" w:color="auto"/>
      </w:divBdr>
      <w:divsChild>
        <w:div w:id="2053461137">
          <w:marLeft w:val="0"/>
          <w:marRight w:val="0"/>
          <w:marTop w:val="0"/>
          <w:marBottom w:val="0"/>
          <w:divBdr>
            <w:top w:val="none" w:sz="0" w:space="0" w:color="auto"/>
            <w:left w:val="none" w:sz="0" w:space="0" w:color="auto"/>
            <w:bottom w:val="none" w:sz="0" w:space="0" w:color="auto"/>
            <w:right w:val="none" w:sz="0" w:space="0" w:color="auto"/>
          </w:divBdr>
          <w:divsChild>
            <w:div w:id="1818381387">
              <w:marLeft w:val="0"/>
              <w:marRight w:val="-100"/>
              <w:marTop w:val="0"/>
              <w:marBottom w:val="0"/>
              <w:divBdr>
                <w:top w:val="none" w:sz="0" w:space="0" w:color="auto"/>
                <w:left w:val="none" w:sz="0" w:space="0" w:color="auto"/>
                <w:bottom w:val="none" w:sz="0" w:space="0" w:color="auto"/>
                <w:right w:val="none" w:sz="0" w:space="0" w:color="auto"/>
              </w:divBdr>
              <w:divsChild>
                <w:div w:id="191951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17386">
      <w:bodyDiv w:val="1"/>
      <w:marLeft w:val="0"/>
      <w:marRight w:val="0"/>
      <w:marTop w:val="0"/>
      <w:marBottom w:val="0"/>
      <w:divBdr>
        <w:top w:val="none" w:sz="0" w:space="0" w:color="auto"/>
        <w:left w:val="none" w:sz="0" w:space="0" w:color="auto"/>
        <w:bottom w:val="none" w:sz="0" w:space="0" w:color="auto"/>
        <w:right w:val="none" w:sz="0" w:space="0" w:color="auto"/>
      </w:divBdr>
    </w:div>
    <w:div w:id="1832942894">
      <w:bodyDiv w:val="1"/>
      <w:marLeft w:val="0"/>
      <w:marRight w:val="0"/>
      <w:marTop w:val="0"/>
      <w:marBottom w:val="0"/>
      <w:divBdr>
        <w:top w:val="none" w:sz="0" w:space="0" w:color="auto"/>
        <w:left w:val="none" w:sz="0" w:space="0" w:color="auto"/>
        <w:bottom w:val="none" w:sz="0" w:space="0" w:color="auto"/>
        <w:right w:val="none" w:sz="0" w:space="0" w:color="auto"/>
      </w:divBdr>
    </w:div>
    <w:div w:id="1928885759">
      <w:bodyDiv w:val="1"/>
      <w:marLeft w:val="0"/>
      <w:marRight w:val="0"/>
      <w:marTop w:val="0"/>
      <w:marBottom w:val="0"/>
      <w:divBdr>
        <w:top w:val="none" w:sz="0" w:space="0" w:color="auto"/>
        <w:left w:val="none" w:sz="0" w:space="0" w:color="auto"/>
        <w:bottom w:val="none" w:sz="0" w:space="0" w:color="auto"/>
        <w:right w:val="none" w:sz="0" w:space="0" w:color="auto"/>
      </w:divBdr>
      <w:divsChild>
        <w:div w:id="686716704">
          <w:marLeft w:val="0"/>
          <w:marRight w:val="0"/>
          <w:marTop w:val="83"/>
          <w:marBottom w:val="0"/>
          <w:divBdr>
            <w:top w:val="none" w:sz="0" w:space="0" w:color="auto"/>
            <w:left w:val="none" w:sz="0" w:space="0" w:color="auto"/>
            <w:bottom w:val="none" w:sz="0" w:space="0" w:color="auto"/>
            <w:right w:val="none" w:sz="0" w:space="0" w:color="auto"/>
          </w:divBdr>
        </w:div>
        <w:div w:id="774716852">
          <w:marLeft w:val="0"/>
          <w:marRight w:val="0"/>
          <w:marTop w:val="83"/>
          <w:marBottom w:val="0"/>
          <w:divBdr>
            <w:top w:val="none" w:sz="0" w:space="0" w:color="auto"/>
            <w:left w:val="none" w:sz="0" w:space="0" w:color="auto"/>
            <w:bottom w:val="none" w:sz="0" w:space="0" w:color="auto"/>
            <w:right w:val="none" w:sz="0" w:space="0" w:color="auto"/>
          </w:divBdr>
        </w:div>
        <w:div w:id="804010388">
          <w:marLeft w:val="0"/>
          <w:marRight w:val="0"/>
          <w:marTop w:val="83"/>
          <w:marBottom w:val="0"/>
          <w:divBdr>
            <w:top w:val="none" w:sz="0" w:space="0" w:color="auto"/>
            <w:left w:val="none" w:sz="0" w:space="0" w:color="auto"/>
            <w:bottom w:val="none" w:sz="0" w:space="0" w:color="auto"/>
            <w:right w:val="none" w:sz="0" w:space="0" w:color="auto"/>
          </w:divBdr>
        </w:div>
        <w:div w:id="1030649068">
          <w:marLeft w:val="0"/>
          <w:marRight w:val="0"/>
          <w:marTop w:val="83"/>
          <w:marBottom w:val="0"/>
          <w:divBdr>
            <w:top w:val="none" w:sz="0" w:space="0" w:color="auto"/>
            <w:left w:val="none" w:sz="0" w:space="0" w:color="auto"/>
            <w:bottom w:val="none" w:sz="0" w:space="0" w:color="auto"/>
            <w:right w:val="none" w:sz="0" w:space="0" w:color="auto"/>
          </w:divBdr>
          <w:divsChild>
            <w:div w:id="856575635">
              <w:marLeft w:val="0"/>
              <w:marRight w:val="0"/>
              <w:marTop w:val="83"/>
              <w:marBottom w:val="0"/>
              <w:divBdr>
                <w:top w:val="none" w:sz="0" w:space="0" w:color="auto"/>
                <w:left w:val="none" w:sz="0" w:space="0" w:color="auto"/>
                <w:bottom w:val="none" w:sz="0" w:space="0" w:color="auto"/>
                <w:right w:val="none" w:sz="0" w:space="0" w:color="auto"/>
              </w:divBdr>
            </w:div>
            <w:div w:id="1801923955">
              <w:marLeft w:val="0"/>
              <w:marRight w:val="0"/>
              <w:marTop w:val="83"/>
              <w:marBottom w:val="0"/>
              <w:divBdr>
                <w:top w:val="none" w:sz="0" w:space="0" w:color="auto"/>
                <w:left w:val="none" w:sz="0" w:space="0" w:color="auto"/>
                <w:bottom w:val="none" w:sz="0" w:space="0" w:color="auto"/>
                <w:right w:val="none" w:sz="0" w:space="0" w:color="auto"/>
              </w:divBdr>
            </w:div>
          </w:divsChild>
        </w:div>
        <w:div w:id="909540924">
          <w:marLeft w:val="0"/>
          <w:marRight w:val="0"/>
          <w:marTop w:val="83"/>
          <w:marBottom w:val="0"/>
          <w:divBdr>
            <w:top w:val="none" w:sz="0" w:space="0" w:color="auto"/>
            <w:left w:val="none" w:sz="0" w:space="0" w:color="auto"/>
            <w:bottom w:val="none" w:sz="0" w:space="0" w:color="auto"/>
            <w:right w:val="none" w:sz="0" w:space="0" w:color="auto"/>
          </w:divBdr>
        </w:div>
        <w:div w:id="1710572113">
          <w:marLeft w:val="0"/>
          <w:marRight w:val="0"/>
          <w:marTop w:val="83"/>
          <w:marBottom w:val="0"/>
          <w:divBdr>
            <w:top w:val="none" w:sz="0" w:space="0" w:color="auto"/>
            <w:left w:val="none" w:sz="0" w:space="0" w:color="auto"/>
            <w:bottom w:val="none" w:sz="0" w:space="0" w:color="auto"/>
            <w:right w:val="none" w:sz="0" w:space="0" w:color="auto"/>
          </w:divBdr>
        </w:div>
        <w:div w:id="1892304840">
          <w:marLeft w:val="0"/>
          <w:marRight w:val="0"/>
          <w:marTop w:val="83"/>
          <w:marBottom w:val="0"/>
          <w:divBdr>
            <w:top w:val="none" w:sz="0" w:space="0" w:color="auto"/>
            <w:left w:val="none" w:sz="0" w:space="0" w:color="auto"/>
            <w:bottom w:val="none" w:sz="0" w:space="0" w:color="auto"/>
            <w:right w:val="none" w:sz="0" w:space="0" w:color="auto"/>
          </w:divBdr>
        </w:div>
        <w:div w:id="1928924434">
          <w:marLeft w:val="0"/>
          <w:marRight w:val="0"/>
          <w:marTop w:val="83"/>
          <w:marBottom w:val="0"/>
          <w:divBdr>
            <w:top w:val="none" w:sz="0" w:space="0" w:color="auto"/>
            <w:left w:val="none" w:sz="0" w:space="0" w:color="auto"/>
            <w:bottom w:val="none" w:sz="0" w:space="0" w:color="auto"/>
            <w:right w:val="none" w:sz="0" w:space="0" w:color="auto"/>
          </w:divBdr>
        </w:div>
        <w:div w:id="1932349514">
          <w:marLeft w:val="0"/>
          <w:marRight w:val="0"/>
          <w:marTop w:val="83"/>
          <w:marBottom w:val="0"/>
          <w:divBdr>
            <w:top w:val="none" w:sz="0" w:space="0" w:color="auto"/>
            <w:left w:val="none" w:sz="0" w:space="0" w:color="auto"/>
            <w:bottom w:val="none" w:sz="0" w:space="0" w:color="auto"/>
            <w:right w:val="none" w:sz="0" w:space="0" w:color="auto"/>
          </w:divBdr>
        </w:div>
      </w:divsChild>
    </w:div>
    <w:div w:id="2012291932">
      <w:bodyDiv w:val="1"/>
      <w:marLeft w:val="0"/>
      <w:marRight w:val="0"/>
      <w:marTop w:val="0"/>
      <w:marBottom w:val="0"/>
      <w:divBdr>
        <w:top w:val="none" w:sz="0" w:space="0" w:color="auto"/>
        <w:left w:val="none" w:sz="0" w:space="0" w:color="auto"/>
        <w:bottom w:val="none" w:sz="0" w:space="0" w:color="auto"/>
        <w:right w:val="none" w:sz="0" w:space="0" w:color="auto"/>
      </w:divBdr>
    </w:div>
    <w:div w:id="2048681928">
      <w:bodyDiv w:val="1"/>
      <w:marLeft w:val="0"/>
      <w:marRight w:val="0"/>
      <w:marTop w:val="0"/>
      <w:marBottom w:val="0"/>
      <w:divBdr>
        <w:top w:val="none" w:sz="0" w:space="0" w:color="auto"/>
        <w:left w:val="none" w:sz="0" w:space="0" w:color="auto"/>
        <w:bottom w:val="none" w:sz="0" w:space="0" w:color="auto"/>
        <w:right w:val="none" w:sz="0" w:space="0" w:color="auto"/>
      </w:divBdr>
    </w:div>
    <w:div w:id="2051564231">
      <w:bodyDiv w:val="1"/>
      <w:marLeft w:val="0"/>
      <w:marRight w:val="0"/>
      <w:marTop w:val="0"/>
      <w:marBottom w:val="0"/>
      <w:divBdr>
        <w:top w:val="none" w:sz="0" w:space="0" w:color="auto"/>
        <w:left w:val="none" w:sz="0" w:space="0" w:color="auto"/>
        <w:bottom w:val="none" w:sz="0" w:space="0" w:color="auto"/>
        <w:right w:val="none" w:sz="0" w:space="0" w:color="auto"/>
      </w:divBdr>
    </w:div>
    <w:div w:id="209296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roductivity.govt.n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udy.kavanagh@productivity.govt.nz"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productivity.govt.nz"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productivity.govt.n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coatc\AppData\Roaming\Microsoft\Templates\ADXIssuesPaper1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
</file>

<file path=customUI/customUI14.xml>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e21cbe00-2104-4159-b9b9-bd54555d1bf2">Tertiary Education Inquiry</Project>
    <DocumentType xmlns="e21cbe00-2104-4159-b9b9-bd54555d1bf2">WORKINGS</DocumentType>
    <Subactivity xmlns="e21cbe00-2104-4159-b9b9-bd54555d1bf2">NA</Subactivity>
    <Activity xmlns="e21cbe00-2104-4159-b9b9-bd54555d1bf2">Issues Paper</Activity>
    <FunctionGroup xmlns="e21cbe00-2104-4159-b9b9-bd54555d1bf2">NA</FunctionGroup>
    <CategoryValue xmlns="e21cbe00-2104-4159-b9b9-bd54555d1bf2">Chapter Development</CategoryValue>
    <Function xmlns="e21cbe00-2104-4159-b9b9-bd54555d1bf2">Inquiry</Function>
    <Aggregation_Status xmlns="e21cbe00-2104-4159-b9b9-bd54555d1bf2">Normal</Aggregation_Status>
    <PRA_Date_2 xmlns="e21cbe00-2104-4159-b9b9-bd54555d1bf2" xsi:nil="true"/>
    <PRA_Date_Trigger xmlns="e21cbe00-2104-4159-b9b9-bd54555d1bf2" xsi:nil="true"/>
    <PRA_Type xmlns="e21cbe00-2104-4159-b9b9-bd54555d1bf2">Doc</PRA_Type>
    <Related_People xmlns="e21cbe00-2104-4159-b9b9-bd54555d1bf2">
      <UserInfo>
        <DisplayName/>
        <AccountId xsi:nil="true"/>
        <AccountType/>
      </UserInfo>
    </Related_People>
    <Read_Only_Status xmlns="e21cbe00-2104-4159-b9b9-bd54555d1bf2">Open</Read_Only_Status>
    <Target_Audience xmlns="e21cbe00-2104-4159-b9b9-bd54555d1bf2">Internal</Target_Audience>
    <Volume xmlns="e21cbe00-2104-4159-b9b9-bd54555d1bf2">NA</Volume>
    <PRA_Date_3 xmlns="e21cbe00-2104-4159-b9b9-bd54555d1bf2" xsi:nil="true"/>
    <Authoritative_Version xmlns="e21cbe00-2104-4159-b9b9-bd54555d1bf2">false</Authoritative_Version>
    <PRA_Date_Disposal xmlns="e21cbe00-2104-4159-b9b9-bd54555d1bf2" xsi:nil="true"/>
    <PRA_Text_3 xmlns="e21cbe00-2104-4159-b9b9-bd54555d1bf2" xsi:nil="true"/>
    <Narrative xmlns="e21cbe00-2104-4159-b9b9-bd54555d1bf2" xsi:nil="true"/>
    <CategoryName xmlns="e21cbe00-2104-4159-b9b9-bd54555d1bf2">NA</CategoryName>
    <Know-How_Type xmlns="e21cbe00-2104-4159-b9b9-bd54555d1bf2">NA</Know-How_Type>
    <Key_x0020_Words xmlns="e21cbe00-2104-4159-b9b9-bd54555d1bf2"/>
    <RecordID xmlns="e21cbe00-2104-4159-b9b9-bd54555d1bf2">83515</RecordID>
    <PRA_Text_2 xmlns="e21cbe00-2104-4159-b9b9-bd54555d1bf2" xsi:nil="true"/>
    <PRA_Text_5 xmlns="e21cbe00-2104-4159-b9b9-bd54555d1bf2" xsi:nil="true"/>
    <PRA_Date_1 xmlns="e21cbe00-2104-4159-b9b9-bd54555d1bf2" xsi:nil="true"/>
    <Original_Document xmlns="e21cbe00-2104-4159-b9b9-bd54555d1bf2" xsi:nil="true"/>
    <PRA_Text_1 xmlns="e21cbe00-2104-4159-b9b9-bd54555d1bf2" xsi:nil="true"/>
    <PRA_Text_4 xmlns="e21cbe00-2104-4159-b9b9-bd54555d1bf2" xsi:nil="true"/>
    <Record_Type xmlns="e21cbe00-2104-4159-b9b9-bd54555d1bf2">Normal</Record_Type>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AAAAAAAAAAAAAAAAAAAAAAAAAAAAAA02001316B2B8EBEB1449B849F7D7302615B5" ma:contentTypeVersion="23" ma:contentTypeDescription="Standard Electronic Document" ma:contentTypeScope="" ma:versionID="1f73dbf2a7bc73b7757a7b4d19937baa">
  <xsd:schema xmlns:xsd="http://www.w3.org/2001/XMLSchema" xmlns:xs="http://www.w3.org/2001/XMLSchema" xmlns:p="http://schemas.microsoft.com/office/2006/metadata/properties" xmlns:ns1="http://schemas.microsoft.com/sharepoint/v3" xmlns:ns2="e21cbe00-2104-4159-b9b9-bd54555d1bf2" xmlns:ns3="http://schemas.microsoft.com/sharepoint/v4" targetNamespace="http://schemas.microsoft.com/office/2006/metadata/properties" ma:root="true" ma:fieldsID="b4846322fc505e2a00d7f00d8053c95b" ns1:_="" ns2:_="" ns3:_="">
    <xsd:import namespace="http://schemas.microsoft.com/sharepoint/v3"/>
    <xsd:import namespace="e21cbe00-2104-4159-b9b9-bd54555d1bf2"/>
    <xsd:import namespace="http://schemas.microsoft.com/sharepoint/v4"/>
    <xsd:element name="properties">
      <xsd:complexType>
        <xsd:sequence>
          <xsd:element name="documentManagement">
            <xsd:complexType>
              <xsd:all>
                <xsd:element ref="ns2:PRA_Type" minOccurs="0"/>
                <xsd:element ref="ns2:Aggregation_Status" minOccurs="0"/>
                <xsd:element ref="ns2:RecordID" minOccurs="0"/>
                <xsd:element ref="ns2:Record_Type" minOccurs="0"/>
                <xsd:element ref="ns2:Read_Only_Status" minOccurs="0"/>
                <xsd:element ref="ns2:Authoritative_Version" minOccurs="0"/>
                <xsd:element ref="ns2:PRA_Text_1" minOccurs="0"/>
                <xsd:element ref="ns2:PRA_Text_2" minOccurs="0"/>
                <xsd:element ref="ns2:PRA_Text_3" minOccurs="0"/>
                <xsd:element ref="ns2:PRA_Text_4" minOccurs="0"/>
                <xsd:element ref="ns2:PRA_Text_5" minOccurs="0"/>
                <xsd:element ref="ns2:PRA_Date_1" minOccurs="0"/>
                <xsd:element ref="ns2:PRA_Date_2" minOccurs="0"/>
                <xsd:element ref="ns2:PRA_Date_3" minOccurs="0"/>
                <xsd:element ref="ns2:PRA_Date_Trigger" minOccurs="0"/>
                <xsd:element ref="ns2:PRA_Date_Disposal" minOccurs="0"/>
                <xsd:element ref="ns2:DocumentType"/>
                <xsd:element ref="ns2:CategoryValue" minOccurs="0"/>
                <xsd:element ref="ns2:Narrative" minOccurs="0"/>
                <xsd:element ref="ns2:Related_People" minOccurs="0"/>
                <xsd:element ref="ns2:FunctionGroup" minOccurs="0"/>
                <xsd:element ref="ns2:Function" minOccurs="0"/>
                <xsd:element ref="ns2:Activity" minOccurs="0"/>
                <xsd:element ref="ns2:Subactivity" minOccurs="0"/>
                <xsd:element ref="ns2:Project" minOccurs="0"/>
                <xsd:element ref="ns2:Target_Audience" minOccurs="0"/>
                <xsd:element ref="ns2:Original_Document" minOccurs="0"/>
                <xsd:element ref="ns2:Key_x0020_Words" minOccurs="0"/>
                <xsd:element ref="ns2:CategoryName" minOccurs="0"/>
                <xsd:element ref="ns2:Know-How_Type" minOccurs="0"/>
                <xsd:element ref="ns2:Volume"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0" nillable="true" ma:displayName="Declared Record" ma:hidden="true" ma:internalName="_vti_ItemDeclaredRecord" ma:readOnly="true">
      <xsd:simpleType>
        <xsd:restriction base="dms:DateTime"/>
      </xsd:simpleType>
    </xsd:element>
    <xsd:element name="_vti_ItemHoldRecordStatus" ma:index="4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1cbe00-2104-4159-b9b9-bd54555d1bf2" elementFormDefault="qualified">
    <xsd:import namespace="http://schemas.microsoft.com/office/2006/documentManagement/types"/>
    <xsd:import namespace="http://schemas.microsoft.com/office/infopath/2007/PartnerControls"/>
    <xsd:element name="PRA_Type" ma:index="2" nillable="true" ma:displayName="PRA Type" ma:default="Doc" ma:hidden="true" ma:internalName="PRAType">
      <xsd:simpleType>
        <xsd:restriction base="dms:Text"/>
      </xsd:simpleType>
    </xsd:element>
    <xsd:element name="Aggregation_Status" ma:index="3" nillable="true" ma:displayName="Aggregation Status" ma:default="Normal" ma:hidden="true" ma:internalName="AggregationStatus">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RecordID" ma:index="4" nillable="true" ma:displayName="RecordID" ma:hidden="true" ma:internalName="RecordID">
      <xsd:simpleType>
        <xsd:restriction base="dms:Text"/>
      </xsd:simpleType>
    </xsd:element>
    <xsd:element name="Record_Type" ma:index="5" nillable="true" ma:displayName="Business Value" ma:default="Normal" ma:hidden="true" ma:internalName="RecordType">
      <xsd:simpleType>
        <xsd:union memberTypes="dms:Text">
          <xsd:simpleType>
            <xsd:restriction base="dms:Choice">
              <xsd:enumeration value="Housekeeping"/>
              <xsd:enumeration value="Long Term Value"/>
              <xsd:enumeration value="Superseded"/>
              <xsd:enumeration value="Normal"/>
              <xsd:enumeration value="Cancelled"/>
              <xsd:enumeration value="Deleted"/>
            </xsd:restriction>
          </xsd:simpleType>
        </xsd:union>
      </xsd:simpleType>
    </xsd:element>
    <xsd:element name="Read_Only_Status" ma:index="6" nillable="true" ma:displayName="Read Only Status" ma:default="Open" ma:hidden="true" ma:internalName="ReadOnlyStatus">
      <xsd:simpleType>
        <xsd:restriction base="dms:Choice">
          <xsd:enumeration value="Open"/>
          <xsd:enumeration value="Document"/>
          <xsd:enumeration value="Document and Metadata"/>
        </xsd:restriction>
      </xsd:simpleType>
    </xsd:element>
    <xsd:element name="Authoritative_Version" ma:index="7" nillable="true" ma:displayName="Authoritative Version" ma:default="0" ma:hidden="true" ma:internalName="AuthoritativeVersion">
      <xsd:simpleType>
        <xsd:restriction base="dms:Boolean"/>
      </xsd:simpleType>
    </xsd:element>
    <xsd:element name="PRA_Text_1" ma:index="8" nillable="true" ma:displayName="PRA Text 1" ma:hidden="true" ma:internalName="PraText1">
      <xsd:simpleType>
        <xsd:restriction base="dms:Text"/>
      </xsd:simpleType>
    </xsd:element>
    <xsd:element name="PRA_Text_2" ma:index="9" nillable="true" ma:displayName="PRA Text 2" ma:hidden="true" ma:internalName="PraText2">
      <xsd:simpleType>
        <xsd:restriction base="dms:Text"/>
      </xsd:simpleType>
    </xsd:element>
    <xsd:element name="PRA_Text_3" ma:index="10" nillable="true" ma:displayName="PRA Text 3" ma:hidden="true" ma:internalName="PraText3">
      <xsd:simpleType>
        <xsd:restriction base="dms:Text"/>
      </xsd:simpleType>
    </xsd:element>
    <xsd:element name="PRA_Text_4" ma:index="11" nillable="true" ma:displayName="PRA Text 4" ma:hidden="true" ma:internalName="PraText4">
      <xsd:simpleType>
        <xsd:restriction base="dms:Text"/>
      </xsd:simpleType>
    </xsd:element>
    <xsd:element name="PRA_Text_5" ma:index="12" nillable="true" ma:displayName="PRA Text 5" ma:hidden="true" ma:internalName="PraText5">
      <xsd:simpleType>
        <xsd:restriction base="dms:Text"/>
      </xsd:simpleType>
    </xsd:element>
    <xsd:element name="PRA_Date_1" ma:index="13" nillable="true" ma:displayName="PRA Date 1" ma:format="DateTime" ma:hidden="true" ma:internalName="PraDate1">
      <xsd:simpleType>
        <xsd:restriction base="dms:DateTime"/>
      </xsd:simpleType>
    </xsd:element>
    <xsd:element name="PRA_Date_2" ma:index="14" nillable="true" ma:displayName="PRA Date 2" ma:format="DateTime" ma:hidden="true" ma:internalName="PraDate2">
      <xsd:simpleType>
        <xsd:restriction base="dms:DateTime"/>
      </xsd:simpleType>
    </xsd:element>
    <xsd:element name="PRA_Date_3" ma:index="15" nillable="true" ma:displayName="PRA Date 3" ma:format="DateTime" ma:hidden="true" ma:internalName="PraDate3">
      <xsd:simpleType>
        <xsd:restriction base="dms:DateTime"/>
      </xsd:simpleType>
    </xsd:element>
    <xsd:element name="PRA_Date_Trigger" ma:index="16" nillable="true" ma:displayName="PRA Date Trigger" ma:format="DateTime" ma:hidden="true" ma:internalName="PraDateTrigger">
      <xsd:simpleType>
        <xsd:restriction base="dms:DateTime"/>
      </xsd:simpleType>
    </xsd:element>
    <xsd:element name="PRA_Date_Disposal" ma:index="17" nillable="true" ma:displayName="PRA Date Disposal" ma:format="DateTime" ma:hidden="true" ma:internalName="PraDateDisposal">
      <xsd:simpleType>
        <xsd:restriction base="dms:DateTime"/>
      </xsd:simpleType>
    </xsd:element>
    <xsd:element name="DocumentType" ma:index="18" ma:displayName="Document Type" ma:format="Dropdown" ma:internalName="DocumentType">
      <xsd:simpleType>
        <xsd:restriction base="dms:Choice">
          <xsd:enumeration value="CONTRACT, Variation, Agreement"/>
          <xsd:enumeration value="FORMAL OUTPUT, Formalised PC Position"/>
          <xsd:enumeration value="CORRESPONDENCE"/>
          <xsd:enumeration value="DATA, Source Data"/>
          <xsd:enumeration value="EMPLOYMENT Related"/>
          <xsd:enumeration value="FILE NOTE, Meeting Record"/>
          <xsd:enumeration value="POLICY, Procedure, Rules"/>
          <xsd:enumeration value="REFERENCE"/>
          <xsd:enumeration value="SCRATCH PAD, Brain Storming"/>
          <xsd:enumeration value="SUBMISSION"/>
          <xsd:enumeration value="TEMPLATE, Checklist or Form"/>
          <xsd:enumeration value="WORKINGS"/>
        </xsd:restriction>
      </xsd:simpleType>
    </xsd:element>
    <xsd:element name="CategoryValue" ma:index="19" nillable="true" ma:displayName="Category" ma:format="Dropdown" ma:internalName="CategoryValue">
      <xsd:simpleType>
        <xsd:restriction base="dms:Choice">
          <xsd:enumeration value="Chapter Development"/>
          <xsd:enumeration value="Scoping and Planning"/>
          <xsd:enumeration value="Final Versions"/>
          <xsd:enumeration value="NA"/>
        </xsd:restriction>
      </xsd:simpleType>
    </xsd:element>
    <xsd:element name="Narrative" ma:index="20" nillable="true" ma:displayName="Narrative" ma:internalName="Narrative">
      <xsd:simpleType>
        <xsd:restriction base="dms:Note">
          <xsd:maxLength value="255"/>
        </xsd:restriction>
      </xsd:simpleType>
    </xsd:element>
    <xsd:element name="Related_People" ma:index="23" nillable="true" ma:displayName="Related People" ma:hidden="true" ma:list="UserInfo"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unctionGroup" ma:index="28" nillable="true" ma:displayName="Function Group" ma:default="NA" ma:format="RadioButtons" ma:hidden="true" ma:internalName="FunctionGroup" ma:readOnly="false">
      <xsd:simpleType>
        <xsd:union memberTypes="dms:Text">
          <xsd:simpleType>
            <xsd:restriction base="dms:Choice">
              <xsd:enumeration value="NA"/>
            </xsd:restriction>
          </xsd:simpleType>
        </xsd:union>
      </xsd:simpleType>
    </xsd:element>
    <xsd:element name="Function" ma:index="29" nillable="true" ma:displayName="Function" ma:default="Inquiry" ma:format="RadioButtons" ma:hidden="true" ma:internalName="Function" ma:readOnly="false">
      <xsd:simpleType>
        <xsd:union memberTypes="dms:Text">
          <xsd:simpleType>
            <xsd:restriction base="dms:Choice">
              <xsd:enumeration value="Inquiry"/>
            </xsd:restriction>
          </xsd:simpleType>
        </xsd:union>
      </xsd:simpleType>
    </xsd:element>
    <xsd:element name="Activity" ma:index="30" nillable="true" ma:displayName="Activity" ma:default="Issues Paper" ma:format="RadioButtons" ma:hidden="true" ma:internalName="Activity" ma:readOnly="false">
      <xsd:simpleType>
        <xsd:union memberTypes="dms:Text">
          <xsd:simpleType>
            <xsd:restriction base="dms:Choice">
              <xsd:enumeration value="Issues Paper"/>
            </xsd:restriction>
          </xsd:simpleType>
        </xsd:union>
      </xsd:simpleType>
    </xsd:element>
    <xsd:element name="Subactivity" ma:index="31" nillable="true" ma:displayName="Subactivity" ma:default="NA" ma:format="RadioButtons" ma:hidden="true" ma:internalName="Subactivity" ma:readOnly="false">
      <xsd:simpleType>
        <xsd:union memberTypes="dms:Text">
          <xsd:simpleType>
            <xsd:restriction base="dms:Choice">
              <xsd:enumeration value="NA"/>
            </xsd:restriction>
          </xsd:simpleType>
        </xsd:union>
      </xsd:simpleType>
    </xsd:element>
    <xsd:element name="Project" ma:index="32" nillable="true" ma:displayName="Project" ma:default="Tertiary Education Inquiry" ma:format="RadioButtons" ma:hidden="true" ma:internalName="Project" ma:readOnly="false">
      <xsd:simpleType>
        <xsd:union memberTypes="dms:Text">
          <xsd:simpleType>
            <xsd:restriction base="dms:Choice">
              <xsd:enumeration value="Tertiary Education Inquiry"/>
            </xsd:restriction>
          </xsd:simpleType>
        </xsd:union>
      </xsd:simpleType>
    </xsd:element>
    <xsd:element name="Target_Audience" ma:index="33" nillable="true" ma:displayName="Target Audience" ma:default="Internal" ma:format="RadioButtons" ma:hidden="true" ma:internalName="TargetAudience">
      <xsd:simpleType>
        <xsd:restriction base="dms:Choice">
          <xsd:enumeration value="Internal"/>
          <xsd:enumeration value="External"/>
        </xsd:restriction>
      </xsd:simpleType>
    </xsd:element>
    <xsd:element name="Original_Document" ma:index="34" nillable="true" ma:displayName="Original Document" ma:hidden="true" ma:internalName="OriginalDocument">
      <xsd:simpleType>
        <xsd:restriction base="dms:Text"/>
      </xsd:simpleType>
    </xsd:element>
    <xsd:element name="Key_x0020_Words" ma:index="35" nillable="true" ma:displayName="Key Words" ma:hidden="true" ma:internalName="Key_x0020_Words" ma:readOnly="false">
      <xsd:complexType>
        <xsd:complexContent>
          <xsd:extension base="dms:MultiChoiceFillIn">
            <xsd:sequence>
              <xsd:element name="Value" maxOccurs="unbounded" minOccurs="0" nillable="true">
                <xsd:simpleType>
                  <xsd:union memberTypes="dms:Text">
                    <xsd:simpleType>
                      <xsd:restriction base="dms:Choice">
                        <xsd:enumeration value="Not yet defined"/>
                      </xsd:restriction>
                    </xsd:simpleType>
                  </xsd:union>
                </xsd:simpleType>
              </xsd:element>
            </xsd:sequence>
          </xsd:extension>
        </xsd:complexContent>
      </xsd:complexType>
    </xsd:element>
    <xsd:element name="CategoryName" ma:index="36" nillable="true" ma:displayName="Category Name" ma:default="NA" ma:format="RadioButtons" ma:hidden="true" ma:internalName="CategoryName" ma:readOnly="false">
      <xsd:simpleType>
        <xsd:union memberTypes="dms:Text">
          <xsd:simpleType>
            <xsd:restriction base="dms:Choice">
              <xsd:enumeration value="NA"/>
            </xsd:restriction>
          </xsd:simpleType>
        </xsd:union>
      </xsd:simpleType>
    </xsd:element>
    <xsd:element name="Know-How_Type" ma:index="37" nillable="true" ma:displayName="Know-How Type" ma:default="NA" ma:format="Dropdown" ma:hidden="true" ma:internalName="KnowHowType" ma:readOnly="false">
      <xsd:simpleType>
        <xsd:restriction base="dms:Choice">
          <xsd:enumeration value="NA"/>
          <xsd:enumeration value="FAQ"/>
          <xsd:enumeration value="Tall Poppy"/>
          <xsd:enumeration value="Topic"/>
          <xsd:enumeration value="Who"/>
        </xsd:restriction>
      </xsd:simpleType>
    </xsd:element>
    <xsd:element name="Volume" ma:index="38" nillable="true" ma:displayName="Volume" ma:default="NA" ma:format="RadioButtons" ma:hidden="true" ma:internalName="Volume" ma:readOnly="false">
      <xsd:simpleType>
        <xsd:union memberTypes="dms:Text">
          <xsd:simpleType>
            <xsd:restriction base="dms:Choice">
              <xsd:enumeration value="N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AF013-54DE-4A34-BABF-7D7F552DA3BC}">
  <ds:schemaRefs>
    <ds:schemaRef ds:uri="e21cbe00-2104-4159-b9b9-bd54555d1bf2"/>
    <ds:schemaRef ds:uri="http://schemas.microsoft.com/sharepoint/v3"/>
    <ds:schemaRef ds:uri="http://schemas.microsoft.com/office/infopath/2007/PartnerControls"/>
    <ds:schemaRef ds:uri="http://purl.org/dc/terms/"/>
    <ds:schemaRef ds:uri="http://schemas.microsoft.com/office/2006/documentManagement/types"/>
    <ds:schemaRef ds:uri="http://purl.org/dc/dcmitype/"/>
    <ds:schemaRef ds:uri="http://purl.org/dc/elements/1.1/"/>
    <ds:schemaRef ds:uri="http://schemas.microsoft.com/sharepoint/v4"/>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99522C9-7609-46E1-A0A8-968B88DA4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1cbe00-2104-4159-b9b9-bd54555d1bf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BDFB3-6DD7-4968-BBA5-70D73E88AF33}">
  <ds:schemaRefs>
    <ds:schemaRef ds:uri="http://schemas.microsoft.com/sharepoint/v3/contenttype/forms"/>
  </ds:schemaRefs>
</ds:datastoreItem>
</file>

<file path=customXml/itemProps4.xml><?xml version="1.0" encoding="utf-8"?>
<ds:datastoreItem xmlns:ds="http://schemas.openxmlformats.org/officeDocument/2006/customXml" ds:itemID="{1180BFF8-6074-4504-BD41-D68BB753ECF8}">
  <ds:schemaRefs>
    <ds:schemaRef ds:uri="http://schemas.microsoft.com/office/2006/customDocumentInformationPanel"/>
  </ds:schemaRefs>
</ds:datastoreItem>
</file>

<file path=customXml/itemProps5.xml><?xml version="1.0" encoding="utf-8"?>
<ds:datastoreItem xmlns:ds="http://schemas.openxmlformats.org/officeDocument/2006/customXml" ds:itemID="{94CDDEB7-4349-4F19-8C6E-DB71FA0D6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ADXIssuesPaper153.dotm</Template>
  <TotalTime>0</TotalTime>
  <Pages>20</Pages>
  <Words>2691</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dsafdsafsaf</dc:subject>
  <dc:creator>AuthoDox User</dc:creator>
  <dc:description/>
  <cp:lastModifiedBy>Catherine Jeffcoat</cp:lastModifiedBy>
  <cp:revision>2</cp:revision>
  <cp:lastPrinted>2016-02-22T22:29:00Z</cp:lastPrinted>
  <dcterms:created xsi:type="dcterms:W3CDTF">2016-02-23T03:46:00Z</dcterms:created>
  <dcterms:modified xsi:type="dcterms:W3CDTF">2016-02-23T03:46:00Z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Audience">
    <vt:lpwstr>Internal</vt:lpwstr>
  </property>
  <property fmtid="{D5CDD505-2E9C-101B-9397-08002B2CF9AE}" pid="3" name="Order">
    <vt:r8>1500</vt:r8>
  </property>
  <property fmtid="{D5CDD505-2E9C-101B-9397-08002B2CF9AE}" pid="4" name="PRAType">
    <vt:lpwstr>Doc</vt:lpwstr>
  </property>
  <property fmtid="{D5CDD505-2E9C-101B-9397-08002B2CF9AE}" pid="5" name="ContentTypeId">
    <vt:lpwstr>0x010100AAAAAAAAAAAAAAAAAAAAAAAAAAAAAA02001316B2B8EBEB1449B849F7D7302615B5</vt:lpwstr>
  </property>
  <property fmtid="{D5CDD505-2E9C-101B-9397-08002B2CF9AE}" pid="6" name="RelatedPeople">
    <vt:lpwstr/>
  </property>
  <property fmtid="{D5CDD505-2E9C-101B-9397-08002B2CF9AE}" pid="7" name="_ModerationStatus">
    <vt:lpwstr>0</vt:lpwstr>
  </property>
  <property fmtid="{D5CDD505-2E9C-101B-9397-08002B2CF9AE}" pid="8" name="RecordID">
    <vt:lpwstr>68161</vt:lpwstr>
  </property>
  <property fmtid="{D5CDD505-2E9C-101B-9397-08002B2CF9AE}" pid="9" name="_dlc_DocIdItemGuid">
    <vt:lpwstr>6d7861b0-9a24-4995-933d-cf0eaf06af3d</vt:lpwstr>
  </property>
  <property fmtid="{D5CDD505-2E9C-101B-9397-08002B2CF9AE}" pid="10" name="_dlc_DocId">
    <vt:lpwstr>KZXHA43NFDJ6-5-66</vt:lpwstr>
  </property>
  <property fmtid="{D5CDD505-2E9C-101B-9397-08002B2CF9AE}" pid="11" name="_dlc_DocIdUrl">
    <vt:lpwstr>http://shed/_layouts/DocIdRedir.aspx?ID=KZXHA43NFDJ6-5-66, KZXHA43NFDJ6-5-66</vt:lpwstr>
  </property>
  <property fmtid="{D5CDD505-2E9C-101B-9397-08002B2CF9AE}" pid="12" name="Case">
    <vt:lpwstr/>
  </property>
</Properties>
</file>